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717CDC" w:rsidRPr="004E6D75" w:rsidTr="002431BD">
        <w:tc>
          <w:tcPr>
            <w:tcW w:w="8788" w:type="dxa"/>
          </w:tcPr>
          <w:p w:rsidR="00717CDC" w:rsidRPr="004E6D75" w:rsidRDefault="00717CDC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17CDC" w:rsidRPr="00C96AAF" w:rsidRDefault="00717CD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17CDC" w:rsidRDefault="00717CD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17CDC" w:rsidRDefault="00717CDC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717CDC" w:rsidRPr="004E6D75" w:rsidRDefault="00717CDC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17CDC" w:rsidRPr="006341E7" w:rsidRDefault="00717CDC" w:rsidP="003E51DA">
      <w:pPr>
        <w:ind w:firstLine="709"/>
        <w:rPr>
          <w:sz w:val="24"/>
          <w:szCs w:val="24"/>
        </w:rPr>
      </w:pPr>
    </w:p>
    <w:p w:rsidR="00717CDC" w:rsidRDefault="00717CD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17CDC" w:rsidRDefault="00717CDC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17CDC" w:rsidRDefault="00717CDC" w:rsidP="003E51DA">
      <w:pPr>
        <w:jc w:val="center"/>
        <w:rPr>
          <w:b/>
          <w:szCs w:val="28"/>
        </w:rPr>
      </w:pPr>
    </w:p>
    <w:p w:rsidR="00717CDC" w:rsidRPr="009E44C2" w:rsidRDefault="00717CD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17CDC" w:rsidRDefault="00717CDC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17CDC" w:rsidRPr="009E44C2" w:rsidRDefault="00717CD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17CDC" w:rsidRDefault="00717CDC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17CDC" w:rsidRPr="00F470FB" w:rsidRDefault="00717CDC" w:rsidP="00F508F2">
            <w:pPr>
              <w:rPr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17CDC" w:rsidRDefault="00717CDC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17CDC" w:rsidRDefault="00717CDC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17CDC" w:rsidRPr="00827FDC" w:rsidRDefault="00717CDC" w:rsidP="00F508F2">
            <w:pPr>
              <w:rPr>
                <w:b/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17CDC" w:rsidRPr="00472C1C" w:rsidRDefault="00717CDC" w:rsidP="003945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717CDC" w:rsidRPr="00E6543F" w:rsidRDefault="00717CDC" w:rsidP="00F508F2">
            <w:pPr>
              <w:contextualSpacing/>
              <w:rPr>
                <w:b/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17CDC" w:rsidRDefault="00717CDC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</w:t>
            </w:r>
            <w:r w:rsidRPr="00050B6E">
              <w:rPr>
                <w:szCs w:val="28"/>
              </w:rPr>
              <w:t>з</w:t>
            </w:r>
            <w:r w:rsidRPr="00050B6E">
              <w:rPr>
                <w:szCs w:val="28"/>
              </w:rPr>
              <w:t>вития традиционного народного искусс</w:t>
            </w:r>
            <w:r w:rsidRPr="00050B6E">
              <w:rPr>
                <w:szCs w:val="28"/>
              </w:rPr>
              <w:t>т</w:t>
            </w:r>
            <w:r w:rsidRPr="00050B6E">
              <w:rPr>
                <w:szCs w:val="28"/>
              </w:rPr>
              <w:t>ва кубанского казачества, развития сам</w:t>
            </w:r>
            <w:r w:rsidRPr="00050B6E">
              <w:rPr>
                <w:szCs w:val="28"/>
              </w:rPr>
              <w:t>о</w:t>
            </w:r>
            <w:r w:rsidRPr="00050B6E">
              <w:rPr>
                <w:szCs w:val="28"/>
              </w:rPr>
              <w:t>деятельного художественного творчества, эстетического воспитания подрастающ</w:t>
            </w:r>
            <w:r w:rsidRPr="00050B6E">
              <w:rPr>
                <w:szCs w:val="28"/>
              </w:rPr>
              <w:t>е</w:t>
            </w:r>
            <w:r w:rsidRPr="00050B6E">
              <w:rPr>
                <w:szCs w:val="28"/>
              </w:rPr>
              <w:t>го поколения</w:t>
            </w:r>
          </w:p>
          <w:p w:rsidR="00717CDC" w:rsidRPr="00487189" w:rsidRDefault="00717CDC" w:rsidP="00F508F2">
            <w:pPr>
              <w:rPr>
                <w:b/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17CDC" w:rsidRDefault="00717CDC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717CDC" w:rsidRPr="00E64AB4" w:rsidRDefault="00717CDC" w:rsidP="00DB105C">
            <w:pPr>
              <w:rPr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17CDC" w:rsidRDefault="00717CD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17CDC" w:rsidRPr="002503EF" w:rsidRDefault="00717CDC" w:rsidP="00F508F2">
            <w:pPr>
              <w:rPr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17CDC" w:rsidRDefault="00717CD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717CDC" w:rsidRPr="009011B8" w:rsidRDefault="00717CDC" w:rsidP="00F508F2">
            <w:pPr>
              <w:rPr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17CDC" w:rsidRPr="002940B0" w:rsidRDefault="00717CD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17CDC" w:rsidRPr="002940B0" w:rsidRDefault="00717CD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17CDC" w:rsidRPr="002940B0" w:rsidRDefault="00717CD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17CDC" w:rsidRPr="002940B0" w:rsidRDefault="00717CD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17CDC" w:rsidRPr="002940B0" w:rsidRDefault="00717CD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17CDC" w:rsidRPr="002940B0" w:rsidRDefault="00717CD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17CDC" w:rsidRPr="009E44C2" w:rsidTr="00F508F2">
        <w:tc>
          <w:tcPr>
            <w:tcW w:w="14560" w:type="dxa"/>
            <w:gridSpan w:val="6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17CDC" w:rsidRPr="009E44C2" w:rsidTr="00F508F2">
        <w:tc>
          <w:tcPr>
            <w:tcW w:w="14560" w:type="dxa"/>
            <w:gridSpan w:val="6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17CDC" w:rsidRPr="009E44C2" w:rsidTr="00F508F2">
        <w:tc>
          <w:tcPr>
            <w:tcW w:w="6012" w:type="dxa"/>
          </w:tcPr>
          <w:p w:rsidR="00717CDC" w:rsidRPr="002940B0" w:rsidRDefault="00717CD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17CDC" w:rsidRPr="002940B0" w:rsidRDefault="00717C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17CDC" w:rsidRDefault="00717CDC" w:rsidP="007A6F08">
      <w:pPr>
        <w:jc w:val="center"/>
        <w:rPr>
          <w:b/>
          <w:szCs w:val="28"/>
        </w:rPr>
      </w:pPr>
    </w:p>
    <w:p w:rsidR="00717CDC" w:rsidRPr="00500747" w:rsidRDefault="00717CD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17CDC" w:rsidRDefault="00717CDC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17CDC" w:rsidRPr="00500747" w:rsidRDefault="00717CDC" w:rsidP="007A6F08">
      <w:pPr>
        <w:jc w:val="center"/>
        <w:rPr>
          <w:b/>
          <w:szCs w:val="28"/>
        </w:rPr>
      </w:pPr>
    </w:p>
    <w:p w:rsidR="00717CDC" w:rsidRPr="009D244C" w:rsidRDefault="00717CD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17CD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17CD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17CD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17CDC" w:rsidRDefault="00717CD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17CD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17CD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DC" w:rsidRPr="00434BB1" w:rsidRDefault="00717CDC" w:rsidP="00D43898">
            <w:pPr>
              <w:pStyle w:val="NoSpacing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717CDC" w:rsidRPr="00434BB1" w:rsidRDefault="00717CDC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717CD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DC" w:rsidRPr="00434BB1" w:rsidRDefault="00717CDC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</w:t>
            </w:r>
            <w:r w:rsidRPr="00434BB1">
              <w:rPr>
                <w:sz w:val="24"/>
                <w:szCs w:val="24"/>
              </w:rPr>
              <w:t>з</w:t>
            </w:r>
            <w:r w:rsidRPr="00434BB1">
              <w:rPr>
                <w:sz w:val="24"/>
                <w:szCs w:val="24"/>
              </w:rPr>
              <w:t>вития традиционного народного искусс</w:t>
            </w:r>
            <w:r w:rsidRPr="00434BB1">
              <w:rPr>
                <w:sz w:val="24"/>
                <w:szCs w:val="24"/>
              </w:rPr>
              <w:t>т</w:t>
            </w:r>
            <w:r w:rsidRPr="00434BB1">
              <w:rPr>
                <w:sz w:val="24"/>
                <w:szCs w:val="24"/>
              </w:rPr>
              <w:t>ва кубанского казачества, развития сам</w:t>
            </w:r>
            <w:r w:rsidRPr="00434BB1">
              <w:rPr>
                <w:sz w:val="24"/>
                <w:szCs w:val="24"/>
              </w:rPr>
              <w:t>о</w:t>
            </w:r>
            <w:r w:rsidRPr="00434BB1">
              <w:rPr>
                <w:sz w:val="24"/>
                <w:szCs w:val="24"/>
              </w:rPr>
              <w:t>деятельного художественного творчества, эстетического воспитания подрастающ</w:t>
            </w:r>
            <w:r w:rsidRPr="00434BB1">
              <w:rPr>
                <w:sz w:val="24"/>
                <w:szCs w:val="24"/>
              </w:rPr>
              <w:t>е</w:t>
            </w:r>
            <w:r w:rsidRPr="00434BB1">
              <w:rPr>
                <w:sz w:val="24"/>
                <w:szCs w:val="24"/>
              </w:rPr>
              <w:t>го поколения</w:t>
            </w:r>
          </w:p>
          <w:p w:rsidR="00717CDC" w:rsidRPr="00434BB1" w:rsidRDefault="00717CDC" w:rsidP="00D43898">
            <w:pPr>
              <w:rPr>
                <w:b/>
                <w:sz w:val="24"/>
                <w:szCs w:val="24"/>
              </w:rPr>
            </w:pPr>
          </w:p>
        </w:tc>
      </w:tr>
      <w:tr w:rsidR="00717CDC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0F6657" w:rsidRDefault="00717CDC" w:rsidP="008D3C2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CDC" w:rsidRPr="0057665A" w:rsidRDefault="00717CDC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717CDC" w:rsidRPr="0057665A" w:rsidRDefault="00717CDC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717CDC" w:rsidRPr="004822E2" w:rsidRDefault="00717CDC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17CDC" w:rsidRPr="00084F22" w:rsidRDefault="00717CDC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17CD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17CD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17CDC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8901BB" w:rsidRDefault="00717CDC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8901BB" w:rsidRDefault="00717CDC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CDC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8901BB" w:rsidRDefault="00717CDC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8901BB" w:rsidRDefault="00717CDC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DC" w:rsidRPr="00DB6469" w:rsidRDefault="00717CD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17CDC" w:rsidRPr="00DB6469" w:rsidRDefault="00717CD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17CDC" w:rsidRDefault="00717CDC" w:rsidP="003E51DA">
      <w:pPr>
        <w:jc w:val="center"/>
        <w:rPr>
          <w:b/>
          <w:szCs w:val="28"/>
        </w:rPr>
      </w:pPr>
    </w:p>
    <w:p w:rsidR="00717CDC" w:rsidRPr="009E44C2" w:rsidRDefault="00717CDC" w:rsidP="003E51DA">
      <w:pPr>
        <w:jc w:val="center"/>
        <w:rPr>
          <w:b/>
          <w:szCs w:val="28"/>
        </w:rPr>
      </w:pPr>
    </w:p>
    <w:p w:rsidR="00717CDC" w:rsidRDefault="00717CDC" w:rsidP="007A6F08">
      <w:pPr>
        <w:rPr>
          <w:sz w:val="24"/>
          <w:szCs w:val="24"/>
        </w:rPr>
        <w:sectPr w:rsidR="00717CD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17CDC" w:rsidRPr="003E51DA" w:rsidRDefault="00717CDC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17CDC" w:rsidRDefault="00717CDC" w:rsidP="003E51DA">
      <w:pPr>
        <w:pStyle w:val="ConsPlusNormal0"/>
        <w:ind w:firstLine="709"/>
        <w:jc w:val="both"/>
      </w:pPr>
    </w:p>
    <w:p w:rsidR="00717CDC" w:rsidRDefault="00717CD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17CDC" w:rsidRDefault="00717CD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17CDC" w:rsidRDefault="00717CD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17CDC" w:rsidRDefault="00717CD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17CDC" w:rsidRDefault="00717CD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17CDC" w:rsidRDefault="00717CD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17CDC" w:rsidRDefault="00717CD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17CDC" w:rsidRDefault="00717CD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17CDC" w:rsidRDefault="00717CD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17CDC" w:rsidRDefault="00717CD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17CDC" w:rsidRDefault="00717CD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17CDC" w:rsidRDefault="00717CD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17CDC" w:rsidRDefault="00717CD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17CDC" w:rsidRDefault="00717CD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17CDC" w:rsidRDefault="00717CDC" w:rsidP="00EF6F81">
      <w:pPr>
        <w:jc w:val="center"/>
        <w:rPr>
          <w:b/>
        </w:rPr>
      </w:pPr>
    </w:p>
    <w:p w:rsidR="00717CDC" w:rsidRDefault="00717CDC" w:rsidP="00EF6F81">
      <w:pPr>
        <w:jc w:val="center"/>
        <w:rPr>
          <w:b/>
        </w:rPr>
      </w:pPr>
    </w:p>
    <w:p w:rsidR="00717CDC" w:rsidRDefault="00717CD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17CDC" w:rsidRDefault="00717CD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17CDC" w:rsidRDefault="00717CD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17CDC" w:rsidRDefault="00717CDC" w:rsidP="00413494">
      <w:pPr>
        <w:jc w:val="both"/>
        <w:rPr>
          <w:szCs w:val="28"/>
        </w:rPr>
      </w:pPr>
    </w:p>
    <w:p w:rsidR="00717CDC" w:rsidRDefault="00717CDC" w:rsidP="00413494">
      <w:pPr>
        <w:jc w:val="both"/>
        <w:rPr>
          <w:szCs w:val="28"/>
        </w:rPr>
      </w:pPr>
    </w:p>
    <w:p w:rsidR="00717CDC" w:rsidRDefault="00717CDC" w:rsidP="00413494">
      <w:pPr>
        <w:jc w:val="both"/>
        <w:rPr>
          <w:szCs w:val="28"/>
        </w:rPr>
      </w:pPr>
    </w:p>
    <w:p w:rsidR="00717CDC" w:rsidRDefault="00717CDC" w:rsidP="00413494">
      <w:pPr>
        <w:jc w:val="both"/>
        <w:rPr>
          <w:szCs w:val="28"/>
        </w:rPr>
      </w:pPr>
    </w:p>
    <w:p w:rsidR="00717CDC" w:rsidRDefault="00717CDC" w:rsidP="00413494">
      <w:pPr>
        <w:jc w:val="both"/>
        <w:rPr>
          <w:szCs w:val="28"/>
        </w:rPr>
      </w:pPr>
    </w:p>
    <w:p w:rsidR="00717CDC" w:rsidRDefault="00717CDC" w:rsidP="00413494">
      <w:pPr>
        <w:jc w:val="both"/>
        <w:rPr>
          <w:b/>
        </w:rPr>
        <w:sectPr w:rsidR="00717CD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17CDC" w:rsidRDefault="00717CDC" w:rsidP="00E6162A">
      <w:pPr>
        <w:jc w:val="center"/>
        <w:rPr>
          <w:b/>
        </w:rPr>
      </w:pPr>
    </w:p>
    <w:sectPr w:rsidR="00717CD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CDC" w:rsidRDefault="00717CDC" w:rsidP="00EF6F81">
      <w:r>
        <w:separator/>
      </w:r>
    </w:p>
  </w:endnote>
  <w:endnote w:type="continuationSeparator" w:id="0">
    <w:p w:rsidR="00717CDC" w:rsidRDefault="00717CD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CDC" w:rsidRDefault="00717CDC" w:rsidP="00EF6F81">
      <w:r>
        <w:separator/>
      </w:r>
    </w:p>
  </w:footnote>
  <w:footnote w:type="continuationSeparator" w:id="0">
    <w:p w:rsidR="00717CDC" w:rsidRDefault="00717CD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DC" w:rsidRDefault="00717CD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DC" w:rsidRDefault="00717CDC">
    <w:pPr>
      <w:pStyle w:val="Header"/>
      <w:jc w:val="center"/>
    </w:pPr>
  </w:p>
  <w:p w:rsidR="00717CDC" w:rsidRDefault="00717CD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17CDC" w:rsidRPr="004E6D75" w:rsidRDefault="00717CD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81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2140</TotalTime>
  <Pages>6</Pages>
  <Words>875</Words>
  <Characters>4991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215</cp:revision>
  <cp:lastPrinted>2021-06-11T06:36:00Z</cp:lastPrinted>
  <dcterms:created xsi:type="dcterms:W3CDTF">2018-08-07T11:48:00Z</dcterms:created>
  <dcterms:modified xsi:type="dcterms:W3CDTF">2021-09-13T08:30:00Z</dcterms:modified>
</cp:coreProperties>
</file>