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C70CF" w:rsidRPr="00064846" w:rsidTr="00064846">
        <w:tc>
          <w:tcPr>
            <w:tcW w:w="8934" w:type="dxa"/>
          </w:tcPr>
          <w:p w:rsidR="001C70CF" w:rsidRPr="00064846" w:rsidRDefault="001C70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C70CF" w:rsidRDefault="001C70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C70CF" w:rsidRDefault="001C70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C70CF" w:rsidRPr="00EE5BAC" w:rsidRDefault="001C70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06.04.2022 г. № 61</w:t>
            </w:r>
          </w:p>
          <w:p w:rsidR="001C70CF" w:rsidRPr="00EE5BAC" w:rsidRDefault="001C70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C70CF" w:rsidRPr="00EE5BAC" w:rsidRDefault="001C70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C70CF" w:rsidRPr="00EE5BAC" w:rsidRDefault="001C70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C70CF" w:rsidRPr="00EE5BAC" w:rsidRDefault="001C70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C70CF" w:rsidRPr="00064846" w:rsidRDefault="001C70CF" w:rsidP="00DE12E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1C70CF" w:rsidRPr="00885C29" w:rsidRDefault="001C70CF" w:rsidP="001157F7"/>
    <w:p w:rsidR="001C70CF" w:rsidRDefault="001C70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C70CF" w:rsidRPr="00F36F5A" w:rsidRDefault="001C70CF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Default="001C70CF" w:rsidP="00BB769B">
      <w:pPr>
        <w:jc w:val="center"/>
        <w:rPr>
          <w:b/>
          <w:szCs w:val="28"/>
        </w:rPr>
      </w:pPr>
    </w:p>
    <w:p w:rsidR="001C70CF" w:rsidRPr="00950972" w:rsidRDefault="001C70C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C70CF" w:rsidRPr="00F36F5A" w:rsidRDefault="001C70CF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Pr="00631DB2" w:rsidRDefault="001C70CF" w:rsidP="00515088">
      <w:pPr>
        <w:tabs>
          <w:tab w:val="left" w:pos="4264"/>
        </w:tabs>
        <w:jc w:val="center"/>
        <w:rPr>
          <w:b/>
          <w:szCs w:val="28"/>
        </w:rPr>
      </w:pPr>
    </w:p>
    <w:p w:rsidR="001C70CF" w:rsidRPr="00950972" w:rsidRDefault="001C70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Pr="00855115" w:rsidRDefault="001C70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C70CF" w:rsidRDefault="001C70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C70CF" w:rsidRPr="00157189" w:rsidRDefault="001C70CF" w:rsidP="006F209F">
            <w:pPr>
              <w:rPr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Default="001C70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C70CF" w:rsidRPr="00190885" w:rsidRDefault="001C70CF" w:rsidP="006F209F">
            <w:pPr>
              <w:rPr>
                <w:b/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Default="001C70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C70CF" w:rsidRPr="00190885" w:rsidRDefault="001C70CF" w:rsidP="006F209F">
            <w:pPr>
              <w:rPr>
                <w:b/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Default="001C70CF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C70CF" w:rsidRPr="00A56F12" w:rsidRDefault="001C70CF" w:rsidP="006F209F">
            <w:pPr>
              <w:rPr>
                <w:b/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Pr="009C269D" w:rsidRDefault="001C70CF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1C70CF" w:rsidRPr="004D1434" w:rsidRDefault="001C70CF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C70CF" w:rsidRPr="000C3C23" w:rsidRDefault="001C70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Pr="00C76CC6" w:rsidRDefault="001C70CF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C70CF" w:rsidRDefault="001C70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C70CF" w:rsidRPr="00A46A72" w:rsidRDefault="001C70CF" w:rsidP="006F209F">
            <w:pPr>
              <w:rPr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C70CF" w:rsidRPr="00A46A72" w:rsidRDefault="001C70CF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C70CF" w:rsidRPr="00190885" w:rsidRDefault="001C70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C70CF" w:rsidRPr="00190885" w:rsidRDefault="001C70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C70CF" w:rsidRPr="00190885" w:rsidRDefault="001C70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C70CF" w:rsidRPr="00190885" w:rsidRDefault="001C70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C70CF" w:rsidRPr="00190885" w:rsidRDefault="001C70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C70CF" w:rsidRPr="00190885" w:rsidRDefault="001C70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337,7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337,7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C70CF" w:rsidRPr="00190885" w:rsidRDefault="001C70CF" w:rsidP="00FB08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337,7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337,7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70CF" w:rsidRPr="008A6FA1" w:rsidTr="006F209F">
        <w:tc>
          <w:tcPr>
            <w:tcW w:w="14560" w:type="dxa"/>
            <w:gridSpan w:val="6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70CF" w:rsidRPr="008A6FA1" w:rsidTr="006F209F">
        <w:tc>
          <w:tcPr>
            <w:tcW w:w="14560" w:type="dxa"/>
            <w:gridSpan w:val="6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</w:p>
        </w:tc>
      </w:tr>
      <w:tr w:rsidR="001C70CF" w:rsidRPr="008A6FA1" w:rsidTr="006F209F">
        <w:tc>
          <w:tcPr>
            <w:tcW w:w="6374" w:type="dxa"/>
          </w:tcPr>
          <w:p w:rsidR="001C70CF" w:rsidRPr="00190885" w:rsidRDefault="001C70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C70CF" w:rsidRPr="00190885" w:rsidRDefault="001C70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C70CF" w:rsidRPr="00950972" w:rsidRDefault="001C70CF" w:rsidP="00BB769B">
      <w:pPr>
        <w:jc w:val="center"/>
        <w:rPr>
          <w:b/>
          <w:szCs w:val="28"/>
        </w:rPr>
      </w:pPr>
    </w:p>
    <w:p w:rsidR="001C70CF" w:rsidRDefault="001C70CF" w:rsidP="00EF6F81">
      <w:pPr>
        <w:jc w:val="center"/>
        <w:rPr>
          <w:szCs w:val="28"/>
        </w:rPr>
        <w:sectPr w:rsidR="001C70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C70CF" w:rsidRDefault="001C70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C70CF" w:rsidRPr="00F36F5A" w:rsidRDefault="001C70CF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Default="001C70CF" w:rsidP="00225687">
      <w:pPr>
        <w:ind w:firstLine="709"/>
        <w:jc w:val="both"/>
      </w:pPr>
    </w:p>
    <w:p w:rsidR="001C70CF" w:rsidRDefault="001C70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C70CF" w:rsidRDefault="001C70CF" w:rsidP="00EF6F81">
      <w:pPr>
        <w:jc w:val="center"/>
        <w:rPr>
          <w:szCs w:val="28"/>
        </w:rPr>
      </w:pPr>
    </w:p>
    <w:p w:rsidR="001C70CF" w:rsidRPr="00F36F5A" w:rsidRDefault="001C70CF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Pr="00631DB2" w:rsidRDefault="001C70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C70CF" w:rsidTr="006F209F">
        <w:tc>
          <w:tcPr>
            <w:tcW w:w="648" w:type="dxa"/>
            <w:vMerge w:val="restart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C70CF" w:rsidRPr="00AC26F6" w:rsidRDefault="001C70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C70CF" w:rsidRPr="00AC26F6" w:rsidRDefault="001C70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C70CF" w:rsidTr="006F209F">
        <w:tc>
          <w:tcPr>
            <w:tcW w:w="648" w:type="dxa"/>
            <w:vMerge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C70CF" w:rsidRPr="00AC26F6" w:rsidRDefault="001C70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C70CF" w:rsidRPr="00AC26F6" w:rsidRDefault="001C70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C70CF" w:rsidTr="006F209F">
        <w:tc>
          <w:tcPr>
            <w:tcW w:w="648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C70CF" w:rsidRPr="00AC26F6" w:rsidRDefault="001C70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C70CF" w:rsidTr="006F209F">
        <w:tc>
          <w:tcPr>
            <w:tcW w:w="648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C70CF" w:rsidRPr="008903E0" w:rsidRDefault="001C70CF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1C70CF" w:rsidRPr="00AC26F6" w:rsidRDefault="001C70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1C70CF" w:rsidRPr="00A74297" w:rsidRDefault="001C70CF" w:rsidP="00225687">
      <w:pPr>
        <w:jc w:val="center"/>
        <w:rPr>
          <w:b/>
          <w:szCs w:val="28"/>
        </w:rPr>
      </w:pPr>
    </w:p>
    <w:p w:rsidR="001C70CF" w:rsidRPr="00225687" w:rsidRDefault="001C70CF">
      <w:pPr>
        <w:rPr>
          <w:sz w:val="6"/>
          <w:szCs w:val="6"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Default="001C70CF" w:rsidP="0054045D">
      <w:pPr>
        <w:pStyle w:val="ConsPlusNormal0"/>
        <w:jc w:val="center"/>
        <w:rPr>
          <w:b/>
        </w:rPr>
      </w:pPr>
    </w:p>
    <w:p w:rsidR="001C70CF" w:rsidRPr="003C75F8" w:rsidRDefault="001C70C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C70CF" w:rsidRPr="003C75F8" w:rsidRDefault="001C70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C70CF" w:rsidRPr="00F36F5A" w:rsidRDefault="001C70C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Pr="003C75F8" w:rsidRDefault="001C70C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C70CF" w:rsidRPr="00515088" w:rsidTr="006F209F">
        <w:tc>
          <w:tcPr>
            <w:tcW w:w="593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C70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C70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C70CF" w:rsidRPr="000319AE" w:rsidRDefault="001C70CF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C70CF" w:rsidRPr="00515088" w:rsidRDefault="001C70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C70CF" w:rsidRDefault="001C70CF" w:rsidP="0054045D">
      <w:pPr>
        <w:jc w:val="center"/>
        <w:rPr>
          <w:b/>
          <w:szCs w:val="28"/>
        </w:rPr>
      </w:pPr>
    </w:p>
    <w:p w:rsidR="001C70CF" w:rsidRPr="003C75F8" w:rsidRDefault="001C70CF" w:rsidP="0054045D">
      <w:pPr>
        <w:jc w:val="center"/>
        <w:rPr>
          <w:b/>
          <w:szCs w:val="28"/>
        </w:rPr>
      </w:pPr>
    </w:p>
    <w:p w:rsidR="001C70CF" w:rsidRPr="0054045D" w:rsidRDefault="001C70CF">
      <w:pPr>
        <w:rPr>
          <w:sz w:val="6"/>
          <w:szCs w:val="6"/>
        </w:rPr>
      </w:pPr>
    </w:p>
    <w:p w:rsidR="001C70CF" w:rsidRDefault="001C70CF" w:rsidP="00FA1A72">
      <w:pPr>
        <w:jc w:val="both"/>
        <w:rPr>
          <w:szCs w:val="28"/>
        </w:rPr>
      </w:pPr>
    </w:p>
    <w:p w:rsidR="001C70CF" w:rsidRDefault="001C70CF" w:rsidP="00FA1A72">
      <w:pPr>
        <w:jc w:val="both"/>
        <w:rPr>
          <w:szCs w:val="28"/>
        </w:rPr>
      </w:pPr>
    </w:p>
    <w:p w:rsidR="001C70CF" w:rsidRDefault="001C70CF" w:rsidP="00FA1A72">
      <w:pPr>
        <w:jc w:val="both"/>
        <w:rPr>
          <w:szCs w:val="28"/>
        </w:rPr>
      </w:pPr>
    </w:p>
    <w:p w:rsidR="001C70CF" w:rsidRDefault="001C70CF" w:rsidP="00FA1A72">
      <w:pPr>
        <w:jc w:val="both"/>
        <w:rPr>
          <w:szCs w:val="28"/>
        </w:rPr>
      </w:pPr>
    </w:p>
    <w:p w:rsidR="001C70CF" w:rsidRDefault="001C70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C70CF" w:rsidRPr="00F36F5A" w:rsidRDefault="001C70C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1C70CF" w:rsidRDefault="001C70CF" w:rsidP="00CC0414">
      <w:pPr>
        <w:jc w:val="center"/>
        <w:rPr>
          <w:b/>
          <w:szCs w:val="28"/>
        </w:rPr>
      </w:pPr>
    </w:p>
    <w:p w:rsidR="001C70CF" w:rsidRDefault="001C70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C70C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C70C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0C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500747" w:rsidRDefault="001C70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0CF" w:rsidRDefault="001C70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C70C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500747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C70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0319AE" w:rsidRDefault="001C70CF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1C70CF" w:rsidRPr="0072468C" w:rsidRDefault="001C70CF" w:rsidP="006F209F"/>
        </w:tc>
      </w:tr>
      <w:tr w:rsidR="001C70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0319AE" w:rsidRDefault="001C70CF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1C70CF" w:rsidRPr="0072468C" w:rsidRDefault="001C70CF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0C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72468C" w:rsidRDefault="001C70CF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CF" w:rsidRPr="0072468C" w:rsidRDefault="001C70CF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C70C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70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FB084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C70C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A518AD" w:rsidRDefault="001C70CF" w:rsidP="000319AE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A518AD" w:rsidRDefault="001C70CF" w:rsidP="00FB084E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0C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A518AD" w:rsidRDefault="001C70CF" w:rsidP="000319AE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A518AD" w:rsidRDefault="001C70CF" w:rsidP="00FB084E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F" w:rsidRPr="00B6573C" w:rsidRDefault="001C70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C70CF" w:rsidRPr="00B6573C" w:rsidRDefault="001C70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C70CF" w:rsidRDefault="001C70CF" w:rsidP="00EF6F81">
      <w:pPr>
        <w:jc w:val="center"/>
        <w:rPr>
          <w:szCs w:val="28"/>
        </w:rPr>
      </w:pPr>
    </w:p>
    <w:p w:rsidR="001C70CF" w:rsidRDefault="001C70CF" w:rsidP="00EF6F81">
      <w:pPr>
        <w:jc w:val="center"/>
        <w:rPr>
          <w:szCs w:val="28"/>
        </w:rPr>
        <w:sectPr w:rsidR="001C70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C70CF" w:rsidRPr="00484E94" w:rsidRDefault="001C70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C70CF" w:rsidRPr="00484E94" w:rsidRDefault="001C70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C70CF" w:rsidRPr="00484E94" w:rsidRDefault="001C70CF" w:rsidP="00484E94">
      <w:pPr>
        <w:pStyle w:val="ConsPlusNormal0"/>
        <w:jc w:val="center"/>
        <w:rPr>
          <w:szCs w:val="28"/>
        </w:rPr>
      </w:pPr>
    </w:p>
    <w:p w:rsidR="001C70CF" w:rsidRPr="0016103B" w:rsidRDefault="001C70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C70CF" w:rsidRPr="00484E94" w:rsidRDefault="001C70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C70CF" w:rsidRPr="00484E94" w:rsidRDefault="001C70CF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C70CF" w:rsidRDefault="001C70CF" w:rsidP="00484E94">
      <w:pPr>
        <w:jc w:val="both"/>
      </w:pPr>
    </w:p>
    <w:p w:rsidR="001C70CF" w:rsidRPr="00484E94" w:rsidRDefault="001C70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C70CF" w:rsidRPr="00484E94" w:rsidRDefault="001C70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C70CF" w:rsidRPr="00484E94" w:rsidRDefault="001C70CF" w:rsidP="00484E94">
      <w:pPr>
        <w:pStyle w:val="ConsPlusNormal0"/>
        <w:jc w:val="both"/>
        <w:rPr>
          <w:szCs w:val="28"/>
        </w:rPr>
      </w:pP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C70CF" w:rsidRDefault="001C70C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C70CF" w:rsidRPr="007F34E4" w:rsidRDefault="001C70C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C70CF" w:rsidRPr="007F34E4" w:rsidRDefault="001C70C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C70CF" w:rsidRPr="007F34E4" w:rsidRDefault="001C70C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C70CF" w:rsidRPr="007F34E4" w:rsidRDefault="001C70C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C70CF" w:rsidRPr="007F34E4" w:rsidRDefault="001C70C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C70CF" w:rsidRDefault="001C70CF" w:rsidP="00484E94">
      <w:pPr>
        <w:ind w:firstLine="709"/>
        <w:jc w:val="both"/>
        <w:rPr>
          <w:szCs w:val="28"/>
        </w:rPr>
      </w:pPr>
    </w:p>
    <w:p w:rsidR="001C70CF" w:rsidRDefault="001C70CF" w:rsidP="00484E94">
      <w:pPr>
        <w:ind w:firstLine="709"/>
        <w:jc w:val="both"/>
        <w:rPr>
          <w:szCs w:val="28"/>
        </w:rPr>
      </w:pPr>
    </w:p>
    <w:p w:rsidR="001C70CF" w:rsidRDefault="001C70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C70CF" w:rsidRDefault="001C70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C70CF" w:rsidRDefault="001C70CF" w:rsidP="00956CCE">
      <w:pPr>
        <w:rPr>
          <w:szCs w:val="28"/>
        </w:rPr>
        <w:sectPr w:rsidR="001C70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C70CF" w:rsidRDefault="001C70CF" w:rsidP="001F5CA2">
      <w:pPr>
        <w:jc w:val="center"/>
        <w:rPr>
          <w:b/>
        </w:rPr>
      </w:pPr>
    </w:p>
    <w:sectPr w:rsidR="001C70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0CF" w:rsidRDefault="001C70CF" w:rsidP="00EF6F81">
      <w:r>
        <w:separator/>
      </w:r>
    </w:p>
  </w:endnote>
  <w:endnote w:type="continuationSeparator" w:id="0">
    <w:p w:rsidR="001C70CF" w:rsidRDefault="001C70C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0CF" w:rsidRDefault="001C70CF" w:rsidP="00EF6F81">
      <w:r>
        <w:separator/>
      </w:r>
    </w:p>
  </w:footnote>
  <w:footnote w:type="continuationSeparator" w:id="0">
    <w:p w:rsidR="001C70CF" w:rsidRDefault="001C70C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CF" w:rsidRDefault="001C70C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CF" w:rsidRDefault="001C70CF">
    <w:pPr>
      <w:pStyle w:val="Header"/>
      <w:jc w:val="center"/>
    </w:pPr>
  </w:p>
  <w:p w:rsidR="001C70CF" w:rsidRDefault="001C70C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C70CF" w:rsidRPr="00064846" w:rsidRDefault="001C70C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C70CF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2B25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18AD"/>
    <w:rsid w:val="00A52731"/>
    <w:rsid w:val="00A56C25"/>
    <w:rsid w:val="00A56F12"/>
    <w:rsid w:val="00A643EC"/>
    <w:rsid w:val="00A67E38"/>
    <w:rsid w:val="00A70430"/>
    <w:rsid w:val="00A71BA7"/>
    <w:rsid w:val="00A72438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2090</TotalTime>
  <Pages>11</Pages>
  <Words>1688</Words>
  <Characters>9626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2022-04-07T08:34:00Z</dcterms:modified>
</cp:coreProperties>
</file>