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4" w:type="dxa"/>
        <w:tblInd w:w="-106" w:type="dxa"/>
        <w:tblLayout w:type="fixed"/>
        <w:tblLook w:val="00A0"/>
      </w:tblPr>
      <w:tblGrid>
        <w:gridCol w:w="8934"/>
        <w:gridCol w:w="5840"/>
      </w:tblGrid>
      <w:tr w:rsidR="00B278D4" w:rsidRPr="00064846" w:rsidTr="0003626C">
        <w:tc>
          <w:tcPr>
            <w:tcW w:w="8934" w:type="dxa"/>
          </w:tcPr>
          <w:p w:rsidR="00B278D4" w:rsidRPr="00064846" w:rsidRDefault="00B278D4" w:rsidP="00064846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840" w:type="dxa"/>
          </w:tcPr>
          <w:p w:rsidR="00B278D4" w:rsidRPr="00EE5BAC" w:rsidRDefault="00B278D4" w:rsidP="0051508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</w:t>
            </w:r>
            <w:r w:rsidRPr="00EE5BAC">
              <w:rPr>
                <w:kern w:val="1"/>
                <w:lang w:eastAsia="zh-CN"/>
              </w:rPr>
              <w:t>РИЛОЖЕНИЕ</w:t>
            </w:r>
          </w:p>
          <w:p w:rsidR="00B278D4" w:rsidRPr="00EE5BAC" w:rsidRDefault="00B278D4" w:rsidP="00515088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B278D4" w:rsidRPr="00EE5BAC" w:rsidRDefault="00B278D4" w:rsidP="00515088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B278D4" w:rsidRPr="00064846" w:rsidRDefault="00B278D4" w:rsidP="00515088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20.09.2022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155</w:t>
            </w:r>
          </w:p>
        </w:tc>
      </w:tr>
    </w:tbl>
    <w:p w:rsidR="00B278D4" w:rsidRPr="00885C29" w:rsidRDefault="00B278D4" w:rsidP="001157F7"/>
    <w:p w:rsidR="00B278D4" w:rsidRPr="00EE5BAC" w:rsidRDefault="00B278D4" w:rsidP="002A68D5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B278D4" w:rsidRDefault="00B278D4" w:rsidP="002A68D5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B278D4" w:rsidRPr="00EE5BAC" w:rsidRDefault="00B278D4" w:rsidP="002A68D5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B278D4" w:rsidRPr="00EE5BAC" w:rsidRDefault="00B278D4" w:rsidP="002A68D5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B278D4" w:rsidRDefault="00B278D4" w:rsidP="002A68D5">
      <w:pPr>
        <w:jc w:val="right"/>
        <w:rPr>
          <w:b/>
          <w:bCs/>
        </w:rPr>
      </w:pP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 xml:space="preserve">28.10.2021 </w:t>
      </w:r>
      <w:r w:rsidRPr="00EE5BAC">
        <w:rPr>
          <w:kern w:val="1"/>
          <w:lang w:eastAsia="zh-CN"/>
        </w:rPr>
        <w:t>№</w:t>
      </w:r>
      <w:r>
        <w:rPr>
          <w:kern w:val="1"/>
          <w:lang w:eastAsia="zh-CN"/>
        </w:rPr>
        <w:t xml:space="preserve"> 221</w:t>
      </w:r>
    </w:p>
    <w:p w:rsidR="00B278D4" w:rsidRDefault="00B278D4" w:rsidP="007B5B84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B278D4" w:rsidRPr="00033748" w:rsidRDefault="00B278D4" w:rsidP="00082596">
      <w:pPr>
        <w:jc w:val="center"/>
        <w:rPr>
          <w:b/>
          <w:bCs/>
        </w:rPr>
      </w:pPr>
      <w:r>
        <w:rPr>
          <w:b/>
          <w:bCs/>
        </w:rPr>
        <w:t>м</w:t>
      </w:r>
      <w:r w:rsidRPr="00BB769B">
        <w:rPr>
          <w:b/>
          <w:bCs/>
        </w:rPr>
        <w:t>униципальн</w:t>
      </w:r>
      <w:r>
        <w:rPr>
          <w:b/>
          <w:bCs/>
        </w:rPr>
        <w:t>ой программы</w:t>
      </w:r>
      <w:r w:rsidRPr="00BB769B">
        <w:rPr>
          <w:b/>
          <w:bCs/>
        </w:rPr>
        <w:t xml:space="preserve"> </w:t>
      </w:r>
      <w:r w:rsidRPr="00DC12AA">
        <w:rPr>
          <w:b/>
          <w:bCs/>
        </w:rPr>
        <w:t xml:space="preserve"> </w:t>
      </w:r>
      <w:r w:rsidRPr="00DE71AE">
        <w:rPr>
          <w:b/>
          <w:bCs/>
        </w:rPr>
        <w:t>«</w:t>
      </w:r>
      <w:r w:rsidRPr="00FC0078">
        <w:rPr>
          <w:b/>
          <w:bCs/>
        </w:rPr>
        <w:t>Реализация муниципальных функций, связанных с муниципальным управлением</w:t>
      </w:r>
      <w:r>
        <w:rPr>
          <w:b/>
          <w:bCs/>
        </w:rPr>
        <w:t xml:space="preserve"> </w:t>
      </w:r>
      <w:r w:rsidRPr="00033748">
        <w:rPr>
          <w:b/>
          <w:bCs/>
        </w:rPr>
        <w:t>в Старотитаровском сельском поселении Темрюкского района</w:t>
      </w:r>
      <w:r>
        <w:rPr>
          <w:b/>
          <w:bCs/>
        </w:rPr>
        <w:t>»</w:t>
      </w:r>
      <w:r w:rsidRPr="00033748">
        <w:rPr>
          <w:b/>
          <w:bCs/>
        </w:rPr>
        <w:t xml:space="preserve"> </w:t>
      </w:r>
    </w:p>
    <w:p w:rsidR="00B278D4" w:rsidRPr="00950972" w:rsidRDefault="00B278D4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278D4" w:rsidRPr="00855115" w:rsidRDefault="00B278D4" w:rsidP="006F209F">
            <w:r>
              <w:t>Заместитель главы Старотитаровского сельского поселения Темрюкского района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278D4" w:rsidRPr="00157189" w:rsidRDefault="00B278D4" w:rsidP="006F209F">
            <w:r w:rsidRPr="00157189">
              <w:t>не предусмотрено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57189">
              <w:t>не предусмотрено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278D4" w:rsidRDefault="00B278D4" w:rsidP="007B5B84">
            <w: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B278D4" w:rsidRPr="007B5B84" w:rsidRDefault="00B278D4" w:rsidP="007B5B84"/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278D4" w:rsidRDefault="00B278D4" w:rsidP="007B5B84">
            <w:r>
              <w:t>Создание условий для организации эффективного муниципального управления</w:t>
            </w:r>
          </w:p>
          <w:p w:rsidR="00B278D4" w:rsidRPr="004D1434" w:rsidRDefault="00B278D4" w:rsidP="007B5B84"/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278D4" w:rsidRPr="000C3C23" w:rsidRDefault="00B278D4" w:rsidP="006F209F">
            <w:r>
              <w:t>не предусмотрено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278D4" w:rsidRDefault="00B278D4" w:rsidP="00164E63">
            <w:r>
              <w:t>-</w:t>
            </w:r>
            <w:r w:rsidRPr="00DF199E">
              <w:rPr>
                <w:sz w:val="22"/>
                <w:szCs w:val="22"/>
              </w:rPr>
              <w:t xml:space="preserve"> </w:t>
            </w:r>
            <w:r w:rsidRPr="009F7348"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t>Старотитаровского сельского поселения Темрюкского района</w:t>
            </w:r>
            <w:r w:rsidRPr="009F7348">
              <w:t xml:space="preserve"> (без учета субвенций)</w:t>
            </w:r>
            <w:r>
              <w:t>;</w:t>
            </w:r>
          </w:p>
          <w:p w:rsidR="00B278D4" w:rsidRDefault="00B278D4" w:rsidP="00164E63">
            <w: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B278D4" w:rsidRPr="009F7348" w:rsidRDefault="00B278D4" w:rsidP="00164E63">
            <w: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B278D4" w:rsidRPr="00E77B66" w:rsidRDefault="00B278D4" w:rsidP="00164E63">
            <w:pPr>
              <w:pStyle w:val="a0"/>
              <w:rPr>
                <w:rFonts w:cs="Times New Roman"/>
              </w:rPr>
            </w:pP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278D4" w:rsidRDefault="00B278D4" w:rsidP="006F209F">
            <w:r>
              <w:t>не предусмотрено</w:t>
            </w:r>
          </w:p>
          <w:p w:rsidR="00B278D4" w:rsidRPr="00A46A72" w:rsidRDefault="00B278D4" w:rsidP="006F209F"/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278D4" w:rsidRPr="00A46A72" w:rsidRDefault="00B278D4" w:rsidP="006F209F">
            <w:r>
              <w:t>2022 год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278D4" w:rsidRPr="00190885" w:rsidRDefault="00B278D4" w:rsidP="006F209F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B278D4" w:rsidRPr="00190885" w:rsidRDefault="00B278D4" w:rsidP="006F209F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B278D4" w:rsidRPr="00190885" w:rsidRDefault="00B278D4" w:rsidP="006F209F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B278D4" w:rsidRPr="00190885" w:rsidRDefault="00B278D4" w:rsidP="006F209F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B278D4" w:rsidRPr="00190885" w:rsidRDefault="00B278D4" w:rsidP="006F209F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B278D4" w:rsidRPr="00190885" w:rsidRDefault="00B278D4" w:rsidP="006F209F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B278D4" w:rsidRPr="00190885" w:rsidRDefault="00B278D4" w:rsidP="006F209F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C76CC6">
            <w:pPr>
              <w:pStyle w:val="ConsPlusNormal0"/>
              <w:jc w:val="center"/>
            </w:pPr>
            <w:r>
              <w:t>7 195,5</w:t>
            </w:r>
          </w:p>
        </w:tc>
        <w:tc>
          <w:tcPr>
            <w:tcW w:w="1842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278D4" w:rsidRPr="00190885" w:rsidRDefault="00B278D4" w:rsidP="0055195E">
            <w:pPr>
              <w:pStyle w:val="ConsPlusNormal0"/>
              <w:jc w:val="center"/>
            </w:pPr>
            <w:r>
              <w:t>7 195,5</w:t>
            </w:r>
          </w:p>
        </w:tc>
        <w:tc>
          <w:tcPr>
            <w:tcW w:w="201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B278D4" w:rsidRPr="00190885" w:rsidRDefault="00B278D4" w:rsidP="0055195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7 195,5</w:t>
            </w:r>
          </w:p>
        </w:tc>
        <w:tc>
          <w:tcPr>
            <w:tcW w:w="1842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278D4" w:rsidRPr="00190885" w:rsidRDefault="00B278D4" w:rsidP="0055195E">
            <w:pPr>
              <w:pStyle w:val="ConsPlusNormal0"/>
              <w:jc w:val="center"/>
            </w:pPr>
            <w:r>
              <w:t>7 195,5</w:t>
            </w:r>
          </w:p>
        </w:tc>
        <w:tc>
          <w:tcPr>
            <w:tcW w:w="201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B278D4" w:rsidRPr="008A6FA1">
        <w:tc>
          <w:tcPr>
            <w:tcW w:w="14560" w:type="dxa"/>
            <w:gridSpan w:val="6"/>
          </w:tcPr>
          <w:p w:rsidR="00B278D4" w:rsidRPr="00190885" w:rsidRDefault="00B278D4" w:rsidP="006F209F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B278D4" w:rsidRPr="008A6FA1">
        <w:tc>
          <w:tcPr>
            <w:tcW w:w="14560" w:type="dxa"/>
            <w:gridSpan w:val="6"/>
          </w:tcPr>
          <w:p w:rsidR="00B278D4" w:rsidRPr="00190885" w:rsidRDefault="00B278D4" w:rsidP="006F209F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B278D4" w:rsidRPr="00190885" w:rsidRDefault="00B278D4" w:rsidP="006F209F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</w:p>
        </w:tc>
        <w:tc>
          <w:tcPr>
            <w:tcW w:w="1418" w:type="dxa"/>
          </w:tcPr>
          <w:p w:rsidR="00B278D4" w:rsidRPr="00190885" w:rsidRDefault="00B278D4" w:rsidP="006F209F">
            <w:pPr>
              <w:pStyle w:val="ConsPlusNormal0"/>
            </w:pPr>
          </w:p>
        </w:tc>
        <w:tc>
          <w:tcPr>
            <w:tcW w:w="1842" w:type="dxa"/>
          </w:tcPr>
          <w:p w:rsidR="00B278D4" w:rsidRPr="00190885" w:rsidRDefault="00B278D4" w:rsidP="006F209F">
            <w:pPr>
              <w:pStyle w:val="ConsPlusNormal0"/>
            </w:pPr>
          </w:p>
        </w:tc>
        <w:tc>
          <w:tcPr>
            <w:tcW w:w="1418" w:type="dxa"/>
          </w:tcPr>
          <w:p w:rsidR="00B278D4" w:rsidRPr="00190885" w:rsidRDefault="00B278D4" w:rsidP="006F209F">
            <w:pPr>
              <w:pStyle w:val="ConsPlusNormal0"/>
            </w:pPr>
          </w:p>
        </w:tc>
        <w:tc>
          <w:tcPr>
            <w:tcW w:w="1489" w:type="dxa"/>
          </w:tcPr>
          <w:p w:rsidR="00B278D4" w:rsidRPr="00190885" w:rsidRDefault="00B278D4" w:rsidP="006F209F">
            <w:pPr>
              <w:pStyle w:val="ConsPlusNormal0"/>
            </w:pPr>
          </w:p>
        </w:tc>
        <w:tc>
          <w:tcPr>
            <w:tcW w:w="2019" w:type="dxa"/>
          </w:tcPr>
          <w:p w:rsidR="00B278D4" w:rsidRPr="00190885" w:rsidRDefault="00B278D4" w:rsidP="006F209F">
            <w:pPr>
              <w:pStyle w:val="ConsPlusNormal0"/>
            </w:pPr>
          </w:p>
        </w:tc>
      </w:tr>
      <w:tr w:rsidR="00B278D4" w:rsidRPr="008A6FA1">
        <w:tc>
          <w:tcPr>
            <w:tcW w:w="6374" w:type="dxa"/>
          </w:tcPr>
          <w:p w:rsidR="00B278D4" w:rsidRPr="00190885" w:rsidRDefault="00B278D4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278D4" w:rsidRPr="00190885" w:rsidRDefault="00B278D4" w:rsidP="006F209F">
            <w:pPr>
              <w:pStyle w:val="ConsPlusNormal0"/>
              <w:jc w:val="center"/>
            </w:pPr>
            <w:r>
              <w:t>0,0</w:t>
            </w:r>
          </w:p>
        </w:tc>
      </w:tr>
    </w:tbl>
    <w:p w:rsidR="00B278D4" w:rsidRDefault="00B278D4" w:rsidP="00EF6F81">
      <w:pPr>
        <w:jc w:val="center"/>
        <w:sectPr w:rsidR="00B278D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278D4" w:rsidRDefault="00B278D4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6CCE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B278D4" w:rsidRDefault="00B278D4" w:rsidP="00CC0414">
      <w:pPr>
        <w:jc w:val="center"/>
        <w:rPr>
          <w:b/>
          <w:bCs/>
        </w:rPr>
      </w:pPr>
      <w:r w:rsidRPr="003C75F8">
        <w:rPr>
          <w:b/>
          <w:bCs/>
        </w:rPr>
        <w:t>муниципальной программы</w:t>
      </w:r>
      <w:r>
        <w:rPr>
          <w:b/>
          <w:bCs/>
        </w:rPr>
        <w:t xml:space="preserve"> </w:t>
      </w:r>
      <w:r w:rsidRPr="00DE71AE">
        <w:rPr>
          <w:b/>
          <w:bCs/>
        </w:rPr>
        <w:t>«</w:t>
      </w:r>
      <w:r w:rsidRPr="00FC0078">
        <w:rPr>
          <w:b/>
          <w:bCs/>
        </w:rPr>
        <w:t>Реализация муниципальных функций, связанных с муниципальным управлением</w:t>
      </w:r>
      <w:r>
        <w:rPr>
          <w:b/>
          <w:bCs/>
        </w:rPr>
        <w:t xml:space="preserve"> </w:t>
      </w:r>
      <w:r w:rsidRPr="00033748">
        <w:rPr>
          <w:b/>
          <w:bCs/>
        </w:rPr>
        <w:t>в Старотитаровском сельском поселении Темрюкского района</w:t>
      </w:r>
      <w:r>
        <w:rPr>
          <w:b/>
          <w:bCs/>
        </w:rPr>
        <w:t>»</w:t>
      </w:r>
    </w:p>
    <w:p w:rsidR="00B278D4" w:rsidRDefault="00B278D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B278D4" w:rsidRPr="00500747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278D4" w:rsidRPr="00500747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8D4" w:rsidRPr="00500747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D4" w:rsidRPr="00500747" w:rsidRDefault="00B278D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78D4" w:rsidRDefault="00B278D4" w:rsidP="00EF6F81">
      <w:pPr>
        <w:jc w:val="center"/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B278D4" w:rsidRPr="004F3F4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D4" w:rsidRPr="004F3F4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B278D4" w:rsidRPr="00B657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D4" w:rsidRPr="009B64B2" w:rsidRDefault="00B278D4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B278D4" w:rsidRPr="009B64B2" w:rsidRDefault="00B278D4" w:rsidP="006F209F">
            <w:pPr>
              <w:rPr>
                <w:sz w:val="24"/>
                <w:szCs w:val="24"/>
              </w:rPr>
            </w:pPr>
          </w:p>
        </w:tc>
      </w:tr>
      <w:tr w:rsidR="00B278D4" w:rsidRPr="00B657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D4" w:rsidRPr="009B64B2" w:rsidRDefault="00B278D4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B278D4" w:rsidRPr="007B6A88" w:rsidRDefault="00B278D4" w:rsidP="006F209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8D4" w:rsidRPr="00B6573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72468C" w:rsidRDefault="00B278D4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5519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7 195,5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8D4" w:rsidRPr="00A46040" w:rsidRDefault="00B278D4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278D4" w:rsidRPr="00B6573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5519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7 195,5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278D4" w:rsidRPr="00B6573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EA36DB" w:rsidRDefault="00B278D4" w:rsidP="000319AE">
            <w:pPr>
              <w:jc w:val="center"/>
              <w:rPr>
                <w:sz w:val="24"/>
                <w:szCs w:val="24"/>
              </w:rPr>
            </w:pPr>
            <w:r w:rsidRPr="00EA36DB">
              <w:rPr>
                <w:sz w:val="24"/>
                <w:szCs w:val="24"/>
              </w:rPr>
              <w:t>7 195,5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EA36DB" w:rsidRDefault="00B278D4" w:rsidP="00F821F9">
            <w:pPr>
              <w:jc w:val="center"/>
              <w:rPr>
                <w:sz w:val="24"/>
                <w:szCs w:val="24"/>
              </w:rPr>
            </w:pPr>
            <w:r w:rsidRPr="00EA36DB">
              <w:rPr>
                <w:sz w:val="24"/>
                <w:szCs w:val="24"/>
              </w:rPr>
              <w:t>7 195,5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8D4" w:rsidRPr="00B6573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EA36DB" w:rsidRDefault="00B278D4" w:rsidP="000319AE">
            <w:pPr>
              <w:jc w:val="center"/>
              <w:rPr>
                <w:sz w:val="24"/>
                <w:szCs w:val="24"/>
              </w:rPr>
            </w:pPr>
            <w:r w:rsidRPr="00EA36DB">
              <w:rPr>
                <w:sz w:val="24"/>
                <w:szCs w:val="24"/>
              </w:rPr>
              <w:t>7 195,5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EA36DB" w:rsidRDefault="00B278D4" w:rsidP="00F821F9">
            <w:pPr>
              <w:jc w:val="center"/>
              <w:rPr>
                <w:sz w:val="24"/>
                <w:szCs w:val="24"/>
              </w:rPr>
            </w:pPr>
            <w:r w:rsidRPr="00EA36DB">
              <w:rPr>
                <w:sz w:val="24"/>
                <w:szCs w:val="24"/>
              </w:rPr>
              <w:t>7 195,5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D4" w:rsidRPr="00B6573C" w:rsidRDefault="00B278D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B278D4" w:rsidRPr="00B6573C" w:rsidRDefault="00B278D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278D4" w:rsidRDefault="00B278D4" w:rsidP="00EF6F81">
      <w:pPr>
        <w:jc w:val="center"/>
      </w:pPr>
    </w:p>
    <w:p w:rsidR="00B278D4" w:rsidRDefault="00B278D4" w:rsidP="00EF6F81">
      <w:pPr>
        <w:jc w:val="center"/>
      </w:pPr>
    </w:p>
    <w:p w:rsidR="00B278D4" w:rsidRDefault="00B278D4" w:rsidP="00EF6F81">
      <w:pPr>
        <w:jc w:val="center"/>
      </w:pPr>
    </w:p>
    <w:p w:rsidR="00B278D4" w:rsidRDefault="00B278D4" w:rsidP="00EF6F81">
      <w:pPr>
        <w:jc w:val="center"/>
      </w:pPr>
    </w:p>
    <w:p w:rsidR="00B278D4" w:rsidRDefault="00B278D4" w:rsidP="0083637B">
      <w:r>
        <w:t>Заместитель главы Старотитаровского</w:t>
      </w:r>
    </w:p>
    <w:p w:rsidR="00B278D4" w:rsidRDefault="00B278D4" w:rsidP="0083637B">
      <w:r>
        <w:t>сельского поселения Темрюкского района                                                                                                         Т.И. Опарина</w:t>
      </w:r>
    </w:p>
    <w:p w:rsidR="00B278D4" w:rsidRDefault="00B278D4" w:rsidP="001F5CA2">
      <w:pPr>
        <w:jc w:val="center"/>
        <w:rPr>
          <w:b/>
          <w:bCs/>
        </w:rPr>
      </w:pPr>
      <w:r>
        <w:t xml:space="preserve">                              </w:t>
      </w:r>
    </w:p>
    <w:sectPr w:rsidR="00B278D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8D4" w:rsidRDefault="00B278D4" w:rsidP="00EF6F81">
      <w:r>
        <w:separator/>
      </w:r>
    </w:p>
  </w:endnote>
  <w:endnote w:type="continuationSeparator" w:id="0">
    <w:p w:rsidR="00B278D4" w:rsidRDefault="00B278D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8D4" w:rsidRDefault="00B278D4" w:rsidP="00EF6F81">
      <w:r>
        <w:separator/>
      </w:r>
    </w:p>
  </w:footnote>
  <w:footnote w:type="continuationSeparator" w:id="0">
    <w:p w:rsidR="00B278D4" w:rsidRDefault="00B278D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8D4" w:rsidRDefault="00B278D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8D4" w:rsidRDefault="00B278D4">
    <w:pPr>
      <w:pStyle w:val="Header"/>
      <w:jc w:val="center"/>
    </w:pPr>
  </w:p>
  <w:p w:rsidR="00B278D4" w:rsidRDefault="00B278D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B278D4" w:rsidRPr="00064846" w:rsidRDefault="00B278D4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26C"/>
    <w:rsid w:val="00036BA0"/>
    <w:rsid w:val="000379B6"/>
    <w:rsid w:val="00046F33"/>
    <w:rsid w:val="000520B4"/>
    <w:rsid w:val="0005300F"/>
    <w:rsid w:val="0005555B"/>
    <w:rsid w:val="00063EDE"/>
    <w:rsid w:val="00064846"/>
    <w:rsid w:val="000669A4"/>
    <w:rsid w:val="00067C9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28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3D06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67FA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68D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3456"/>
    <w:rsid w:val="00337501"/>
    <w:rsid w:val="0034405A"/>
    <w:rsid w:val="00345A6E"/>
    <w:rsid w:val="00347A6F"/>
    <w:rsid w:val="003547EA"/>
    <w:rsid w:val="003559DB"/>
    <w:rsid w:val="00357F42"/>
    <w:rsid w:val="0037180A"/>
    <w:rsid w:val="003724CA"/>
    <w:rsid w:val="00374409"/>
    <w:rsid w:val="0037448A"/>
    <w:rsid w:val="00374C60"/>
    <w:rsid w:val="00375839"/>
    <w:rsid w:val="00376342"/>
    <w:rsid w:val="0038326C"/>
    <w:rsid w:val="00383BA9"/>
    <w:rsid w:val="00385F3F"/>
    <w:rsid w:val="00394A6D"/>
    <w:rsid w:val="003979F5"/>
    <w:rsid w:val="003A0AD1"/>
    <w:rsid w:val="003A22AB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2B74"/>
    <w:rsid w:val="004E5D5A"/>
    <w:rsid w:val="004E660F"/>
    <w:rsid w:val="004F3F4C"/>
    <w:rsid w:val="00500747"/>
    <w:rsid w:val="0050378D"/>
    <w:rsid w:val="0050519C"/>
    <w:rsid w:val="00506C43"/>
    <w:rsid w:val="00510238"/>
    <w:rsid w:val="00510D19"/>
    <w:rsid w:val="00515088"/>
    <w:rsid w:val="0053507E"/>
    <w:rsid w:val="00535478"/>
    <w:rsid w:val="0054045D"/>
    <w:rsid w:val="0054063E"/>
    <w:rsid w:val="005450A9"/>
    <w:rsid w:val="005455E1"/>
    <w:rsid w:val="0055195E"/>
    <w:rsid w:val="0055229B"/>
    <w:rsid w:val="00553CFA"/>
    <w:rsid w:val="005565F2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2B9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1449"/>
    <w:rsid w:val="00644F8C"/>
    <w:rsid w:val="00653139"/>
    <w:rsid w:val="00660B50"/>
    <w:rsid w:val="00662F28"/>
    <w:rsid w:val="00667129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13B0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5CD2"/>
    <w:rsid w:val="00721A8E"/>
    <w:rsid w:val="0072468C"/>
    <w:rsid w:val="00734314"/>
    <w:rsid w:val="00736812"/>
    <w:rsid w:val="00740873"/>
    <w:rsid w:val="00741C5B"/>
    <w:rsid w:val="00741FA6"/>
    <w:rsid w:val="00745D1A"/>
    <w:rsid w:val="00756022"/>
    <w:rsid w:val="00760893"/>
    <w:rsid w:val="00764E56"/>
    <w:rsid w:val="007820A3"/>
    <w:rsid w:val="00782AE6"/>
    <w:rsid w:val="00783D2D"/>
    <w:rsid w:val="0078526C"/>
    <w:rsid w:val="007930E1"/>
    <w:rsid w:val="007A41C0"/>
    <w:rsid w:val="007A4F64"/>
    <w:rsid w:val="007A6F08"/>
    <w:rsid w:val="007B07E9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3637B"/>
    <w:rsid w:val="0084599C"/>
    <w:rsid w:val="00845C4E"/>
    <w:rsid w:val="00845D5F"/>
    <w:rsid w:val="00846A87"/>
    <w:rsid w:val="00846C01"/>
    <w:rsid w:val="00855115"/>
    <w:rsid w:val="00856E1E"/>
    <w:rsid w:val="00871B5F"/>
    <w:rsid w:val="00876805"/>
    <w:rsid w:val="00883BAB"/>
    <w:rsid w:val="0088579A"/>
    <w:rsid w:val="00885C29"/>
    <w:rsid w:val="008903E0"/>
    <w:rsid w:val="00890443"/>
    <w:rsid w:val="008924E5"/>
    <w:rsid w:val="00896A24"/>
    <w:rsid w:val="008973F8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678CD"/>
    <w:rsid w:val="00970926"/>
    <w:rsid w:val="00971522"/>
    <w:rsid w:val="00972A9E"/>
    <w:rsid w:val="0097458B"/>
    <w:rsid w:val="009745F9"/>
    <w:rsid w:val="009838F0"/>
    <w:rsid w:val="00985003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23FAD"/>
    <w:rsid w:val="00A246CC"/>
    <w:rsid w:val="00A30B42"/>
    <w:rsid w:val="00A30FFE"/>
    <w:rsid w:val="00A321A0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7E59"/>
    <w:rsid w:val="00AC26F6"/>
    <w:rsid w:val="00AC6410"/>
    <w:rsid w:val="00AC6F55"/>
    <w:rsid w:val="00AD7804"/>
    <w:rsid w:val="00AE09CA"/>
    <w:rsid w:val="00AE1FA7"/>
    <w:rsid w:val="00AE3995"/>
    <w:rsid w:val="00AE7059"/>
    <w:rsid w:val="00AF1DE5"/>
    <w:rsid w:val="00AF3593"/>
    <w:rsid w:val="00AF35BD"/>
    <w:rsid w:val="00AF362F"/>
    <w:rsid w:val="00B07228"/>
    <w:rsid w:val="00B12FB3"/>
    <w:rsid w:val="00B135C2"/>
    <w:rsid w:val="00B149A9"/>
    <w:rsid w:val="00B1619A"/>
    <w:rsid w:val="00B2042B"/>
    <w:rsid w:val="00B20B96"/>
    <w:rsid w:val="00B2367E"/>
    <w:rsid w:val="00B2394D"/>
    <w:rsid w:val="00B23A0A"/>
    <w:rsid w:val="00B265D2"/>
    <w:rsid w:val="00B278D4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1AFD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61AED"/>
    <w:rsid w:val="00C71CC2"/>
    <w:rsid w:val="00C72F57"/>
    <w:rsid w:val="00C75EAF"/>
    <w:rsid w:val="00C76645"/>
    <w:rsid w:val="00C769C5"/>
    <w:rsid w:val="00C76CC6"/>
    <w:rsid w:val="00C8136C"/>
    <w:rsid w:val="00C83382"/>
    <w:rsid w:val="00C83A31"/>
    <w:rsid w:val="00C87C9C"/>
    <w:rsid w:val="00CA247E"/>
    <w:rsid w:val="00CA61D6"/>
    <w:rsid w:val="00CA63B2"/>
    <w:rsid w:val="00CA76C1"/>
    <w:rsid w:val="00CB24FB"/>
    <w:rsid w:val="00CB6D46"/>
    <w:rsid w:val="00CC0414"/>
    <w:rsid w:val="00CC3853"/>
    <w:rsid w:val="00CD1437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17567"/>
    <w:rsid w:val="00D21B4F"/>
    <w:rsid w:val="00D2251E"/>
    <w:rsid w:val="00D341F7"/>
    <w:rsid w:val="00D3506A"/>
    <w:rsid w:val="00D4650A"/>
    <w:rsid w:val="00D50A29"/>
    <w:rsid w:val="00D510F8"/>
    <w:rsid w:val="00D534F0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18DD"/>
    <w:rsid w:val="00DC2DD5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A36DB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571EC"/>
    <w:rsid w:val="00F658C8"/>
    <w:rsid w:val="00F65DF0"/>
    <w:rsid w:val="00F677FC"/>
    <w:rsid w:val="00F67E40"/>
    <w:rsid w:val="00F707E1"/>
    <w:rsid w:val="00F80B7C"/>
    <w:rsid w:val="00F821F9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D7192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7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2359</TotalTime>
  <Pages>5</Pages>
  <Words>632</Words>
  <Characters>3605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260</cp:revision>
  <cp:lastPrinted>2021-09-28T10:09:00Z</cp:lastPrinted>
  <dcterms:created xsi:type="dcterms:W3CDTF">2018-08-07T11:48:00Z</dcterms:created>
  <dcterms:modified xsi:type="dcterms:W3CDTF">2022-09-20T08:53:00Z</dcterms:modified>
</cp:coreProperties>
</file>