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7F" w:rsidRDefault="002E7F7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2E7F7F" w:rsidRDefault="002E7F7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E7F7F" w:rsidRDefault="002E7F7F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2E7F7F" w:rsidRDefault="002E7F7F" w:rsidP="001C365A">
      <w:pPr>
        <w:jc w:val="center"/>
        <w:rPr>
          <w:b/>
          <w:sz w:val="28"/>
          <w:szCs w:val="28"/>
        </w:rPr>
      </w:pPr>
    </w:p>
    <w:p w:rsidR="002E7F7F" w:rsidRPr="001C365A" w:rsidRDefault="002E7F7F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2E7F7F" w:rsidRPr="001C365A" w:rsidRDefault="002E7F7F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E7F7F" w:rsidRDefault="002E7F7F" w:rsidP="004F3B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298</w:t>
      </w:r>
    </w:p>
    <w:p w:rsidR="002E7F7F" w:rsidRDefault="002E7F7F" w:rsidP="004F3BF5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LXXIX</w:t>
      </w:r>
      <w:r w:rsidRPr="004F3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созыва</w:t>
      </w:r>
    </w:p>
    <w:p w:rsidR="002E7F7F" w:rsidRDefault="002E7F7F" w:rsidP="004F3BF5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«22»  мая </w:t>
      </w:r>
      <w:r w:rsidRPr="004F3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2014 года                                                    ст. Старотитаровская</w:t>
      </w:r>
    </w:p>
    <w:p w:rsidR="002E7F7F" w:rsidRDefault="002E7F7F" w:rsidP="004F3B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E7F7F" w:rsidRPr="00AE0D03" w:rsidRDefault="002E7F7F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E7F7F" w:rsidRPr="00D20277" w:rsidRDefault="002E7F7F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E7F7F" w:rsidRPr="00A12DC4" w:rsidRDefault="002E7F7F" w:rsidP="000D18D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 w:rsidRPr="00E752EF">
        <w:rPr>
          <w:rFonts w:ascii="Times New Roman" w:hAnsi="Times New Roman"/>
          <w:sz w:val="28"/>
          <w:szCs w:val="28"/>
        </w:rPr>
        <w:t xml:space="preserve"> и в связи с необходимостью увеличения безвозмездных поступлений из краевого бюджета в бюджет Старотитаровского сельского 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1 181,3</w:t>
      </w:r>
      <w:r w:rsidRPr="00E752EF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E752EF">
        <w:rPr>
          <w:rFonts w:ascii="Times New Roman" w:hAnsi="Times New Roman"/>
          <w:sz w:val="28"/>
          <w:szCs w:val="28"/>
        </w:rPr>
        <w:t>увеличени</w:t>
      </w:r>
      <w:r>
        <w:rPr>
          <w:rFonts w:ascii="Times New Roman" w:hAnsi="Times New Roman"/>
          <w:sz w:val="28"/>
          <w:szCs w:val="28"/>
        </w:rPr>
        <w:t>ем неналоговых доходов в сумме 65,7 тыс.руб</w:t>
      </w:r>
      <w:r w:rsidRPr="00E752EF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2DC4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2E7F7F" w:rsidRPr="004525A0" w:rsidRDefault="002E7F7F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2E7F7F" w:rsidRPr="004525A0" w:rsidRDefault="002E7F7F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поселения Темрюкского района на 2014 год:</w:t>
      </w:r>
    </w:p>
    <w:p w:rsidR="002E7F7F" w:rsidRPr="004525A0" w:rsidRDefault="002E7F7F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40 435,6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41 682,6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2E7F7F" w:rsidRPr="004525A0" w:rsidRDefault="002E7F7F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>асходов в сумме» слова «40 541,6</w:t>
      </w:r>
      <w:r w:rsidRPr="004525A0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>блей» заменить словами «41 788,5</w:t>
      </w:r>
      <w:r w:rsidRPr="004525A0">
        <w:rPr>
          <w:rFonts w:ascii="Times New Roman" w:hAnsi="Times New Roman"/>
          <w:sz w:val="28"/>
          <w:szCs w:val="28"/>
        </w:rPr>
        <w:t xml:space="preserve"> тыс. рублей»;</w:t>
      </w:r>
    </w:p>
    <w:p w:rsidR="002E7F7F" w:rsidRPr="004525A0" w:rsidRDefault="002E7F7F" w:rsidP="004525A0">
      <w:pPr>
        <w:pStyle w:val="BodyTextIndent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r w:rsidRPr="004525A0">
        <w:rPr>
          <w:sz w:val="28"/>
          <w:szCs w:val="28"/>
        </w:rPr>
        <w:t>Старотитаровского сельского посел</w:t>
      </w:r>
      <w:r>
        <w:rPr>
          <w:sz w:val="28"/>
          <w:szCs w:val="28"/>
        </w:rPr>
        <w:t>ения Темрюкского района  на 2014</w:t>
      </w:r>
      <w:r w:rsidRPr="004525A0">
        <w:rPr>
          <w:sz w:val="28"/>
          <w:szCs w:val="28"/>
        </w:rPr>
        <w:t xml:space="preserve"> год»  изложить  в новой редакции, согласно приложению 1 к настоящему решению.  </w:t>
      </w:r>
    </w:p>
    <w:p w:rsidR="002E7F7F" w:rsidRPr="004525A0" w:rsidRDefault="002E7F7F" w:rsidP="00452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Pr="004525A0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Старотитаровского сельского посел</w:t>
      </w:r>
      <w:r>
        <w:rPr>
          <w:rFonts w:ascii="Times New Roman" w:hAnsi="Times New Roman"/>
          <w:sz w:val="28"/>
          <w:szCs w:val="28"/>
        </w:rPr>
        <w:t>ения Темрюкского района  на 2014</w:t>
      </w:r>
      <w:r w:rsidRPr="004525A0">
        <w:rPr>
          <w:rFonts w:ascii="Times New Roman" w:hAnsi="Times New Roman"/>
          <w:sz w:val="28"/>
          <w:szCs w:val="28"/>
        </w:rPr>
        <w:t xml:space="preserve"> год»:                 </w:t>
      </w:r>
    </w:p>
    <w:p w:rsidR="002E7F7F" w:rsidRDefault="002E7F7F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уменьшить</w:t>
      </w:r>
      <w:r w:rsidRPr="004525A0">
        <w:rPr>
          <w:rFonts w:ascii="Times New Roman" w:hAnsi="Times New Roman"/>
          <w:sz w:val="28"/>
          <w:szCs w:val="28"/>
        </w:rPr>
        <w:t xml:space="preserve"> расходы: </w:t>
      </w:r>
    </w:p>
    <w:p w:rsidR="002E7F7F" w:rsidRDefault="002E7F7F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в п.1 «Общегосударственные вопросы» цифру «15 353,4 тыс.руб.» заменить цифрой «15 353,3»</w:t>
      </w:r>
    </w:p>
    <w:p w:rsidR="002E7F7F" w:rsidRPr="00574F82" w:rsidRDefault="002E7F7F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2)в п.3 «</w:t>
      </w:r>
      <w:r w:rsidRPr="00574F82"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>
        <w:rPr>
          <w:rFonts w:ascii="Times New Roman" w:hAnsi="Times New Roman"/>
          <w:sz w:val="28"/>
          <w:szCs w:val="28"/>
        </w:rPr>
        <w:t>» цифру «1 059,7 тыс.руб.» заменить цифрой «1 085,5 тыс.руб»</w:t>
      </w:r>
    </w:p>
    <w:p w:rsidR="002E7F7F" w:rsidRDefault="002E7F7F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3)в п.4 «</w:t>
      </w:r>
      <w:r w:rsidRPr="00BF5C87">
        <w:rPr>
          <w:rFonts w:ascii="Times New Roman" w:hAnsi="Times New Roman"/>
          <w:sz w:val="28"/>
          <w:szCs w:val="28"/>
        </w:rPr>
        <w:t>Национальная</w:t>
      </w:r>
      <w:r>
        <w:rPr>
          <w:rFonts w:ascii="Times New Roman" w:hAnsi="Times New Roman"/>
          <w:sz w:val="28"/>
          <w:szCs w:val="28"/>
        </w:rPr>
        <w:t xml:space="preserve"> экономика</w:t>
      </w:r>
      <w:r w:rsidRPr="00BF5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 цифру «6269,8 тыс.руб.» заменить цифрой «6639,1 тыс.руб»;</w:t>
      </w:r>
    </w:p>
    <w:p w:rsidR="002E7F7F" w:rsidRDefault="002E7F7F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4) в п.5 «Жилищно-коммунальное хозяйство» цифру «6 113,4 тыс.руб.» заменить цифрой «5 784,1 тыс.руб.»</w:t>
      </w:r>
    </w:p>
    <w:p w:rsidR="002E7F7F" w:rsidRPr="004525A0" w:rsidRDefault="002E7F7F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5) в п.7 «Культура, кинематография» цифру «7 983,7 тыс.руб.» заменить цифрой «9 165,0 тыс.руб.»</w:t>
      </w:r>
    </w:p>
    <w:p w:rsidR="002E7F7F" w:rsidRPr="004525A0" w:rsidRDefault="002E7F7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2E7F7F" w:rsidRPr="004525A0" w:rsidRDefault="002E7F7F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4525A0">
        <w:rPr>
          <w:rFonts w:ascii="Times New Roman" w:hAnsi="Times New Roman"/>
          <w:sz w:val="28"/>
          <w:szCs w:val="28"/>
        </w:rPr>
        <w:t>.П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>» изложить  в новой редакции согласно приложению 3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2E7F7F" w:rsidRPr="004525A0" w:rsidRDefault="002E7F7F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</w:t>
      </w:r>
      <w:r w:rsidRPr="004525A0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района, перечень статей и видов источников финансирования дефицитов бюджетов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4525A0">
        <w:rPr>
          <w:rFonts w:ascii="Times New Roman" w:hAnsi="Times New Roman"/>
          <w:sz w:val="28"/>
          <w:szCs w:val="28"/>
        </w:rPr>
        <w:t xml:space="preserve"> изложить  в новой редакции согласно приложению 4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2E7F7F" w:rsidRPr="004525A0" w:rsidRDefault="002E7F7F" w:rsidP="00D46237">
      <w:pPr>
        <w:pStyle w:val="PlainText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</w:t>
      </w:r>
      <w:r w:rsidRPr="004525A0">
        <w:rPr>
          <w:rFonts w:ascii="Times New Roman" w:hAnsi="Times New Roman" w:cs="Times New Roman"/>
          <w:sz w:val="28"/>
          <w:szCs w:val="28"/>
        </w:rPr>
        <w:t>. Контроль  за исполнением данного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(Т.М.Егорова) и эксперта по финансовым вопросам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</w:t>
      </w:r>
    </w:p>
    <w:p w:rsidR="002E7F7F" w:rsidRPr="004525A0" w:rsidRDefault="002E7F7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2E7F7F" w:rsidRPr="004525A0" w:rsidRDefault="002E7F7F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</w:t>
      </w:r>
      <w:r w:rsidRPr="004525A0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2E7F7F" w:rsidRPr="004525A0" w:rsidRDefault="002E7F7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E7F7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E7F7F" w:rsidRPr="00D07400" w:rsidRDefault="002E7F7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E7F7F" w:rsidRPr="00D07400" w:rsidRDefault="002E7F7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E7F7F" w:rsidRPr="00D07400" w:rsidRDefault="002E7F7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E7F7F" w:rsidRPr="00D07400" w:rsidRDefault="002E7F7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__________________В.П.Бондаренко</w:t>
            </w:r>
          </w:p>
          <w:p w:rsidR="002E7F7F" w:rsidRPr="00D07400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«22»  мая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E7F7F" w:rsidRPr="00D07400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E7F7F" w:rsidRPr="00D07400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E7F7F" w:rsidRPr="00D07400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_______________Н.Г.Красницкая</w:t>
            </w:r>
          </w:p>
          <w:p w:rsidR="002E7F7F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«22»  мая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2E7F7F" w:rsidRPr="00D07400" w:rsidRDefault="002E7F7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Экспертом по финансовым вопросам </w:t>
      </w: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Финансового отдела администрации</w:t>
      </w: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Л.В.Россомаха</w:t>
      </w: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7F7F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E7F7F" w:rsidRPr="004525A0" w:rsidRDefault="002E7F7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  Н.В.Ткаченко</w:t>
      </w:r>
    </w:p>
    <w:p w:rsidR="002E7F7F" w:rsidRPr="004525A0" w:rsidRDefault="002E7F7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7F7F" w:rsidRPr="004525A0" w:rsidRDefault="002E7F7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7F7F" w:rsidRPr="004525A0" w:rsidRDefault="002E7F7F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7F7F" w:rsidRDefault="002E7F7F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E7F7F" w:rsidRPr="00133802" w:rsidRDefault="002E7F7F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2E7F7F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F7F" w:rsidRDefault="002E7F7F" w:rsidP="00662DB0">
      <w:pPr>
        <w:spacing w:after="0" w:line="240" w:lineRule="auto"/>
      </w:pPr>
      <w:r>
        <w:separator/>
      </w:r>
    </w:p>
  </w:endnote>
  <w:endnote w:type="continuationSeparator" w:id="1">
    <w:p w:rsidR="002E7F7F" w:rsidRDefault="002E7F7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F7F" w:rsidRDefault="002E7F7F" w:rsidP="00662DB0">
      <w:pPr>
        <w:spacing w:after="0" w:line="240" w:lineRule="auto"/>
      </w:pPr>
      <w:r>
        <w:separator/>
      </w:r>
    </w:p>
  </w:footnote>
  <w:footnote w:type="continuationSeparator" w:id="1">
    <w:p w:rsidR="002E7F7F" w:rsidRDefault="002E7F7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7F" w:rsidRPr="00662DB0" w:rsidRDefault="002E7F7F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E7F7F" w:rsidRDefault="002E7F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12005"/>
    <w:rsid w:val="00023ECE"/>
    <w:rsid w:val="0004267F"/>
    <w:rsid w:val="000505B4"/>
    <w:rsid w:val="000715F2"/>
    <w:rsid w:val="00096C3B"/>
    <w:rsid w:val="000B2DA2"/>
    <w:rsid w:val="000B7939"/>
    <w:rsid w:val="000C354B"/>
    <w:rsid w:val="000D18D1"/>
    <w:rsid w:val="000D2263"/>
    <w:rsid w:val="000E0219"/>
    <w:rsid w:val="000E7724"/>
    <w:rsid w:val="000F29CF"/>
    <w:rsid w:val="000F2FE1"/>
    <w:rsid w:val="000F686D"/>
    <w:rsid w:val="001119EF"/>
    <w:rsid w:val="001228AE"/>
    <w:rsid w:val="00130AF1"/>
    <w:rsid w:val="001330FF"/>
    <w:rsid w:val="00133802"/>
    <w:rsid w:val="00136B99"/>
    <w:rsid w:val="00145967"/>
    <w:rsid w:val="001578E3"/>
    <w:rsid w:val="001620E4"/>
    <w:rsid w:val="001755C8"/>
    <w:rsid w:val="00184A0D"/>
    <w:rsid w:val="001A0FE9"/>
    <w:rsid w:val="001A2EC9"/>
    <w:rsid w:val="001A4F14"/>
    <w:rsid w:val="001A6178"/>
    <w:rsid w:val="001B04FA"/>
    <w:rsid w:val="001B106E"/>
    <w:rsid w:val="001B3081"/>
    <w:rsid w:val="001B726C"/>
    <w:rsid w:val="001C365A"/>
    <w:rsid w:val="001D0F57"/>
    <w:rsid w:val="001E40DF"/>
    <w:rsid w:val="00216A04"/>
    <w:rsid w:val="00226ABB"/>
    <w:rsid w:val="002321CB"/>
    <w:rsid w:val="002338C3"/>
    <w:rsid w:val="00241DEC"/>
    <w:rsid w:val="0025253B"/>
    <w:rsid w:val="00265EDD"/>
    <w:rsid w:val="002709E3"/>
    <w:rsid w:val="00270E48"/>
    <w:rsid w:val="00273F80"/>
    <w:rsid w:val="002A42F2"/>
    <w:rsid w:val="002B408D"/>
    <w:rsid w:val="002C4EE8"/>
    <w:rsid w:val="002D516C"/>
    <w:rsid w:val="002D782F"/>
    <w:rsid w:val="002E1E55"/>
    <w:rsid w:val="002E285D"/>
    <w:rsid w:val="002E2875"/>
    <w:rsid w:val="002E7F7F"/>
    <w:rsid w:val="002F1008"/>
    <w:rsid w:val="0030387E"/>
    <w:rsid w:val="00323DF6"/>
    <w:rsid w:val="0033577F"/>
    <w:rsid w:val="0034430E"/>
    <w:rsid w:val="00363BA4"/>
    <w:rsid w:val="00364452"/>
    <w:rsid w:val="00372B89"/>
    <w:rsid w:val="00377653"/>
    <w:rsid w:val="00384767"/>
    <w:rsid w:val="00386329"/>
    <w:rsid w:val="00386934"/>
    <w:rsid w:val="0039067A"/>
    <w:rsid w:val="003A4EA4"/>
    <w:rsid w:val="003C19E8"/>
    <w:rsid w:val="003D0B38"/>
    <w:rsid w:val="003E06E7"/>
    <w:rsid w:val="003E16B5"/>
    <w:rsid w:val="003E30A7"/>
    <w:rsid w:val="003F3478"/>
    <w:rsid w:val="00400729"/>
    <w:rsid w:val="00413981"/>
    <w:rsid w:val="004370DB"/>
    <w:rsid w:val="004405F6"/>
    <w:rsid w:val="00443744"/>
    <w:rsid w:val="00450EEB"/>
    <w:rsid w:val="004525A0"/>
    <w:rsid w:val="004567B4"/>
    <w:rsid w:val="00456D2F"/>
    <w:rsid w:val="0047347A"/>
    <w:rsid w:val="00487FF9"/>
    <w:rsid w:val="004B7845"/>
    <w:rsid w:val="004C6AD5"/>
    <w:rsid w:val="004D0F91"/>
    <w:rsid w:val="004D3127"/>
    <w:rsid w:val="004E50DF"/>
    <w:rsid w:val="004F03AD"/>
    <w:rsid w:val="004F3BF5"/>
    <w:rsid w:val="004F641C"/>
    <w:rsid w:val="004F6CE9"/>
    <w:rsid w:val="00501AB3"/>
    <w:rsid w:val="005028E9"/>
    <w:rsid w:val="00514C92"/>
    <w:rsid w:val="00517DCB"/>
    <w:rsid w:val="005207BD"/>
    <w:rsid w:val="00523443"/>
    <w:rsid w:val="00557070"/>
    <w:rsid w:val="005735F2"/>
    <w:rsid w:val="00573E0D"/>
    <w:rsid w:val="0057429B"/>
    <w:rsid w:val="00574F82"/>
    <w:rsid w:val="005A1DF5"/>
    <w:rsid w:val="005A2C1E"/>
    <w:rsid w:val="005A2D81"/>
    <w:rsid w:val="005B68B7"/>
    <w:rsid w:val="005B755E"/>
    <w:rsid w:val="005B7645"/>
    <w:rsid w:val="005D54CF"/>
    <w:rsid w:val="005D7A26"/>
    <w:rsid w:val="005E5234"/>
    <w:rsid w:val="005F6D2F"/>
    <w:rsid w:val="005F7BAC"/>
    <w:rsid w:val="0060190D"/>
    <w:rsid w:val="00610830"/>
    <w:rsid w:val="00616AEE"/>
    <w:rsid w:val="00632901"/>
    <w:rsid w:val="00634A60"/>
    <w:rsid w:val="00636607"/>
    <w:rsid w:val="0065729F"/>
    <w:rsid w:val="00662DB0"/>
    <w:rsid w:val="00664C2C"/>
    <w:rsid w:val="00667215"/>
    <w:rsid w:val="0068022E"/>
    <w:rsid w:val="00685D8A"/>
    <w:rsid w:val="006A1FDC"/>
    <w:rsid w:val="006C389A"/>
    <w:rsid w:val="006D12B6"/>
    <w:rsid w:val="006D28DF"/>
    <w:rsid w:val="006E23E7"/>
    <w:rsid w:val="006E4DF6"/>
    <w:rsid w:val="006F2E78"/>
    <w:rsid w:val="0071277C"/>
    <w:rsid w:val="007B4EA2"/>
    <w:rsid w:val="007D3DE7"/>
    <w:rsid w:val="007F5429"/>
    <w:rsid w:val="007F6D76"/>
    <w:rsid w:val="008026B7"/>
    <w:rsid w:val="008073C1"/>
    <w:rsid w:val="00811772"/>
    <w:rsid w:val="00833E2D"/>
    <w:rsid w:val="00853F04"/>
    <w:rsid w:val="00855239"/>
    <w:rsid w:val="008759CB"/>
    <w:rsid w:val="00884085"/>
    <w:rsid w:val="008927D9"/>
    <w:rsid w:val="008A480A"/>
    <w:rsid w:val="008C0E4F"/>
    <w:rsid w:val="008D0CAC"/>
    <w:rsid w:val="008D1582"/>
    <w:rsid w:val="008E004A"/>
    <w:rsid w:val="008F4C60"/>
    <w:rsid w:val="009051D6"/>
    <w:rsid w:val="00962CAC"/>
    <w:rsid w:val="00963E1F"/>
    <w:rsid w:val="00971619"/>
    <w:rsid w:val="00973BD9"/>
    <w:rsid w:val="00975A8C"/>
    <w:rsid w:val="00987130"/>
    <w:rsid w:val="00993047"/>
    <w:rsid w:val="009A00B4"/>
    <w:rsid w:val="009B54CA"/>
    <w:rsid w:val="009C505B"/>
    <w:rsid w:val="009D78D9"/>
    <w:rsid w:val="009E156D"/>
    <w:rsid w:val="009F1CF4"/>
    <w:rsid w:val="00A12DC4"/>
    <w:rsid w:val="00A30E06"/>
    <w:rsid w:val="00A33693"/>
    <w:rsid w:val="00A50FED"/>
    <w:rsid w:val="00A73B7F"/>
    <w:rsid w:val="00A94935"/>
    <w:rsid w:val="00AE0D03"/>
    <w:rsid w:val="00AE1448"/>
    <w:rsid w:val="00AF167E"/>
    <w:rsid w:val="00B0113B"/>
    <w:rsid w:val="00B04C3D"/>
    <w:rsid w:val="00B1136F"/>
    <w:rsid w:val="00B45F18"/>
    <w:rsid w:val="00B61D60"/>
    <w:rsid w:val="00B73272"/>
    <w:rsid w:val="00B827F2"/>
    <w:rsid w:val="00B863C8"/>
    <w:rsid w:val="00B90A4B"/>
    <w:rsid w:val="00B9456B"/>
    <w:rsid w:val="00BA4739"/>
    <w:rsid w:val="00BC4E2E"/>
    <w:rsid w:val="00BC6C2F"/>
    <w:rsid w:val="00BE09F0"/>
    <w:rsid w:val="00BE61EA"/>
    <w:rsid w:val="00BE639B"/>
    <w:rsid w:val="00BF5C87"/>
    <w:rsid w:val="00BF61A4"/>
    <w:rsid w:val="00BF689E"/>
    <w:rsid w:val="00BF7D03"/>
    <w:rsid w:val="00C06012"/>
    <w:rsid w:val="00C148BE"/>
    <w:rsid w:val="00C17D47"/>
    <w:rsid w:val="00C27751"/>
    <w:rsid w:val="00C66B66"/>
    <w:rsid w:val="00C67BBD"/>
    <w:rsid w:val="00C75173"/>
    <w:rsid w:val="00C953B8"/>
    <w:rsid w:val="00CA0533"/>
    <w:rsid w:val="00CA7E3C"/>
    <w:rsid w:val="00D038E9"/>
    <w:rsid w:val="00D07400"/>
    <w:rsid w:val="00D20277"/>
    <w:rsid w:val="00D3791D"/>
    <w:rsid w:val="00D46237"/>
    <w:rsid w:val="00D577ED"/>
    <w:rsid w:val="00D717C9"/>
    <w:rsid w:val="00D8178C"/>
    <w:rsid w:val="00D82040"/>
    <w:rsid w:val="00D8622D"/>
    <w:rsid w:val="00DB0996"/>
    <w:rsid w:val="00DB2376"/>
    <w:rsid w:val="00E10742"/>
    <w:rsid w:val="00E21EBF"/>
    <w:rsid w:val="00E2768D"/>
    <w:rsid w:val="00E3006A"/>
    <w:rsid w:val="00E36CF8"/>
    <w:rsid w:val="00E5329E"/>
    <w:rsid w:val="00E544C5"/>
    <w:rsid w:val="00E703ED"/>
    <w:rsid w:val="00E752EF"/>
    <w:rsid w:val="00E9734D"/>
    <w:rsid w:val="00EA57DE"/>
    <w:rsid w:val="00EA7FCD"/>
    <w:rsid w:val="00EB517F"/>
    <w:rsid w:val="00EE5431"/>
    <w:rsid w:val="00F04589"/>
    <w:rsid w:val="00F11E1F"/>
    <w:rsid w:val="00F202CD"/>
    <w:rsid w:val="00F27054"/>
    <w:rsid w:val="00F37F26"/>
    <w:rsid w:val="00F47F84"/>
    <w:rsid w:val="00F520DA"/>
    <w:rsid w:val="00F63CC6"/>
    <w:rsid w:val="00F763DF"/>
    <w:rsid w:val="00F83370"/>
    <w:rsid w:val="00FB57F4"/>
    <w:rsid w:val="00FB690A"/>
    <w:rsid w:val="00FC6D86"/>
    <w:rsid w:val="00FD3B44"/>
    <w:rsid w:val="00FD3BAA"/>
    <w:rsid w:val="00FE5142"/>
    <w:rsid w:val="00FE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753</TotalTime>
  <Pages>3</Pages>
  <Words>776</Words>
  <Characters>4429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121</cp:revision>
  <cp:lastPrinted>2014-01-30T11:45:00Z</cp:lastPrinted>
  <dcterms:created xsi:type="dcterms:W3CDTF">2012-12-07T11:21:00Z</dcterms:created>
  <dcterms:modified xsi:type="dcterms:W3CDTF">2014-05-23T07:28:00Z</dcterms:modified>
</cp:coreProperties>
</file>