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AF" w:rsidRDefault="00161CA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161CAF" w:rsidRDefault="00161CA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61CAF" w:rsidRDefault="00161CAF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161CAF" w:rsidRDefault="00161CAF" w:rsidP="001C365A">
      <w:pPr>
        <w:jc w:val="center"/>
        <w:rPr>
          <w:b/>
          <w:sz w:val="28"/>
          <w:szCs w:val="28"/>
        </w:rPr>
      </w:pPr>
    </w:p>
    <w:p w:rsidR="00161CAF" w:rsidRPr="001C365A" w:rsidRDefault="00161CAF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161CAF" w:rsidRPr="001C365A" w:rsidRDefault="00161CAF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161CAF" w:rsidRPr="001C365A" w:rsidRDefault="00161CAF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403</w:t>
      </w:r>
    </w:p>
    <w:p w:rsidR="00161CAF" w:rsidRDefault="00161CAF" w:rsidP="009E490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LXXXI</w:t>
      </w:r>
      <w:r w:rsidRPr="009E4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сессия                                                                  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161CAF" w:rsidRDefault="00161CAF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«17»   июня  2014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161CAF" w:rsidRDefault="00161CAF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61CAF" w:rsidRPr="00AE0D03" w:rsidRDefault="00161CAF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61CAF" w:rsidRPr="00D20277" w:rsidRDefault="00161CA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61CAF" w:rsidRPr="00A12DC4" w:rsidRDefault="00161CAF" w:rsidP="000D18D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2DC4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161CAF" w:rsidRPr="004525A0" w:rsidRDefault="00161CAF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161CAF" w:rsidRPr="004525A0" w:rsidRDefault="00161CAF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поселения Темрюкского района на 2014 год:</w:t>
      </w:r>
    </w:p>
    <w:p w:rsidR="00161CAF" w:rsidRPr="004525A0" w:rsidRDefault="00161CAF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41 682,6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41 826,2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161CAF" w:rsidRPr="004525A0" w:rsidRDefault="00161CAF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>асходов в сумме» слова «41 788,5</w:t>
      </w:r>
      <w:r w:rsidRPr="004525A0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>блей» заменить словами «41 932,1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161CAF" w:rsidRPr="004525A0" w:rsidRDefault="00161CAF" w:rsidP="004525A0">
      <w:pPr>
        <w:pStyle w:val="BodyTextIndent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r w:rsidRPr="004525A0">
        <w:rPr>
          <w:sz w:val="28"/>
          <w:szCs w:val="28"/>
        </w:rPr>
        <w:t>Старотитаровского сельского посел</w:t>
      </w:r>
      <w:r>
        <w:rPr>
          <w:sz w:val="28"/>
          <w:szCs w:val="28"/>
        </w:rPr>
        <w:t>ения Темрюкского района  на 2014</w:t>
      </w:r>
      <w:r w:rsidRPr="004525A0">
        <w:rPr>
          <w:sz w:val="28"/>
          <w:szCs w:val="28"/>
        </w:rPr>
        <w:t xml:space="preserve"> год»  изложить  в новой редакции, согласно приложению 1 к настоящему решению.  </w:t>
      </w:r>
    </w:p>
    <w:p w:rsidR="00161CAF" w:rsidRPr="004525A0" w:rsidRDefault="00161CAF" w:rsidP="00452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Pr="004525A0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Старотитаровского сельского посел</w:t>
      </w:r>
      <w:r>
        <w:rPr>
          <w:rFonts w:ascii="Times New Roman" w:hAnsi="Times New Roman"/>
          <w:sz w:val="28"/>
          <w:szCs w:val="28"/>
        </w:rPr>
        <w:t>ения Темрюкского района  на 2014</w:t>
      </w:r>
      <w:r w:rsidRPr="004525A0">
        <w:rPr>
          <w:rFonts w:ascii="Times New Roman" w:hAnsi="Times New Roman"/>
          <w:sz w:val="28"/>
          <w:szCs w:val="28"/>
        </w:rPr>
        <w:t xml:space="preserve"> год»:                 </w:t>
      </w:r>
    </w:p>
    <w:p w:rsidR="00161CAF" w:rsidRDefault="00161CAF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уменьшить</w:t>
      </w:r>
      <w:r w:rsidRPr="004525A0">
        <w:rPr>
          <w:rFonts w:ascii="Times New Roman" w:hAnsi="Times New Roman"/>
          <w:sz w:val="28"/>
          <w:szCs w:val="28"/>
        </w:rPr>
        <w:t xml:space="preserve"> расходы: </w:t>
      </w:r>
    </w:p>
    <w:p w:rsidR="00161CAF" w:rsidRDefault="00161CAF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в п.1 «Общегосударственные вопросы» цифру «15 353,3 тыс.руб.» заменить цифрой «15 444,3 тыс.рублей»</w:t>
      </w:r>
    </w:p>
    <w:p w:rsidR="00161CAF" w:rsidRDefault="00161CAF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161CAF" w:rsidRDefault="00161CAF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в п.5 «Жилищно-коммунальное хозяйство» цифру «5 784,1 тыс.руб.» заменить цифрой «5 836,7 тыс.руб.»</w:t>
      </w:r>
    </w:p>
    <w:p w:rsidR="00161CAF" w:rsidRPr="004525A0" w:rsidRDefault="00161CA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161CAF" w:rsidRPr="004525A0" w:rsidRDefault="00161CAF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4525A0">
        <w:rPr>
          <w:rFonts w:ascii="Times New Roman" w:hAnsi="Times New Roman"/>
          <w:sz w:val="28"/>
          <w:szCs w:val="28"/>
        </w:rPr>
        <w:t>.П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>» изложить  в новой редакции согласно приложению 3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161CAF" w:rsidRPr="004525A0" w:rsidRDefault="00161CAF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</w:t>
      </w:r>
      <w:r w:rsidRPr="004525A0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района, перечень статей и видов источников финансирования дефицитов бюджетов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4525A0">
        <w:rPr>
          <w:rFonts w:ascii="Times New Roman" w:hAnsi="Times New Roman"/>
          <w:sz w:val="28"/>
          <w:szCs w:val="28"/>
        </w:rPr>
        <w:t xml:space="preserve"> изложить  в новой редакции согласно приложению 4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161CAF" w:rsidRPr="004525A0" w:rsidRDefault="00161CAF" w:rsidP="00D46237">
      <w:pPr>
        <w:pStyle w:val="PlainText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4525A0">
        <w:rPr>
          <w:rFonts w:ascii="Times New Roman" w:hAnsi="Times New Roman" w:cs="Times New Roman"/>
          <w:sz w:val="28"/>
          <w:szCs w:val="28"/>
        </w:rPr>
        <w:t>Контроль  за исполнением данного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(Т.М.Егорова) и эксперта по финансовым вопросам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</w:t>
      </w:r>
    </w:p>
    <w:p w:rsidR="00161CAF" w:rsidRPr="004525A0" w:rsidRDefault="00161CA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161CAF" w:rsidRPr="004525A0" w:rsidRDefault="00161CA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</w:t>
      </w:r>
      <w:r w:rsidRPr="004525A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61CAF" w:rsidRPr="004525A0" w:rsidRDefault="00161CA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161CA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61CAF" w:rsidRPr="00D07400" w:rsidRDefault="00161CA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161CAF" w:rsidRPr="00D07400" w:rsidRDefault="00161CA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161CAF" w:rsidRPr="00D07400" w:rsidRDefault="00161CA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__________________</w:t>
            </w:r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</w:p>
          <w:p w:rsidR="00161CAF" w:rsidRPr="00D07400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«17»  мая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61CAF" w:rsidRPr="00D07400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161CAF" w:rsidRPr="00D07400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61CAF" w:rsidRPr="00D07400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_______________Н.Г.Красницкая</w:t>
            </w:r>
          </w:p>
          <w:p w:rsidR="00161CAF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«17»  мая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161CAF" w:rsidRPr="00D07400" w:rsidRDefault="00161CA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61CAF" w:rsidRPr="004525A0" w:rsidRDefault="00161CA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1CAF" w:rsidRPr="004525A0" w:rsidRDefault="00161CA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1CAF" w:rsidRPr="004525A0" w:rsidRDefault="00161CA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1CAF" w:rsidRPr="004525A0" w:rsidRDefault="00161CA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1CAF" w:rsidRDefault="00161CAF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161CAF" w:rsidRPr="00133802" w:rsidRDefault="00161CAF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161CAF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AF" w:rsidRDefault="00161CAF" w:rsidP="00662DB0">
      <w:pPr>
        <w:spacing w:after="0" w:line="240" w:lineRule="auto"/>
      </w:pPr>
      <w:r>
        <w:separator/>
      </w:r>
    </w:p>
  </w:endnote>
  <w:endnote w:type="continuationSeparator" w:id="1">
    <w:p w:rsidR="00161CAF" w:rsidRDefault="00161CA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AF" w:rsidRDefault="00161CAF" w:rsidP="00662DB0">
      <w:pPr>
        <w:spacing w:after="0" w:line="240" w:lineRule="auto"/>
      </w:pPr>
      <w:r>
        <w:separator/>
      </w:r>
    </w:p>
  </w:footnote>
  <w:footnote w:type="continuationSeparator" w:id="1">
    <w:p w:rsidR="00161CAF" w:rsidRDefault="00161CA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AF" w:rsidRPr="00662DB0" w:rsidRDefault="00161CAF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161CAF" w:rsidRDefault="00161C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12005"/>
    <w:rsid w:val="00023ECE"/>
    <w:rsid w:val="0004267F"/>
    <w:rsid w:val="000505B4"/>
    <w:rsid w:val="000715F2"/>
    <w:rsid w:val="00096C3B"/>
    <w:rsid w:val="000B2DA2"/>
    <w:rsid w:val="000B7939"/>
    <w:rsid w:val="000C354B"/>
    <w:rsid w:val="000D18D1"/>
    <w:rsid w:val="000D2263"/>
    <w:rsid w:val="000E0219"/>
    <w:rsid w:val="000E7724"/>
    <w:rsid w:val="000F29CF"/>
    <w:rsid w:val="000F2FE1"/>
    <w:rsid w:val="000F686D"/>
    <w:rsid w:val="001119EF"/>
    <w:rsid w:val="001228AE"/>
    <w:rsid w:val="00130AF1"/>
    <w:rsid w:val="001330FF"/>
    <w:rsid w:val="00133802"/>
    <w:rsid w:val="00136B99"/>
    <w:rsid w:val="00145967"/>
    <w:rsid w:val="001578E3"/>
    <w:rsid w:val="00161CAF"/>
    <w:rsid w:val="001620E4"/>
    <w:rsid w:val="001755C8"/>
    <w:rsid w:val="00184A0D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E40DF"/>
    <w:rsid w:val="001F18A2"/>
    <w:rsid w:val="00216A04"/>
    <w:rsid w:val="00226ABB"/>
    <w:rsid w:val="002321CB"/>
    <w:rsid w:val="002338C3"/>
    <w:rsid w:val="00241DEC"/>
    <w:rsid w:val="0025253B"/>
    <w:rsid w:val="00265EDD"/>
    <w:rsid w:val="002709E3"/>
    <w:rsid w:val="00270E48"/>
    <w:rsid w:val="00273F80"/>
    <w:rsid w:val="002A42F2"/>
    <w:rsid w:val="002B408D"/>
    <w:rsid w:val="002C4EE8"/>
    <w:rsid w:val="002C648F"/>
    <w:rsid w:val="002D516C"/>
    <w:rsid w:val="002D782F"/>
    <w:rsid w:val="002E1E55"/>
    <w:rsid w:val="002E285D"/>
    <w:rsid w:val="002E2875"/>
    <w:rsid w:val="002F1008"/>
    <w:rsid w:val="0030387E"/>
    <w:rsid w:val="00323DF6"/>
    <w:rsid w:val="0033577F"/>
    <w:rsid w:val="0034430E"/>
    <w:rsid w:val="00363BA4"/>
    <w:rsid w:val="00364452"/>
    <w:rsid w:val="00372B89"/>
    <w:rsid w:val="00377653"/>
    <w:rsid w:val="00384767"/>
    <w:rsid w:val="00386329"/>
    <w:rsid w:val="00386934"/>
    <w:rsid w:val="003A4EA4"/>
    <w:rsid w:val="003D0B38"/>
    <w:rsid w:val="003E06E7"/>
    <w:rsid w:val="003E16B5"/>
    <w:rsid w:val="003E30A7"/>
    <w:rsid w:val="003E6B40"/>
    <w:rsid w:val="003E7433"/>
    <w:rsid w:val="003F3478"/>
    <w:rsid w:val="00400729"/>
    <w:rsid w:val="00413981"/>
    <w:rsid w:val="00431197"/>
    <w:rsid w:val="004370DB"/>
    <w:rsid w:val="004405F6"/>
    <w:rsid w:val="00443744"/>
    <w:rsid w:val="00450EEB"/>
    <w:rsid w:val="004525A0"/>
    <w:rsid w:val="004567B4"/>
    <w:rsid w:val="00456D2F"/>
    <w:rsid w:val="0047347A"/>
    <w:rsid w:val="00487FF9"/>
    <w:rsid w:val="004C6AD5"/>
    <w:rsid w:val="004D0F91"/>
    <w:rsid w:val="004D3127"/>
    <w:rsid w:val="004E50DF"/>
    <w:rsid w:val="004F03AD"/>
    <w:rsid w:val="004F641C"/>
    <w:rsid w:val="004F6CE9"/>
    <w:rsid w:val="00501AB3"/>
    <w:rsid w:val="005028E9"/>
    <w:rsid w:val="00514C92"/>
    <w:rsid w:val="00517DCB"/>
    <w:rsid w:val="005207BD"/>
    <w:rsid w:val="00523443"/>
    <w:rsid w:val="00552CF8"/>
    <w:rsid w:val="00557070"/>
    <w:rsid w:val="005735F2"/>
    <w:rsid w:val="00573E0D"/>
    <w:rsid w:val="0057429B"/>
    <w:rsid w:val="00574F82"/>
    <w:rsid w:val="005A1DF5"/>
    <w:rsid w:val="005A2C1E"/>
    <w:rsid w:val="005A2D81"/>
    <w:rsid w:val="005B68B7"/>
    <w:rsid w:val="005B755E"/>
    <w:rsid w:val="005B7645"/>
    <w:rsid w:val="005D54CF"/>
    <w:rsid w:val="005D7A26"/>
    <w:rsid w:val="005E5234"/>
    <w:rsid w:val="005F6D2F"/>
    <w:rsid w:val="005F7BAC"/>
    <w:rsid w:val="0060190D"/>
    <w:rsid w:val="00610830"/>
    <w:rsid w:val="00616AEE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862B0"/>
    <w:rsid w:val="006A1FDC"/>
    <w:rsid w:val="006A72FF"/>
    <w:rsid w:val="006C389A"/>
    <w:rsid w:val="006D12B6"/>
    <w:rsid w:val="006D28DF"/>
    <w:rsid w:val="006E23E7"/>
    <w:rsid w:val="006E4DF6"/>
    <w:rsid w:val="006F2E78"/>
    <w:rsid w:val="0071277C"/>
    <w:rsid w:val="007B4EA2"/>
    <w:rsid w:val="007D3DE7"/>
    <w:rsid w:val="007F5429"/>
    <w:rsid w:val="007F6D76"/>
    <w:rsid w:val="008026B7"/>
    <w:rsid w:val="00811772"/>
    <w:rsid w:val="00833E2D"/>
    <w:rsid w:val="00853F04"/>
    <w:rsid w:val="00855239"/>
    <w:rsid w:val="008759CB"/>
    <w:rsid w:val="00884085"/>
    <w:rsid w:val="008927D9"/>
    <w:rsid w:val="00893E77"/>
    <w:rsid w:val="008A480A"/>
    <w:rsid w:val="008C0E4F"/>
    <w:rsid w:val="008D0CAC"/>
    <w:rsid w:val="008D1582"/>
    <w:rsid w:val="008E004A"/>
    <w:rsid w:val="008F4C60"/>
    <w:rsid w:val="009051D6"/>
    <w:rsid w:val="00924CE6"/>
    <w:rsid w:val="00962CAC"/>
    <w:rsid w:val="00963E1F"/>
    <w:rsid w:val="00971619"/>
    <w:rsid w:val="00973BD9"/>
    <w:rsid w:val="00975A8C"/>
    <w:rsid w:val="00981152"/>
    <w:rsid w:val="00987130"/>
    <w:rsid w:val="00993047"/>
    <w:rsid w:val="009A00B4"/>
    <w:rsid w:val="009B5332"/>
    <w:rsid w:val="009B54CA"/>
    <w:rsid w:val="009C505B"/>
    <w:rsid w:val="009D78D9"/>
    <w:rsid w:val="009E156D"/>
    <w:rsid w:val="009E4907"/>
    <w:rsid w:val="009F1CF4"/>
    <w:rsid w:val="00A12DC4"/>
    <w:rsid w:val="00A30E06"/>
    <w:rsid w:val="00A33693"/>
    <w:rsid w:val="00A40B69"/>
    <w:rsid w:val="00A50FED"/>
    <w:rsid w:val="00A73B7F"/>
    <w:rsid w:val="00A94935"/>
    <w:rsid w:val="00AC38E6"/>
    <w:rsid w:val="00AE0D03"/>
    <w:rsid w:val="00AE1448"/>
    <w:rsid w:val="00AF167E"/>
    <w:rsid w:val="00B0113B"/>
    <w:rsid w:val="00B04C3D"/>
    <w:rsid w:val="00B1136F"/>
    <w:rsid w:val="00B61D60"/>
    <w:rsid w:val="00B73272"/>
    <w:rsid w:val="00B827F2"/>
    <w:rsid w:val="00B863C8"/>
    <w:rsid w:val="00B90A4B"/>
    <w:rsid w:val="00B9456B"/>
    <w:rsid w:val="00BA4739"/>
    <w:rsid w:val="00BC4E2E"/>
    <w:rsid w:val="00BC6C2F"/>
    <w:rsid w:val="00BE09F0"/>
    <w:rsid w:val="00BE61EA"/>
    <w:rsid w:val="00BE639B"/>
    <w:rsid w:val="00BF5C87"/>
    <w:rsid w:val="00BF61A4"/>
    <w:rsid w:val="00BF689E"/>
    <w:rsid w:val="00BF7D03"/>
    <w:rsid w:val="00C04D6D"/>
    <w:rsid w:val="00C06012"/>
    <w:rsid w:val="00C148BE"/>
    <w:rsid w:val="00C17D47"/>
    <w:rsid w:val="00C27751"/>
    <w:rsid w:val="00C50B5E"/>
    <w:rsid w:val="00C66B66"/>
    <w:rsid w:val="00C67BBD"/>
    <w:rsid w:val="00C71B9B"/>
    <w:rsid w:val="00C75173"/>
    <w:rsid w:val="00C953B8"/>
    <w:rsid w:val="00CA0533"/>
    <w:rsid w:val="00CA7E3C"/>
    <w:rsid w:val="00D038E9"/>
    <w:rsid w:val="00D07400"/>
    <w:rsid w:val="00D124DC"/>
    <w:rsid w:val="00D20277"/>
    <w:rsid w:val="00D3791D"/>
    <w:rsid w:val="00D46237"/>
    <w:rsid w:val="00D577ED"/>
    <w:rsid w:val="00D717C9"/>
    <w:rsid w:val="00D8178C"/>
    <w:rsid w:val="00D82040"/>
    <w:rsid w:val="00D8622D"/>
    <w:rsid w:val="00DB0996"/>
    <w:rsid w:val="00DB2376"/>
    <w:rsid w:val="00E10742"/>
    <w:rsid w:val="00E21EBF"/>
    <w:rsid w:val="00E2768D"/>
    <w:rsid w:val="00E3006A"/>
    <w:rsid w:val="00E36CF8"/>
    <w:rsid w:val="00E5329E"/>
    <w:rsid w:val="00E544C5"/>
    <w:rsid w:val="00E703ED"/>
    <w:rsid w:val="00E752EF"/>
    <w:rsid w:val="00E9734D"/>
    <w:rsid w:val="00EA57DE"/>
    <w:rsid w:val="00EA7FCD"/>
    <w:rsid w:val="00EB517F"/>
    <w:rsid w:val="00EE041C"/>
    <w:rsid w:val="00EE5431"/>
    <w:rsid w:val="00F04589"/>
    <w:rsid w:val="00F11E1F"/>
    <w:rsid w:val="00F202CD"/>
    <w:rsid w:val="00F27054"/>
    <w:rsid w:val="00F37F26"/>
    <w:rsid w:val="00F47F84"/>
    <w:rsid w:val="00F520DA"/>
    <w:rsid w:val="00F63CC6"/>
    <w:rsid w:val="00F763DF"/>
    <w:rsid w:val="00F83370"/>
    <w:rsid w:val="00FA6853"/>
    <w:rsid w:val="00FB57F4"/>
    <w:rsid w:val="00FB690A"/>
    <w:rsid w:val="00FC6D86"/>
    <w:rsid w:val="00FD3B44"/>
    <w:rsid w:val="00FD3BAA"/>
    <w:rsid w:val="00FE5142"/>
    <w:rsid w:val="00FE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781</TotalTime>
  <Pages>2</Pages>
  <Words>647</Words>
  <Characters>3690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126</cp:revision>
  <cp:lastPrinted>2014-01-30T11:45:00Z</cp:lastPrinted>
  <dcterms:created xsi:type="dcterms:W3CDTF">2012-12-07T11:21:00Z</dcterms:created>
  <dcterms:modified xsi:type="dcterms:W3CDTF">2014-06-25T10:52:00Z</dcterms:modified>
</cp:coreProperties>
</file>