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094" w:rsidRDefault="00763094" w:rsidP="00A1467A">
      <w:pPr>
        <w:jc w:val="center"/>
        <w:rPr>
          <w:rFonts w:ascii="Times New Roman" w:hAnsi="Times New Roman" w:cs="Times New Roman"/>
        </w:rPr>
      </w:pPr>
    </w:p>
    <w:p w:rsidR="00763094" w:rsidRPr="00DE7534" w:rsidRDefault="00763094" w:rsidP="00A1467A">
      <w:pPr>
        <w:jc w:val="right"/>
        <w:rPr>
          <w:rFonts w:ascii="Times New Roman" w:hAnsi="Times New Roman" w:cs="Times New Roman"/>
        </w:rPr>
      </w:pPr>
      <w:r w:rsidRPr="00DE7534">
        <w:rPr>
          <w:rFonts w:ascii="Times New Roman" w:hAnsi="Times New Roman" w:cs="Times New Roman"/>
        </w:rPr>
        <w:t>Приложение № 1</w:t>
      </w:r>
    </w:p>
    <w:p w:rsidR="00763094" w:rsidRPr="00DE7534" w:rsidRDefault="00763094" w:rsidP="00837F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к решению ______</w:t>
      </w:r>
      <w:r w:rsidRPr="00254E50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>сессии</w:t>
      </w:r>
    </w:p>
    <w:p w:rsidR="00763094" w:rsidRDefault="00763094" w:rsidP="00837F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>Совета Старотитаровского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с</w:t>
      </w: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ельского </w:t>
      </w:r>
    </w:p>
    <w:p w:rsidR="00763094" w:rsidRPr="00DE7534" w:rsidRDefault="00763094" w:rsidP="00837F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п</w:t>
      </w: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>оселения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>Темрюкского района</w:t>
      </w:r>
    </w:p>
    <w:p w:rsidR="00763094" w:rsidRPr="00E80F5C" w:rsidRDefault="00763094" w:rsidP="00837F8E">
      <w:pPr>
        <w:pStyle w:val="ConsPlusTitle"/>
        <w:widowControl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DE7534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31</w:t>
      </w:r>
      <w:r w:rsidRPr="00E80F5C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марта  2015 года № _____</w:t>
      </w:r>
    </w:p>
    <w:p w:rsidR="00763094" w:rsidRDefault="00763094" w:rsidP="00A1467A">
      <w:pPr>
        <w:jc w:val="center"/>
        <w:rPr>
          <w:rFonts w:ascii="Times New Roman" w:hAnsi="Times New Roman" w:cs="Times New Roman"/>
        </w:rPr>
      </w:pPr>
    </w:p>
    <w:p w:rsidR="00763094" w:rsidRPr="007525E2" w:rsidRDefault="00763094" w:rsidP="00A1467A">
      <w:pPr>
        <w:jc w:val="center"/>
        <w:rPr>
          <w:rFonts w:ascii="Times New Roman" w:hAnsi="Times New Roman" w:cs="Times New Roman"/>
        </w:rPr>
      </w:pPr>
      <w:r w:rsidRPr="007525E2">
        <w:rPr>
          <w:rFonts w:ascii="Times New Roman" w:hAnsi="Times New Roman" w:cs="Times New Roman"/>
        </w:rPr>
        <w:t>ФОРМЫ</w:t>
      </w:r>
    </w:p>
    <w:p w:rsidR="00763094" w:rsidRDefault="00763094" w:rsidP="00A1467A">
      <w:pPr>
        <w:jc w:val="center"/>
        <w:rPr>
          <w:rFonts w:ascii="Times New Roman" w:hAnsi="Times New Roman" w:cs="Times New Roman"/>
        </w:rPr>
      </w:pPr>
      <w:r w:rsidRPr="007525E2">
        <w:rPr>
          <w:rFonts w:ascii="Times New Roman" w:hAnsi="Times New Roman" w:cs="Times New Roman"/>
        </w:rPr>
        <w:t>мониторинга исполнения муниципальной целевой программы</w:t>
      </w:r>
    </w:p>
    <w:p w:rsidR="00763094" w:rsidRPr="007525E2" w:rsidRDefault="00763094" w:rsidP="00A1467A">
      <w:pPr>
        <w:jc w:val="center"/>
        <w:rPr>
          <w:rFonts w:ascii="Times New Roman" w:hAnsi="Times New Roman" w:cs="Times New Roman"/>
        </w:rPr>
      </w:pPr>
    </w:p>
    <w:p w:rsidR="00763094" w:rsidRPr="007525E2" w:rsidRDefault="00763094" w:rsidP="00611B7D">
      <w:pPr>
        <w:rPr>
          <w:rFonts w:ascii="Times New Roman" w:hAnsi="Times New Roman" w:cs="Times New Roman"/>
        </w:rPr>
      </w:pPr>
      <w:r w:rsidRPr="007525E2">
        <w:rPr>
          <w:rFonts w:ascii="Times New Roman" w:hAnsi="Times New Roman" w:cs="Times New Roman"/>
        </w:rPr>
        <w:t>Структурное подразделение, ответственное за реализацию муниципальной целевой программы</w:t>
      </w:r>
      <w:r>
        <w:rPr>
          <w:rFonts w:ascii="Times New Roman" w:hAnsi="Times New Roman" w:cs="Times New Roman"/>
        </w:rPr>
        <w:t>:</w:t>
      </w:r>
    </w:p>
    <w:p w:rsidR="00763094" w:rsidRPr="00611B7D" w:rsidRDefault="00763094" w:rsidP="00611B7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</w:t>
      </w:r>
      <w:r w:rsidRPr="00611B7D">
        <w:rPr>
          <w:rFonts w:ascii="Times New Roman" w:hAnsi="Times New Roman" w:cs="Times New Roman"/>
          <w:b/>
          <w:bCs/>
        </w:rPr>
        <w:t>униципальное бюджетное учреждение «Культурно социальный центр» Старотитаровского сельского поселения  Темрюкского района</w:t>
      </w:r>
      <w:r>
        <w:rPr>
          <w:rFonts w:ascii="Times New Roman" w:hAnsi="Times New Roman" w:cs="Times New Roman"/>
          <w:b/>
          <w:bCs/>
        </w:rPr>
        <w:t>.</w:t>
      </w:r>
    </w:p>
    <w:p w:rsidR="00763094" w:rsidRDefault="00763094" w:rsidP="00611B7D">
      <w:pPr>
        <w:rPr>
          <w:rFonts w:ascii="Times New Roman" w:hAnsi="Times New Roman" w:cs="Times New Roman"/>
        </w:rPr>
      </w:pPr>
      <w:r w:rsidRPr="007525E2">
        <w:rPr>
          <w:rFonts w:ascii="Times New Roman" w:hAnsi="Times New Roman" w:cs="Times New Roman"/>
        </w:rPr>
        <w:t>Наименование программы</w:t>
      </w:r>
      <w:r>
        <w:rPr>
          <w:rFonts w:ascii="Times New Roman" w:hAnsi="Times New Roman" w:cs="Times New Roman"/>
        </w:rPr>
        <w:t xml:space="preserve">: </w:t>
      </w:r>
    </w:p>
    <w:p w:rsidR="00763094" w:rsidRDefault="00763094" w:rsidP="00611B7D">
      <w:pPr>
        <w:rPr>
          <w:rFonts w:ascii="Times New Roman" w:hAnsi="Times New Roman" w:cs="Times New Roman"/>
          <w:b/>
          <w:bCs/>
        </w:rPr>
      </w:pPr>
      <w:r w:rsidRPr="00611B7D">
        <w:rPr>
          <w:rFonts w:ascii="Times New Roman" w:hAnsi="Times New Roman" w:cs="Times New Roman"/>
          <w:b/>
          <w:bCs/>
        </w:rPr>
        <w:t>«</w:t>
      </w:r>
      <w:r>
        <w:rPr>
          <w:rFonts w:ascii="Times New Roman" w:hAnsi="Times New Roman" w:cs="Times New Roman"/>
          <w:b/>
          <w:bCs/>
        </w:rPr>
        <w:t>О</w:t>
      </w:r>
      <w:r w:rsidRPr="00611B7D">
        <w:rPr>
          <w:rFonts w:ascii="Times New Roman" w:hAnsi="Times New Roman" w:cs="Times New Roman"/>
          <w:b/>
          <w:bCs/>
        </w:rPr>
        <w:t>сновные направления развития культуры   Старотитаровского сельского посе</w:t>
      </w:r>
      <w:r>
        <w:rPr>
          <w:rFonts w:ascii="Times New Roman" w:hAnsi="Times New Roman" w:cs="Times New Roman"/>
          <w:b/>
          <w:bCs/>
        </w:rPr>
        <w:t>ления Темрюкского района на 2014</w:t>
      </w:r>
      <w:r w:rsidRPr="00611B7D">
        <w:rPr>
          <w:rFonts w:ascii="Times New Roman" w:hAnsi="Times New Roman" w:cs="Times New Roman"/>
          <w:b/>
          <w:bCs/>
        </w:rPr>
        <w:t>год»</w:t>
      </w:r>
      <w:r>
        <w:rPr>
          <w:rFonts w:ascii="Times New Roman" w:hAnsi="Times New Roman" w:cs="Times New Roman"/>
          <w:b/>
          <w:bCs/>
        </w:rPr>
        <w:t>.</w:t>
      </w:r>
      <w:r w:rsidRPr="00611B7D">
        <w:rPr>
          <w:rFonts w:ascii="Times New Roman" w:hAnsi="Times New Roman" w:cs="Times New Roman"/>
          <w:b/>
          <w:bCs/>
        </w:rPr>
        <w:t xml:space="preserve"> </w:t>
      </w:r>
    </w:p>
    <w:p w:rsidR="00763094" w:rsidRPr="00611B7D" w:rsidRDefault="00763094" w:rsidP="00611B7D">
      <w:pPr>
        <w:rPr>
          <w:rFonts w:ascii="Times New Roman" w:hAnsi="Times New Roman" w:cs="Times New Roman"/>
          <w:b/>
          <w:bCs/>
        </w:rPr>
      </w:pPr>
    </w:p>
    <w:p w:rsidR="00763094" w:rsidRDefault="00763094" w:rsidP="00611B7D">
      <w:pPr>
        <w:rPr>
          <w:rFonts w:ascii="Times New Roman" w:hAnsi="Times New Roman" w:cs="Times New Roman"/>
        </w:rPr>
      </w:pPr>
      <w:r w:rsidRPr="007525E2">
        <w:rPr>
          <w:rFonts w:ascii="Times New Roman" w:hAnsi="Times New Roman" w:cs="Times New Roman"/>
        </w:rPr>
        <w:t>Мониторинг финансирования и оценка реализации мероприятий муниципальной целевой программы</w:t>
      </w:r>
      <w:r w:rsidRPr="002C48C9">
        <w:rPr>
          <w:rFonts w:ascii="Times New Roman" w:hAnsi="Times New Roman" w:cs="Times New Roman"/>
        </w:rPr>
        <w:t xml:space="preserve"> «Основные направления развития культуры   Старотитаровского сельского посе</w:t>
      </w:r>
      <w:r>
        <w:rPr>
          <w:rFonts w:ascii="Times New Roman" w:hAnsi="Times New Roman" w:cs="Times New Roman"/>
        </w:rPr>
        <w:t xml:space="preserve">ления Темрюкского района на 2014 </w:t>
      </w:r>
      <w:r w:rsidRPr="002C48C9">
        <w:rPr>
          <w:rFonts w:ascii="Times New Roman" w:hAnsi="Times New Roman" w:cs="Times New Roman"/>
        </w:rPr>
        <w:t>год</w:t>
      </w:r>
      <w:r>
        <w:rPr>
          <w:rFonts w:ascii="Times New Roman" w:hAnsi="Times New Roman" w:cs="Times New Roman"/>
        </w:rPr>
        <w:t xml:space="preserve"> Старотитаровского сельского поселения Темрюкского района</w:t>
      </w:r>
    </w:p>
    <w:p w:rsidR="00763094" w:rsidRDefault="00763094" w:rsidP="001012D7">
      <w:pPr>
        <w:ind w:left="720"/>
        <w:rPr>
          <w:rFonts w:ascii="Times New Roman" w:hAnsi="Times New Roman" w:cs="Times New Roman"/>
        </w:rPr>
      </w:pPr>
    </w:p>
    <w:p w:rsidR="00763094" w:rsidRDefault="00763094" w:rsidP="001012D7">
      <w:pPr>
        <w:rPr>
          <w:rFonts w:ascii="Times New Roman" w:hAnsi="Times New Roman" w:cs="Times New Roman"/>
        </w:rPr>
      </w:pPr>
    </w:p>
    <w:tbl>
      <w:tblPr>
        <w:tblW w:w="1488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00"/>
        <w:gridCol w:w="1540"/>
        <w:gridCol w:w="840"/>
        <w:gridCol w:w="840"/>
        <w:gridCol w:w="840"/>
        <w:gridCol w:w="840"/>
        <w:gridCol w:w="840"/>
        <w:gridCol w:w="840"/>
        <w:gridCol w:w="980"/>
        <w:gridCol w:w="840"/>
        <w:gridCol w:w="840"/>
        <w:gridCol w:w="840"/>
        <w:gridCol w:w="1120"/>
        <w:gridCol w:w="1120"/>
        <w:gridCol w:w="1164"/>
      </w:tblGrid>
      <w:tr w:rsidR="00763094" w:rsidRPr="00886D1E">
        <w:tc>
          <w:tcPr>
            <w:tcW w:w="14884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Pr="007525E2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763094" w:rsidRPr="007525E2">
        <w:tc>
          <w:tcPr>
            <w:tcW w:w="14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Наименование мероприятия номер пункта (подпункта)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 xml:space="preserve">Получатель субсидий (субвенций) </w:t>
            </w:r>
            <w:hyperlink w:anchor="sub_2201" w:history="1">
              <w:r w:rsidRPr="007525E2">
                <w:rPr>
                  <w:rStyle w:val="Hyperlink"/>
                  <w:rFonts w:ascii="Times New Roman" w:hAnsi="Times New Roman"/>
                </w:rPr>
                <w:t>(1)</w:t>
              </w:r>
            </w:hyperlink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Объем финансирования на текущий год, предусмотренный бюджетом</w:t>
            </w:r>
          </w:p>
        </w:tc>
        <w:tc>
          <w:tcPr>
            <w:tcW w:w="3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Профинансировано в отчетном периоде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 xml:space="preserve">Освоено (израсходовано) в отчетном периоде </w:t>
            </w:r>
            <w:hyperlink w:anchor="sub_2202" w:history="1">
              <w:r w:rsidRPr="007525E2">
                <w:rPr>
                  <w:rStyle w:val="Hyperlink"/>
                  <w:rFonts w:ascii="Times New Roman" w:hAnsi="Times New Roman"/>
                </w:rPr>
                <w:t>(2)</w:t>
              </w:r>
            </w:hyperlink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 xml:space="preserve">Отметка о выполнении мероприятия (выполнено / не выполнено) </w:t>
            </w:r>
            <w:hyperlink w:anchor="sub_2203" w:history="1">
              <w:r w:rsidRPr="007525E2">
                <w:rPr>
                  <w:rStyle w:val="Hyperlink"/>
                  <w:rFonts w:ascii="Times New Roman" w:hAnsi="Times New Roman"/>
                </w:rPr>
                <w:t>(3)</w:t>
              </w:r>
            </w:hyperlink>
          </w:p>
        </w:tc>
        <w:tc>
          <w:tcPr>
            <w:tcW w:w="2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Результат реализации мероприятия</w:t>
            </w:r>
          </w:p>
        </w:tc>
      </w:tr>
      <w:tr w:rsidR="00763094" w:rsidRPr="007525E2">
        <w:tc>
          <w:tcPr>
            <w:tcW w:w="14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крае вой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плановое значение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фактическое значение</w:t>
            </w:r>
          </w:p>
        </w:tc>
      </w:tr>
      <w:tr w:rsidR="00763094" w:rsidRPr="007525E2"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15</w:t>
            </w:r>
          </w:p>
        </w:tc>
      </w:tr>
      <w:tr w:rsidR="00763094" w:rsidRPr="007525E2">
        <w:trPr>
          <w:trHeight w:val="1550"/>
        </w:trPr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 w:rsidRPr="007525E2">
              <w:rPr>
                <w:rFonts w:ascii="Times New Roman" w:hAnsi="Times New Roman" w:cs="Times New Roman"/>
              </w:rPr>
              <w:t>Всего по программе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Муниципальное бюджетное учреждение «Культурно социальный центр» Старотитаровского сельского поселения  Темрюкского района </w:t>
            </w:r>
          </w:p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611B7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D42B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132,8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выполнено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7525E2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094" w:rsidRPr="007525E2" w:rsidRDefault="00763094" w:rsidP="00D42BC8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132,8</w:t>
            </w:r>
          </w:p>
        </w:tc>
      </w:tr>
      <w:tr w:rsidR="00763094" w:rsidRPr="00DE7534">
        <w:tc>
          <w:tcPr>
            <w:tcW w:w="14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63094" w:rsidRPr="00DE7534" w:rsidRDefault="00763094" w:rsidP="00190E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63094" w:rsidRPr="00DE7534" w:rsidRDefault="00763094" w:rsidP="001012D7">
      <w:pPr>
        <w:rPr>
          <w:rFonts w:ascii="Times New Roman" w:hAnsi="Times New Roman" w:cs="Times New Roman"/>
        </w:rPr>
      </w:pPr>
    </w:p>
    <w:p w:rsidR="00763094" w:rsidRDefault="00763094" w:rsidP="00A1467A">
      <w:pPr>
        <w:rPr>
          <w:rFonts w:ascii="Times New Roman" w:hAnsi="Times New Roman" w:cs="Times New Roman"/>
        </w:rPr>
      </w:pPr>
    </w:p>
    <w:p w:rsidR="00763094" w:rsidRDefault="00763094">
      <w:pPr>
        <w:rPr>
          <w:rFonts w:cs="Times New Roman"/>
        </w:rPr>
      </w:pPr>
    </w:p>
    <w:p w:rsidR="00763094" w:rsidRPr="002C48C9" w:rsidRDefault="007630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Директор  МБУ «Старотитаровский  КСЦ»                                                                                         Т.М.  Егорова</w:t>
      </w:r>
    </w:p>
    <w:sectPr w:rsidR="00763094" w:rsidRPr="002C48C9" w:rsidSect="004234BB">
      <w:pgSz w:w="16838" w:h="11906" w:orient="landscape"/>
      <w:pgMar w:top="426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D0483F"/>
    <w:multiLevelType w:val="hybridMultilevel"/>
    <w:tmpl w:val="2DC080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467A"/>
    <w:rsid w:val="0000123C"/>
    <w:rsid w:val="00001377"/>
    <w:rsid w:val="00001451"/>
    <w:rsid w:val="00001A59"/>
    <w:rsid w:val="00002C44"/>
    <w:rsid w:val="00002F27"/>
    <w:rsid w:val="000037C8"/>
    <w:rsid w:val="00003CF9"/>
    <w:rsid w:val="00003DC1"/>
    <w:rsid w:val="00003F7C"/>
    <w:rsid w:val="00004297"/>
    <w:rsid w:val="00004B35"/>
    <w:rsid w:val="00005734"/>
    <w:rsid w:val="00005894"/>
    <w:rsid w:val="00005E06"/>
    <w:rsid w:val="00005EC5"/>
    <w:rsid w:val="00006A27"/>
    <w:rsid w:val="00006B4A"/>
    <w:rsid w:val="00007422"/>
    <w:rsid w:val="000079A7"/>
    <w:rsid w:val="000102FC"/>
    <w:rsid w:val="00011477"/>
    <w:rsid w:val="00011A72"/>
    <w:rsid w:val="00011BA2"/>
    <w:rsid w:val="00012E02"/>
    <w:rsid w:val="000130E7"/>
    <w:rsid w:val="00013110"/>
    <w:rsid w:val="00013924"/>
    <w:rsid w:val="00013BB7"/>
    <w:rsid w:val="00013E77"/>
    <w:rsid w:val="000142D8"/>
    <w:rsid w:val="00014A3C"/>
    <w:rsid w:val="00015B66"/>
    <w:rsid w:val="00015C7A"/>
    <w:rsid w:val="000162A2"/>
    <w:rsid w:val="00016430"/>
    <w:rsid w:val="00016AE6"/>
    <w:rsid w:val="000173C0"/>
    <w:rsid w:val="00017AC5"/>
    <w:rsid w:val="00017BC2"/>
    <w:rsid w:val="00017EB3"/>
    <w:rsid w:val="000206F2"/>
    <w:rsid w:val="0002082E"/>
    <w:rsid w:val="0002144C"/>
    <w:rsid w:val="00021D93"/>
    <w:rsid w:val="0002222F"/>
    <w:rsid w:val="00022322"/>
    <w:rsid w:val="00022F2D"/>
    <w:rsid w:val="00022F69"/>
    <w:rsid w:val="00023D57"/>
    <w:rsid w:val="0002407C"/>
    <w:rsid w:val="00024242"/>
    <w:rsid w:val="000244AA"/>
    <w:rsid w:val="00024876"/>
    <w:rsid w:val="00025041"/>
    <w:rsid w:val="00025496"/>
    <w:rsid w:val="000257DD"/>
    <w:rsid w:val="00026893"/>
    <w:rsid w:val="00026EE9"/>
    <w:rsid w:val="0002795D"/>
    <w:rsid w:val="00030AEC"/>
    <w:rsid w:val="00031088"/>
    <w:rsid w:val="0003144C"/>
    <w:rsid w:val="000315D4"/>
    <w:rsid w:val="00031940"/>
    <w:rsid w:val="0003213E"/>
    <w:rsid w:val="0003239D"/>
    <w:rsid w:val="000329BC"/>
    <w:rsid w:val="00033506"/>
    <w:rsid w:val="0003355C"/>
    <w:rsid w:val="00033B39"/>
    <w:rsid w:val="00034246"/>
    <w:rsid w:val="000343BE"/>
    <w:rsid w:val="00034D03"/>
    <w:rsid w:val="00034F12"/>
    <w:rsid w:val="000354F8"/>
    <w:rsid w:val="00036448"/>
    <w:rsid w:val="00036DBB"/>
    <w:rsid w:val="000374A8"/>
    <w:rsid w:val="00037A14"/>
    <w:rsid w:val="00037A64"/>
    <w:rsid w:val="00040026"/>
    <w:rsid w:val="0004008E"/>
    <w:rsid w:val="00040137"/>
    <w:rsid w:val="000406A6"/>
    <w:rsid w:val="00040729"/>
    <w:rsid w:val="00040B81"/>
    <w:rsid w:val="00040C2D"/>
    <w:rsid w:val="00041015"/>
    <w:rsid w:val="0004102D"/>
    <w:rsid w:val="000413AD"/>
    <w:rsid w:val="000414EA"/>
    <w:rsid w:val="00041E25"/>
    <w:rsid w:val="0004268A"/>
    <w:rsid w:val="0004289D"/>
    <w:rsid w:val="00042C55"/>
    <w:rsid w:val="00042E5E"/>
    <w:rsid w:val="0004304B"/>
    <w:rsid w:val="00043162"/>
    <w:rsid w:val="00043490"/>
    <w:rsid w:val="00043CAE"/>
    <w:rsid w:val="000448D8"/>
    <w:rsid w:val="00045189"/>
    <w:rsid w:val="0004576E"/>
    <w:rsid w:val="00045C91"/>
    <w:rsid w:val="00045E05"/>
    <w:rsid w:val="00045F13"/>
    <w:rsid w:val="0004664F"/>
    <w:rsid w:val="00047868"/>
    <w:rsid w:val="000478C2"/>
    <w:rsid w:val="00047B0A"/>
    <w:rsid w:val="00050BA7"/>
    <w:rsid w:val="00050F83"/>
    <w:rsid w:val="0005127D"/>
    <w:rsid w:val="0005135F"/>
    <w:rsid w:val="000519F1"/>
    <w:rsid w:val="00051C54"/>
    <w:rsid w:val="00052001"/>
    <w:rsid w:val="0005215A"/>
    <w:rsid w:val="00052224"/>
    <w:rsid w:val="0005245D"/>
    <w:rsid w:val="000524C3"/>
    <w:rsid w:val="000528BD"/>
    <w:rsid w:val="00052D36"/>
    <w:rsid w:val="00052EE1"/>
    <w:rsid w:val="00053521"/>
    <w:rsid w:val="00053BC6"/>
    <w:rsid w:val="00054740"/>
    <w:rsid w:val="00054B6B"/>
    <w:rsid w:val="00054B91"/>
    <w:rsid w:val="00054BB7"/>
    <w:rsid w:val="000551DE"/>
    <w:rsid w:val="00055553"/>
    <w:rsid w:val="00055E71"/>
    <w:rsid w:val="00055F3B"/>
    <w:rsid w:val="000560B6"/>
    <w:rsid w:val="00056263"/>
    <w:rsid w:val="00056361"/>
    <w:rsid w:val="0006037B"/>
    <w:rsid w:val="0006040E"/>
    <w:rsid w:val="000604D8"/>
    <w:rsid w:val="000613E2"/>
    <w:rsid w:val="00061F65"/>
    <w:rsid w:val="00062746"/>
    <w:rsid w:val="0006312F"/>
    <w:rsid w:val="0006326B"/>
    <w:rsid w:val="00065249"/>
    <w:rsid w:val="00065313"/>
    <w:rsid w:val="00065CBC"/>
    <w:rsid w:val="000661C5"/>
    <w:rsid w:val="00066DE8"/>
    <w:rsid w:val="0006703A"/>
    <w:rsid w:val="000677B6"/>
    <w:rsid w:val="0006781E"/>
    <w:rsid w:val="00067DDE"/>
    <w:rsid w:val="00067DF7"/>
    <w:rsid w:val="00070872"/>
    <w:rsid w:val="00070AEC"/>
    <w:rsid w:val="00071006"/>
    <w:rsid w:val="00072B74"/>
    <w:rsid w:val="00072C0F"/>
    <w:rsid w:val="0007356D"/>
    <w:rsid w:val="000739A5"/>
    <w:rsid w:val="00074649"/>
    <w:rsid w:val="0007486A"/>
    <w:rsid w:val="00075056"/>
    <w:rsid w:val="00075656"/>
    <w:rsid w:val="00075833"/>
    <w:rsid w:val="000762EC"/>
    <w:rsid w:val="000768FF"/>
    <w:rsid w:val="00076936"/>
    <w:rsid w:val="00076DD9"/>
    <w:rsid w:val="00077445"/>
    <w:rsid w:val="00077C63"/>
    <w:rsid w:val="00077E27"/>
    <w:rsid w:val="00080305"/>
    <w:rsid w:val="0008033E"/>
    <w:rsid w:val="00080A92"/>
    <w:rsid w:val="00080A99"/>
    <w:rsid w:val="00080C0D"/>
    <w:rsid w:val="00080C98"/>
    <w:rsid w:val="00080D22"/>
    <w:rsid w:val="00080F1E"/>
    <w:rsid w:val="0008107D"/>
    <w:rsid w:val="000811C5"/>
    <w:rsid w:val="0008140C"/>
    <w:rsid w:val="00081765"/>
    <w:rsid w:val="000818DE"/>
    <w:rsid w:val="00081A2B"/>
    <w:rsid w:val="00083171"/>
    <w:rsid w:val="00083264"/>
    <w:rsid w:val="0008362F"/>
    <w:rsid w:val="000836F1"/>
    <w:rsid w:val="00083CB8"/>
    <w:rsid w:val="00083E43"/>
    <w:rsid w:val="0008453D"/>
    <w:rsid w:val="00084574"/>
    <w:rsid w:val="0008476E"/>
    <w:rsid w:val="00084BF0"/>
    <w:rsid w:val="00084DC1"/>
    <w:rsid w:val="0008592D"/>
    <w:rsid w:val="00085AB7"/>
    <w:rsid w:val="00085F28"/>
    <w:rsid w:val="000865C1"/>
    <w:rsid w:val="0008691D"/>
    <w:rsid w:val="00087096"/>
    <w:rsid w:val="00090199"/>
    <w:rsid w:val="00090B62"/>
    <w:rsid w:val="00090D3A"/>
    <w:rsid w:val="00090E8C"/>
    <w:rsid w:val="00091C8E"/>
    <w:rsid w:val="000924C6"/>
    <w:rsid w:val="0009279D"/>
    <w:rsid w:val="00093249"/>
    <w:rsid w:val="00093282"/>
    <w:rsid w:val="00093396"/>
    <w:rsid w:val="0009361A"/>
    <w:rsid w:val="000938B6"/>
    <w:rsid w:val="00093B29"/>
    <w:rsid w:val="00093BD9"/>
    <w:rsid w:val="000940F6"/>
    <w:rsid w:val="00094B6D"/>
    <w:rsid w:val="00094C8B"/>
    <w:rsid w:val="000955B5"/>
    <w:rsid w:val="00095610"/>
    <w:rsid w:val="00095AB5"/>
    <w:rsid w:val="00095BAD"/>
    <w:rsid w:val="00096672"/>
    <w:rsid w:val="00096B22"/>
    <w:rsid w:val="0009757B"/>
    <w:rsid w:val="0009796F"/>
    <w:rsid w:val="00097AC2"/>
    <w:rsid w:val="00097B9E"/>
    <w:rsid w:val="00097BBF"/>
    <w:rsid w:val="00097E7C"/>
    <w:rsid w:val="000A044A"/>
    <w:rsid w:val="000A076C"/>
    <w:rsid w:val="000A07E2"/>
    <w:rsid w:val="000A094A"/>
    <w:rsid w:val="000A0B97"/>
    <w:rsid w:val="000A1375"/>
    <w:rsid w:val="000A1840"/>
    <w:rsid w:val="000A2730"/>
    <w:rsid w:val="000A30A2"/>
    <w:rsid w:val="000A4BE3"/>
    <w:rsid w:val="000A52DD"/>
    <w:rsid w:val="000A5B6B"/>
    <w:rsid w:val="000A6A5A"/>
    <w:rsid w:val="000A6DB8"/>
    <w:rsid w:val="000A6EB3"/>
    <w:rsid w:val="000A7343"/>
    <w:rsid w:val="000A7417"/>
    <w:rsid w:val="000A7634"/>
    <w:rsid w:val="000A7D26"/>
    <w:rsid w:val="000B03A8"/>
    <w:rsid w:val="000B04FB"/>
    <w:rsid w:val="000B0559"/>
    <w:rsid w:val="000B08A2"/>
    <w:rsid w:val="000B09DD"/>
    <w:rsid w:val="000B0ADC"/>
    <w:rsid w:val="000B10A6"/>
    <w:rsid w:val="000B1324"/>
    <w:rsid w:val="000B1C9C"/>
    <w:rsid w:val="000B2469"/>
    <w:rsid w:val="000B2916"/>
    <w:rsid w:val="000B2DA6"/>
    <w:rsid w:val="000B305A"/>
    <w:rsid w:val="000B3136"/>
    <w:rsid w:val="000B3379"/>
    <w:rsid w:val="000B394E"/>
    <w:rsid w:val="000B43E4"/>
    <w:rsid w:val="000B4C19"/>
    <w:rsid w:val="000B5F4D"/>
    <w:rsid w:val="000B6358"/>
    <w:rsid w:val="000B6FE1"/>
    <w:rsid w:val="000B70E7"/>
    <w:rsid w:val="000B7685"/>
    <w:rsid w:val="000B78D0"/>
    <w:rsid w:val="000B7EF1"/>
    <w:rsid w:val="000C0210"/>
    <w:rsid w:val="000C0825"/>
    <w:rsid w:val="000C11DA"/>
    <w:rsid w:val="000C1418"/>
    <w:rsid w:val="000C1D30"/>
    <w:rsid w:val="000C214C"/>
    <w:rsid w:val="000C2A16"/>
    <w:rsid w:val="000C2A9E"/>
    <w:rsid w:val="000C2E25"/>
    <w:rsid w:val="000C2ED5"/>
    <w:rsid w:val="000C300F"/>
    <w:rsid w:val="000C3873"/>
    <w:rsid w:val="000C4970"/>
    <w:rsid w:val="000C49AE"/>
    <w:rsid w:val="000C550D"/>
    <w:rsid w:val="000C5667"/>
    <w:rsid w:val="000C5A8A"/>
    <w:rsid w:val="000C7091"/>
    <w:rsid w:val="000C71BB"/>
    <w:rsid w:val="000C73CF"/>
    <w:rsid w:val="000C76D1"/>
    <w:rsid w:val="000C7884"/>
    <w:rsid w:val="000D00BE"/>
    <w:rsid w:val="000D0151"/>
    <w:rsid w:val="000D01B9"/>
    <w:rsid w:val="000D0319"/>
    <w:rsid w:val="000D04F9"/>
    <w:rsid w:val="000D07AA"/>
    <w:rsid w:val="000D0939"/>
    <w:rsid w:val="000D0D89"/>
    <w:rsid w:val="000D0F20"/>
    <w:rsid w:val="000D0FAB"/>
    <w:rsid w:val="000D11F5"/>
    <w:rsid w:val="000D13DE"/>
    <w:rsid w:val="000D1FBA"/>
    <w:rsid w:val="000D2E63"/>
    <w:rsid w:val="000D3413"/>
    <w:rsid w:val="000D3828"/>
    <w:rsid w:val="000D3AB7"/>
    <w:rsid w:val="000D3BE3"/>
    <w:rsid w:val="000D3BF6"/>
    <w:rsid w:val="000D49DD"/>
    <w:rsid w:val="000D4AA0"/>
    <w:rsid w:val="000D5307"/>
    <w:rsid w:val="000D5575"/>
    <w:rsid w:val="000D58EC"/>
    <w:rsid w:val="000D596C"/>
    <w:rsid w:val="000D66D0"/>
    <w:rsid w:val="000D6A2F"/>
    <w:rsid w:val="000D6D82"/>
    <w:rsid w:val="000D719C"/>
    <w:rsid w:val="000D7C74"/>
    <w:rsid w:val="000D7E02"/>
    <w:rsid w:val="000E0131"/>
    <w:rsid w:val="000E0222"/>
    <w:rsid w:val="000E034B"/>
    <w:rsid w:val="000E07BF"/>
    <w:rsid w:val="000E0CF1"/>
    <w:rsid w:val="000E0D5C"/>
    <w:rsid w:val="000E141E"/>
    <w:rsid w:val="000E1510"/>
    <w:rsid w:val="000E17D1"/>
    <w:rsid w:val="000E1F94"/>
    <w:rsid w:val="000E2162"/>
    <w:rsid w:val="000E2354"/>
    <w:rsid w:val="000E265E"/>
    <w:rsid w:val="000E29C7"/>
    <w:rsid w:val="000E29D6"/>
    <w:rsid w:val="000E29EE"/>
    <w:rsid w:val="000E2FAB"/>
    <w:rsid w:val="000E3370"/>
    <w:rsid w:val="000E3E94"/>
    <w:rsid w:val="000E3EE8"/>
    <w:rsid w:val="000E40B6"/>
    <w:rsid w:val="000E4B45"/>
    <w:rsid w:val="000E4D0E"/>
    <w:rsid w:val="000E57DB"/>
    <w:rsid w:val="000E5C01"/>
    <w:rsid w:val="000E5D6E"/>
    <w:rsid w:val="000E5F8A"/>
    <w:rsid w:val="000E612B"/>
    <w:rsid w:val="000E614A"/>
    <w:rsid w:val="000E616B"/>
    <w:rsid w:val="000E658C"/>
    <w:rsid w:val="000E6973"/>
    <w:rsid w:val="000E776A"/>
    <w:rsid w:val="000E7D52"/>
    <w:rsid w:val="000F043F"/>
    <w:rsid w:val="000F0E2A"/>
    <w:rsid w:val="000F16E0"/>
    <w:rsid w:val="000F1AF3"/>
    <w:rsid w:val="000F1B9A"/>
    <w:rsid w:val="000F1DE7"/>
    <w:rsid w:val="000F28EA"/>
    <w:rsid w:val="000F326F"/>
    <w:rsid w:val="000F3A86"/>
    <w:rsid w:val="000F3E1E"/>
    <w:rsid w:val="000F42C1"/>
    <w:rsid w:val="000F4F4A"/>
    <w:rsid w:val="000F5478"/>
    <w:rsid w:val="000F5A4E"/>
    <w:rsid w:val="000F5B2F"/>
    <w:rsid w:val="000F61FB"/>
    <w:rsid w:val="000F6643"/>
    <w:rsid w:val="000F6A0E"/>
    <w:rsid w:val="000F76A8"/>
    <w:rsid w:val="000F7729"/>
    <w:rsid w:val="000F7751"/>
    <w:rsid w:val="000F7F20"/>
    <w:rsid w:val="0010063B"/>
    <w:rsid w:val="0010129D"/>
    <w:rsid w:val="001012D7"/>
    <w:rsid w:val="00101625"/>
    <w:rsid w:val="001018A4"/>
    <w:rsid w:val="00101D16"/>
    <w:rsid w:val="00101E8E"/>
    <w:rsid w:val="001020FF"/>
    <w:rsid w:val="00102453"/>
    <w:rsid w:val="001027AC"/>
    <w:rsid w:val="00103170"/>
    <w:rsid w:val="00103B18"/>
    <w:rsid w:val="00103FDE"/>
    <w:rsid w:val="00104027"/>
    <w:rsid w:val="0010411B"/>
    <w:rsid w:val="00104585"/>
    <w:rsid w:val="0010474F"/>
    <w:rsid w:val="00104B75"/>
    <w:rsid w:val="00104B94"/>
    <w:rsid w:val="00104DFC"/>
    <w:rsid w:val="00105EB9"/>
    <w:rsid w:val="0010656E"/>
    <w:rsid w:val="0010682A"/>
    <w:rsid w:val="0010710A"/>
    <w:rsid w:val="00107756"/>
    <w:rsid w:val="00107AAD"/>
    <w:rsid w:val="0011036F"/>
    <w:rsid w:val="001104C1"/>
    <w:rsid w:val="00110634"/>
    <w:rsid w:val="00111160"/>
    <w:rsid w:val="00111749"/>
    <w:rsid w:val="00111B49"/>
    <w:rsid w:val="00111BBF"/>
    <w:rsid w:val="0011209F"/>
    <w:rsid w:val="00112A43"/>
    <w:rsid w:val="00112DB6"/>
    <w:rsid w:val="0011324B"/>
    <w:rsid w:val="00113357"/>
    <w:rsid w:val="001143B6"/>
    <w:rsid w:val="00114457"/>
    <w:rsid w:val="00114542"/>
    <w:rsid w:val="00114606"/>
    <w:rsid w:val="001146AF"/>
    <w:rsid w:val="00114B61"/>
    <w:rsid w:val="00114E88"/>
    <w:rsid w:val="00114F0B"/>
    <w:rsid w:val="0011506F"/>
    <w:rsid w:val="00115271"/>
    <w:rsid w:val="0011536D"/>
    <w:rsid w:val="001156D9"/>
    <w:rsid w:val="0011582B"/>
    <w:rsid w:val="00116650"/>
    <w:rsid w:val="001202BC"/>
    <w:rsid w:val="001206BB"/>
    <w:rsid w:val="00121275"/>
    <w:rsid w:val="00121483"/>
    <w:rsid w:val="0012156B"/>
    <w:rsid w:val="00121854"/>
    <w:rsid w:val="00121ECF"/>
    <w:rsid w:val="001223D8"/>
    <w:rsid w:val="00122970"/>
    <w:rsid w:val="001229D3"/>
    <w:rsid w:val="00122C45"/>
    <w:rsid w:val="00122F01"/>
    <w:rsid w:val="00123339"/>
    <w:rsid w:val="001242D7"/>
    <w:rsid w:val="001246D4"/>
    <w:rsid w:val="00124CF2"/>
    <w:rsid w:val="00124E61"/>
    <w:rsid w:val="0012529F"/>
    <w:rsid w:val="00125832"/>
    <w:rsid w:val="00125949"/>
    <w:rsid w:val="00125CD8"/>
    <w:rsid w:val="00126285"/>
    <w:rsid w:val="00126868"/>
    <w:rsid w:val="00126ACF"/>
    <w:rsid w:val="00126C25"/>
    <w:rsid w:val="00127A93"/>
    <w:rsid w:val="00127C2D"/>
    <w:rsid w:val="00127E28"/>
    <w:rsid w:val="001302E8"/>
    <w:rsid w:val="0013031F"/>
    <w:rsid w:val="001304E6"/>
    <w:rsid w:val="001304E7"/>
    <w:rsid w:val="00131674"/>
    <w:rsid w:val="00131E85"/>
    <w:rsid w:val="00131F35"/>
    <w:rsid w:val="0013237C"/>
    <w:rsid w:val="0013266B"/>
    <w:rsid w:val="00132E8F"/>
    <w:rsid w:val="0013305D"/>
    <w:rsid w:val="00133A65"/>
    <w:rsid w:val="00133ADB"/>
    <w:rsid w:val="00133CF0"/>
    <w:rsid w:val="00134242"/>
    <w:rsid w:val="001343E8"/>
    <w:rsid w:val="001344E9"/>
    <w:rsid w:val="0013466C"/>
    <w:rsid w:val="0013475F"/>
    <w:rsid w:val="001347A7"/>
    <w:rsid w:val="001350E0"/>
    <w:rsid w:val="001350E9"/>
    <w:rsid w:val="001353B2"/>
    <w:rsid w:val="00135446"/>
    <w:rsid w:val="00135E57"/>
    <w:rsid w:val="001367AB"/>
    <w:rsid w:val="001369D7"/>
    <w:rsid w:val="00136A04"/>
    <w:rsid w:val="00136CB0"/>
    <w:rsid w:val="001372FF"/>
    <w:rsid w:val="001379E5"/>
    <w:rsid w:val="00137F7C"/>
    <w:rsid w:val="00140C69"/>
    <w:rsid w:val="0014118A"/>
    <w:rsid w:val="0014258A"/>
    <w:rsid w:val="0014330D"/>
    <w:rsid w:val="00143D62"/>
    <w:rsid w:val="00143DC7"/>
    <w:rsid w:val="00143F75"/>
    <w:rsid w:val="0014402A"/>
    <w:rsid w:val="001452A4"/>
    <w:rsid w:val="00145741"/>
    <w:rsid w:val="001458A5"/>
    <w:rsid w:val="00145DD7"/>
    <w:rsid w:val="0014613C"/>
    <w:rsid w:val="00146433"/>
    <w:rsid w:val="00146977"/>
    <w:rsid w:val="00146D36"/>
    <w:rsid w:val="001471BC"/>
    <w:rsid w:val="00147674"/>
    <w:rsid w:val="00150B83"/>
    <w:rsid w:val="00151560"/>
    <w:rsid w:val="00151A4F"/>
    <w:rsid w:val="0015213A"/>
    <w:rsid w:val="0015219B"/>
    <w:rsid w:val="001521C6"/>
    <w:rsid w:val="00152D15"/>
    <w:rsid w:val="00152F7B"/>
    <w:rsid w:val="0015353F"/>
    <w:rsid w:val="00153A72"/>
    <w:rsid w:val="001541A0"/>
    <w:rsid w:val="00154A8F"/>
    <w:rsid w:val="00154F57"/>
    <w:rsid w:val="00155F56"/>
    <w:rsid w:val="001560F2"/>
    <w:rsid w:val="00156ADE"/>
    <w:rsid w:val="0015704F"/>
    <w:rsid w:val="00157723"/>
    <w:rsid w:val="00157A49"/>
    <w:rsid w:val="00157AFD"/>
    <w:rsid w:val="00157E27"/>
    <w:rsid w:val="0016014A"/>
    <w:rsid w:val="00160B3D"/>
    <w:rsid w:val="00161AC5"/>
    <w:rsid w:val="00161EE4"/>
    <w:rsid w:val="001624DB"/>
    <w:rsid w:val="00162616"/>
    <w:rsid w:val="0016263E"/>
    <w:rsid w:val="0016267D"/>
    <w:rsid w:val="001626FD"/>
    <w:rsid w:val="00162858"/>
    <w:rsid w:val="00162D04"/>
    <w:rsid w:val="00163718"/>
    <w:rsid w:val="00163C25"/>
    <w:rsid w:val="0016416B"/>
    <w:rsid w:val="0016440A"/>
    <w:rsid w:val="001649E7"/>
    <w:rsid w:val="0016593B"/>
    <w:rsid w:val="00166314"/>
    <w:rsid w:val="00166A45"/>
    <w:rsid w:val="00166CA1"/>
    <w:rsid w:val="001670FB"/>
    <w:rsid w:val="00167A79"/>
    <w:rsid w:val="00167FF0"/>
    <w:rsid w:val="00170681"/>
    <w:rsid w:val="001706DD"/>
    <w:rsid w:val="00170A48"/>
    <w:rsid w:val="00170FE5"/>
    <w:rsid w:val="001710E2"/>
    <w:rsid w:val="0017163F"/>
    <w:rsid w:val="00171777"/>
    <w:rsid w:val="00171C5F"/>
    <w:rsid w:val="00172CFD"/>
    <w:rsid w:val="00172EDA"/>
    <w:rsid w:val="001732F6"/>
    <w:rsid w:val="0017357F"/>
    <w:rsid w:val="001739AA"/>
    <w:rsid w:val="00173CCC"/>
    <w:rsid w:val="00174CF8"/>
    <w:rsid w:val="001753E5"/>
    <w:rsid w:val="001755EF"/>
    <w:rsid w:val="0017586B"/>
    <w:rsid w:val="00175922"/>
    <w:rsid w:val="00175964"/>
    <w:rsid w:val="00175AA0"/>
    <w:rsid w:val="00175D6F"/>
    <w:rsid w:val="00175FCA"/>
    <w:rsid w:val="001769F5"/>
    <w:rsid w:val="001773D2"/>
    <w:rsid w:val="001800BF"/>
    <w:rsid w:val="001800CD"/>
    <w:rsid w:val="0018088D"/>
    <w:rsid w:val="00180B11"/>
    <w:rsid w:val="00180B6A"/>
    <w:rsid w:val="00180D57"/>
    <w:rsid w:val="00181524"/>
    <w:rsid w:val="00181906"/>
    <w:rsid w:val="00181974"/>
    <w:rsid w:val="00181D95"/>
    <w:rsid w:val="00182135"/>
    <w:rsid w:val="00182AC4"/>
    <w:rsid w:val="00182AFC"/>
    <w:rsid w:val="00182C4E"/>
    <w:rsid w:val="00182E8E"/>
    <w:rsid w:val="00182F90"/>
    <w:rsid w:val="00183AEA"/>
    <w:rsid w:val="00183AFC"/>
    <w:rsid w:val="001842A1"/>
    <w:rsid w:val="0018453C"/>
    <w:rsid w:val="00184BDF"/>
    <w:rsid w:val="0018503B"/>
    <w:rsid w:val="00185218"/>
    <w:rsid w:val="00185475"/>
    <w:rsid w:val="001856D2"/>
    <w:rsid w:val="00186380"/>
    <w:rsid w:val="00186BB4"/>
    <w:rsid w:val="00186BD9"/>
    <w:rsid w:val="001901CF"/>
    <w:rsid w:val="00190D0C"/>
    <w:rsid w:val="00190E12"/>
    <w:rsid w:val="0019157F"/>
    <w:rsid w:val="00191720"/>
    <w:rsid w:val="00191826"/>
    <w:rsid w:val="00191CCE"/>
    <w:rsid w:val="00192B8F"/>
    <w:rsid w:val="00192BB7"/>
    <w:rsid w:val="00192CE6"/>
    <w:rsid w:val="00192DDE"/>
    <w:rsid w:val="00193848"/>
    <w:rsid w:val="00193B63"/>
    <w:rsid w:val="00193B93"/>
    <w:rsid w:val="00193CCA"/>
    <w:rsid w:val="00194017"/>
    <w:rsid w:val="001940EC"/>
    <w:rsid w:val="00194365"/>
    <w:rsid w:val="00194B45"/>
    <w:rsid w:val="00194D89"/>
    <w:rsid w:val="00194FCA"/>
    <w:rsid w:val="0019500F"/>
    <w:rsid w:val="00195116"/>
    <w:rsid w:val="00195532"/>
    <w:rsid w:val="0019585D"/>
    <w:rsid w:val="00195A0C"/>
    <w:rsid w:val="00196103"/>
    <w:rsid w:val="00196724"/>
    <w:rsid w:val="00196A05"/>
    <w:rsid w:val="00197814"/>
    <w:rsid w:val="00197A37"/>
    <w:rsid w:val="00197CA1"/>
    <w:rsid w:val="00197DE5"/>
    <w:rsid w:val="001A0460"/>
    <w:rsid w:val="001A062B"/>
    <w:rsid w:val="001A069A"/>
    <w:rsid w:val="001A0C12"/>
    <w:rsid w:val="001A0E3F"/>
    <w:rsid w:val="001A1393"/>
    <w:rsid w:val="001A164A"/>
    <w:rsid w:val="001A2035"/>
    <w:rsid w:val="001A2481"/>
    <w:rsid w:val="001A2DA7"/>
    <w:rsid w:val="001A2E96"/>
    <w:rsid w:val="001A3514"/>
    <w:rsid w:val="001A3E89"/>
    <w:rsid w:val="001A4562"/>
    <w:rsid w:val="001A47CA"/>
    <w:rsid w:val="001A48B9"/>
    <w:rsid w:val="001A48E4"/>
    <w:rsid w:val="001A4D8C"/>
    <w:rsid w:val="001A50A3"/>
    <w:rsid w:val="001A5298"/>
    <w:rsid w:val="001A58B3"/>
    <w:rsid w:val="001A5FD1"/>
    <w:rsid w:val="001A65D0"/>
    <w:rsid w:val="001A69E4"/>
    <w:rsid w:val="001A6C76"/>
    <w:rsid w:val="001A6E22"/>
    <w:rsid w:val="001A72FA"/>
    <w:rsid w:val="001A7525"/>
    <w:rsid w:val="001A776D"/>
    <w:rsid w:val="001A7E6A"/>
    <w:rsid w:val="001B039E"/>
    <w:rsid w:val="001B07E9"/>
    <w:rsid w:val="001B104B"/>
    <w:rsid w:val="001B132E"/>
    <w:rsid w:val="001B1782"/>
    <w:rsid w:val="001B1992"/>
    <w:rsid w:val="001B1A7F"/>
    <w:rsid w:val="001B20FC"/>
    <w:rsid w:val="001B2133"/>
    <w:rsid w:val="001B2460"/>
    <w:rsid w:val="001B2638"/>
    <w:rsid w:val="001B2ADC"/>
    <w:rsid w:val="001B2C75"/>
    <w:rsid w:val="001B2E7E"/>
    <w:rsid w:val="001B3086"/>
    <w:rsid w:val="001B355B"/>
    <w:rsid w:val="001B38E4"/>
    <w:rsid w:val="001B3902"/>
    <w:rsid w:val="001B39F9"/>
    <w:rsid w:val="001B4690"/>
    <w:rsid w:val="001B4C94"/>
    <w:rsid w:val="001B4FDC"/>
    <w:rsid w:val="001B5CD8"/>
    <w:rsid w:val="001B5D19"/>
    <w:rsid w:val="001B69C9"/>
    <w:rsid w:val="001B6C93"/>
    <w:rsid w:val="001B6DC7"/>
    <w:rsid w:val="001B70A6"/>
    <w:rsid w:val="001B749E"/>
    <w:rsid w:val="001B765C"/>
    <w:rsid w:val="001B7920"/>
    <w:rsid w:val="001C034C"/>
    <w:rsid w:val="001C08D9"/>
    <w:rsid w:val="001C0A2E"/>
    <w:rsid w:val="001C161F"/>
    <w:rsid w:val="001C2470"/>
    <w:rsid w:val="001C2F61"/>
    <w:rsid w:val="001C375D"/>
    <w:rsid w:val="001C4014"/>
    <w:rsid w:val="001C4863"/>
    <w:rsid w:val="001C4F3E"/>
    <w:rsid w:val="001C58AF"/>
    <w:rsid w:val="001C5A8D"/>
    <w:rsid w:val="001C630A"/>
    <w:rsid w:val="001C6676"/>
    <w:rsid w:val="001C70C3"/>
    <w:rsid w:val="001C74D2"/>
    <w:rsid w:val="001C7A1B"/>
    <w:rsid w:val="001C7E67"/>
    <w:rsid w:val="001D02C4"/>
    <w:rsid w:val="001D038A"/>
    <w:rsid w:val="001D06C6"/>
    <w:rsid w:val="001D06C9"/>
    <w:rsid w:val="001D0A97"/>
    <w:rsid w:val="001D149C"/>
    <w:rsid w:val="001D1598"/>
    <w:rsid w:val="001D1C96"/>
    <w:rsid w:val="001D2634"/>
    <w:rsid w:val="001D344C"/>
    <w:rsid w:val="001D35E6"/>
    <w:rsid w:val="001D3A7B"/>
    <w:rsid w:val="001D3D31"/>
    <w:rsid w:val="001D3D93"/>
    <w:rsid w:val="001D43B4"/>
    <w:rsid w:val="001D444F"/>
    <w:rsid w:val="001D4975"/>
    <w:rsid w:val="001D4A9A"/>
    <w:rsid w:val="001D4B32"/>
    <w:rsid w:val="001D5076"/>
    <w:rsid w:val="001D52ED"/>
    <w:rsid w:val="001D5313"/>
    <w:rsid w:val="001D5A07"/>
    <w:rsid w:val="001D5B7E"/>
    <w:rsid w:val="001D5F2D"/>
    <w:rsid w:val="001D668A"/>
    <w:rsid w:val="001D69D8"/>
    <w:rsid w:val="001D7437"/>
    <w:rsid w:val="001D7A65"/>
    <w:rsid w:val="001E0551"/>
    <w:rsid w:val="001E0771"/>
    <w:rsid w:val="001E0D66"/>
    <w:rsid w:val="001E12AF"/>
    <w:rsid w:val="001E22B8"/>
    <w:rsid w:val="001E2CBC"/>
    <w:rsid w:val="001E2E2D"/>
    <w:rsid w:val="001E309E"/>
    <w:rsid w:val="001E31B4"/>
    <w:rsid w:val="001E34B5"/>
    <w:rsid w:val="001E3553"/>
    <w:rsid w:val="001E35BB"/>
    <w:rsid w:val="001E3675"/>
    <w:rsid w:val="001E3DBB"/>
    <w:rsid w:val="001E3EB8"/>
    <w:rsid w:val="001E48B9"/>
    <w:rsid w:val="001E4DE3"/>
    <w:rsid w:val="001E54B9"/>
    <w:rsid w:val="001E5834"/>
    <w:rsid w:val="001E5B77"/>
    <w:rsid w:val="001E5C0F"/>
    <w:rsid w:val="001E5D8C"/>
    <w:rsid w:val="001E68A0"/>
    <w:rsid w:val="001E6DCE"/>
    <w:rsid w:val="001F03AC"/>
    <w:rsid w:val="001F03EF"/>
    <w:rsid w:val="001F06FE"/>
    <w:rsid w:val="001F0DDE"/>
    <w:rsid w:val="001F11E5"/>
    <w:rsid w:val="001F1C41"/>
    <w:rsid w:val="001F20B1"/>
    <w:rsid w:val="001F2935"/>
    <w:rsid w:val="001F2A31"/>
    <w:rsid w:val="001F2D00"/>
    <w:rsid w:val="001F2F95"/>
    <w:rsid w:val="001F34B7"/>
    <w:rsid w:val="001F373B"/>
    <w:rsid w:val="001F39E6"/>
    <w:rsid w:val="001F39F7"/>
    <w:rsid w:val="001F3C12"/>
    <w:rsid w:val="001F3D2C"/>
    <w:rsid w:val="001F3FA9"/>
    <w:rsid w:val="001F4AE2"/>
    <w:rsid w:val="001F591D"/>
    <w:rsid w:val="001F5E6C"/>
    <w:rsid w:val="001F6558"/>
    <w:rsid w:val="001F65DC"/>
    <w:rsid w:val="001F690E"/>
    <w:rsid w:val="001F6AA4"/>
    <w:rsid w:val="001F6D07"/>
    <w:rsid w:val="001F6D11"/>
    <w:rsid w:val="001F7872"/>
    <w:rsid w:val="001F7A79"/>
    <w:rsid w:val="001F7C41"/>
    <w:rsid w:val="002007AE"/>
    <w:rsid w:val="00200B95"/>
    <w:rsid w:val="00200E5F"/>
    <w:rsid w:val="0020121A"/>
    <w:rsid w:val="00201270"/>
    <w:rsid w:val="002013EC"/>
    <w:rsid w:val="002016CA"/>
    <w:rsid w:val="00201963"/>
    <w:rsid w:val="00202622"/>
    <w:rsid w:val="00203145"/>
    <w:rsid w:val="00203C5D"/>
    <w:rsid w:val="002040D0"/>
    <w:rsid w:val="002042A4"/>
    <w:rsid w:val="0020431B"/>
    <w:rsid w:val="0020460C"/>
    <w:rsid w:val="00204A81"/>
    <w:rsid w:val="00204BFD"/>
    <w:rsid w:val="00204E20"/>
    <w:rsid w:val="0020550A"/>
    <w:rsid w:val="00205DE2"/>
    <w:rsid w:val="0020652C"/>
    <w:rsid w:val="002065A4"/>
    <w:rsid w:val="002069FB"/>
    <w:rsid w:val="00206D1B"/>
    <w:rsid w:val="0020713C"/>
    <w:rsid w:val="0020757D"/>
    <w:rsid w:val="00207E33"/>
    <w:rsid w:val="00207EC6"/>
    <w:rsid w:val="00210056"/>
    <w:rsid w:val="00210069"/>
    <w:rsid w:val="002101A9"/>
    <w:rsid w:val="00210CC7"/>
    <w:rsid w:val="00210D8F"/>
    <w:rsid w:val="00210DE1"/>
    <w:rsid w:val="00210F8A"/>
    <w:rsid w:val="0021111D"/>
    <w:rsid w:val="00212950"/>
    <w:rsid w:val="0021356C"/>
    <w:rsid w:val="002135B9"/>
    <w:rsid w:val="00213753"/>
    <w:rsid w:val="00213907"/>
    <w:rsid w:val="002139E0"/>
    <w:rsid w:val="00213AA2"/>
    <w:rsid w:val="00213E8F"/>
    <w:rsid w:val="00213EDD"/>
    <w:rsid w:val="00214B10"/>
    <w:rsid w:val="00214B6F"/>
    <w:rsid w:val="00214C09"/>
    <w:rsid w:val="00215015"/>
    <w:rsid w:val="002150E1"/>
    <w:rsid w:val="00215900"/>
    <w:rsid w:val="00215D09"/>
    <w:rsid w:val="00216C88"/>
    <w:rsid w:val="00217C66"/>
    <w:rsid w:val="00220E7D"/>
    <w:rsid w:val="0022102A"/>
    <w:rsid w:val="00221426"/>
    <w:rsid w:val="00221482"/>
    <w:rsid w:val="002215C5"/>
    <w:rsid w:val="00221C34"/>
    <w:rsid w:val="00221EDB"/>
    <w:rsid w:val="00222126"/>
    <w:rsid w:val="00222205"/>
    <w:rsid w:val="00222705"/>
    <w:rsid w:val="002227D0"/>
    <w:rsid w:val="00222CA4"/>
    <w:rsid w:val="00223C6D"/>
    <w:rsid w:val="00223F8E"/>
    <w:rsid w:val="00224036"/>
    <w:rsid w:val="0022481B"/>
    <w:rsid w:val="002252A1"/>
    <w:rsid w:val="002262F4"/>
    <w:rsid w:val="002264DB"/>
    <w:rsid w:val="002265AA"/>
    <w:rsid w:val="00226FE7"/>
    <w:rsid w:val="0022785C"/>
    <w:rsid w:val="002279BE"/>
    <w:rsid w:val="00227A3E"/>
    <w:rsid w:val="002301F5"/>
    <w:rsid w:val="00230530"/>
    <w:rsid w:val="00230BC2"/>
    <w:rsid w:val="002310BC"/>
    <w:rsid w:val="002312DA"/>
    <w:rsid w:val="002321C1"/>
    <w:rsid w:val="0023232E"/>
    <w:rsid w:val="002331B6"/>
    <w:rsid w:val="00233EAA"/>
    <w:rsid w:val="00234105"/>
    <w:rsid w:val="00234876"/>
    <w:rsid w:val="002349DF"/>
    <w:rsid w:val="00234D9D"/>
    <w:rsid w:val="0023515C"/>
    <w:rsid w:val="00236577"/>
    <w:rsid w:val="00236892"/>
    <w:rsid w:val="00237237"/>
    <w:rsid w:val="00237389"/>
    <w:rsid w:val="0023769B"/>
    <w:rsid w:val="00237BFC"/>
    <w:rsid w:val="00240292"/>
    <w:rsid w:val="0024037E"/>
    <w:rsid w:val="00240488"/>
    <w:rsid w:val="00240C45"/>
    <w:rsid w:val="0024218B"/>
    <w:rsid w:val="0024221F"/>
    <w:rsid w:val="002428AE"/>
    <w:rsid w:val="00242976"/>
    <w:rsid w:val="002429E8"/>
    <w:rsid w:val="00243B31"/>
    <w:rsid w:val="00243BB4"/>
    <w:rsid w:val="00244174"/>
    <w:rsid w:val="00244DC4"/>
    <w:rsid w:val="00245702"/>
    <w:rsid w:val="00246AB9"/>
    <w:rsid w:val="00246B83"/>
    <w:rsid w:val="00246FCC"/>
    <w:rsid w:val="002473EF"/>
    <w:rsid w:val="002477F9"/>
    <w:rsid w:val="00247A11"/>
    <w:rsid w:val="00247DFE"/>
    <w:rsid w:val="00247E8E"/>
    <w:rsid w:val="00247ED5"/>
    <w:rsid w:val="002503A6"/>
    <w:rsid w:val="002505C3"/>
    <w:rsid w:val="002506F6"/>
    <w:rsid w:val="002512D3"/>
    <w:rsid w:val="00251640"/>
    <w:rsid w:val="0025181F"/>
    <w:rsid w:val="0025249A"/>
    <w:rsid w:val="00252B3F"/>
    <w:rsid w:val="00252BEA"/>
    <w:rsid w:val="00252ECD"/>
    <w:rsid w:val="00253B3A"/>
    <w:rsid w:val="00253E72"/>
    <w:rsid w:val="00254D01"/>
    <w:rsid w:val="00254E50"/>
    <w:rsid w:val="00254F28"/>
    <w:rsid w:val="00255028"/>
    <w:rsid w:val="00256594"/>
    <w:rsid w:val="00256907"/>
    <w:rsid w:val="00256C40"/>
    <w:rsid w:val="00256F8E"/>
    <w:rsid w:val="00257B79"/>
    <w:rsid w:val="002601B5"/>
    <w:rsid w:val="0026045A"/>
    <w:rsid w:val="00260A1A"/>
    <w:rsid w:val="00260AE8"/>
    <w:rsid w:val="00260DC2"/>
    <w:rsid w:val="002610B5"/>
    <w:rsid w:val="002610BA"/>
    <w:rsid w:val="00261392"/>
    <w:rsid w:val="002613B9"/>
    <w:rsid w:val="00261AA3"/>
    <w:rsid w:val="00261B46"/>
    <w:rsid w:val="00262057"/>
    <w:rsid w:val="002632A1"/>
    <w:rsid w:val="00263648"/>
    <w:rsid w:val="00263A96"/>
    <w:rsid w:val="00263BF9"/>
    <w:rsid w:val="00264438"/>
    <w:rsid w:val="002644CB"/>
    <w:rsid w:val="00265911"/>
    <w:rsid w:val="00265943"/>
    <w:rsid w:val="00265F5E"/>
    <w:rsid w:val="00266715"/>
    <w:rsid w:val="00266914"/>
    <w:rsid w:val="00266F20"/>
    <w:rsid w:val="00267632"/>
    <w:rsid w:val="00267885"/>
    <w:rsid w:val="00267C04"/>
    <w:rsid w:val="00267C31"/>
    <w:rsid w:val="00267F43"/>
    <w:rsid w:val="002702E4"/>
    <w:rsid w:val="0027088C"/>
    <w:rsid w:val="00270F77"/>
    <w:rsid w:val="002713E3"/>
    <w:rsid w:val="00271BDA"/>
    <w:rsid w:val="002723E1"/>
    <w:rsid w:val="002729D6"/>
    <w:rsid w:val="002731C5"/>
    <w:rsid w:val="00273318"/>
    <w:rsid w:val="00273387"/>
    <w:rsid w:val="00273B28"/>
    <w:rsid w:val="00273B4C"/>
    <w:rsid w:val="00273C55"/>
    <w:rsid w:val="00274052"/>
    <w:rsid w:val="002742AC"/>
    <w:rsid w:val="0027464A"/>
    <w:rsid w:val="00274EE5"/>
    <w:rsid w:val="00274F0A"/>
    <w:rsid w:val="0027530E"/>
    <w:rsid w:val="00275514"/>
    <w:rsid w:val="0027553C"/>
    <w:rsid w:val="002759F6"/>
    <w:rsid w:val="002760F8"/>
    <w:rsid w:val="0027667B"/>
    <w:rsid w:val="0027709D"/>
    <w:rsid w:val="002773FF"/>
    <w:rsid w:val="00277AEC"/>
    <w:rsid w:val="00277B3A"/>
    <w:rsid w:val="00280CD7"/>
    <w:rsid w:val="00281099"/>
    <w:rsid w:val="002815A0"/>
    <w:rsid w:val="00282014"/>
    <w:rsid w:val="00282122"/>
    <w:rsid w:val="002821D3"/>
    <w:rsid w:val="0028267B"/>
    <w:rsid w:val="002829E5"/>
    <w:rsid w:val="00282A8E"/>
    <w:rsid w:val="002833D0"/>
    <w:rsid w:val="00283C12"/>
    <w:rsid w:val="00283D3B"/>
    <w:rsid w:val="0028495A"/>
    <w:rsid w:val="00284FFD"/>
    <w:rsid w:val="00285026"/>
    <w:rsid w:val="002853D0"/>
    <w:rsid w:val="00286033"/>
    <w:rsid w:val="00287343"/>
    <w:rsid w:val="002879B3"/>
    <w:rsid w:val="00287BD3"/>
    <w:rsid w:val="00287C14"/>
    <w:rsid w:val="00290BA5"/>
    <w:rsid w:val="002910DE"/>
    <w:rsid w:val="00291458"/>
    <w:rsid w:val="00291DC9"/>
    <w:rsid w:val="00292239"/>
    <w:rsid w:val="002922C1"/>
    <w:rsid w:val="00292376"/>
    <w:rsid w:val="00292857"/>
    <w:rsid w:val="00292DF5"/>
    <w:rsid w:val="0029359B"/>
    <w:rsid w:val="00293F98"/>
    <w:rsid w:val="00294385"/>
    <w:rsid w:val="0029449F"/>
    <w:rsid w:val="00294A25"/>
    <w:rsid w:val="00295900"/>
    <w:rsid w:val="00295DBE"/>
    <w:rsid w:val="002965D9"/>
    <w:rsid w:val="00296636"/>
    <w:rsid w:val="0029675E"/>
    <w:rsid w:val="002967EF"/>
    <w:rsid w:val="0029685A"/>
    <w:rsid w:val="00297290"/>
    <w:rsid w:val="002976D9"/>
    <w:rsid w:val="00297D37"/>
    <w:rsid w:val="002A0168"/>
    <w:rsid w:val="002A017F"/>
    <w:rsid w:val="002A06E4"/>
    <w:rsid w:val="002A0942"/>
    <w:rsid w:val="002A1AAD"/>
    <w:rsid w:val="002A344B"/>
    <w:rsid w:val="002A3970"/>
    <w:rsid w:val="002A42FC"/>
    <w:rsid w:val="002A482C"/>
    <w:rsid w:val="002A4AE0"/>
    <w:rsid w:val="002A55C6"/>
    <w:rsid w:val="002A5AF4"/>
    <w:rsid w:val="002A5EE4"/>
    <w:rsid w:val="002A68C5"/>
    <w:rsid w:val="002A6E97"/>
    <w:rsid w:val="002A7305"/>
    <w:rsid w:val="002A77AF"/>
    <w:rsid w:val="002A7C2F"/>
    <w:rsid w:val="002A7EF3"/>
    <w:rsid w:val="002B01AC"/>
    <w:rsid w:val="002B0520"/>
    <w:rsid w:val="002B08D2"/>
    <w:rsid w:val="002B0A30"/>
    <w:rsid w:val="002B0C56"/>
    <w:rsid w:val="002B0D42"/>
    <w:rsid w:val="002B0DA2"/>
    <w:rsid w:val="002B0ED9"/>
    <w:rsid w:val="002B163F"/>
    <w:rsid w:val="002B1B57"/>
    <w:rsid w:val="002B1D41"/>
    <w:rsid w:val="002B23F6"/>
    <w:rsid w:val="002B2728"/>
    <w:rsid w:val="002B33D8"/>
    <w:rsid w:val="002B4148"/>
    <w:rsid w:val="002B4447"/>
    <w:rsid w:val="002B44B1"/>
    <w:rsid w:val="002B4DC0"/>
    <w:rsid w:val="002B5505"/>
    <w:rsid w:val="002B5E9F"/>
    <w:rsid w:val="002B5F5F"/>
    <w:rsid w:val="002B6580"/>
    <w:rsid w:val="002B65D9"/>
    <w:rsid w:val="002B6630"/>
    <w:rsid w:val="002B6877"/>
    <w:rsid w:val="002B71A9"/>
    <w:rsid w:val="002C011D"/>
    <w:rsid w:val="002C047D"/>
    <w:rsid w:val="002C06CE"/>
    <w:rsid w:val="002C07DC"/>
    <w:rsid w:val="002C0E60"/>
    <w:rsid w:val="002C0FF2"/>
    <w:rsid w:val="002C1784"/>
    <w:rsid w:val="002C1990"/>
    <w:rsid w:val="002C1D51"/>
    <w:rsid w:val="002C1F16"/>
    <w:rsid w:val="002C2729"/>
    <w:rsid w:val="002C30F3"/>
    <w:rsid w:val="002C345F"/>
    <w:rsid w:val="002C361C"/>
    <w:rsid w:val="002C41D2"/>
    <w:rsid w:val="002C45B9"/>
    <w:rsid w:val="002C48C9"/>
    <w:rsid w:val="002C530F"/>
    <w:rsid w:val="002C5491"/>
    <w:rsid w:val="002C5700"/>
    <w:rsid w:val="002C5E38"/>
    <w:rsid w:val="002C60E1"/>
    <w:rsid w:val="002C616F"/>
    <w:rsid w:val="002C6DB1"/>
    <w:rsid w:val="002C79F9"/>
    <w:rsid w:val="002C7AE4"/>
    <w:rsid w:val="002C7C14"/>
    <w:rsid w:val="002C7E55"/>
    <w:rsid w:val="002C7EBD"/>
    <w:rsid w:val="002D081C"/>
    <w:rsid w:val="002D08D5"/>
    <w:rsid w:val="002D15A0"/>
    <w:rsid w:val="002D1BDC"/>
    <w:rsid w:val="002D1E09"/>
    <w:rsid w:val="002D20C3"/>
    <w:rsid w:val="002D22B9"/>
    <w:rsid w:val="002D25E7"/>
    <w:rsid w:val="002D26E6"/>
    <w:rsid w:val="002D2F8D"/>
    <w:rsid w:val="002D37FC"/>
    <w:rsid w:val="002D4085"/>
    <w:rsid w:val="002D4574"/>
    <w:rsid w:val="002D48CE"/>
    <w:rsid w:val="002D4917"/>
    <w:rsid w:val="002D4BD9"/>
    <w:rsid w:val="002D5298"/>
    <w:rsid w:val="002D66BB"/>
    <w:rsid w:val="002D6A27"/>
    <w:rsid w:val="002D70AF"/>
    <w:rsid w:val="002D7529"/>
    <w:rsid w:val="002D7E80"/>
    <w:rsid w:val="002D7FD8"/>
    <w:rsid w:val="002E00DE"/>
    <w:rsid w:val="002E0C05"/>
    <w:rsid w:val="002E0CD2"/>
    <w:rsid w:val="002E0DA1"/>
    <w:rsid w:val="002E106A"/>
    <w:rsid w:val="002E1B7A"/>
    <w:rsid w:val="002E1BC5"/>
    <w:rsid w:val="002E21D2"/>
    <w:rsid w:val="002E2571"/>
    <w:rsid w:val="002E2D56"/>
    <w:rsid w:val="002E3B75"/>
    <w:rsid w:val="002E3F6D"/>
    <w:rsid w:val="002E5077"/>
    <w:rsid w:val="002E50A7"/>
    <w:rsid w:val="002E55D1"/>
    <w:rsid w:val="002E57BA"/>
    <w:rsid w:val="002E57C0"/>
    <w:rsid w:val="002E6444"/>
    <w:rsid w:val="002E72D0"/>
    <w:rsid w:val="002F0048"/>
    <w:rsid w:val="002F0AF6"/>
    <w:rsid w:val="002F0DDB"/>
    <w:rsid w:val="002F1527"/>
    <w:rsid w:val="002F19D9"/>
    <w:rsid w:val="002F2096"/>
    <w:rsid w:val="002F2355"/>
    <w:rsid w:val="002F244C"/>
    <w:rsid w:val="002F27CC"/>
    <w:rsid w:val="002F3EE9"/>
    <w:rsid w:val="002F3FC4"/>
    <w:rsid w:val="002F3FF3"/>
    <w:rsid w:val="002F410A"/>
    <w:rsid w:val="002F440A"/>
    <w:rsid w:val="002F4AEA"/>
    <w:rsid w:val="002F4EFA"/>
    <w:rsid w:val="002F4F93"/>
    <w:rsid w:val="002F5596"/>
    <w:rsid w:val="002F65DC"/>
    <w:rsid w:val="002F6818"/>
    <w:rsid w:val="002F6855"/>
    <w:rsid w:val="002F6AFC"/>
    <w:rsid w:val="002F76A2"/>
    <w:rsid w:val="002F7D44"/>
    <w:rsid w:val="00300154"/>
    <w:rsid w:val="00300167"/>
    <w:rsid w:val="00300477"/>
    <w:rsid w:val="003008E3"/>
    <w:rsid w:val="00300F56"/>
    <w:rsid w:val="00301048"/>
    <w:rsid w:val="0030114E"/>
    <w:rsid w:val="0030175D"/>
    <w:rsid w:val="0030269F"/>
    <w:rsid w:val="00302A87"/>
    <w:rsid w:val="00302BF4"/>
    <w:rsid w:val="00302C21"/>
    <w:rsid w:val="003039DC"/>
    <w:rsid w:val="00303A2B"/>
    <w:rsid w:val="00303C11"/>
    <w:rsid w:val="003042C3"/>
    <w:rsid w:val="0030455F"/>
    <w:rsid w:val="003060BA"/>
    <w:rsid w:val="0030699E"/>
    <w:rsid w:val="00306C4B"/>
    <w:rsid w:val="00307831"/>
    <w:rsid w:val="00307D05"/>
    <w:rsid w:val="003105DB"/>
    <w:rsid w:val="0031067C"/>
    <w:rsid w:val="00310AFA"/>
    <w:rsid w:val="003113F6"/>
    <w:rsid w:val="00311F33"/>
    <w:rsid w:val="00311FAF"/>
    <w:rsid w:val="0031234E"/>
    <w:rsid w:val="0031238A"/>
    <w:rsid w:val="00312538"/>
    <w:rsid w:val="00312725"/>
    <w:rsid w:val="00312B97"/>
    <w:rsid w:val="00313693"/>
    <w:rsid w:val="003137D5"/>
    <w:rsid w:val="0031381E"/>
    <w:rsid w:val="0031382F"/>
    <w:rsid w:val="0031390E"/>
    <w:rsid w:val="00314160"/>
    <w:rsid w:val="00314684"/>
    <w:rsid w:val="003155D0"/>
    <w:rsid w:val="00315E53"/>
    <w:rsid w:val="0031655B"/>
    <w:rsid w:val="00317B84"/>
    <w:rsid w:val="00320467"/>
    <w:rsid w:val="00320A66"/>
    <w:rsid w:val="00320B3C"/>
    <w:rsid w:val="00320C80"/>
    <w:rsid w:val="003214EF"/>
    <w:rsid w:val="00321621"/>
    <w:rsid w:val="00321DD4"/>
    <w:rsid w:val="00321F60"/>
    <w:rsid w:val="0032224E"/>
    <w:rsid w:val="00322A03"/>
    <w:rsid w:val="00323712"/>
    <w:rsid w:val="003243AB"/>
    <w:rsid w:val="0032455E"/>
    <w:rsid w:val="00324597"/>
    <w:rsid w:val="00324ED2"/>
    <w:rsid w:val="003251E5"/>
    <w:rsid w:val="00325600"/>
    <w:rsid w:val="00325CAA"/>
    <w:rsid w:val="00325D87"/>
    <w:rsid w:val="003262F3"/>
    <w:rsid w:val="003263A3"/>
    <w:rsid w:val="00326671"/>
    <w:rsid w:val="003266EB"/>
    <w:rsid w:val="00326799"/>
    <w:rsid w:val="00326B52"/>
    <w:rsid w:val="0032706D"/>
    <w:rsid w:val="00330397"/>
    <w:rsid w:val="0033065C"/>
    <w:rsid w:val="00331039"/>
    <w:rsid w:val="00331288"/>
    <w:rsid w:val="00331B63"/>
    <w:rsid w:val="003329A3"/>
    <w:rsid w:val="00334694"/>
    <w:rsid w:val="00334ED2"/>
    <w:rsid w:val="00334F01"/>
    <w:rsid w:val="003351B7"/>
    <w:rsid w:val="0033614E"/>
    <w:rsid w:val="00336E6D"/>
    <w:rsid w:val="00336FAC"/>
    <w:rsid w:val="0033746A"/>
    <w:rsid w:val="00337525"/>
    <w:rsid w:val="0033756A"/>
    <w:rsid w:val="003376C3"/>
    <w:rsid w:val="003378DD"/>
    <w:rsid w:val="003379A3"/>
    <w:rsid w:val="003379E8"/>
    <w:rsid w:val="003403DE"/>
    <w:rsid w:val="00340535"/>
    <w:rsid w:val="00340C7C"/>
    <w:rsid w:val="00340D95"/>
    <w:rsid w:val="00341346"/>
    <w:rsid w:val="003413E4"/>
    <w:rsid w:val="0034167F"/>
    <w:rsid w:val="003417FD"/>
    <w:rsid w:val="00342798"/>
    <w:rsid w:val="003427C4"/>
    <w:rsid w:val="00343688"/>
    <w:rsid w:val="0034379D"/>
    <w:rsid w:val="00343E3C"/>
    <w:rsid w:val="00344051"/>
    <w:rsid w:val="00344477"/>
    <w:rsid w:val="003445C0"/>
    <w:rsid w:val="003449AB"/>
    <w:rsid w:val="00344AC0"/>
    <w:rsid w:val="00344B62"/>
    <w:rsid w:val="00345491"/>
    <w:rsid w:val="003457C5"/>
    <w:rsid w:val="00345A3C"/>
    <w:rsid w:val="00345F7E"/>
    <w:rsid w:val="00346121"/>
    <w:rsid w:val="00346444"/>
    <w:rsid w:val="00346582"/>
    <w:rsid w:val="00347C97"/>
    <w:rsid w:val="00350151"/>
    <w:rsid w:val="003505B9"/>
    <w:rsid w:val="00350E18"/>
    <w:rsid w:val="00351217"/>
    <w:rsid w:val="003516F6"/>
    <w:rsid w:val="0035198B"/>
    <w:rsid w:val="00351A40"/>
    <w:rsid w:val="00352390"/>
    <w:rsid w:val="0035240E"/>
    <w:rsid w:val="003524C0"/>
    <w:rsid w:val="00352859"/>
    <w:rsid w:val="00352D48"/>
    <w:rsid w:val="00352EBB"/>
    <w:rsid w:val="0035445E"/>
    <w:rsid w:val="00355499"/>
    <w:rsid w:val="00355B48"/>
    <w:rsid w:val="00356062"/>
    <w:rsid w:val="00357578"/>
    <w:rsid w:val="0035799E"/>
    <w:rsid w:val="00357E32"/>
    <w:rsid w:val="0036003B"/>
    <w:rsid w:val="003616C2"/>
    <w:rsid w:val="003618F8"/>
    <w:rsid w:val="00362611"/>
    <w:rsid w:val="0036263D"/>
    <w:rsid w:val="00362876"/>
    <w:rsid w:val="00362892"/>
    <w:rsid w:val="00362DF9"/>
    <w:rsid w:val="003630D9"/>
    <w:rsid w:val="00363391"/>
    <w:rsid w:val="00363660"/>
    <w:rsid w:val="003639BF"/>
    <w:rsid w:val="00363A96"/>
    <w:rsid w:val="00363D1E"/>
    <w:rsid w:val="003656A3"/>
    <w:rsid w:val="0036593D"/>
    <w:rsid w:val="003661CF"/>
    <w:rsid w:val="00366ADA"/>
    <w:rsid w:val="00367011"/>
    <w:rsid w:val="003672C3"/>
    <w:rsid w:val="003702A0"/>
    <w:rsid w:val="0037072F"/>
    <w:rsid w:val="00370A25"/>
    <w:rsid w:val="00370FE7"/>
    <w:rsid w:val="003713ED"/>
    <w:rsid w:val="00371D58"/>
    <w:rsid w:val="003728A4"/>
    <w:rsid w:val="00373353"/>
    <w:rsid w:val="0037352F"/>
    <w:rsid w:val="0037454F"/>
    <w:rsid w:val="003746CD"/>
    <w:rsid w:val="00374B25"/>
    <w:rsid w:val="00374B9F"/>
    <w:rsid w:val="003751D0"/>
    <w:rsid w:val="00376CEB"/>
    <w:rsid w:val="003772FB"/>
    <w:rsid w:val="003775DE"/>
    <w:rsid w:val="003778BE"/>
    <w:rsid w:val="00377ACE"/>
    <w:rsid w:val="00380155"/>
    <w:rsid w:val="00380A16"/>
    <w:rsid w:val="00381190"/>
    <w:rsid w:val="003811A3"/>
    <w:rsid w:val="003811FA"/>
    <w:rsid w:val="00381267"/>
    <w:rsid w:val="003812C8"/>
    <w:rsid w:val="0038175B"/>
    <w:rsid w:val="00381843"/>
    <w:rsid w:val="0038244F"/>
    <w:rsid w:val="00382981"/>
    <w:rsid w:val="00382B28"/>
    <w:rsid w:val="00382E55"/>
    <w:rsid w:val="00383812"/>
    <w:rsid w:val="003839D0"/>
    <w:rsid w:val="00383FE9"/>
    <w:rsid w:val="003841DA"/>
    <w:rsid w:val="00385A7F"/>
    <w:rsid w:val="00385E3A"/>
    <w:rsid w:val="00385FB3"/>
    <w:rsid w:val="003867CF"/>
    <w:rsid w:val="00386BC9"/>
    <w:rsid w:val="003875F9"/>
    <w:rsid w:val="00387B9A"/>
    <w:rsid w:val="00387BE0"/>
    <w:rsid w:val="00387D57"/>
    <w:rsid w:val="00387D9D"/>
    <w:rsid w:val="003903A4"/>
    <w:rsid w:val="0039090E"/>
    <w:rsid w:val="0039101B"/>
    <w:rsid w:val="00392235"/>
    <w:rsid w:val="00392490"/>
    <w:rsid w:val="00392982"/>
    <w:rsid w:val="00392A4D"/>
    <w:rsid w:val="00392B7C"/>
    <w:rsid w:val="00392DCE"/>
    <w:rsid w:val="00392E7A"/>
    <w:rsid w:val="003931FE"/>
    <w:rsid w:val="00393CC6"/>
    <w:rsid w:val="00393CEC"/>
    <w:rsid w:val="00393F23"/>
    <w:rsid w:val="00393F7D"/>
    <w:rsid w:val="003949FD"/>
    <w:rsid w:val="0039518C"/>
    <w:rsid w:val="00396566"/>
    <w:rsid w:val="00396CF1"/>
    <w:rsid w:val="00396FE9"/>
    <w:rsid w:val="00397272"/>
    <w:rsid w:val="003973BA"/>
    <w:rsid w:val="00397996"/>
    <w:rsid w:val="00397D48"/>
    <w:rsid w:val="00397EA0"/>
    <w:rsid w:val="003A1895"/>
    <w:rsid w:val="003A1977"/>
    <w:rsid w:val="003A1C2D"/>
    <w:rsid w:val="003A1C9D"/>
    <w:rsid w:val="003A22D7"/>
    <w:rsid w:val="003A295C"/>
    <w:rsid w:val="003A2DB9"/>
    <w:rsid w:val="003A32ED"/>
    <w:rsid w:val="003A34C7"/>
    <w:rsid w:val="003A354C"/>
    <w:rsid w:val="003A3EB8"/>
    <w:rsid w:val="003A3EF5"/>
    <w:rsid w:val="003A4118"/>
    <w:rsid w:val="003A43EA"/>
    <w:rsid w:val="003A4978"/>
    <w:rsid w:val="003A4B37"/>
    <w:rsid w:val="003A4CDC"/>
    <w:rsid w:val="003A4E63"/>
    <w:rsid w:val="003A5536"/>
    <w:rsid w:val="003A7097"/>
    <w:rsid w:val="003A764C"/>
    <w:rsid w:val="003A7AA4"/>
    <w:rsid w:val="003A7D67"/>
    <w:rsid w:val="003B008F"/>
    <w:rsid w:val="003B0199"/>
    <w:rsid w:val="003B01D8"/>
    <w:rsid w:val="003B0464"/>
    <w:rsid w:val="003B1298"/>
    <w:rsid w:val="003B1483"/>
    <w:rsid w:val="003B181E"/>
    <w:rsid w:val="003B1C74"/>
    <w:rsid w:val="003B29E3"/>
    <w:rsid w:val="003B3431"/>
    <w:rsid w:val="003B35F2"/>
    <w:rsid w:val="003B3792"/>
    <w:rsid w:val="003B47EC"/>
    <w:rsid w:val="003B4FF6"/>
    <w:rsid w:val="003B54C1"/>
    <w:rsid w:val="003B5EDE"/>
    <w:rsid w:val="003B634C"/>
    <w:rsid w:val="003B66FE"/>
    <w:rsid w:val="003B6D38"/>
    <w:rsid w:val="003B78F8"/>
    <w:rsid w:val="003B79D7"/>
    <w:rsid w:val="003B7AF1"/>
    <w:rsid w:val="003B7B56"/>
    <w:rsid w:val="003C04BD"/>
    <w:rsid w:val="003C0872"/>
    <w:rsid w:val="003C0D18"/>
    <w:rsid w:val="003C0D74"/>
    <w:rsid w:val="003C0E45"/>
    <w:rsid w:val="003C1250"/>
    <w:rsid w:val="003C164E"/>
    <w:rsid w:val="003C1A26"/>
    <w:rsid w:val="003C243D"/>
    <w:rsid w:val="003C2727"/>
    <w:rsid w:val="003C2DA9"/>
    <w:rsid w:val="003C2DBC"/>
    <w:rsid w:val="003C3277"/>
    <w:rsid w:val="003C3712"/>
    <w:rsid w:val="003C3C28"/>
    <w:rsid w:val="003C3DF2"/>
    <w:rsid w:val="003C3E4F"/>
    <w:rsid w:val="003C4057"/>
    <w:rsid w:val="003C4A06"/>
    <w:rsid w:val="003C4C3C"/>
    <w:rsid w:val="003C5F49"/>
    <w:rsid w:val="003C647C"/>
    <w:rsid w:val="003C67F7"/>
    <w:rsid w:val="003C69EB"/>
    <w:rsid w:val="003C6B71"/>
    <w:rsid w:val="003C6DE2"/>
    <w:rsid w:val="003C752D"/>
    <w:rsid w:val="003C7B37"/>
    <w:rsid w:val="003C7B74"/>
    <w:rsid w:val="003D1066"/>
    <w:rsid w:val="003D19B9"/>
    <w:rsid w:val="003D1AB0"/>
    <w:rsid w:val="003D2144"/>
    <w:rsid w:val="003D2149"/>
    <w:rsid w:val="003D2263"/>
    <w:rsid w:val="003D2620"/>
    <w:rsid w:val="003D27EE"/>
    <w:rsid w:val="003D294C"/>
    <w:rsid w:val="003D4126"/>
    <w:rsid w:val="003D4657"/>
    <w:rsid w:val="003D4B8C"/>
    <w:rsid w:val="003D4D37"/>
    <w:rsid w:val="003D5444"/>
    <w:rsid w:val="003D6446"/>
    <w:rsid w:val="003D6ACA"/>
    <w:rsid w:val="003D7623"/>
    <w:rsid w:val="003D7A90"/>
    <w:rsid w:val="003D7BD3"/>
    <w:rsid w:val="003D7CFA"/>
    <w:rsid w:val="003E01D7"/>
    <w:rsid w:val="003E02F0"/>
    <w:rsid w:val="003E0BD9"/>
    <w:rsid w:val="003E15D0"/>
    <w:rsid w:val="003E1A2A"/>
    <w:rsid w:val="003E26E7"/>
    <w:rsid w:val="003E27E3"/>
    <w:rsid w:val="003E339F"/>
    <w:rsid w:val="003E36C7"/>
    <w:rsid w:val="003E3AFA"/>
    <w:rsid w:val="003E3D82"/>
    <w:rsid w:val="003E3DE0"/>
    <w:rsid w:val="003E472D"/>
    <w:rsid w:val="003E5257"/>
    <w:rsid w:val="003E6FF2"/>
    <w:rsid w:val="003E7524"/>
    <w:rsid w:val="003E75C7"/>
    <w:rsid w:val="003E75CD"/>
    <w:rsid w:val="003E7A0D"/>
    <w:rsid w:val="003E7B14"/>
    <w:rsid w:val="003E7E1E"/>
    <w:rsid w:val="003F00AE"/>
    <w:rsid w:val="003F0306"/>
    <w:rsid w:val="003F03E8"/>
    <w:rsid w:val="003F0777"/>
    <w:rsid w:val="003F0AA2"/>
    <w:rsid w:val="003F0D55"/>
    <w:rsid w:val="003F1604"/>
    <w:rsid w:val="003F17DF"/>
    <w:rsid w:val="003F2CA6"/>
    <w:rsid w:val="003F32B7"/>
    <w:rsid w:val="003F3682"/>
    <w:rsid w:val="003F3DCB"/>
    <w:rsid w:val="003F4125"/>
    <w:rsid w:val="003F428A"/>
    <w:rsid w:val="003F4A15"/>
    <w:rsid w:val="003F4D9C"/>
    <w:rsid w:val="003F508C"/>
    <w:rsid w:val="003F5536"/>
    <w:rsid w:val="003F6646"/>
    <w:rsid w:val="003F67CA"/>
    <w:rsid w:val="003F6FBF"/>
    <w:rsid w:val="003F7087"/>
    <w:rsid w:val="003F7AC9"/>
    <w:rsid w:val="004006AF"/>
    <w:rsid w:val="00400974"/>
    <w:rsid w:val="0040167C"/>
    <w:rsid w:val="00401886"/>
    <w:rsid w:val="00401A5A"/>
    <w:rsid w:val="00401D37"/>
    <w:rsid w:val="0040276F"/>
    <w:rsid w:val="00402B07"/>
    <w:rsid w:val="00402E38"/>
    <w:rsid w:val="0040329E"/>
    <w:rsid w:val="00403678"/>
    <w:rsid w:val="00403A04"/>
    <w:rsid w:val="00403F1F"/>
    <w:rsid w:val="00404062"/>
    <w:rsid w:val="004049ED"/>
    <w:rsid w:val="00405670"/>
    <w:rsid w:val="00405BD5"/>
    <w:rsid w:val="00406002"/>
    <w:rsid w:val="00406078"/>
    <w:rsid w:val="004060E2"/>
    <w:rsid w:val="004061DE"/>
    <w:rsid w:val="0040745F"/>
    <w:rsid w:val="0040799F"/>
    <w:rsid w:val="004100A7"/>
    <w:rsid w:val="00410AD1"/>
    <w:rsid w:val="00410BDF"/>
    <w:rsid w:val="00410CDB"/>
    <w:rsid w:val="00412B06"/>
    <w:rsid w:val="004133CD"/>
    <w:rsid w:val="00413452"/>
    <w:rsid w:val="0041396C"/>
    <w:rsid w:val="00414511"/>
    <w:rsid w:val="00414DC5"/>
    <w:rsid w:val="0041515D"/>
    <w:rsid w:val="00415486"/>
    <w:rsid w:val="0041577C"/>
    <w:rsid w:val="00415944"/>
    <w:rsid w:val="00415DDE"/>
    <w:rsid w:val="00416134"/>
    <w:rsid w:val="00416DDD"/>
    <w:rsid w:val="0041747F"/>
    <w:rsid w:val="00417612"/>
    <w:rsid w:val="004177FE"/>
    <w:rsid w:val="00417BC9"/>
    <w:rsid w:val="0042003E"/>
    <w:rsid w:val="00420825"/>
    <w:rsid w:val="004208D6"/>
    <w:rsid w:val="00420D0E"/>
    <w:rsid w:val="00420D8E"/>
    <w:rsid w:val="00421010"/>
    <w:rsid w:val="00421081"/>
    <w:rsid w:val="0042143C"/>
    <w:rsid w:val="00422025"/>
    <w:rsid w:val="0042288D"/>
    <w:rsid w:val="00422B43"/>
    <w:rsid w:val="00422D2B"/>
    <w:rsid w:val="0042309C"/>
    <w:rsid w:val="004234BB"/>
    <w:rsid w:val="00423AE8"/>
    <w:rsid w:val="00423B34"/>
    <w:rsid w:val="00424C06"/>
    <w:rsid w:val="00424E61"/>
    <w:rsid w:val="00425478"/>
    <w:rsid w:val="004254A2"/>
    <w:rsid w:val="004255FD"/>
    <w:rsid w:val="0042665D"/>
    <w:rsid w:val="00426911"/>
    <w:rsid w:val="004272B7"/>
    <w:rsid w:val="00427443"/>
    <w:rsid w:val="00427546"/>
    <w:rsid w:val="004275BC"/>
    <w:rsid w:val="004279A4"/>
    <w:rsid w:val="00430514"/>
    <w:rsid w:val="00430EAF"/>
    <w:rsid w:val="00430EBE"/>
    <w:rsid w:val="00431243"/>
    <w:rsid w:val="00431E45"/>
    <w:rsid w:val="00432089"/>
    <w:rsid w:val="00432099"/>
    <w:rsid w:val="004326AC"/>
    <w:rsid w:val="00432840"/>
    <w:rsid w:val="0043293A"/>
    <w:rsid w:val="00432F56"/>
    <w:rsid w:val="004334B5"/>
    <w:rsid w:val="004343D8"/>
    <w:rsid w:val="004349C5"/>
    <w:rsid w:val="004349D0"/>
    <w:rsid w:val="00435605"/>
    <w:rsid w:val="004356FD"/>
    <w:rsid w:val="004360FB"/>
    <w:rsid w:val="00436689"/>
    <w:rsid w:val="00436B1F"/>
    <w:rsid w:val="00436F7F"/>
    <w:rsid w:val="004377D7"/>
    <w:rsid w:val="0043786F"/>
    <w:rsid w:val="0044018C"/>
    <w:rsid w:val="00440283"/>
    <w:rsid w:val="00440E95"/>
    <w:rsid w:val="004410C3"/>
    <w:rsid w:val="00441132"/>
    <w:rsid w:val="0044132E"/>
    <w:rsid w:val="00441655"/>
    <w:rsid w:val="0044170C"/>
    <w:rsid w:val="004418D6"/>
    <w:rsid w:val="00441908"/>
    <w:rsid w:val="00441B53"/>
    <w:rsid w:val="0044292C"/>
    <w:rsid w:val="00442A35"/>
    <w:rsid w:val="00442C6A"/>
    <w:rsid w:val="0044319F"/>
    <w:rsid w:val="004434F2"/>
    <w:rsid w:val="00443973"/>
    <w:rsid w:val="00444959"/>
    <w:rsid w:val="00444B25"/>
    <w:rsid w:val="004455E1"/>
    <w:rsid w:val="004459B9"/>
    <w:rsid w:val="00445FC8"/>
    <w:rsid w:val="0044603E"/>
    <w:rsid w:val="004463E0"/>
    <w:rsid w:val="00446744"/>
    <w:rsid w:val="004469F8"/>
    <w:rsid w:val="00446A24"/>
    <w:rsid w:val="00447CF6"/>
    <w:rsid w:val="004503B0"/>
    <w:rsid w:val="00450664"/>
    <w:rsid w:val="00450929"/>
    <w:rsid w:val="00451162"/>
    <w:rsid w:val="004511B8"/>
    <w:rsid w:val="004514CD"/>
    <w:rsid w:val="00453048"/>
    <w:rsid w:val="00453642"/>
    <w:rsid w:val="00455064"/>
    <w:rsid w:val="0045537C"/>
    <w:rsid w:val="0045563C"/>
    <w:rsid w:val="0045647E"/>
    <w:rsid w:val="00456C4D"/>
    <w:rsid w:val="00461117"/>
    <w:rsid w:val="004617E4"/>
    <w:rsid w:val="00461D59"/>
    <w:rsid w:val="00462332"/>
    <w:rsid w:val="004641D0"/>
    <w:rsid w:val="004648AC"/>
    <w:rsid w:val="004648B2"/>
    <w:rsid w:val="00464978"/>
    <w:rsid w:val="00465270"/>
    <w:rsid w:val="00465357"/>
    <w:rsid w:val="004655E2"/>
    <w:rsid w:val="00465C52"/>
    <w:rsid w:val="00466628"/>
    <w:rsid w:val="00466696"/>
    <w:rsid w:val="0046677F"/>
    <w:rsid w:val="00466AA3"/>
    <w:rsid w:val="00466ACE"/>
    <w:rsid w:val="00466B1D"/>
    <w:rsid w:val="00466EAA"/>
    <w:rsid w:val="00466F35"/>
    <w:rsid w:val="004703B4"/>
    <w:rsid w:val="00470EF8"/>
    <w:rsid w:val="00470F07"/>
    <w:rsid w:val="00471C5D"/>
    <w:rsid w:val="00471CC7"/>
    <w:rsid w:val="00472181"/>
    <w:rsid w:val="00472989"/>
    <w:rsid w:val="004735A4"/>
    <w:rsid w:val="004736B4"/>
    <w:rsid w:val="0047385D"/>
    <w:rsid w:val="00473932"/>
    <w:rsid w:val="00473B87"/>
    <w:rsid w:val="00473E5C"/>
    <w:rsid w:val="00473F5B"/>
    <w:rsid w:val="00473FB5"/>
    <w:rsid w:val="0047476C"/>
    <w:rsid w:val="00474C66"/>
    <w:rsid w:val="00475212"/>
    <w:rsid w:val="00475290"/>
    <w:rsid w:val="00475B0D"/>
    <w:rsid w:val="00475E0F"/>
    <w:rsid w:val="004760EB"/>
    <w:rsid w:val="00476FE5"/>
    <w:rsid w:val="004772FC"/>
    <w:rsid w:val="00477A56"/>
    <w:rsid w:val="00477E20"/>
    <w:rsid w:val="00481379"/>
    <w:rsid w:val="004813F6"/>
    <w:rsid w:val="004815E8"/>
    <w:rsid w:val="00481810"/>
    <w:rsid w:val="00481C28"/>
    <w:rsid w:val="00481D53"/>
    <w:rsid w:val="00481F1F"/>
    <w:rsid w:val="00482747"/>
    <w:rsid w:val="00482BCF"/>
    <w:rsid w:val="00482DB2"/>
    <w:rsid w:val="00482FC5"/>
    <w:rsid w:val="00483646"/>
    <w:rsid w:val="004837CC"/>
    <w:rsid w:val="00483A4A"/>
    <w:rsid w:val="00483ADD"/>
    <w:rsid w:val="00483DF3"/>
    <w:rsid w:val="00484381"/>
    <w:rsid w:val="0048478D"/>
    <w:rsid w:val="00484E7B"/>
    <w:rsid w:val="004857FF"/>
    <w:rsid w:val="00485879"/>
    <w:rsid w:val="00485C23"/>
    <w:rsid w:val="00485FFF"/>
    <w:rsid w:val="00486162"/>
    <w:rsid w:val="00486235"/>
    <w:rsid w:val="00486584"/>
    <w:rsid w:val="00487462"/>
    <w:rsid w:val="004901B5"/>
    <w:rsid w:val="00490401"/>
    <w:rsid w:val="0049092D"/>
    <w:rsid w:val="00490B4B"/>
    <w:rsid w:val="0049111B"/>
    <w:rsid w:val="00491E27"/>
    <w:rsid w:val="00492069"/>
    <w:rsid w:val="00493124"/>
    <w:rsid w:val="00493BEE"/>
    <w:rsid w:val="00494160"/>
    <w:rsid w:val="004951CE"/>
    <w:rsid w:val="0049620B"/>
    <w:rsid w:val="00496642"/>
    <w:rsid w:val="00496778"/>
    <w:rsid w:val="00496969"/>
    <w:rsid w:val="00496C3E"/>
    <w:rsid w:val="00496C52"/>
    <w:rsid w:val="004971AB"/>
    <w:rsid w:val="004972E6"/>
    <w:rsid w:val="0049734C"/>
    <w:rsid w:val="00497865"/>
    <w:rsid w:val="00497D54"/>
    <w:rsid w:val="004A0947"/>
    <w:rsid w:val="004A0D11"/>
    <w:rsid w:val="004A1105"/>
    <w:rsid w:val="004A151A"/>
    <w:rsid w:val="004A151E"/>
    <w:rsid w:val="004A1585"/>
    <w:rsid w:val="004A1958"/>
    <w:rsid w:val="004A19D6"/>
    <w:rsid w:val="004A1E11"/>
    <w:rsid w:val="004A1F0F"/>
    <w:rsid w:val="004A22B5"/>
    <w:rsid w:val="004A29E9"/>
    <w:rsid w:val="004A3739"/>
    <w:rsid w:val="004A3874"/>
    <w:rsid w:val="004A3D8E"/>
    <w:rsid w:val="004A4798"/>
    <w:rsid w:val="004A4963"/>
    <w:rsid w:val="004A4C70"/>
    <w:rsid w:val="004A4EEB"/>
    <w:rsid w:val="004A50C9"/>
    <w:rsid w:val="004A5265"/>
    <w:rsid w:val="004A53F6"/>
    <w:rsid w:val="004A5703"/>
    <w:rsid w:val="004A602C"/>
    <w:rsid w:val="004A6282"/>
    <w:rsid w:val="004A6A78"/>
    <w:rsid w:val="004A748B"/>
    <w:rsid w:val="004A77B9"/>
    <w:rsid w:val="004B0DC7"/>
    <w:rsid w:val="004B1A4B"/>
    <w:rsid w:val="004B1D1B"/>
    <w:rsid w:val="004B1D35"/>
    <w:rsid w:val="004B20EA"/>
    <w:rsid w:val="004B2232"/>
    <w:rsid w:val="004B2980"/>
    <w:rsid w:val="004B2DF0"/>
    <w:rsid w:val="004B3D84"/>
    <w:rsid w:val="004B4253"/>
    <w:rsid w:val="004B4302"/>
    <w:rsid w:val="004B4EB8"/>
    <w:rsid w:val="004B5540"/>
    <w:rsid w:val="004B68AF"/>
    <w:rsid w:val="004C02CC"/>
    <w:rsid w:val="004C0777"/>
    <w:rsid w:val="004C1309"/>
    <w:rsid w:val="004C193D"/>
    <w:rsid w:val="004C1B36"/>
    <w:rsid w:val="004C2224"/>
    <w:rsid w:val="004C2B97"/>
    <w:rsid w:val="004C31BF"/>
    <w:rsid w:val="004C3872"/>
    <w:rsid w:val="004C3B2F"/>
    <w:rsid w:val="004C3B46"/>
    <w:rsid w:val="004C42DA"/>
    <w:rsid w:val="004C433A"/>
    <w:rsid w:val="004C4E11"/>
    <w:rsid w:val="004C5574"/>
    <w:rsid w:val="004C5F5C"/>
    <w:rsid w:val="004C6A97"/>
    <w:rsid w:val="004C6DA0"/>
    <w:rsid w:val="004C6DD9"/>
    <w:rsid w:val="004C6E30"/>
    <w:rsid w:val="004C7EBF"/>
    <w:rsid w:val="004D0049"/>
    <w:rsid w:val="004D0198"/>
    <w:rsid w:val="004D028E"/>
    <w:rsid w:val="004D0728"/>
    <w:rsid w:val="004D0BCD"/>
    <w:rsid w:val="004D0F87"/>
    <w:rsid w:val="004D13CD"/>
    <w:rsid w:val="004D2067"/>
    <w:rsid w:val="004D22C2"/>
    <w:rsid w:val="004D2C6D"/>
    <w:rsid w:val="004D301E"/>
    <w:rsid w:val="004D32A2"/>
    <w:rsid w:val="004D35A7"/>
    <w:rsid w:val="004D374B"/>
    <w:rsid w:val="004D3FDB"/>
    <w:rsid w:val="004D44F3"/>
    <w:rsid w:val="004D4647"/>
    <w:rsid w:val="004D4B12"/>
    <w:rsid w:val="004D4CAC"/>
    <w:rsid w:val="004D4D91"/>
    <w:rsid w:val="004D4EE0"/>
    <w:rsid w:val="004D4FE7"/>
    <w:rsid w:val="004D4FE9"/>
    <w:rsid w:val="004D59C4"/>
    <w:rsid w:val="004D5C17"/>
    <w:rsid w:val="004D6D55"/>
    <w:rsid w:val="004D6E51"/>
    <w:rsid w:val="004D7732"/>
    <w:rsid w:val="004D784C"/>
    <w:rsid w:val="004E0283"/>
    <w:rsid w:val="004E04C0"/>
    <w:rsid w:val="004E06AE"/>
    <w:rsid w:val="004E0BC1"/>
    <w:rsid w:val="004E0F31"/>
    <w:rsid w:val="004E301C"/>
    <w:rsid w:val="004E326E"/>
    <w:rsid w:val="004E3D18"/>
    <w:rsid w:val="004E4050"/>
    <w:rsid w:val="004E41C6"/>
    <w:rsid w:val="004E4B8C"/>
    <w:rsid w:val="004E4BF6"/>
    <w:rsid w:val="004E4DC1"/>
    <w:rsid w:val="004E5BD2"/>
    <w:rsid w:val="004E5BF0"/>
    <w:rsid w:val="004E5C7D"/>
    <w:rsid w:val="004E70AD"/>
    <w:rsid w:val="004E77B8"/>
    <w:rsid w:val="004E784F"/>
    <w:rsid w:val="004F0822"/>
    <w:rsid w:val="004F0AD4"/>
    <w:rsid w:val="004F0D40"/>
    <w:rsid w:val="004F17A7"/>
    <w:rsid w:val="004F18D9"/>
    <w:rsid w:val="004F1935"/>
    <w:rsid w:val="004F24BD"/>
    <w:rsid w:val="004F2605"/>
    <w:rsid w:val="004F2908"/>
    <w:rsid w:val="004F2A2F"/>
    <w:rsid w:val="004F2FE2"/>
    <w:rsid w:val="004F32C6"/>
    <w:rsid w:val="004F37B5"/>
    <w:rsid w:val="004F3A58"/>
    <w:rsid w:val="004F3CAF"/>
    <w:rsid w:val="004F4F92"/>
    <w:rsid w:val="004F5383"/>
    <w:rsid w:val="004F5410"/>
    <w:rsid w:val="004F5BD1"/>
    <w:rsid w:val="004F5E88"/>
    <w:rsid w:val="004F61A7"/>
    <w:rsid w:val="004F7571"/>
    <w:rsid w:val="004F7617"/>
    <w:rsid w:val="004F772A"/>
    <w:rsid w:val="004F7AC9"/>
    <w:rsid w:val="004F7CE1"/>
    <w:rsid w:val="005014A4"/>
    <w:rsid w:val="00501674"/>
    <w:rsid w:val="005018ED"/>
    <w:rsid w:val="005025C4"/>
    <w:rsid w:val="005032D6"/>
    <w:rsid w:val="005035C2"/>
    <w:rsid w:val="00503800"/>
    <w:rsid w:val="00503820"/>
    <w:rsid w:val="0050385C"/>
    <w:rsid w:val="00503C37"/>
    <w:rsid w:val="00503F1F"/>
    <w:rsid w:val="0050437D"/>
    <w:rsid w:val="00504554"/>
    <w:rsid w:val="00504CD7"/>
    <w:rsid w:val="00504E2E"/>
    <w:rsid w:val="00505124"/>
    <w:rsid w:val="005051D0"/>
    <w:rsid w:val="0050553F"/>
    <w:rsid w:val="00505798"/>
    <w:rsid w:val="00505862"/>
    <w:rsid w:val="00505CEB"/>
    <w:rsid w:val="00505D3C"/>
    <w:rsid w:val="00506C01"/>
    <w:rsid w:val="00506C27"/>
    <w:rsid w:val="00506EB1"/>
    <w:rsid w:val="005110FB"/>
    <w:rsid w:val="0051155C"/>
    <w:rsid w:val="00511F8B"/>
    <w:rsid w:val="00512014"/>
    <w:rsid w:val="0051209D"/>
    <w:rsid w:val="00512C18"/>
    <w:rsid w:val="00513AB4"/>
    <w:rsid w:val="00513B03"/>
    <w:rsid w:val="00513C81"/>
    <w:rsid w:val="00513DC1"/>
    <w:rsid w:val="005141A5"/>
    <w:rsid w:val="005141D4"/>
    <w:rsid w:val="00514BBA"/>
    <w:rsid w:val="00515309"/>
    <w:rsid w:val="00515EBA"/>
    <w:rsid w:val="00516256"/>
    <w:rsid w:val="00516339"/>
    <w:rsid w:val="005208FC"/>
    <w:rsid w:val="00520AF3"/>
    <w:rsid w:val="0052104A"/>
    <w:rsid w:val="005211A4"/>
    <w:rsid w:val="0052130D"/>
    <w:rsid w:val="00521318"/>
    <w:rsid w:val="00521491"/>
    <w:rsid w:val="00521742"/>
    <w:rsid w:val="00521CA4"/>
    <w:rsid w:val="00522031"/>
    <w:rsid w:val="0052269A"/>
    <w:rsid w:val="00522905"/>
    <w:rsid w:val="00522AD1"/>
    <w:rsid w:val="00522D21"/>
    <w:rsid w:val="0052371A"/>
    <w:rsid w:val="00523CCF"/>
    <w:rsid w:val="005240B3"/>
    <w:rsid w:val="00524A55"/>
    <w:rsid w:val="00525AA4"/>
    <w:rsid w:val="00525F5E"/>
    <w:rsid w:val="00526466"/>
    <w:rsid w:val="00527D4B"/>
    <w:rsid w:val="00527D78"/>
    <w:rsid w:val="00531080"/>
    <w:rsid w:val="005311F2"/>
    <w:rsid w:val="0053135C"/>
    <w:rsid w:val="005317C8"/>
    <w:rsid w:val="00531A32"/>
    <w:rsid w:val="00531C5E"/>
    <w:rsid w:val="00531D89"/>
    <w:rsid w:val="005328CA"/>
    <w:rsid w:val="00532A66"/>
    <w:rsid w:val="00532E17"/>
    <w:rsid w:val="005335C9"/>
    <w:rsid w:val="00533F71"/>
    <w:rsid w:val="00534614"/>
    <w:rsid w:val="005347DB"/>
    <w:rsid w:val="00534C0B"/>
    <w:rsid w:val="00534F39"/>
    <w:rsid w:val="0053517B"/>
    <w:rsid w:val="0053556B"/>
    <w:rsid w:val="005359A1"/>
    <w:rsid w:val="00535ED7"/>
    <w:rsid w:val="0053612D"/>
    <w:rsid w:val="005364BD"/>
    <w:rsid w:val="00537335"/>
    <w:rsid w:val="00537E67"/>
    <w:rsid w:val="00540CCE"/>
    <w:rsid w:val="00540FC5"/>
    <w:rsid w:val="00541487"/>
    <w:rsid w:val="005416CB"/>
    <w:rsid w:val="00542DFF"/>
    <w:rsid w:val="00542F0F"/>
    <w:rsid w:val="00543263"/>
    <w:rsid w:val="00543329"/>
    <w:rsid w:val="00543AD9"/>
    <w:rsid w:val="00543AE9"/>
    <w:rsid w:val="00544597"/>
    <w:rsid w:val="0054490E"/>
    <w:rsid w:val="00544C91"/>
    <w:rsid w:val="00545C73"/>
    <w:rsid w:val="00545F1F"/>
    <w:rsid w:val="00545FD1"/>
    <w:rsid w:val="00545FF6"/>
    <w:rsid w:val="005464D2"/>
    <w:rsid w:val="005476CE"/>
    <w:rsid w:val="00547CA2"/>
    <w:rsid w:val="00547CD0"/>
    <w:rsid w:val="005509EF"/>
    <w:rsid w:val="00550AE9"/>
    <w:rsid w:val="0055105F"/>
    <w:rsid w:val="005510F8"/>
    <w:rsid w:val="0055120F"/>
    <w:rsid w:val="00551B62"/>
    <w:rsid w:val="00551C81"/>
    <w:rsid w:val="00551CBA"/>
    <w:rsid w:val="005521A8"/>
    <w:rsid w:val="005521C9"/>
    <w:rsid w:val="00552BA0"/>
    <w:rsid w:val="0055302B"/>
    <w:rsid w:val="00553E0D"/>
    <w:rsid w:val="0055428C"/>
    <w:rsid w:val="005545F1"/>
    <w:rsid w:val="00554FB1"/>
    <w:rsid w:val="0055577A"/>
    <w:rsid w:val="0055584A"/>
    <w:rsid w:val="005561F6"/>
    <w:rsid w:val="005562E1"/>
    <w:rsid w:val="00556634"/>
    <w:rsid w:val="005567B7"/>
    <w:rsid w:val="00556A2D"/>
    <w:rsid w:val="00556C07"/>
    <w:rsid w:val="0055759A"/>
    <w:rsid w:val="00557B0D"/>
    <w:rsid w:val="00557E99"/>
    <w:rsid w:val="00560673"/>
    <w:rsid w:val="005607B3"/>
    <w:rsid w:val="005608C5"/>
    <w:rsid w:val="00560B13"/>
    <w:rsid w:val="00560C4F"/>
    <w:rsid w:val="00561746"/>
    <w:rsid w:val="005617C1"/>
    <w:rsid w:val="005619F6"/>
    <w:rsid w:val="00561EA0"/>
    <w:rsid w:val="00562056"/>
    <w:rsid w:val="00562D39"/>
    <w:rsid w:val="00562F97"/>
    <w:rsid w:val="00563C49"/>
    <w:rsid w:val="00563F9F"/>
    <w:rsid w:val="00564818"/>
    <w:rsid w:val="00565018"/>
    <w:rsid w:val="0056556B"/>
    <w:rsid w:val="005659D4"/>
    <w:rsid w:val="005659EC"/>
    <w:rsid w:val="00565A5F"/>
    <w:rsid w:val="00565FF2"/>
    <w:rsid w:val="005663A8"/>
    <w:rsid w:val="005664B3"/>
    <w:rsid w:val="0056796C"/>
    <w:rsid w:val="00567A5C"/>
    <w:rsid w:val="00567D21"/>
    <w:rsid w:val="005711AD"/>
    <w:rsid w:val="00571472"/>
    <w:rsid w:val="00572078"/>
    <w:rsid w:val="005722C9"/>
    <w:rsid w:val="00572310"/>
    <w:rsid w:val="00572793"/>
    <w:rsid w:val="00572B0D"/>
    <w:rsid w:val="00572B18"/>
    <w:rsid w:val="00572F01"/>
    <w:rsid w:val="00573137"/>
    <w:rsid w:val="005731F4"/>
    <w:rsid w:val="00573350"/>
    <w:rsid w:val="005734AE"/>
    <w:rsid w:val="00573D95"/>
    <w:rsid w:val="00573ED3"/>
    <w:rsid w:val="005740FD"/>
    <w:rsid w:val="00574403"/>
    <w:rsid w:val="00574D3C"/>
    <w:rsid w:val="00574FE2"/>
    <w:rsid w:val="00575555"/>
    <w:rsid w:val="00576360"/>
    <w:rsid w:val="005765C6"/>
    <w:rsid w:val="0057668F"/>
    <w:rsid w:val="00576DAE"/>
    <w:rsid w:val="00577463"/>
    <w:rsid w:val="00577A2E"/>
    <w:rsid w:val="00577A44"/>
    <w:rsid w:val="00577C43"/>
    <w:rsid w:val="00580712"/>
    <w:rsid w:val="0058099B"/>
    <w:rsid w:val="00581076"/>
    <w:rsid w:val="00581863"/>
    <w:rsid w:val="00582514"/>
    <w:rsid w:val="005833A8"/>
    <w:rsid w:val="00583422"/>
    <w:rsid w:val="00583582"/>
    <w:rsid w:val="0058393B"/>
    <w:rsid w:val="00585291"/>
    <w:rsid w:val="0058569F"/>
    <w:rsid w:val="00585931"/>
    <w:rsid w:val="00585BF6"/>
    <w:rsid w:val="00586040"/>
    <w:rsid w:val="00586093"/>
    <w:rsid w:val="005860CB"/>
    <w:rsid w:val="00586193"/>
    <w:rsid w:val="0058621D"/>
    <w:rsid w:val="005868B4"/>
    <w:rsid w:val="0059085C"/>
    <w:rsid w:val="00590FE0"/>
    <w:rsid w:val="005912FE"/>
    <w:rsid w:val="00591357"/>
    <w:rsid w:val="00591A52"/>
    <w:rsid w:val="00592150"/>
    <w:rsid w:val="00592973"/>
    <w:rsid w:val="00592C33"/>
    <w:rsid w:val="00592E54"/>
    <w:rsid w:val="00592F81"/>
    <w:rsid w:val="005931A9"/>
    <w:rsid w:val="005935CF"/>
    <w:rsid w:val="00593BAC"/>
    <w:rsid w:val="0059476F"/>
    <w:rsid w:val="005948B6"/>
    <w:rsid w:val="00594D50"/>
    <w:rsid w:val="00594DED"/>
    <w:rsid w:val="00595317"/>
    <w:rsid w:val="00595511"/>
    <w:rsid w:val="00595C9E"/>
    <w:rsid w:val="00595CED"/>
    <w:rsid w:val="005963D8"/>
    <w:rsid w:val="00596F1B"/>
    <w:rsid w:val="005975E2"/>
    <w:rsid w:val="005A0A53"/>
    <w:rsid w:val="005A16EB"/>
    <w:rsid w:val="005A1B02"/>
    <w:rsid w:val="005A2189"/>
    <w:rsid w:val="005A25AF"/>
    <w:rsid w:val="005A2B8B"/>
    <w:rsid w:val="005A2C9A"/>
    <w:rsid w:val="005A3346"/>
    <w:rsid w:val="005A3AE9"/>
    <w:rsid w:val="005A4276"/>
    <w:rsid w:val="005A47AF"/>
    <w:rsid w:val="005A49AB"/>
    <w:rsid w:val="005A601B"/>
    <w:rsid w:val="005A6383"/>
    <w:rsid w:val="005A6F0A"/>
    <w:rsid w:val="005A7855"/>
    <w:rsid w:val="005A79A1"/>
    <w:rsid w:val="005A7C3C"/>
    <w:rsid w:val="005A7E4B"/>
    <w:rsid w:val="005B0551"/>
    <w:rsid w:val="005B0927"/>
    <w:rsid w:val="005B113F"/>
    <w:rsid w:val="005B1882"/>
    <w:rsid w:val="005B1FB4"/>
    <w:rsid w:val="005B2A69"/>
    <w:rsid w:val="005B2DFA"/>
    <w:rsid w:val="005B3173"/>
    <w:rsid w:val="005B47E2"/>
    <w:rsid w:val="005B56F3"/>
    <w:rsid w:val="005B5EFD"/>
    <w:rsid w:val="005B6523"/>
    <w:rsid w:val="005B7C45"/>
    <w:rsid w:val="005C0350"/>
    <w:rsid w:val="005C0640"/>
    <w:rsid w:val="005C06CC"/>
    <w:rsid w:val="005C0B22"/>
    <w:rsid w:val="005C0C08"/>
    <w:rsid w:val="005C1066"/>
    <w:rsid w:val="005C1102"/>
    <w:rsid w:val="005C16AB"/>
    <w:rsid w:val="005C1804"/>
    <w:rsid w:val="005C193F"/>
    <w:rsid w:val="005C1A9A"/>
    <w:rsid w:val="005C1FEC"/>
    <w:rsid w:val="005C2950"/>
    <w:rsid w:val="005C2F6C"/>
    <w:rsid w:val="005C35DA"/>
    <w:rsid w:val="005C4BBB"/>
    <w:rsid w:val="005C5AC3"/>
    <w:rsid w:val="005C6D5A"/>
    <w:rsid w:val="005C793A"/>
    <w:rsid w:val="005C7A99"/>
    <w:rsid w:val="005D04F5"/>
    <w:rsid w:val="005D0568"/>
    <w:rsid w:val="005D09B6"/>
    <w:rsid w:val="005D0D1C"/>
    <w:rsid w:val="005D0D5D"/>
    <w:rsid w:val="005D0DCF"/>
    <w:rsid w:val="005D148C"/>
    <w:rsid w:val="005D1C1A"/>
    <w:rsid w:val="005D2072"/>
    <w:rsid w:val="005D22A7"/>
    <w:rsid w:val="005D27A4"/>
    <w:rsid w:val="005D29BC"/>
    <w:rsid w:val="005D2E1D"/>
    <w:rsid w:val="005D34C3"/>
    <w:rsid w:val="005D4895"/>
    <w:rsid w:val="005D57D1"/>
    <w:rsid w:val="005D5B81"/>
    <w:rsid w:val="005D5F70"/>
    <w:rsid w:val="005D667D"/>
    <w:rsid w:val="005D66F7"/>
    <w:rsid w:val="005D7350"/>
    <w:rsid w:val="005D764F"/>
    <w:rsid w:val="005D7BDF"/>
    <w:rsid w:val="005E04FF"/>
    <w:rsid w:val="005E08D4"/>
    <w:rsid w:val="005E125E"/>
    <w:rsid w:val="005E1335"/>
    <w:rsid w:val="005E17F4"/>
    <w:rsid w:val="005E1AC7"/>
    <w:rsid w:val="005E202E"/>
    <w:rsid w:val="005E20CD"/>
    <w:rsid w:val="005E2448"/>
    <w:rsid w:val="005E26D7"/>
    <w:rsid w:val="005E2EB0"/>
    <w:rsid w:val="005E37CD"/>
    <w:rsid w:val="005E434F"/>
    <w:rsid w:val="005E43F3"/>
    <w:rsid w:val="005E4467"/>
    <w:rsid w:val="005E450A"/>
    <w:rsid w:val="005E462E"/>
    <w:rsid w:val="005E4CB2"/>
    <w:rsid w:val="005E4D7B"/>
    <w:rsid w:val="005E5594"/>
    <w:rsid w:val="005E5734"/>
    <w:rsid w:val="005E58D4"/>
    <w:rsid w:val="005E5DE2"/>
    <w:rsid w:val="005E638A"/>
    <w:rsid w:val="005E6448"/>
    <w:rsid w:val="005E6684"/>
    <w:rsid w:val="005E66BA"/>
    <w:rsid w:val="005E67AB"/>
    <w:rsid w:val="005E7356"/>
    <w:rsid w:val="005E75AF"/>
    <w:rsid w:val="005E7697"/>
    <w:rsid w:val="005E7E2C"/>
    <w:rsid w:val="005F02A8"/>
    <w:rsid w:val="005F03C8"/>
    <w:rsid w:val="005F040E"/>
    <w:rsid w:val="005F092C"/>
    <w:rsid w:val="005F1194"/>
    <w:rsid w:val="005F18B5"/>
    <w:rsid w:val="005F18BD"/>
    <w:rsid w:val="005F18D0"/>
    <w:rsid w:val="005F1B15"/>
    <w:rsid w:val="005F1CC9"/>
    <w:rsid w:val="005F2155"/>
    <w:rsid w:val="005F2480"/>
    <w:rsid w:val="005F2B5A"/>
    <w:rsid w:val="005F3AE0"/>
    <w:rsid w:val="005F3AF5"/>
    <w:rsid w:val="005F4145"/>
    <w:rsid w:val="005F46F3"/>
    <w:rsid w:val="005F49F1"/>
    <w:rsid w:val="005F4A52"/>
    <w:rsid w:val="005F4ACA"/>
    <w:rsid w:val="005F4F9B"/>
    <w:rsid w:val="005F58F9"/>
    <w:rsid w:val="005F59F8"/>
    <w:rsid w:val="005F6EC2"/>
    <w:rsid w:val="00600249"/>
    <w:rsid w:val="00600428"/>
    <w:rsid w:val="006008F9"/>
    <w:rsid w:val="006009CE"/>
    <w:rsid w:val="00600EC6"/>
    <w:rsid w:val="006013FB"/>
    <w:rsid w:val="0060242F"/>
    <w:rsid w:val="00602430"/>
    <w:rsid w:val="0060261F"/>
    <w:rsid w:val="00602CFD"/>
    <w:rsid w:val="00602DBB"/>
    <w:rsid w:val="00603799"/>
    <w:rsid w:val="006039C2"/>
    <w:rsid w:val="00603BB7"/>
    <w:rsid w:val="00604736"/>
    <w:rsid w:val="006048F7"/>
    <w:rsid w:val="00604B2F"/>
    <w:rsid w:val="00604B38"/>
    <w:rsid w:val="00605B1A"/>
    <w:rsid w:val="006064EF"/>
    <w:rsid w:val="00606744"/>
    <w:rsid w:val="0060676D"/>
    <w:rsid w:val="0060681F"/>
    <w:rsid w:val="00606C13"/>
    <w:rsid w:val="00606FAD"/>
    <w:rsid w:val="00607743"/>
    <w:rsid w:val="00607847"/>
    <w:rsid w:val="006079EB"/>
    <w:rsid w:val="00607E36"/>
    <w:rsid w:val="006101C8"/>
    <w:rsid w:val="006103C8"/>
    <w:rsid w:val="0061196E"/>
    <w:rsid w:val="00611B4B"/>
    <w:rsid w:val="00611B7D"/>
    <w:rsid w:val="00611C10"/>
    <w:rsid w:val="00612067"/>
    <w:rsid w:val="00612117"/>
    <w:rsid w:val="006122EB"/>
    <w:rsid w:val="00612366"/>
    <w:rsid w:val="00612C40"/>
    <w:rsid w:val="0061315F"/>
    <w:rsid w:val="0061355B"/>
    <w:rsid w:val="00614412"/>
    <w:rsid w:val="00615759"/>
    <w:rsid w:val="00615A7B"/>
    <w:rsid w:val="00615B20"/>
    <w:rsid w:val="00615FEB"/>
    <w:rsid w:val="0061662F"/>
    <w:rsid w:val="00616912"/>
    <w:rsid w:val="0061698D"/>
    <w:rsid w:val="006177A7"/>
    <w:rsid w:val="006208CD"/>
    <w:rsid w:val="00620C63"/>
    <w:rsid w:val="00621AF2"/>
    <w:rsid w:val="00622227"/>
    <w:rsid w:val="0062296F"/>
    <w:rsid w:val="006232EA"/>
    <w:rsid w:val="00623B8E"/>
    <w:rsid w:val="00623E66"/>
    <w:rsid w:val="0062506A"/>
    <w:rsid w:val="006264C7"/>
    <w:rsid w:val="006269B4"/>
    <w:rsid w:val="00626B3B"/>
    <w:rsid w:val="00627D30"/>
    <w:rsid w:val="00627E4D"/>
    <w:rsid w:val="00630A9C"/>
    <w:rsid w:val="00630BAF"/>
    <w:rsid w:val="00630C21"/>
    <w:rsid w:val="00630EE9"/>
    <w:rsid w:val="00631802"/>
    <w:rsid w:val="00631B52"/>
    <w:rsid w:val="00631C2B"/>
    <w:rsid w:val="0063202B"/>
    <w:rsid w:val="0063259B"/>
    <w:rsid w:val="0063316E"/>
    <w:rsid w:val="0063363B"/>
    <w:rsid w:val="00633710"/>
    <w:rsid w:val="0063371A"/>
    <w:rsid w:val="00634019"/>
    <w:rsid w:val="00634524"/>
    <w:rsid w:val="00634575"/>
    <w:rsid w:val="006345F1"/>
    <w:rsid w:val="00634BC0"/>
    <w:rsid w:val="006350FE"/>
    <w:rsid w:val="00635E38"/>
    <w:rsid w:val="0063643C"/>
    <w:rsid w:val="00636736"/>
    <w:rsid w:val="00637195"/>
    <w:rsid w:val="006374E4"/>
    <w:rsid w:val="00637693"/>
    <w:rsid w:val="00637BB4"/>
    <w:rsid w:val="00637F68"/>
    <w:rsid w:val="00640762"/>
    <w:rsid w:val="006409E7"/>
    <w:rsid w:val="0064198E"/>
    <w:rsid w:val="00641A93"/>
    <w:rsid w:val="00642779"/>
    <w:rsid w:val="00642AF4"/>
    <w:rsid w:val="00642EFB"/>
    <w:rsid w:val="00643833"/>
    <w:rsid w:val="006438FC"/>
    <w:rsid w:val="006445E2"/>
    <w:rsid w:val="00644B89"/>
    <w:rsid w:val="00644D55"/>
    <w:rsid w:val="00645297"/>
    <w:rsid w:val="006453B3"/>
    <w:rsid w:val="00646692"/>
    <w:rsid w:val="00647459"/>
    <w:rsid w:val="0064758D"/>
    <w:rsid w:val="0064770E"/>
    <w:rsid w:val="00647DD1"/>
    <w:rsid w:val="00647F21"/>
    <w:rsid w:val="00650366"/>
    <w:rsid w:val="00650514"/>
    <w:rsid w:val="00650577"/>
    <w:rsid w:val="00650C9A"/>
    <w:rsid w:val="006510E3"/>
    <w:rsid w:val="006517F0"/>
    <w:rsid w:val="00651A3B"/>
    <w:rsid w:val="00651A98"/>
    <w:rsid w:val="00651FE4"/>
    <w:rsid w:val="00652254"/>
    <w:rsid w:val="00652CF0"/>
    <w:rsid w:val="00652E35"/>
    <w:rsid w:val="00653447"/>
    <w:rsid w:val="00653742"/>
    <w:rsid w:val="006537D0"/>
    <w:rsid w:val="00653AF6"/>
    <w:rsid w:val="00653D92"/>
    <w:rsid w:val="00653F07"/>
    <w:rsid w:val="006540DC"/>
    <w:rsid w:val="00654B05"/>
    <w:rsid w:val="00654B8B"/>
    <w:rsid w:val="00655067"/>
    <w:rsid w:val="006557AC"/>
    <w:rsid w:val="00655D05"/>
    <w:rsid w:val="00655FA0"/>
    <w:rsid w:val="00656C96"/>
    <w:rsid w:val="00656D37"/>
    <w:rsid w:val="00656FFC"/>
    <w:rsid w:val="00660827"/>
    <w:rsid w:val="006615F3"/>
    <w:rsid w:val="00661F93"/>
    <w:rsid w:val="006635D5"/>
    <w:rsid w:val="00663A99"/>
    <w:rsid w:val="00663BF1"/>
    <w:rsid w:val="006643C5"/>
    <w:rsid w:val="00664C34"/>
    <w:rsid w:val="00664EBC"/>
    <w:rsid w:val="00665554"/>
    <w:rsid w:val="006655BB"/>
    <w:rsid w:val="00665761"/>
    <w:rsid w:val="00665C3F"/>
    <w:rsid w:val="00665D72"/>
    <w:rsid w:val="006661AD"/>
    <w:rsid w:val="00666460"/>
    <w:rsid w:val="00667937"/>
    <w:rsid w:val="00667AA6"/>
    <w:rsid w:val="00667CC5"/>
    <w:rsid w:val="00670157"/>
    <w:rsid w:val="006703A6"/>
    <w:rsid w:val="00670E70"/>
    <w:rsid w:val="00671068"/>
    <w:rsid w:val="0067148A"/>
    <w:rsid w:val="0067156B"/>
    <w:rsid w:val="00671F34"/>
    <w:rsid w:val="00672661"/>
    <w:rsid w:val="0067268D"/>
    <w:rsid w:val="006727BC"/>
    <w:rsid w:val="006728AF"/>
    <w:rsid w:val="00672A53"/>
    <w:rsid w:val="00672E7F"/>
    <w:rsid w:val="00672F72"/>
    <w:rsid w:val="00672FC1"/>
    <w:rsid w:val="00673310"/>
    <w:rsid w:val="00673636"/>
    <w:rsid w:val="00673A5F"/>
    <w:rsid w:val="00673F09"/>
    <w:rsid w:val="00674388"/>
    <w:rsid w:val="00674780"/>
    <w:rsid w:val="00674CAB"/>
    <w:rsid w:val="00674D59"/>
    <w:rsid w:val="00675A58"/>
    <w:rsid w:val="006762AA"/>
    <w:rsid w:val="00676684"/>
    <w:rsid w:val="00676810"/>
    <w:rsid w:val="0068030C"/>
    <w:rsid w:val="00680417"/>
    <w:rsid w:val="0068183F"/>
    <w:rsid w:val="006819CE"/>
    <w:rsid w:val="006823DF"/>
    <w:rsid w:val="00682596"/>
    <w:rsid w:val="006826B5"/>
    <w:rsid w:val="00682975"/>
    <w:rsid w:val="00682A15"/>
    <w:rsid w:val="00683436"/>
    <w:rsid w:val="0068367B"/>
    <w:rsid w:val="00683AF7"/>
    <w:rsid w:val="00683B0B"/>
    <w:rsid w:val="00683E21"/>
    <w:rsid w:val="00684048"/>
    <w:rsid w:val="00684550"/>
    <w:rsid w:val="006845F5"/>
    <w:rsid w:val="0068479E"/>
    <w:rsid w:val="00684DA7"/>
    <w:rsid w:val="00685394"/>
    <w:rsid w:val="00685498"/>
    <w:rsid w:val="006854B8"/>
    <w:rsid w:val="00685602"/>
    <w:rsid w:val="00685D67"/>
    <w:rsid w:val="0068645D"/>
    <w:rsid w:val="0068695D"/>
    <w:rsid w:val="00686A53"/>
    <w:rsid w:val="0068737C"/>
    <w:rsid w:val="006877ED"/>
    <w:rsid w:val="00687B01"/>
    <w:rsid w:val="00687C87"/>
    <w:rsid w:val="00690AA6"/>
    <w:rsid w:val="00691562"/>
    <w:rsid w:val="00691F8D"/>
    <w:rsid w:val="006922EB"/>
    <w:rsid w:val="00692493"/>
    <w:rsid w:val="006927ED"/>
    <w:rsid w:val="00693348"/>
    <w:rsid w:val="00693709"/>
    <w:rsid w:val="0069375E"/>
    <w:rsid w:val="00693996"/>
    <w:rsid w:val="0069430F"/>
    <w:rsid w:val="00694AE0"/>
    <w:rsid w:val="00694F36"/>
    <w:rsid w:val="006950D4"/>
    <w:rsid w:val="006950EC"/>
    <w:rsid w:val="00695816"/>
    <w:rsid w:val="00695D8F"/>
    <w:rsid w:val="00695F2C"/>
    <w:rsid w:val="006962B7"/>
    <w:rsid w:val="00696796"/>
    <w:rsid w:val="00697E52"/>
    <w:rsid w:val="00697EC1"/>
    <w:rsid w:val="006A0626"/>
    <w:rsid w:val="006A0A54"/>
    <w:rsid w:val="006A0B3E"/>
    <w:rsid w:val="006A1086"/>
    <w:rsid w:val="006A12EF"/>
    <w:rsid w:val="006A1367"/>
    <w:rsid w:val="006A145B"/>
    <w:rsid w:val="006A1A4B"/>
    <w:rsid w:val="006A1DCA"/>
    <w:rsid w:val="006A2553"/>
    <w:rsid w:val="006A2E43"/>
    <w:rsid w:val="006A31D9"/>
    <w:rsid w:val="006A3323"/>
    <w:rsid w:val="006A34E2"/>
    <w:rsid w:val="006A3569"/>
    <w:rsid w:val="006A374F"/>
    <w:rsid w:val="006A39A6"/>
    <w:rsid w:val="006A3B6D"/>
    <w:rsid w:val="006A3C79"/>
    <w:rsid w:val="006A3EC0"/>
    <w:rsid w:val="006A467A"/>
    <w:rsid w:val="006A4A90"/>
    <w:rsid w:val="006A58B7"/>
    <w:rsid w:val="006A5963"/>
    <w:rsid w:val="006A5C0B"/>
    <w:rsid w:val="006A5D63"/>
    <w:rsid w:val="006A6063"/>
    <w:rsid w:val="006A6521"/>
    <w:rsid w:val="006A6871"/>
    <w:rsid w:val="006A69ED"/>
    <w:rsid w:val="006A6B2B"/>
    <w:rsid w:val="006A6C36"/>
    <w:rsid w:val="006A6E24"/>
    <w:rsid w:val="006A7839"/>
    <w:rsid w:val="006A7BB1"/>
    <w:rsid w:val="006B03AD"/>
    <w:rsid w:val="006B069C"/>
    <w:rsid w:val="006B06D7"/>
    <w:rsid w:val="006B08A5"/>
    <w:rsid w:val="006B09FE"/>
    <w:rsid w:val="006B0AA4"/>
    <w:rsid w:val="006B0C24"/>
    <w:rsid w:val="006B0FED"/>
    <w:rsid w:val="006B18EE"/>
    <w:rsid w:val="006B19BF"/>
    <w:rsid w:val="006B1BD7"/>
    <w:rsid w:val="006B22D0"/>
    <w:rsid w:val="006B2555"/>
    <w:rsid w:val="006B2761"/>
    <w:rsid w:val="006B2957"/>
    <w:rsid w:val="006B31F7"/>
    <w:rsid w:val="006B336E"/>
    <w:rsid w:val="006B3D80"/>
    <w:rsid w:val="006B4211"/>
    <w:rsid w:val="006B428A"/>
    <w:rsid w:val="006B4369"/>
    <w:rsid w:val="006B45B3"/>
    <w:rsid w:val="006B4679"/>
    <w:rsid w:val="006B49DF"/>
    <w:rsid w:val="006B4A05"/>
    <w:rsid w:val="006B4AF7"/>
    <w:rsid w:val="006B4D5B"/>
    <w:rsid w:val="006B4E4C"/>
    <w:rsid w:val="006B4F45"/>
    <w:rsid w:val="006B50AB"/>
    <w:rsid w:val="006B548E"/>
    <w:rsid w:val="006B57C1"/>
    <w:rsid w:val="006B6429"/>
    <w:rsid w:val="006B70AF"/>
    <w:rsid w:val="006C043B"/>
    <w:rsid w:val="006C0C6A"/>
    <w:rsid w:val="006C1162"/>
    <w:rsid w:val="006C11A8"/>
    <w:rsid w:val="006C1227"/>
    <w:rsid w:val="006C133C"/>
    <w:rsid w:val="006C22D4"/>
    <w:rsid w:val="006C2504"/>
    <w:rsid w:val="006C2C35"/>
    <w:rsid w:val="006C2C62"/>
    <w:rsid w:val="006C2FEC"/>
    <w:rsid w:val="006C33C0"/>
    <w:rsid w:val="006C352A"/>
    <w:rsid w:val="006C3AE4"/>
    <w:rsid w:val="006C4166"/>
    <w:rsid w:val="006C4F7D"/>
    <w:rsid w:val="006C58CF"/>
    <w:rsid w:val="006C5A8B"/>
    <w:rsid w:val="006C61CA"/>
    <w:rsid w:val="006C635A"/>
    <w:rsid w:val="006C6C0F"/>
    <w:rsid w:val="006C7102"/>
    <w:rsid w:val="006C72EE"/>
    <w:rsid w:val="006C7933"/>
    <w:rsid w:val="006C79D7"/>
    <w:rsid w:val="006C7B60"/>
    <w:rsid w:val="006C7D17"/>
    <w:rsid w:val="006D02CA"/>
    <w:rsid w:val="006D10F6"/>
    <w:rsid w:val="006D2591"/>
    <w:rsid w:val="006D26C5"/>
    <w:rsid w:val="006D27E2"/>
    <w:rsid w:val="006D2BB7"/>
    <w:rsid w:val="006D2CC7"/>
    <w:rsid w:val="006D3151"/>
    <w:rsid w:val="006D3F13"/>
    <w:rsid w:val="006D4320"/>
    <w:rsid w:val="006D4520"/>
    <w:rsid w:val="006D485D"/>
    <w:rsid w:val="006D4B08"/>
    <w:rsid w:val="006D4CCF"/>
    <w:rsid w:val="006D549F"/>
    <w:rsid w:val="006D56DF"/>
    <w:rsid w:val="006D5A51"/>
    <w:rsid w:val="006D6872"/>
    <w:rsid w:val="006D68E3"/>
    <w:rsid w:val="006D7107"/>
    <w:rsid w:val="006D76D0"/>
    <w:rsid w:val="006E0018"/>
    <w:rsid w:val="006E0372"/>
    <w:rsid w:val="006E0634"/>
    <w:rsid w:val="006E07CE"/>
    <w:rsid w:val="006E0BBB"/>
    <w:rsid w:val="006E0DD6"/>
    <w:rsid w:val="006E106B"/>
    <w:rsid w:val="006E1450"/>
    <w:rsid w:val="006E1A4A"/>
    <w:rsid w:val="006E26C2"/>
    <w:rsid w:val="006E27D4"/>
    <w:rsid w:val="006E2DE0"/>
    <w:rsid w:val="006E2FAD"/>
    <w:rsid w:val="006E327A"/>
    <w:rsid w:val="006E36BD"/>
    <w:rsid w:val="006E38A4"/>
    <w:rsid w:val="006E3B5C"/>
    <w:rsid w:val="006E5226"/>
    <w:rsid w:val="006E53E2"/>
    <w:rsid w:val="006E5C83"/>
    <w:rsid w:val="006E6071"/>
    <w:rsid w:val="006E6C66"/>
    <w:rsid w:val="006E7BB7"/>
    <w:rsid w:val="006F020C"/>
    <w:rsid w:val="006F06F4"/>
    <w:rsid w:val="006F0889"/>
    <w:rsid w:val="006F22BD"/>
    <w:rsid w:val="006F393B"/>
    <w:rsid w:val="006F3C56"/>
    <w:rsid w:val="006F469C"/>
    <w:rsid w:val="006F4765"/>
    <w:rsid w:val="006F4CAC"/>
    <w:rsid w:val="006F586E"/>
    <w:rsid w:val="006F5BE1"/>
    <w:rsid w:val="006F5F16"/>
    <w:rsid w:val="006F5F51"/>
    <w:rsid w:val="006F647E"/>
    <w:rsid w:val="006F6536"/>
    <w:rsid w:val="006F6EFC"/>
    <w:rsid w:val="006F7150"/>
    <w:rsid w:val="006F71E9"/>
    <w:rsid w:val="006F7907"/>
    <w:rsid w:val="006F7D2C"/>
    <w:rsid w:val="007001F0"/>
    <w:rsid w:val="007004C2"/>
    <w:rsid w:val="00700559"/>
    <w:rsid w:val="007009F4"/>
    <w:rsid w:val="00701002"/>
    <w:rsid w:val="007010EB"/>
    <w:rsid w:val="0070127A"/>
    <w:rsid w:val="007016A8"/>
    <w:rsid w:val="00701927"/>
    <w:rsid w:val="00701AB4"/>
    <w:rsid w:val="00702498"/>
    <w:rsid w:val="007027AE"/>
    <w:rsid w:val="007029A3"/>
    <w:rsid w:val="00702C53"/>
    <w:rsid w:val="00702CCE"/>
    <w:rsid w:val="00703036"/>
    <w:rsid w:val="00703A59"/>
    <w:rsid w:val="00704264"/>
    <w:rsid w:val="00704530"/>
    <w:rsid w:val="00704535"/>
    <w:rsid w:val="0070505F"/>
    <w:rsid w:val="00705136"/>
    <w:rsid w:val="0070547F"/>
    <w:rsid w:val="00705580"/>
    <w:rsid w:val="00705DB4"/>
    <w:rsid w:val="007061C2"/>
    <w:rsid w:val="007067E7"/>
    <w:rsid w:val="00707155"/>
    <w:rsid w:val="0070730C"/>
    <w:rsid w:val="00707349"/>
    <w:rsid w:val="007079EA"/>
    <w:rsid w:val="00711C2D"/>
    <w:rsid w:val="00712260"/>
    <w:rsid w:val="007124D8"/>
    <w:rsid w:val="0071261A"/>
    <w:rsid w:val="00713318"/>
    <w:rsid w:val="007138D3"/>
    <w:rsid w:val="00713FF3"/>
    <w:rsid w:val="00714174"/>
    <w:rsid w:val="007148CA"/>
    <w:rsid w:val="0071560E"/>
    <w:rsid w:val="00715880"/>
    <w:rsid w:val="0071591D"/>
    <w:rsid w:val="00715DCC"/>
    <w:rsid w:val="00715F7C"/>
    <w:rsid w:val="0071773D"/>
    <w:rsid w:val="007177A6"/>
    <w:rsid w:val="0071796F"/>
    <w:rsid w:val="00720392"/>
    <w:rsid w:val="00720591"/>
    <w:rsid w:val="0072084F"/>
    <w:rsid w:val="007209E4"/>
    <w:rsid w:val="00720BCD"/>
    <w:rsid w:val="007211EE"/>
    <w:rsid w:val="007212E8"/>
    <w:rsid w:val="0072167B"/>
    <w:rsid w:val="00721C0B"/>
    <w:rsid w:val="00721CFD"/>
    <w:rsid w:val="00722A4A"/>
    <w:rsid w:val="0072336E"/>
    <w:rsid w:val="007239D8"/>
    <w:rsid w:val="00723AD6"/>
    <w:rsid w:val="00723D9B"/>
    <w:rsid w:val="00723F10"/>
    <w:rsid w:val="0072504B"/>
    <w:rsid w:val="0072522B"/>
    <w:rsid w:val="007252F6"/>
    <w:rsid w:val="00725DA8"/>
    <w:rsid w:val="007268EA"/>
    <w:rsid w:val="00726DDC"/>
    <w:rsid w:val="00727DFE"/>
    <w:rsid w:val="00727E50"/>
    <w:rsid w:val="007305EB"/>
    <w:rsid w:val="007307C9"/>
    <w:rsid w:val="00731167"/>
    <w:rsid w:val="00731738"/>
    <w:rsid w:val="00731C80"/>
    <w:rsid w:val="00731CB8"/>
    <w:rsid w:val="007322A0"/>
    <w:rsid w:val="00732923"/>
    <w:rsid w:val="00732CB2"/>
    <w:rsid w:val="0073365A"/>
    <w:rsid w:val="007348A8"/>
    <w:rsid w:val="00734C21"/>
    <w:rsid w:val="00734D27"/>
    <w:rsid w:val="00735183"/>
    <w:rsid w:val="00735594"/>
    <w:rsid w:val="007355E6"/>
    <w:rsid w:val="00735686"/>
    <w:rsid w:val="007366B6"/>
    <w:rsid w:val="007367E3"/>
    <w:rsid w:val="00736BD4"/>
    <w:rsid w:val="0073716B"/>
    <w:rsid w:val="00737427"/>
    <w:rsid w:val="00737431"/>
    <w:rsid w:val="007377C0"/>
    <w:rsid w:val="007378C4"/>
    <w:rsid w:val="00737CEA"/>
    <w:rsid w:val="00740073"/>
    <w:rsid w:val="00740145"/>
    <w:rsid w:val="0074020D"/>
    <w:rsid w:val="0074057E"/>
    <w:rsid w:val="00740BA9"/>
    <w:rsid w:val="00740CB5"/>
    <w:rsid w:val="00740EB2"/>
    <w:rsid w:val="00740F22"/>
    <w:rsid w:val="007412DB"/>
    <w:rsid w:val="007416D4"/>
    <w:rsid w:val="00741785"/>
    <w:rsid w:val="007420B8"/>
    <w:rsid w:val="00742194"/>
    <w:rsid w:val="007425DE"/>
    <w:rsid w:val="00742916"/>
    <w:rsid w:val="00742D2B"/>
    <w:rsid w:val="0074347F"/>
    <w:rsid w:val="0074398A"/>
    <w:rsid w:val="00744167"/>
    <w:rsid w:val="007441F6"/>
    <w:rsid w:val="00744EB4"/>
    <w:rsid w:val="00745082"/>
    <w:rsid w:val="00745298"/>
    <w:rsid w:val="007457FC"/>
    <w:rsid w:val="00745A43"/>
    <w:rsid w:val="00745B50"/>
    <w:rsid w:val="00745C57"/>
    <w:rsid w:val="00746487"/>
    <w:rsid w:val="00746B77"/>
    <w:rsid w:val="0074742F"/>
    <w:rsid w:val="00747818"/>
    <w:rsid w:val="007478AE"/>
    <w:rsid w:val="00747B07"/>
    <w:rsid w:val="00750942"/>
    <w:rsid w:val="0075146F"/>
    <w:rsid w:val="00751918"/>
    <w:rsid w:val="00751F0C"/>
    <w:rsid w:val="00751F59"/>
    <w:rsid w:val="007525CE"/>
    <w:rsid w:val="007525E2"/>
    <w:rsid w:val="007527D9"/>
    <w:rsid w:val="00752D8C"/>
    <w:rsid w:val="0075344A"/>
    <w:rsid w:val="00753BBB"/>
    <w:rsid w:val="00754552"/>
    <w:rsid w:val="0075475F"/>
    <w:rsid w:val="007554D6"/>
    <w:rsid w:val="007558B2"/>
    <w:rsid w:val="007558EC"/>
    <w:rsid w:val="0075597E"/>
    <w:rsid w:val="00756D09"/>
    <w:rsid w:val="00757F9F"/>
    <w:rsid w:val="007601BF"/>
    <w:rsid w:val="00760205"/>
    <w:rsid w:val="0076089D"/>
    <w:rsid w:val="00763094"/>
    <w:rsid w:val="00763118"/>
    <w:rsid w:val="00763DE8"/>
    <w:rsid w:val="00763E66"/>
    <w:rsid w:val="00763F8D"/>
    <w:rsid w:val="00764695"/>
    <w:rsid w:val="00764B3E"/>
    <w:rsid w:val="00764C84"/>
    <w:rsid w:val="00765E0D"/>
    <w:rsid w:val="00766182"/>
    <w:rsid w:val="00766352"/>
    <w:rsid w:val="007664B1"/>
    <w:rsid w:val="0077078B"/>
    <w:rsid w:val="007713B2"/>
    <w:rsid w:val="00772451"/>
    <w:rsid w:val="0077262A"/>
    <w:rsid w:val="0077283F"/>
    <w:rsid w:val="0077293C"/>
    <w:rsid w:val="00772A0E"/>
    <w:rsid w:val="00772AB3"/>
    <w:rsid w:val="00772C8A"/>
    <w:rsid w:val="007730FE"/>
    <w:rsid w:val="00773704"/>
    <w:rsid w:val="007737E6"/>
    <w:rsid w:val="00773806"/>
    <w:rsid w:val="00773A49"/>
    <w:rsid w:val="0077502D"/>
    <w:rsid w:val="0077523C"/>
    <w:rsid w:val="007758C5"/>
    <w:rsid w:val="00775B0A"/>
    <w:rsid w:val="007760F8"/>
    <w:rsid w:val="00776549"/>
    <w:rsid w:val="007769D6"/>
    <w:rsid w:val="00776BA8"/>
    <w:rsid w:val="00777260"/>
    <w:rsid w:val="0077771A"/>
    <w:rsid w:val="00777DDF"/>
    <w:rsid w:val="00780830"/>
    <w:rsid w:val="00780975"/>
    <w:rsid w:val="00780B4C"/>
    <w:rsid w:val="00780D93"/>
    <w:rsid w:val="007813F3"/>
    <w:rsid w:val="00781A63"/>
    <w:rsid w:val="00781F7C"/>
    <w:rsid w:val="007824EC"/>
    <w:rsid w:val="00782666"/>
    <w:rsid w:val="00783299"/>
    <w:rsid w:val="00783791"/>
    <w:rsid w:val="007837EE"/>
    <w:rsid w:val="00783891"/>
    <w:rsid w:val="00783EC1"/>
    <w:rsid w:val="0078412B"/>
    <w:rsid w:val="007841F3"/>
    <w:rsid w:val="007847F0"/>
    <w:rsid w:val="00784A65"/>
    <w:rsid w:val="00784F98"/>
    <w:rsid w:val="007855D0"/>
    <w:rsid w:val="007855E7"/>
    <w:rsid w:val="00785A74"/>
    <w:rsid w:val="00785E96"/>
    <w:rsid w:val="00786428"/>
    <w:rsid w:val="00786FCE"/>
    <w:rsid w:val="007878E6"/>
    <w:rsid w:val="007906BB"/>
    <w:rsid w:val="007912E6"/>
    <w:rsid w:val="0079135C"/>
    <w:rsid w:val="0079150A"/>
    <w:rsid w:val="007917E7"/>
    <w:rsid w:val="007918D2"/>
    <w:rsid w:val="00791DF7"/>
    <w:rsid w:val="00792454"/>
    <w:rsid w:val="00793059"/>
    <w:rsid w:val="007930AA"/>
    <w:rsid w:val="00793267"/>
    <w:rsid w:val="007936F0"/>
    <w:rsid w:val="00793A74"/>
    <w:rsid w:val="00793AEC"/>
    <w:rsid w:val="00794BA1"/>
    <w:rsid w:val="0079518B"/>
    <w:rsid w:val="007951FE"/>
    <w:rsid w:val="00795632"/>
    <w:rsid w:val="0079585A"/>
    <w:rsid w:val="00795896"/>
    <w:rsid w:val="00796D43"/>
    <w:rsid w:val="007971DE"/>
    <w:rsid w:val="0079728E"/>
    <w:rsid w:val="00797787"/>
    <w:rsid w:val="00797A05"/>
    <w:rsid w:val="00797C3D"/>
    <w:rsid w:val="00797E9F"/>
    <w:rsid w:val="007A016A"/>
    <w:rsid w:val="007A02D0"/>
    <w:rsid w:val="007A0796"/>
    <w:rsid w:val="007A0DB4"/>
    <w:rsid w:val="007A0EE0"/>
    <w:rsid w:val="007A13F5"/>
    <w:rsid w:val="007A1A65"/>
    <w:rsid w:val="007A2046"/>
    <w:rsid w:val="007A24C8"/>
    <w:rsid w:val="007A2BE6"/>
    <w:rsid w:val="007A35BF"/>
    <w:rsid w:val="007A3715"/>
    <w:rsid w:val="007A392D"/>
    <w:rsid w:val="007A3C15"/>
    <w:rsid w:val="007A4742"/>
    <w:rsid w:val="007A4AFE"/>
    <w:rsid w:val="007A4EED"/>
    <w:rsid w:val="007A5A13"/>
    <w:rsid w:val="007A5BDB"/>
    <w:rsid w:val="007A5C3F"/>
    <w:rsid w:val="007A624D"/>
    <w:rsid w:val="007A639A"/>
    <w:rsid w:val="007A6E9E"/>
    <w:rsid w:val="007A6EE6"/>
    <w:rsid w:val="007A7747"/>
    <w:rsid w:val="007A77D4"/>
    <w:rsid w:val="007A7904"/>
    <w:rsid w:val="007A7DAA"/>
    <w:rsid w:val="007B0098"/>
    <w:rsid w:val="007B01FF"/>
    <w:rsid w:val="007B02CA"/>
    <w:rsid w:val="007B05EA"/>
    <w:rsid w:val="007B0CCF"/>
    <w:rsid w:val="007B1453"/>
    <w:rsid w:val="007B167B"/>
    <w:rsid w:val="007B1D24"/>
    <w:rsid w:val="007B2D19"/>
    <w:rsid w:val="007B2D24"/>
    <w:rsid w:val="007B3DBA"/>
    <w:rsid w:val="007B461E"/>
    <w:rsid w:val="007B6013"/>
    <w:rsid w:val="007B681D"/>
    <w:rsid w:val="007B746F"/>
    <w:rsid w:val="007C00C3"/>
    <w:rsid w:val="007C0610"/>
    <w:rsid w:val="007C0A5B"/>
    <w:rsid w:val="007C109D"/>
    <w:rsid w:val="007C11C9"/>
    <w:rsid w:val="007C1409"/>
    <w:rsid w:val="007C18CC"/>
    <w:rsid w:val="007C1BA4"/>
    <w:rsid w:val="007C1FDE"/>
    <w:rsid w:val="007C2247"/>
    <w:rsid w:val="007C24E7"/>
    <w:rsid w:val="007C25B3"/>
    <w:rsid w:val="007C2FEC"/>
    <w:rsid w:val="007C3042"/>
    <w:rsid w:val="007C384D"/>
    <w:rsid w:val="007C38DB"/>
    <w:rsid w:val="007C4017"/>
    <w:rsid w:val="007C41D1"/>
    <w:rsid w:val="007C42F8"/>
    <w:rsid w:val="007C4B2D"/>
    <w:rsid w:val="007C4C85"/>
    <w:rsid w:val="007C4E30"/>
    <w:rsid w:val="007C520F"/>
    <w:rsid w:val="007C5D9C"/>
    <w:rsid w:val="007C5EEB"/>
    <w:rsid w:val="007C5F46"/>
    <w:rsid w:val="007C5FD0"/>
    <w:rsid w:val="007C67FF"/>
    <w:rsid w:val="007C68E2"/>
    <w:rsid w:val="007C6CA5"/>
    <w:rsid w:val="007C71C1"/>
    <w:rsid w:val="007C752F"/>
    <w:rsid w:val="007C7B1E"/>
    <w:rsid w:val="007C7D9E"/>
    <w:rsid w:val="007C7F8B"/>
    <w:rsid w:val="007D0D84"/>
    <w:rsid w:val="007D141F"/>
    <w:rsid w:val="007D16AD"/>
    <w:rsid w:val="007D2289"/>
    <w:rsid w:val="007D281C"/>
    <w:rsid w:val="007D3352"/>
    <w:rsid w:val="007D35BC"/>
    <w:rsid w:val="007D5FEB"/>
    <w:rsid w:val="007D60C8"/>
    <w:rsid w:val="007D6264"/>
    <w:rsid w:val="007D746F"/>
    <w:rsid w:val="007E0A0E"/>
    <w:rsid w:val="007E0A8D"/>
    <w:rsid w:val="007E14D0"/>
    <w:rsid w:val="007E1649"/>
    <w:rsid w:val="007E3A75"/>
    <w:rsid w:val="007E4565"/>
    <w:rsid w:val="007E4943"/>
    <w:rsid w:val="007E4D03"/>
    <w:rsid w:val="007E507F"/>
    <w:rsid w:val="007E5104"/>
    <w:rsid w:val="007E5707"/>
    <w:rsid w:val="007E5B58"/>
    <w:rsid w:val="007E5C48"/>
    <w:rsid w:val="007E6783"/>
    <w:rsid w:val="007E67B4"/>
    <w:rsid w:val="007E6A12"/>
    <w:rsid w:val="007E6DDA"/>
    <w:rsid w:val="007E7422"/>
    <w:rsid w:val="007E779C"/>
    <w:rsid w:val="007E7A10"/>
    <w:rsid w:val="007E7ACF"/>
    <w:rsid w:val="007E7C3B"/>
    <w:rsid w:val="007F00A1"/>
    <w:rsid w:val="007F017D"/>
    <w:rsid w:val="007F025B"/>
    <w:rsid w:val="007F029B"/>
    <w:rsid w:val="007F095C"/>
    <w:rsid w:val="007F0DE0"/>
    <w:rsid w:val="007F1069"/>
    <w:rsid w:val="007F10FB"/>
    <w:rsid w:val="007F1615"/>
    <w:rsid w:val="007F1A7B"/>
    <w:rsid w:val="007F24B9"/>
    <w:rsid w:val="007F290E"/>
    <w:rsid w:val="007F294A"/>
    <w:rsid w:val="007F2A92"/>
    <w:rsid w:val="007F2A99"/>
    <w:rsid w:val="007F32FF"/>
    <w:rsid w:val="007F34A8"/>
    <w:rsid w:val="007F383C"/>
    <w:rsid w:val="007F4080"/>
    <w:rsid w:val="007F43E0"/>
    <w:rsid w:val="007F45BC"/>
    <w:rsid w:val="007F4D38"/>
    <w:rsid w:val="007F51FA"/>
    <w:rsid w:val="007F53B7"/>
    <w:rsid w:val="007F55DF"/>
    <w:rsid w:val="007F5B5E"/>
    <w:rsid w:val="007F5DEA"/>
    <w:rsid w:val="007F688A"/>
    <w:rsid w:val="007F6AA8"/>
    <w:rsid w:val="007F6F4A"/>
    <w:rsid w:val="007F7591"/>
    <w:rsid w:val="007F7927"/>
    <w:rsid w:val="007F7DD4"/>
    <w:rsid w:val="0080012D"/>
    <w:rsid w:val="00800376"/>
    <w:rsid w:val="00800723"/>
    <w:rsid w:val="0080079E"/>
    <w:rsid w:val="00800C28"/>
    <w:rsid w:val="008024BD"/>
    <w:rsid w:val="0080283A"/>
    <w:rsid w:val="00802946"/>
    <w:rsid w:val="00802B39"/>
    <w:rsid w:val="00802F9A"/>
    <w:rsid w:val="0080334B"/>
    <w:rsid w:val="00803535"/>
    <w:rsid w:val="00803E73"/>
    <w:rsid w:val="00804440"/>
    <w:rsid w:val="008048D2"/>
    <w:rsid w:val="00804CEE"/>
    <w:rsid w:val="00804FBB"/>
    <w:rsid w:val="00805224"/>
    <w:rsid w:val="008052D4"/>
    <w:rsid w:val="00805D95"/>
    <w:rsid w:val="00805ECA"/>
    <w:rsid w:val="00806073"/>
    <w:rsid w:val="008060B1"/>
    <w:rsid w:val="008060C7"/>
    <w:rsid w:val="008063B5"/>
    <w:rsid w:val="00806665"/>
    <w:rsid w:val="00806A94"/>
    <w:rsid w:val="00806C47"/>
    <w:rsid w:val="00807A1B"/>
    <w:rsid w:val="00807FD7"/>
    <w:rsid w:val="00810084"/>
    <w:rsid w:val="008105FD"/>
    <w:rsid w:val="008106FC"/>
    <w:rsid w:val="00811301"/>
    <w:rsid w:val="00811947"/>
    <w:rsid w:val="00811B6A"/>
    <w:rsid w:val="008120CD"/>
    <w:rsid w:val="008121F2"/>
    <w:rsid w:val="0081283C"/>
    <w:rsid w:val="00812A1C"/>
    <w:rsid w:val="008134CC"/>
    <w:rsid w:val="00813B21"/>
    <w:rsid w:val="00813F47"/>
    <w:rsid w:val="00814EF4"/>
    <w:rsid w:val="00815044"/>
    <w:rsid w:val="008168AF"/>
    <w:rsid w:val="00816E8B"/>
    <w:rsid w:val="00816F5C"/>
    <w:rsid w:val="008201F2"/>
    <w:rsid w:val="00820898"/>
    <w:rsid w:val="00821364"/>
    <w:rsid w:val="00821CA0"/>
    <w:rsid w:val="008221ED"/>
    <w:rsid w:val="00822519"/>
    <w:rsid w:val="00822759"/>
    <w:rsid w:val="0082286F"/>
    <w:rsid w:val="00822A7A"/>
    <w:rsid w:val="00822D92"/>
    <w:rsid w:val="008233CB"/>
    <w:rsid w:val="00823660"/>
    <w:rsid w:val="00823C7E"/>
    <w:rsid w:val="00823CD7"/>
    <w:rsid w:val="008246AF"/>
    <w:rsid w:val="0082541F"/>
    <w:rsid w:val="00825993"/>
    <w:rsid w:val="00826E5D"/>
    <w:rsid w:val="00831CF4"/>
    <w:rsid w:val="00831EE4"/>
    <w:rsid w:val="00831EEF"/>
    <w:rsid w:val="0083211B"/>
    <w:rsid w:val="00832984"/>
    <w:rsid w:val="00832C32"/>
    <w:rsid w:val="00832EE0"/>
    <w:rsid w:val="00833137"/>
    <w:rsid w:val="00833D2B"/>
    <w:rsid w:val="00834082"/>
    <w:rsid w:val="00834960"/>
    <w:rsid w:val="00834B27"/>
    <w:rsid w:val="00834EF7"/>
    <w:rsid w:val="00835EAE"/>
    <w:rsid w:val="0083631C"/>
    <w:rsid w:val="00836563"/>
    <w:rsid w:val="00836979"/>
    <w:rsid w:val="00837576"/>
    <w:rsid w:val="008378B7"/>
    <w:rsid w:val="00837EAE"/>
    <w:rsid w:val="00837F8E"/>
    <w:rsid w:val="008403AE"/>
    <w:rsid w:val="008406C8"/>
    <w:rsid w:val="00840C33"/>
    <w:rsid w:val="00840D41"/>
    <w:rsid w:val="00840DC0"/>
    <w:rsid w:val="00841135"/>
    <w:rsid w:val="0084157D"/>
    <w:rsid w:val="008415BB"/>
    <w:rsid w:val="0084219A"/>
    <w:rsid w:val="00842592"/>
    <w:rsid w:val="00843C40"/>
    <w:rsid w:val="00843C49"/>
    <w:rsid w:val="0084410A"/>
    <w:rsid w:val="008441CF"/>
    <w:rsid w:val="0084474B"/>
    <w:rsid w:val="00844755"/>
    <w:rsid w:val="00844AB8"/>
    <w:rsid w:val="00844F5D"/>
    <w:rsid w:val="00845878"/>
    <w:rsid w:val="0084621E"/>
    <w:rsid w:val="0084695F"/>
    <w:rsid w:val="00846AF7"/>
    <w:rsid w:val="00846E0F"/>
    <w:rsid w:val="008500F8"/>
    <w:rsid w:val="0085102A"/>
    <w:rsid w:val="008510B8"/>
    <w:rsid w:val="00851F5A"/>
    <w:rsid w:val="008525CF"/>
    <w:rsid w:val="00852AE0"/>
    <w:rsid w:val="008531BA"/>
    <w:rsid w:val="008537CB"/>
    <w:rsid w:val="00853A8C"/>
    <w:rsid w:val="00853BC6"/>
    <w:rsid w:val="00853EA0"/>
    <w:rsid w:val="008548F8"/>
    <w:rsid w:val="00854BA7"/>
    <w:rsid w:val="00855523"/>
    <w:rsid w:val="008559FB"/>
    <w:rsid w:val="008562C5"/>
    <w:rsid w:val="008562D5"/>
    <w:rsid w:val="008563C5"/>
    <w:rsid w:val="0085645F"/>
    <w:rsid w:val="00856A28"/>
    <w:rsid w:val="00856C36"/>
    <w:rsid w:val="0085738D"/>
    <w:rsid w:val="00857EEF"/>
    <w:rsid w:val="00860549"/>
    <w:rsid w:val="00860890"/>
    <w:rsid w:val="008611DE"/>
    <w:rsid w:val="008617A9"/>
    <w:rsid w:val="0086183E"/>
    <w:rsid w:val="0086190D"/>
    <w:rsid w:val="00861AB7"/>
    <w:rsid w:val="00861C2A"/>
    <w:rsid w:val="00861F5F"/>
    <w:rsid w:val="0086219F"/>
    <w:rsid w:val="00862308"/>
    <w:rsid w:val="00862895"/>
    <w:rsid w:val="008628DE"/>
    <w:rsid w:val="00862F10"/>
    <w:rsid w:val="00862FD0"/>
    <w:rsid w:val="0086315A"/>
    <w:rsid w:val="0086325B"/>
    <w:rsid w:val="00863B47"/>
    <w:rsid w:val="00863FF0"/>
    <w:rsid w:val="00864136"/>
    <w:rsid w:val="008644CC"/>
    <w:rsid w:val="00864B1D"/>
    <w:rsid w:val="00864C0F"/>
    <w:rsid w:val="00864CC2"/>
    <w:rsid w:val="00864FD2"/>
    <w:rsid w:val="008653B7"/>
    <w:rsid w:val="008655BF"/>
    <w:rsid w:val="00865EE1"/>
    <w:rsid w:val="00866504"/>
    <w:rsid w:val="00867700"/>
    <w:rsid w:val="00867D49"/>
    <w:rsid w:val="00867E37"/>
    <w:rsid w:val="00870122"/>
    <w:rsid w:val="008717D9"/>
    <w:rsid w:val="00871888"/>
    <w:rsid w:val="00871CE5"/>
    <w:rsid w:val="0087225F"/>
    <w:rsid w:val="008723B9"/>
    <w:rsid w:val="00872D4C"/>
    <w:rsid w:val="0087322B"/>
    <w:rsid w:val="00873B95"/>
    <w:rsid w:val="008740B3"/>
    <w:rsid w:val="0087417C"/>
    <w:rsid w:val="0087509D"/>
    <w:rsid w:val="00875288"/>
    <w:rsid w:val="0087574F"/>
    <w:rsid w:val="008758E0"/>
    <w:rsid w:val="008759C1"/>
    <w:rsid w:val="00876514"/>
    <w:rsid w:val="00876CC1"/>
    <w:rsid w:val="0087706A"/>
    <w:rsid w:val="00877AD3"/>
    <w:rsid w:val="008800C5"/>
    <w:rsid w:val="00880554"/>
    <w:rsid w:val="0088055B"/>
    <w:rsid w:val="00880C86"/>
    <w:rsid w:val="00880CD1"/>
    <w:rsid w:val="00881097"/>
    <w:rsid w:val="0088157A"/>
    <w:rsid w:val="008821E9"/>
    <w:rsid w:val="0088282E"/>
    <w:rsid w:val="00882DB5"/>
    <w:rsid w:val="008831F7"/>
    <w:rsid w:val="00883977"/>
    <w:rsid w:val="00883EE2"/>
    <w:rsid w:val="008847B6"/>
    <w:rsid w:val="00884A5F"/>
    <w:rsid w:val="008854D8"/>
    <w:rsid w:val="00885BA0"/>
    <w:rsid w:val="00885BFA"/>
    <w:rsid w:val="00885F3C"/>
    <w:rsid w:val="00885F7F"/>
    <w:rsid w:val="008864CC"/>
    <w:rsid w:val="00886574"/>
    <w:rsid w:val="00886AAE"/>
    <w:rsid w:val="00886D1E"/>
    <w:rsid w:val="00887478"/>
    <w:rsid w:val="00887803"/>
    <w:rsid w:val="00890541"/>
    <w:rsid w:val="008906FA"/>
    <w:rsid w:val="00890F29"/>
    <w:rsid w:val="00890F42"/>
    <w:rsid w:val="008919C5"/>
    <w:rsid w:val="00891EC2"/>
    <w:rsid w:val="00893150"/>
    <w:rsid w:val="00893448"/>
    <w:rsid w:val="00894AE9"/>
    <w:rsid w:val="00895507"/>
    <w:rsid w:val="00895711"/>
    <w:rsid w:val="00895753"/>
    <w:rsid w:val="008961E5"/>
    <w:rsid w:val="008964FE"/>
    <w:rsid w:val="00896740"/>
    <w:rsid w:val="008969BD"/>
    <w:rsid w:val="00896FD1"/>
    <w:rsid w:val="0089745C"/>
    <w:rsid w:val="008A00CE"/>
    <w:rsid w:val="008A07D4"/>
    <w:rsid w:val="008A0A25"/>
    <w:rsid w:val="008A0B53"/>
    <w:rsid w:val="008A0C5A"/>
    <w:rsid w:val="008A16CF"/>
    <w:rsid w:val="008A2328"/>
    <w:rsid w:val="008A26C9"/>
    <w:rsid w:val="008A2A8E"/>
    <w:rsid w:val="008A2EBC"/>
    <w:rsid w:val="008A3006"/>
    <w:rsid w:val="008A35DE"/>
    <w:rsid w:val="008A39BE"/>
    <w:rsid w:val="008A3CB8"/>
    <w:rsid w:val="008A3E99"/>
    <w:rsid w:val="008A4824"/>
    <w:rsid w:val="008A4C86"/>
    <w:rsid w:val="008A5ADE"/>
    <w:rsid w:val="008A5DDE"/>
    <w:rsid w:val="008A67E4"/>
    <w:rsid w:val="008A6B0F"/>
    <w:rsid w:val="008A6F08"/>
    <w:rsid w:val="008A7DC8"/>
    <w:rsid w:val="008A7ED0"/>
    <w:rsid w:val="008B00E1"/>
    <w:rsid w:val="008B147B"/>
    <w:rsid w:val="008B1624"/>
    <w:rsid w:val="008B195F"/>
    <w:rsid w:val="008B1C43"/>
    <w:rsid w:val="008B1C7A"/>
    <w:rsid w:val="008B21DA"/>
    <w:rsid w:val="008B2758"/>
    <w:rsid w:val="008B28D0"/>
    <w:rsid w:val="008B2B37"/>
    <w:rsid w:val="008B3280"/>
    <w:rsid w:val="008B363D"/>
    <w:rsid w:val="008B382A"/>
    <w:rsid w:val="008B3AF7"/>
    <w:rsid w:val="008B4262"/>
    <w:rsid w:val="008B4672"/>
    <w:rsid w:val="008B4DCD"/>
    <w:rsid w:val="008B4E61"/>
    <w:rsid w:val="008B4EE9"/>
    <w:rsid w:val="008B514F"/>
    <w:rsid w:val="008B56E0"/>
    <w:rsid w:val="008B5C9C"/>
    <w:rsid w:val="008B5CFE"/>
    <w:rsid w:val="008B692E"/>
    <w:rsid w:val="008B6A9D"/>
    <w:rsid w:val="008B7A3C"/>
    <w:rsid w:val="008B7F20"/>
    <w:rsid w:val="008C035D"/>
    <w:rsid w:val="008C0848"/>
    <w:rsid w:val="008C091B"/>
    <w:rsid w:val="008C09A2"/>
    <w:rsid w:val="008C0F49"/>
    <w:rsid w:val="008C11B1"/>
    <w:rsid w:val="008C1547"/>
    <w:rsid w:val="008C1573"/>
    <w:rsid w:val="008C1D4B"/>
    <w:rsid w:val="008C1E7D"/>
    <w:rsid w:val="008C20A2"/>
    <w:rsid w:val="008C2665"/>
    <w:rsid w:val="008C2D24"/>
    <w:rsid w:val="008C34D7"/>
    <w:rsid w:val="008C3BDB"/>
    <w:rsid w:val="008C3E67"/>
    <w:rsid w:val="008C3F83"/>
    <w:rsid w:val="008C474E"/>
    <w:rsid w:val="008C51EB"/>
    <w:rsid w:val="008C64AF"/>
    <w:rsid w:val="008C7051"/>
    <w:rsid w:val="008C73E8"/>
    <w:rsid w:val="008C7E31"/>
    <w:rsid w:val="008C7FAB"/>
    <w:rsid w:val="008D0044"/>
    <w:rsid w:val="008D0261"/>
    <w:rsid w:val="008D03B7"/>
    <w:rsid w:val="008D059F"/>
    <w:rsid w:val="008D108A"/>
    <w:rsid w:val="008D131F"/>
    <w:rsid w:val="008D205F"/>
    <w:rsid w:val="008D25B4"/>
    <w:rsid w:val="008D29D2"/>
    <w:rsid w:val="008D355E"/>
    <w:rsid w:val="008D51C3"/>
    <w:rsid w:val="008D5265"/>
    <w:rsid w:val="008D5803"/>
    <w:rsid w:val="008D58A5"/>
    <w:rsid w:val="008D6312"/>
    <w:rsid w:val="008D6555"/>
    <w:rsid w:val="008D6749"/>
    <w:rsid w:val="008D6841"/>
    <w:rsid w:val="008D68AA"/>
    <w:rsid w:val="008D6A07"/>
    <w:rsid w:val="008D6A29"/>
    <w:rsid w:val="008D6FD8"/>
    <w:rsid w:val="008D7A9C"/>
    <w:rsid w:val="008D7CF7"/>
    <w:rsid w:val="008D7EBA"/>
    <w:rsid w:val="008D7EC3"/>
    <w:rsid w:val="008E0647"/>
    <w:rsid w:val="008E23E4"/>
    <w:rsid w:val="008E308F"/>
    <w:rsid w:val="008E3247"/>
    <w:rsid w:val="008E3514"/>
    <w:rsid w:val="008E3D1F"/>
    <w:rsid w:val="008E3E12"/>
    <w:rsid w:val="008E3E6E"/>
    <w:rsid w:val="008E40A9"/>
    <w:rsid w:val="008E440C"/>
    <w:rsid w:val="008E4C05"/>
    <w:rsid w:val="008E4F71"/>
    <w:rsid w:val="008E50E4"/>
    <w:rsid w:val="008E5241"/>
    <w:rsid w:val="008E5919"/>
    <w:rsid w:val="008E6294"/>
    <w:rsid w:val="008E6D8F"/>
    <w:rsid w:val="008E73F6"/>
    <w:rsid w:val="008E76C3"/>
    <w:rsid w:val="008E7866"/>
    <w:rsid w:val="008E7F53"/>
    <w:rsid w:val="008F0317"/>
    <w:rsid w:val="008F0527"/>
    <w:rsid w:val="008F0734"/>
    <w:rsid w:val="008F0793"/>
    <w:rsid w:val="008F0C7A"/>
    <w:rsid w:val="008F0E01"/>
    <w:rsid w:val="008F0F5C"/>
    <w:rsid w:val="008F1523"/>
    <w:rsid w:val="008F238B"/>
    <w:rsid w:val="008F2B17"/>
    <w:rsid w:val="008F3333"/>
    <w:rsid w:val="008F38B2"/>
    <w:rsid w:val="008F3EAD"/>
    <w:rsid w:val="008F3F83"/>
    <w:rsid w:val="008F42F1"/>
    <w:rsid w:val="008F4743"/>
    <w:rsid w:val="008F5A0F"/>
    <w:rsid w:val="008F5CA0"/>
    <w:rsid w:val="008F5CAC"/>
    <w:rsid w:val="008F639A"/>
    <w:rsid w:val="008F63D6"/>
    <w:rsid w:val="008F66BB"/>
    <w:rsid w:val="008F6E2E"/>
    <w:rsid w:val="008F71A6"/>
    <w:rsid w:val="008F74A1"/>
    <w:rsid w:val="008F76EF"/>
    <w:rsid w:val="008F789E"/>
    <w:rsid w:val="00900239"/>
    <w:rsid w:val="0090041A"/>
    <w:rsid w:val="00900750"/>
    <w:rsid w:val="009007D9"/>
    <w:rsid w:val="00900BD1"/>
    <w:rsid w:val="00900CF1"/>
    <w:rsid w:val="00901A78"/>
    <w:rsid w:val="00901C04"/>
    <w:rsid w:val="00902704"/>
    <w:rsid w:val="00902B13"/>
    <w:rsid w:val="00902B81"/>
    <w:rsid w:val="00902BB7"/>
    <w:rsid w:val="0090316C"/>
    <w:rsid w:val="0090328D"/>
    <w:rsid w:val="009035B0"/>
    <w:rsid w:val="00904036"/>
    <w:rsid w:val="00904181"/>
    <w:rsid w:val="00904270"/>
    <w:rsid w:val="00904C41"/>
    <w:rsid w:val="00904D5F"/>
    <w:rsid w:val="00904F28"/>
    <w:rsid w:val="00905967"/>
    <w:rsid w:val="00905EC8"/>
    <w:rsid w:val="0090603A"/>
    <w:rsid w:val="00906100"/>
    <w:rsid w:val="009066E2"/>
    <w:rsid w:val="00906BE0"/>
    <w:rsid w:val="00907354"/>
    <w:rsid w:val="009074C7"/>
    <w:rsid w:val="009077B2"/>
    <w:rsid w:val="009077EF"/>
    <w:rsid w:val="009101C4"/>
    <w:rsid w:val="00910317"/>
    <w:rsid w:val="009106B1"/>
    <w:rsid w:val="009117DD"/>
    <w:rsid w:val="00911B1B"/>
    <w:rsid w:val="00912097"/>
    <w:rsid w:val="00912303"/>
    <w:rsid w:val="00912981"/>
    <w:rsid w:val="00912B38"/>
    <w:rsid w:val="00912BFD"/>
    <w:rsid w:val="00913116"/>
    <w:rsid w:val="00913C24"/>
    <w:rsid w:val="00913C96"/>
    <w:rsid w:val="009140E1"/>
    <w:rsid w:val="00914225"/>
    <w:rsid w:val="0091457A"/>
    <w:rsid w:val="00914B6B"/>
    <w:rsid w:val="00914F92"/>
    <w:rsid w:val="00915151"/>
    <w:rsid w:val="009170E1"/>
    <w:rsid w:val="00917771"/>
    <w:rsid w:val="00917C61"/>
    <w:rsid w:val="0092021D"/>
    <w:rsid w:val="009203C2"/>
    <w:rsid w:val="0092069B"/>
    <w:rsid w:val="00920925"/>
    <w:rsid w:val="00920965"/>
    <w:rsid w:val="00920FEA"/>
    <w:rsid w:val="0092165B"/>
    <w:rsid w:val="00921BE8"/>
    <w:rsid w:val="00922523"/>
    <w:rsid w:val="009229B3"/>
    <w:rsid w:val="00922AFD"/>
    <w:rsid w:val="00922DFF"/>
    <w:rsid w:val="00922EB0"/>
    <w:rsid w:val="0092368A"/>
    <w:rsid w:val="0092380E"/>
    <w:rsid w:val="009238BB"/>
    <w:rsid w:val="00923A8F"/>
    <w:rsid w:val="00924A67"/>
    <w:rsid w:val="00924BFD"/>
    <w:rsid w:val="00925088"/>
    <w:rsid w:val="00925C65"/>
    <w:rsid w:val="00925CD2"/>
    <w:rsid w:val="00925D88"/>
    <w:rsid w:val="00925E68"/>
    <w:rsid w:val="0092637B"/>
    <w:rsid w:val="00926873"/>
    <w:rsid w:val="00926961"/>
    <w:rsid w:val="00926BDA"/>
    <w:rsid w:val="00927172"/>
    <w:rsid w:val="009272B5"/>
    <w:rsid w:val="00927C1D"/>
    <w:rsid w:val="00930B92"/>
    <w:rsid w:val="00931352"/>
    <w:rsid w:val="009313BE"/>
    <w:rsid w:val="00931E8C"/>
    <w:rsid w:val="00931F82"/>
    <w:rsid w:val="00932097"/>
    <w:rsid w:val="0093227D"/>
    <w:rsid w:val="0093279C"/>
    <w:rsid w:val="00932A05"/>
    <w:rsid w:val="00933224"/>
    <w:rsid w:val="00933551"/>
    <w:rsid w:val="00933A49"/>
    <w:rsid w:val="00933FD1"/>
    <w:rsid w:val="00934D73"/>
    <w:rsid w:val="00934F6E"/>
    <w:rsid w:val="00935ED6"/>
    <w:rsid w:val="00936D95"/>
    <w:rsid w:val="00936F34"/>
    <w:rsid w:val="0093776A"/>
    <w:rsid w:val="00937A43"/>
    <w:rsid w:val="00937F06"/>
    <w:rsid w:val="00940429"/>
    <w:rsid w:val="0094091C"/>
    <w:rsid w:val="00940AFE"/>
    <w:rsid w:val="0094155B"/>
    <w:rsid w:val="00941975"/>
    <w:rsid w:val="00941DA7"/>
    <w:rsid w:val="00941DE1"/>
    <w:rsid w:val="00941EC9"/>
    <w:rsid w:val="009425E9"/>
    <w:rsid w:val="009437A4"/>
    <w:rsid w:val="00943E58"/>
    <w:rsid w:val="00943FA6"/>
    <w:rsid w:val="009441CF"/>
    <w:rsid w:val="009449E4"/>
    <w:rsid w:val="00944B3A"/>
    <w:rsid w:val="009454CD"/>
    <w:rsid w:val="00945DA2"/>
    <w:rsid w:val="00945E4F"/>
    <w:rsid w:val="00946575"/>
    <w:rsid w:val="00946AE8"/>
    <w:rsid w:val="00946BFF"/>
    <w:rsid w:val="0094712C"/>
    <w:rsid w:val="00947983"/>
    <w:rsid w:val="00947AE3"/>
    <w:rsid w:val="00950159"/>
    <w:rsid w:val="009501A2"/>
    <w:rsid w:val="00950298"/>
    <w:rsid w:val="00950E1E"/>
    <w:rsid w:val="00950E7C"/>
    <w:rsid w:val="0095145F"/>
    <w:rsid w:val="00951845"/>
    <w:rsid w:val="00951C92"/>
    <w:rsid w:val="00951E52"/>
    <w:rsid w:val="00952275"/>
    <w:rsid w:val="009533B1"/>
    <w:rsid w:val="00955AD1"/>
    <w:rsid w:val="00955AFA"/>
    <w:rsid w:val="009564D1"/>
    <w:rsid w:val="00956634"/>
    <w:rsid w:val="0095673D"/>
    <w:rsid w:val="00956C91"/>
    <w:rsid w:val="00956D0E"/>
    <w:rsid w:val="00957420"/>
    <w:rsid w:val="0095777B"/>
    <w:rsid w:val="00957B1F"/>
    <w:rsid w:val="00957C25"/>
    <w:rsid w:val="00957E5F"/>
    <w:rsid w:val="00957F5A"/>
    <w:rsid w:val="00957FD9"/>
    <w:rsid w:val="0096026C"/>
    <w:rsid w:val="009602E7"/>
    <w:rsid w:val="00960C25"/>
    <w:rsid w:val="00960E5C"/>
    <w:rsid w:val="00960F83"/>
    <w:rsid w:val="009615EC"/>
    <w:rsid w:val="0096179A"/>
    <w:rsid w:val="00961C1C"/>
    <w:rsid w:val="00961ECD"/>
    <w:rsid w:val="00961F98"/>
    <w:rsid w:val="00962C6B"/>
    <w:rsid w:val="00962F20"/>
    <w:rsid w:val="0096368C"/>
    <w:rsid w:val="00963C14"/>
    <w:rsid w:val="00963D6C"/>
    <w:rsid w:val="00963EE6"/>
    <w:rsid w:val="009642CE"/>
    <w:rsid w:val="009644FD"/>
    <w:rsid w:val="00964894"/>
    <w:rsid w:val="00964BD9"/>
    <w:rsid w:val="00964CDE"/>
    <w:rsid w:val="00965914"/>
    <w:rsid w:val="00965B4E"/>
    <w:rsid w:val="00965CE3"/>
    <w:rsid w:val="00966199"/>
    <w:rsid w:val="009661A9"/>
    <w:rsid w:val="009662EC"/>
    <w:rsid w:val="0096652E"/>
    <w:rsid w:val="0096679C"/>
    <w:rsid w:val="00967042"/>
    <w:rsid w:val="00967696"/>
    <w:rsid w:val="009676FC"/>
    <w:rsid w:val="00967C2D"/>
    <w:rsid w:val="009703DF"/>
    <w:rsid w:val="00970714"/>
    <w:rsid w:val="00970A07"/>
    <w:rsid w:val="00970ECF"/>
    <w:rsid w:val="00971350"/>
    <w:rsid w:val="0097168A"/>
    <w:rsid w:val="0097168F"/>
    <w:rsid w:val="009719C7"/>
    <w:rsid w:val="00971B6A"/>
    <w:rsid w:val="00971B7E"/>
    <w:rsid w:val="00972538"/>
    <w:rsid w:val="0097257F"/>
    <w:rsid w:val="0097271A"/>
    <w:rsid w:val="00972931"/>
    <w:rsid w:val="009737A6"/>
    <w:rsid w:val="00973939"/>
    <w:rsid w:val="00973D0A"/>
    <w:rsid w:val="009741BA"/>
    <w:rsid w:val="00974306"/>
    <w:rsid w:val="00974504"/>
    <w:rsid w:val="00974BA0"/>
    <w:rsid w:val="00974C92"/>
    <w:rsid w:val="0097513E"/>
    <w:rsid w:val="009755CC"/>
    <w:rsid w:val="009758B6"/>
    <w:rsid w:val="00976C94"/>
    <w:rsid w:val="00977DB4"/>
    <w:rsid w:val="00980121"/>
    <w:rsid w:val="00980175"/>
    <w:rsid w:val="0098065D"/>
    <w:rsid w:val="00980C7F"/>
    <w:rsid w:val="00981644"/>
    <w:rsid w:val="0098170C"/>
    <w:rsid w:val="0098235E"/>
    <w:rsid w:val="009823EF"/>
    <w:rsid w:val="00982702"/>
    <w:rsid w:val="00983CC0"/>
    <w:rsid w:val="00983F6B"/>
    <w:rsid w:val="00984433"/>
    <w:rsid w:val="0098465E"/>
    <w:rsid w:val="0098499B"/>
    <w:rsid w:val="00984DBE"/>
    <w:rsid w:val="00984DFC"/>
    <w:rsid w:val="009851E9"/>
    <w:rsid w:val="009856A7"/>
    <w:rsid w:val="00985B75"/>
    <w:rsid w:val="00986117"/>
    <w:rsid w:val="0098636D"/>
    <w:rsid w:val="00986635"/>
    <w:rsid w:val="00986F47"/>
    <w:rsid w:val="009870F6"/>
    <w:rsid w:val="0098714D"/>
    <w:rsid w:val="00987160"/>
    <w:rsid w:val="009876AF"/>
    <w:rsid w:val="0098775A"/>
    <w:rsid w:val="00987CBE"/>
    <w:rsid w:val="00990030"/>
    <w:rsid w:val="009901D6"/>
    <w:rsid w:val="00990201"/>
    <w:rsid w:val="009908C7"/>
    <w:rsid w:val="0099091E"/>
    <w:rsid w:val="00991068"/>
    <w:rsid w:val="00991088"/>
    <w:rsid w:val="0099209B"/>
    <w:rsid w:val="0099227F"/>
    <w:rsid w:val="009922E3"/>
    <w:rsid w:val="00992564"/>
    <w:rsid w:val="00992889"/>
    <w:rsid w:val="009931B6"/>
    <w:rsid w:val="009933CC"/>
    <w:rsid w:val="009950EA"/>
    <w:rsid w:val="0099526F"/>
    <w:rsid w:val="009952B8"/>
    <w:rsid w:val="00995FA8"/>
    <w:rsid w:val="0099636D"/>
    <w:rsid w:val="00996CED"/>
    <w:rsid w:val="00996E54"/>
    <w:rsid w:val="00997001"/>
    <w:rsid w:val="009974FE"/>
    <w:rsid w:val="00997828"/>
    <w:rsid w:val="00997BA1"/>
    <w:rsid w:val="009A034D"/>
    <w:rsid w:val="009A047F"/>
    <w:rsid w:val="009A0D22"/>
    <w:rsid w:val="009A1339"/>
    <w:rsid w:val="009A18BB"/>
    <w:rsid w:val="009A1A8A"/>
    <w:rsid w:val="009A1D4E"/>
    <w:rsid w:val="009A1E98"/>
    <w:rsid w:val="009A2079"/>
    <w:rsid w:val="009A214D"/>
    <w:rsid w:val="009A28F8"/>
    <w:rsid w:val="009A29C6"/>
    <w:rsid w:val="009A2EE9"/>
    <w:rsid w:val="009A314B"/>
    <w:rsid w:val="009A35F8"/>
    <w:rsid w:val="009A36EF"/>
    <w:rsid w:val="009A3C64"/>
    <w:rsid w:val="009A41E6"/>
    <w:rsid w:val="009A4580"/>
    <w:rsid w:val="009A4B85"/>
    <w:rsid w:val="009A4FCA"/>
    <w:rsid w:val="009A534E"/>
    <w:rsid w:val="009A54B4"/>
    <w:rsid w:val="009A5745"/>
    <w:rsid w:val="009A5E75"/>
    <w:rsid w:val="009A67FA"/>
    <w:rsid w:val="009A67FD"/>
    <w:rsid w:val="009A71A7"/>
    <w:rsid w:val="009A7346"/>
    <w:rsid w:val="009A765B"/>
    <w:rsid w:val="009B0062"/>
    <w:rsid w:val="009B00FD"/>
    <w:rsid w:val="009B01A3"/>
    <w:rsid w:val="009B03D2"/>
    <w:rsid w:val="009B079E"/>
    <w:rsid w:val="009B0DD1"/>
    <w:rsid w:val="009B0F50"/>
    <w:rsid w:val="009B14A9"/>
    <w:rsid w:val="009B1859"/>
    <w:rsid w:val="009B1E1E"/>
    <w:rsid w:val="009B254F"/>
    <w:rsid w:val="009B255C"/>
    <w:rsid w:val="009B3216"/>
    <w:rsid w:val="009B34AE"/>
    <w:rsid w:val="009B3536"/>
    <w:rsid w:val="009B37B5"/>
    <w:rsid w:val="009B3FEB"/>
    <w:rsid w:val="009B448E"/>
    <w:rsid w:val="009B4BE7"/>
    <w:rsid w:val="009B504F"/>
    <w:rsid w:val="009B55E1"/>
    <w:rsid w:val="009B560B"/>
    <w:rsid w:val="009B585C"/>
    <w:rsid w:val="009B5DDA"/>
    <w:rsid w:val="009B6D4D"/>
    <w:rsid w:val="009B6E30"/>
    <w:rsid w:val="009B6F7F"/>
    <w:rsid w:val="009B73B8"/>
    <w:rsid w:val="009B7433"/>
    <w:rsid w:val="009B763F"/>
    <w:rsid w:val="009B77A4"/>
    <w:rsid w:val="009B7FB7"/>
    <w:rsid w:val="009C00C6"/>
    <w:rsid w:val="009C027F"/>
    <w:rsid w:val="009C10B0"/>
    <w:rsid w:val="009C19AA"/>
    <w:rsid w:val="009C1F21"/>
    <w:rsid w:val="009C2E02"/>
    <w:rsid w:val="009C3066"/>
    <w:rsid w:val="009C30AC"/>
    <w:rsid w:val="009C3192"/>
    <w:rsid w:val="009C3767"/>
    <w:rsid w:val="009C37EC"/>
    <w:rsid w:val="009C3F48"/>
    <w:rsid w:val="009C4172"/>
    <w:rsid w:val="009C4AD1"/>
    <w:rsid w:val="009C4C3E"/>
    <w:rsid w:val="009C4CB2"/>
    <w:rsid w:val="009C560F"/>
    <w:rsid w:val="009C64B7"/>
    <w:rsid w:val="009C65B0"/>
    <w:rsid w:val="009C65BC"/>
    <w:rsid w:val="009C6C20"/>
    <w:rsid w:val="009C6E5E"/>
    <w:rsid w:val="009C70DC"/>
    <w:rsid w:val="009C73FB"/>
    <w:rsid w:val="009C7BB7"/>
    <w:rsid w:val="009D01AB"/>
    <w:rsid w:val="009D1FCD"/>
    <w:rsid w:val="009D2173"/>
    <w:rsid w:val="009D2A8F"/>
    <w:rsid w:val="009D2D47"/>
    <w:rsid w:val="009D2E0B"/>
    <w:rsid w:val="009D309C"/>
    <w:rsid w:val="009D35B9"/>
    <w:rsid w:val="009D363F"/>
    <w:rsid w:val="009D372C"/>
    <w:rsid w:val="009D3D94"/>
    <w:rsid w:val="009D3F76"/>
    <w:rsid w:val="009D418C"/>
    <w:rsid w:val="009D473E"/>
    <w:rsid w:val="009D4825"/>
    <w:rsid w:val="009D4B6C"/>
    <w:rsid w:val="009D4DC0"/>
    <w:rsid w:val="009D4EA6"/>
    <w:rsid w:val="009D5A17"/>
    <w:rsid w:val="009D5DDC"/>
    <w:rsid w:val="009D66E1"/>
    <w:rsid w:val="009D7213"/>
    <w:rsid w:val="009D7849"/>
    <w:rsid w:val="009D798A"/>
    <w:rsid w:val="009D7DAB"/>
    <w:rsid w:val="009D7F61"/>
    <w:rsid w:val="009E0594"/>
    <w:rsid w:val="009E083F"/>
    <w:rsid w:val="009E0DFA"/>
    <w:rsid w:val="009E102E"/>
    <w:rsid w:val="009E14F1"/>
    <w:rsid w:val="009E24FA"/>
    <w:rsid w:val="009E2575"/>
    <w:rsid w:val="009E2CD7"/>
    <w:rsid w:val="009E2D19"/>
    <w:rsid w:val="009E2E0D"/>
    <w:rsid w:val="009E2F22"/>
    <w:rsid w:val="009E2FE9"/>
    <w:rsid w:val="009E3202"/>
    <w:rsid w:val="009E3245"/>
    <w:rsid w:val="009E33BA"/>
    <w:rsid w:val="009E352E"/>
    <w:rsid w:val="009E398F"/>
    <w:rsid w:val="009E3BA7"/>
    <w:rsid w:val="009E4247"/>
    <w:rsid w:val="009E52CE"/>
    <w:rsid w:val="009E5D37"/>
    <w:rsid w:val="009E619C"/>
    <w:rsid w:val="009E6674"/>
    <w:rsid w:val="009E6C5D"/>
    <w:rsid w:val="009E6FFC"/>
    <w:rsid w:val="009E70D2"/>
    <w:rsid w:val="009E735D"/>
    <w:rsid w:val="009E7797"/>
    <w:rsid w:val="009E7BDC"/>
    <w:rsid w:val="009F03C6"/>
    <w:rsid w:val="009F057B"/>
    <w:rsid w:val="009F0A80"/>
    <w:rsid w:val="009F0CFD"/>
    <w:rsid w:val="009F0E0B"/>
    <w:rsid w:val="009F1853"/>
    <w:rsid w:val="009F1DD3"/>
    <w:rsid w:val="009F1EA2"/>
    <w:rsid w:val="009F2221"/>
    <w:rsid w:val="009F2518"/>
    <w:rsid w:val="009F3FB3"/>
    <w:rsid w:val="009F3FCE"/>
    <w:rsid w:val="009F4A2B"/>
    <w:rsid w:val="009F4AAC"/>
    <w:rsid w:val="009F4C00"/>
    <w:rsid w:val="009F545B"/>
    <w:rsid w:val="009F5C0D"/>
    <w:rsid w:val="009F677E"/>
    <w:rsid w:val="009F6858"/>
    <w:rsid w:val="009F6C9F"/>
    <w:rsid w:val="009F729A"/>
    <w:rsid w:val="009F72CA"/>
    <w:rsid w:val="009F7560"/>
    <w:rsid w:val="009F7C05"/>
    <w:rsid w:val="009F7CD8"/>
    <w:rsid w:val="00A00683"/>
    <w:rsid w:val="00A013B6"/>
    <w:rsid w:val="00A01751"/>
    <w:rsid w:val="00A018F1"/>
    <w:rsid w:val="00A01C96"/>
    <w:rsid w:val="00A024A5"/>
    <w:rsid w:val="00A026C3"/>
    <w:rsid w:val="00A02A07"/>
    <w:rsid w:val="00A03082"/>
    <w:rsid w:val="00A034A1"/>
    <w:rsid w:val="00A03A7F"/>
    <w:rsid w:val="00A04422"/>
    <w:rsid w:val="00A0446E"/>
    <w:rsid w:val="00A05029"/>
    <w:rsid w:val="00A05542"/>
    <w:rsid w:val="00A0597E"/>
    <w:rsid w:val="00A05E46"/>
    <w:rsid w:val="00A060BB"/>
    <w:rsid w:val="00A06725"/>
    <w:rsid w:val="00A068F6"/>
    <w:rsid w:val="00A06E06"/>
    <w:rsid w:val="00A07455"/>
    <w:rsid w:val="00A074F7"/>
    <w:rsid w:val="00A07B9D"/>
    <w:rsid w:val="00A1010C"/>
    <w:rsid w:val="00A10618"/>
    <w:rsid w:val="00A107EE"/>
    <w:rsid w:val="00A10B7F"/>
    <w:rsid w:val="00A11011"/>
    <w:rsid w:val="00A120E3"/>
    <w:rsid w:val="00A124C9"/>
    <w:rsid w:val="00A12788"/>
    <w:rsid w:val="00A13049"/>
    <w:rsid w:val="00A13424"/>
    <w:rsid w:val="00A1356D"/>
    <w:rsid w:val="00A14138"/>
    <w:rsid w:val="00A143FF"/>
    <w:rsid w:val="00A14446"/>
    <w:rsid w:val="00A1467A"/>
    <w:rsid w:val="00A1689D"/>
    <w:rsid w:val="00A16FBB"/>
    <w:rsid w:val="00A17240"/>
    <w:rsid w:val="00A17E23"/>
    <w:rsid w:val="00A201D6"/>
    <w:rsid w:val="00A20510"/>
    <w:rsid w:val="00A20639"/>
    <w:rsid w:val="00A223E4"/>
    <w:rsid w:val="00A224F6"/>
    <w:rsid w:val="00A225AE"/>
    <w:rsid w:val="00A225B9"/>
    <w:rsid w:val="00A22673"/>
    <w:rsid w:val="00A22B20"/>
    <w:rsid w:val="00A22EC6"/>
    <w:rsid w:val="00A23326"/>
    <w:rsid w:val="00A243A6"/>
    <w:rsid w:val="00A24A34"/>
    <w:rsid w:val="00A24FC7"/>
    <w:rsid w:val="00A2519A"/>
    <w:rsid w:val="00A2537C"/>
    <w:rsid w:val="00A2571F"/>
    <w:rsid w:val="00A260CA"/>
    <w:rsid w:val="00A2688B"/>
    <w:rsid w:val="00A26B71"/>
    <w:rsid w:val="00A26C48"/>
    <w:rsid w:val="00A27168"/>
    <w:rsid w:val="00A27CC3"/>
    <w:rsid w:val="00A27FBC"/>
    <w:rsid w:val="00A309C2"/>
    <w:rsid w:val="00A30C75"/>
    <w:rsid w:val="00A313FB"/>
    <w:rsid w:val="00A31609"/>
    <w:rsid w:val="00A316F0"/>
    <w:rsid w:val="00A31B22"/>
    <w:rsid w:val="00A32E58"/>
    <w:rsid w:val="00A339F8"/>
    <w:rsid w:val="00A33B47"/>
    <w:rsid w:val="00A33C38"/>
    <w:rsid w:val="00A33DA9"/>
    <w:rsid w:val="00A33F52"/>
    <w:rsid w:val="00A34B26"/>
    <w:rsid w:val="00A34E25"/>
    <w:rsid w:val="00A35075"/>
    <w:rsid w:val="00A355B8"/>
    <w:rsid w:val="00A35EEF"/>
    <w:rsid w:val="00A36668"/>
    <w:rsid w:val="00A371D5"/>
    <w:rsid w:val="00A3739C"/>
    <w:rsid w:val="00A375CF"/>
    <w:rsid w:val="00A37C82"/>
    <w:rsid w:val="00A37FAC"/>
    <w:rsid w:val="00A40797"/>
    <w:rsid w:val="00A409ED"/>
    <w:rsid w:val="00A40E9E"/>
    <w:rsid w:val="00A41294"/>
    <w:rsid w:val="00A41577"/>
    <w:rsid w:val="00A4171A"/>
    <w:rsid w:val="00A41B22"/>
    <w:rsid w:val="00A422A0"/>
    <w:rsid w:val="00A42C2D"/>
    <w:rsid w:val="00A42D03"/>
    <w:rsid w:val="00A42D46"/>
    <w:rsid w:val="00A43241"/>
    <w:rsid w:val="00A436DF"/>
    <w:rsid w:val="00A43B33"/>
    <w:rsid w:val="00A44629"/>
    <w:rsid w:val="00A44998"/>
    <w:rsid w:val="00A44C09"/>
    <w:rsid w:val="00A44E3E"/>
    <w:rsid w:val="00A44E87"/>
    <w:rsid w:val="00A450F3"/>
    <w:rsid w:val="00A4549A"/>
    <w:rsid w:val="00A45D11"/>
    <w:rsid w:val="00A45D3D"/>
    <w:rsid w:val="00A4610E"/>
    <w:rsid w:val="00A46586"/>
    <w:rsid w:val="00A46FBD"/>
    <w:rsid w:val="00A4701E"/>
    <w:rsid w:val="00A47734"/>
    <w:rsid w:val="00A47781"/>
    <w:rsid w:val="00A47C1B"/>
    <w:rsid w:val="00A50026"/>
    <w:rsid w:val="00A50061"/>
    <w:rsid w:val="00A50B29"/>
    <w:rsid w:val="00A50F07"/>
    <w:rsid w:val="00A511C1"/>
    <w:rsid w:val="00A514A1"/>
    <w:rsid w:val="00A5197C"/>
    <w:rsid w:val="00A51C67"/>
    <w:rsid w:val="00A51D84"/>
    <w:rsid w:val="00A52036"/>
    <w:rsid w:val="00A525E5"/>
    <w:rsid w:val="00A52A3C"/>
    <w:rsid w:val="00A52BDA"/>
    <w:rsid w:val="00A52DE1"/>
    <w:rsid w:val="00A53224"/>
    <w:rsid w:val="00A53C4D"/>
    <w:rsid w:val="00A543B1"/>
    <w:rsid w:val="00A54AE7"/>
    <w:rsid w:val="00A54AF4"/>
    <w:rsid w:val="00A558DD"/>
    <w:rsid w:val="00A558E1"/>
    <w:rsid w:val="00A55A1F"/>
    <w:rsid w:val="00A566DB"/>
    <w:rsid w:val="00A56A92"/>
    <w:rsid w:val="00A57188"/>
    <w:rsid w:val="00A5732F"/>
    <w:rsid w:val="00A578FF"/>
    <w:rsid w:val="00A57E7F"/>
    <w:rsid w:val="00A60715"/>
    <w:rsid w:val="00A60BB6"/>
    <w:rsid w:val="00A610BA"/>
    <w:rsid w:val="00A613EA"/>
    <w:rsid w:val="00A61610"/>
    <w:rsid w:val="00A61C7F"/>
    <w:rsid w:val="00A61E78"/>
    <w:rsid w:val="00A61F53"/>
    <w:rsid w:val="00A62003"/>
    <w:rsid w:val="00A62216"/>
    <w:rsid w:val="00A628DB"/>
    <w:rsid w:val="00A629D2"/>
    <w:rsid w:val="00A62B20"/>
    <w:rsid w:val="00A6359C"/>
    <w:rsid w:val="00A63748"/>
    <w:rsid w:val="00A638FB"/>
    <w:rsid w:val="00A64098"/>
    <w:rsid w:val="00A646CA"/>
    <w:rsid w:val="00A6495D"/>
    <w:rsid w:val="00A64C4D"/>
    <w:rsid w:val="00A64E91"/>
    <w:rsid w:val="00A65B86"/>
    <w:rsid w:val="00A6657D"/>
    <w:rsid w:val="00A66725"/>
    <w:rsid w:val="00A66CC1"/>
    <w:rsid w:val="00A66DAF"/>
    <w:rsid w:val="00A6712B"/>
    <w:rsid w:val="00A67510"/>
    <w:rsid w:val="00A6785F"/>
    <w:rsid w:val="00A67B94"/>
    <w:rsid w:val="00A705B7"/>
    <w:rsid w:val="00A7081B"/>
    <w:rsid w:val="00A7151D"/>
    <w:rsid w:val="00A722BE"/>
    <w:rsid w:val="00A7277D"/>
    <w:rsid w:val="00A72C9D"/>
    <w:rsid w:val="00A7341B"/>
    <w:rsid w:val="00A738B7"/>
    <w:rsid w:val="00A73FD3"/>
    <w:rsid w:val="00A74145"/>
    <w:rsid w:val="00A75355"/>
    <w:rsid w:val="00A7537B"/>
    <w:rsid w:val="00A75A29"/>
    <w:rsid w:val="00A75A5F"/>
    <w:rsid w:val="00A75E86"/>
    <w:rsid w:val="00A761C7"/>
    <w:rsid w:val="00A76435"/>
    <w:rsid w:val="00A7651C"/>
    <w:rsid w:val="00A76F57"/>
    <w:rsid w:val="00A80712"/>
    <w:rsid w:val="00A8094A"/>
    <w:rsid w:val="00A8164F"/>
    <w:rsid w:val="00A819B6"/>
    <w:rsid w:val="00A81CBC"/>
    <w:rsid w:val="00A8341E"/>
    <w:rsid w:val="00A83519"/>
    <w:rsid w:val="00A83758"/>
    <w:rsid w:val="00A83A91"/>
    <w:rsid w:val="00A83B75"/>
    <w:rsid w:val="00A83C2E"/>
    <w:rsid w:val="00A83F1F"/>
    <w:rsid w:val="00A8412D"/>
    <w:rsid w:val="00A84AA3"/>
    <w:rsid w:val="00A84C78"/>
    <w:rsid w:val="00A859C6"/>
    <w:rsid w:val="00A85C41"/>
    <w:rsid w:val="00A86271"/>
    <w:rsid w:val="00A86587"/>
    <w:rsid w:val="00A87290"/>
    <w:rsid w:val="00A872B4"/>
    <w:rsid w:val="00A875D0"/>
    <w:rsid w:val="00A878B6"/>
    <w:rsid w:val="00A87AC3"/>
    <w:rsid w:val="00A90AC7"/>
    <w:rsid w:val="00A910C0"/>
    <w:rsid w:val="00A91412"/>
    <w:rsid w:val="00A914C7"/>
    <w:rsid w:val="00A918D5"/>
    <w:rsid w:val="00A91A21"/>
    <w:rsid w:val="00A91E04"/>
    <w:rsid w:val="00A92049"/>
    <w:rsid w:val="00A92EBB"/>
    <w:rsid w:val="00A92ED2"/>
    <w:rsid w:val="00A930C5"/>
    <w:rsid w:val="00A93B99"/>
    <w:rsid w:val="00A93C0E"/>
    <w:rsid w:val="00A9408D"/>
    <w:rsid w:val="00A950CF"/>
    <w:rsid w:val="00A950DB"/>
    <w:rsid w:val="00A956F5"/>
    <w:rsid w:val="00A95994"/>
    <w:rsid w:val="00A95A0C"/>
    <w:rsid w:val="00A96821"/>
    <w:rsid w:val="00A9685B"/>
    <w:rsid w:val="00A96917"/>
    <w:rsid w:val="00A9749B"/>
    <w:rsid w:val="00AA074E"/>
    <w:rsid w:val="00AA0992"/>
    <w:rsid w:val="00AA129C"/>
    <w:rsid w:val="00AA1975"/>
    <w:rsid w:val="00AA1BF4"/>
    <w:rsid w:val="00AA1D68"/>
    <w:rsid w:val="00AA2FBD"/>
    <w:rsid w:val="00AA35DC"/>
    <w:rsid w:val="00AA3A65"/>
    <w:rsid w:val="00AA4595"/>
    <w:rsid w:val="00AA45F1"/>
    <w:rsid w:val="00AA4632"/>
    <w:rsid w:val="00AA47F4"/>
    <w:rsid w:val="00AA497F"/>
    <w:rsid w:val="00AA4E6A"/>
    <w:rsid w:val="00AA56E2"/>
    <w:rsid w:val="00AA61AC"/>
    <w:rsid w:val="00AA69FF"/>
    <w:rsid w:val="00AA70EB"/>
    <w:rsid w:val="00AA73AE"/>
    <w:rsid w:val="00AA7650"/>
    <w:rsid w:val="00AA7B47"/>
    <w:rsid w:val="00AB0229"/>
    <w:rsid w:val="00AB060B"/>
    <w:rsid w:val="00AB1AF6"/>
    <w:rsid w:val="00AB272C"/>
    <w:rsid w:val="00AB2BDF"/>
    <w:rsid w:val="00AB2C4B"/>
    <w:rsid w:val="00AB2DD3"/>
    <w:rsid w:val="00AB35BE"/>
    <w:rsid w:val="00AB3747"/>
    <w:rsid w:val="00AB3AD9"/>
    <w:rsid w:val="00AB3DC3"/>
    <w:rsid w:val="00AB41D2"/>
    <w:rsid w:val="00AB4B14"/>
    <w:rsid w:val="00AB5500"/>
    <w:rsid w:val="00AB5A91"/>
    <w:rsid w:val="00AB5AC1"/>
    <w:rsid w:val="00AB642B"/>
    <w:rsid w:val="00AB6524"/>
    <w:rsid w:val="00AC1304"/>
    <w:rsid w:val="00AC1A37"/>
    <w:rsid w:val="00AC2ECA"/>
    <w:rsid w:val="00AC423C"/>
    <w:rsid w:val="00AC43FE"/>
    <w:rsid w:val="00AC4902"/>
    <w:rsid w:val="00AC4957"/>
    <w:rsid w:val="00AC5F06"/>
    <w:rsid w:val="00AC617E"/>
    <w:rsid w:val="00AC64E5"/>
    <w:rsid w:val="00AC7FDC"/>
    <w:rsid w:val="00AD0975"/>
    <w:rsid w:val="00AD0B6D"/>
    <w:rsid w:val="00AD0E1A"/>
    <w:rsid w:val="00AD1A44"/>
    <w:rsid w:val="00AD1BF9"/>
    <w:rsid w:val="00AD1CF8"/>
    <w:rsid w:val="00AD1FAF"/>
    <w:rsid w:val="00AD2BD2"/>
    <w:rsid w:val="00AD30A0"/>
    <w:rsid w:val="00AD3479"/>
    <w:rsid w:val="00AD3AE0"/>
    <w:rsid w:val="00AD42F4"/>
    <w:rsid w:val="00AD4351"/>
    <w:rsid w:val="00AD43C8"/>
    <w:rsid w:val="00AD4977"/>
    <w:rsid w:val="00AD4A6F"/>
    <w:rsid w:val="00AD4DAD"/>
    <w:rsid w:val="00AD59B7"/>
    <w:rsid w:val="00AD59DE"/>
    <w:rsid w:val="00AD5E76"/>
    <w:rsid w:val="00AD6AF1"/>
    <w:rsid w:val="00AD72F9"/>
    <w:rsid w:val="00AD7306"/>
    <w:rsid w:val="00AD756C"/>
    <w:rsid w:val="00AE0254"/>
    <w:rsid w:val="00AE0399"/>
    <w:rsid w:val="00AE03E4"/>
    <w:rsid w:val="00AE0A55"/>
    <w:rsid w:val="00AE10F1"/>
    <w:rsid w:val="00AE1123"/>
    <w:rsid w:val="00AE158D"/>
    <w:rsid w:val="00AE2213"/>
    <w:rsid w:val="00AE23E9"/>
    <w:rsid w:val="00AE293B"/>
    <w:rsid w:val="00AE2BE3"/>
    <w:rsid w:val="00AE2FA4"/>
    <w:rsid w:val="00AE3139"/>
    <w:rsid w:val="00AE3170"/>
    <w:rsid w:val="00AE35AF"/>
    <w:rsid w:val="00AE3AFD"/>
    <w:rsid w:val="00AE4237"/>
    <w:rsid w:val="00AE443D"/>
    <w:rsid w:val="00AE5361"/>
    <w:rsid w:val="00AE57C3"/>
    <w:rsid w:val="00AE5B43"/>
    <w:rsid w:val="00AE6242"/>
    <w:rsid w:val="00AE6CD0"/>
    <w:rsid w:val="00AE6E9B"/>
    <w:rsid w:val="00AE71C0"/>
    <w:rsid w:val="00AE762D"/>
    <w:rsid w:val="00AE7BA3"/>
    <w:rsid w:val="00AE7FE7"/>
    <w:rsid w:val="00AF1303"/>
    <w:rsid w:val="00AF13E8"/>
    <w:rsid w:val="00AF1EAE"/>
    <w:rsid w:val="00AF1FC5"/>
    <w:rsid w:val="00AF2A3D"/>
    <w:rsid w:val="00AF3061"/>
    <w:rsid w:val="00AF3320"/>
    <w:rsid w:val="00AF3587"/>
    <w:rsid w:val="00AF36AC"/>
    <w:rsid w:val="00AF3B07"/>
    <w:rsid w:val="00AF3FC2"/>
    <w:rsid w:val="00AF43E7"/>
    <w:rsid w:val="00AF44C3"/>
    <w:rsid w:val="00AF47BA"/>
    <w:rsid w:val="00AF4925"/>
    <w:rsid w:val="00AF496A"/>
    <w:rsid w:val="00AF4B49"/>
    <w:rsid w:val="00AF55F3"/>
    <w:rsid w:val="00AF5BCB"/>
    <w:rsid w:val="00AF5E4A"/>
    <w:rsid w:val="00AF64A7"/>
    <w:rsid w:val="00AF6833"/>
    <w:rsid w:val="00AF68D0"/>
    <w:rsid w:val="00AF71BF"/>
    <w:rsid w:val="00AF7BEF"/>
    <w:rsid w:val="00B003A0"/>
    <w:rsid w:val="00B0046E"/>
    <w:rsid w:val="00B007E3"/>
    <w:rsid w:val="00B00DD9"/>
    <w:rsid w:val="00B00EB3"/>
    <w:rsid w:val="00B0137C"/>
    <w:rsid w:val="00B02276"/>
    <w:rsid w:val="00B02573"/>
    <w:rsid w:val="00B02BB7"/>
    <w:rsid w:val="00B03540"/>
    <w:rsid w:val="00B0364E"/>
    <w:rsid w:val="00B03781"/>
    <w:rsid w:val="00B0387D"/>
    <w:rsid w:val="00B03F1E"/>
    <w:rsid w:val="00B04236"/>
    <w:rsid w:val="00B0476C"/>
    <w:rsid w:val="00B048A6"/>
    <w:rsid w:val="00B049A8"/>
    <w:rsid w:val="00B04B52"/>
    <w:rsid w:val="00B05069"/>
    <w:rsid w:val="00B05330"/>
    <w:rsid w:val="00B055CB"/>
    <w:rsid w:val="00B056C1"/>
    <w:rsid w:val="00B057E9"/>
    <w:rsid w:val="00B05E8F"/>
    <w:rsid w:val="00B070AE"/>
    <w:rsid w:val="00B07163"/>
    <w:rsid w:val="00B07CB1"/>
    <w:rsid w:val="00B07E74"/>
    <w:rsid w:val="00B102F0"/>
    <w:rsid w:val="00B10E90"/>
    <w:rsid w:val="00B11492"/>
    <w:rsid w:val="00B11612"/>
    <w:rsid w:val="00B11FC4"/>
    <w:rsid w:val="00B1245D"/>
    <w:rsid w:val="00B124D8"/>
    <w:rsid w:val="00B135D2"/>
    <w:rsid w:val="00B13C2D"/>
    <w:rsid w:val="00B143C2"/>
    <w:rsid w:val="00B1469F"/>
    <w:rsid w:val="00B148DB"/>
    <w:rsid w:val="00B1493C"/>
    <w:rsid w:val="00B1534B"/>
    <w:rsid w:val="00B15388"/>
    <w:rsid w:val="00B1574E"/>
    <w:rsid w:val="00B15B74"/>
    <w:rsid w:val="00B166FE"/>
    <w:rsid w:val="00B17296"/>
    <w:rsid w:val="00B17A3E"/>
    <w:rsid w:val="00B17D67"/>
    <w:rsid w:val="00B17EE4"/>
    <w:rsid w:val="00B20614"/>
    <w:rsid w:val="00B20D9E"/>
    <w:rsid w:val="00B211A8"/>
    <w:rsid w:val="00B217B5"/>
    <w:rsid w:val="00B220DA"/>
    <w:rsid w:val="00B22DE8"/>
    <w:rsid w:val="00B2324A"/>
    <w:rsid w:val="00B2404A"/>
    <w:rsid w:val="00B240BC"/>
    <w:rsid w:val="00B24689"/>
    <w:rsid w:val="00B24BEE"/>
    <w:rsid w:val="00B253A7"/>
    <w:rsid w:val="00B2627A"/>
    <w:rsid w:val="00B26EC7"/>
    <w:rsid w:val="00B275D9"/>
    <w:rsid w:val="00B27850"/>
    <w:rsid w:val="00B27883"/>
    <w:rsid w:val="00B27DD3"/>
    <w:rsid w:val="00B30036"/>
    <w:rsid w:val="00B30821"/>
    <w:rsid w:val="00B30A5A"/>
    <w:rsid w:val="00B30A93"/>
    <w:rsid w:val="00B314C5"/>
    <w:rsid w:val="00B314EA"/>
    <w:rsid w:val="00B325AE"/>
    <w:rsid w:val="00B3287D"/>
    <w:rsid w:val="00B333C5"/>
    <w:rsid w:val="00B33794"/>
    <w:rsid w:val="00B33B69"/>
    <w:rsid w:val="00B33E1B"/>
    <w:rsid w:val="00B33EBD"/>
    <w:rsid w:val="00B33EC0"/>
    <w:rsid w:val="00B33FBD"/>
    <w:rsid w:val="00B3406B"/>
    <w:rsid w:val="00B3456F"/>
    <w:rsid w:val="00B34DB5"/>
    <w:rsid w:val="00B352FE"/>
    <w:rsid w:val="00B35612"/>
    <w:rsid w:val="00B3569B"/>
    <w:rsid w:val="00B36019"/>
    <w:rsid w:val="00B36410"/>
    <w:rsid w:val="00B36666"/>
    <w:rsid w:val="00B37648"/>
    <w:rsid w:val="00B379AA"/>
    <w:rsid w:val="00B37C4B"/>
    <w:rsid w:val="00B408A0"/>
    <w:rsid w:val="00B409E1"/>
    <w:rsid w:val="00B40CEE"/>
    <w:rsid w:val="00B40D0E"/>
    <w:rsid w:val="00B4158F"/>
    <w:rsid w:val="00B415B0"/>
    <w:rsid w:val="00B41D93"/>
    <w:rsid w:val="00B41E14"/>
    <w:rsid w:val="00B42344"/>
    <w:rsid w:val="00B4270D"/>
    <w:rsid w:val="00B42AE0"/>
    <w:rsid w:val="00B434FE"/>
    <w:rsid w:val="00B435CA"/>
    <w:rsid w:val="00B44177"/>
    <w:rsid w:val="00B44701"/>
    <w:rsid w:val="00B45A9C"/>
    <w:rsid w:val="00B45CD3"/>
    <w:rsid w:val="00B45E09"/>
    <w:rsid w:val="00B45F3A"/>
    <w:rsid w:val="00B45FD2"/>
    <w:rsid w:val="00B47049"/>
    <w:rsid w:val="00B470D8"/>
    <w:rsid w:val="00B47157"/>
    <w:rsid w:val="00B474FC"/>
    <w:rsid w:val="00B47F1A"/>
    <w:rsid w:val="00B50224"/>
    <w:rsid w:val="00B5055F"/>
    <w:rsid w:val="00B506D6"/>
    <w:rsid w:val="00B50968"/>
    <w:rsid w:val="00B50D73"/>
    <w:rsid w:val="00B50DDC"/>
    <w:rsid w:val="00B515C2"/>
    <w:rsid w:val="00B517D1"/>
    <w:rsid w:val="00B52782"/>
    <w:rsid w:val="00B52E01"/>
    <w:rsid w:val="00B53EBF"/>
    <w:rsid w:val="00B5510F"/>
    <w:rsid w:val="00B55597"/>
    <w:rsid w:val="00B56A6D"/>
    <w:rsid w:val="00B56ED6"/>
    <w:rsid w:val="00B57283"/>
    <w:rsid w:val="00B576E6"/>
    <w:rsid w:val="00B57897"/>
    <w:rsid w:val="00B57EB2"/>
    <w:rsid w:val="00B57F32"/>
    <w:rsid w:val="00B60433"/>
    <w:rsid w:val="00B60702"/>
    <w:rsid w:val="00B60D7A"/>
    <w:rsid w:val="00B60E49"/>
    <w:rsid w:val="00B60EEA"/>
    <w:rsid w:val="00B61391"/>
    <w:rsid w:val="00B613AC"/>
    <w:rsid w:val="00B61733"/>
    <w:rsid w:val="00B6279E"/>
    <w:rsid w:val="00B62DDC"/>
    <w:rsid w:val="00B631A4"/>
    <w:rsid w:val="00B633F1"/>
    <w:rsid w:val="00B63591"/>
    <w:rsid w:val="00B635B0"/>
    <w:rsid w:val="00B6364D"/>
    <w:rsid w:val="00B63849"/>
    <w:rsid w:val="00B64E89"/>
    <w:rsid w:val="00B6529F"/>
    <w:rsid w:val="00B656D7"/>
    <w:rsid w:val="00B657D5"/>
    <w:rsid w:val="00B65FE6"/>
    <w:rsid w:val="00B66088"/>
    <w:rsid w:val="00B660EF"/>
    <w:rsid w:val="00B661F3"/>
    <w:rsid w:val="00B66B1E"/>
    <w:rsid w:val="00B66E83"/>
    <w:rsid w:val="00B67636"/>
    <w:rsid w:val="00B67720"/>
    <w:rsid w:val="00B67723"/>
    <w:rsid w:val="00B677F8"/>
    <w:rsid w:val="00B704D5"/>
    <w:rsid w:val="00B707E9"/>
    <w:rsid w:val="00B70FF3"/>
    <w:rsid w:val="00B71B24"/>
    <w:rsid w:val="00B72FD6"/>
    <w:rsid w:val="00B732B0"/>
    <w:rsid w:val="00B73892"/>
    <w:rsid w:val="00B73D4E"/>
    <w:rsid w:val="00B75172"/>
    <w:rsid w:val="00B75D33"/>
    <w:rsid w:val="00B762A4"/>
    <w:rsid w:val="00B76DC6"/>
    <w:rsid w:val="00B76E70"/>
    <w:rsid w:val="00B77107"/>
    <w:rsid w:val="00B77296"/>
    <w:rsid w:val="00B772B9"/>
    <w:rsid w:val="00B773C5"/>
    <w:rsid w:val="00B8074C"/>
    <w:rsid w:val="00B8160E"/>
    <w:rsid w:val="00B8224A"/>
    <w:rsid w:val="00B82922"/>
    <w:rsid w:val="00B82AED"/>
    <w:rsid w:val="00B82CA2"/>
    <w:rsid w:val="00B82EBB"/>
    <w:rsid w:val="00B832DD"/>
    <w:rsid w:val="00B83ED2"/>
    <w:rsid w:val="00B8465F"/>
    <w:rsid w:val="00B84881"/>
    <w:rsid w:val="00B84B8C"/>
    <w:rsid w:val="00B854D7"/>
    <w:rsid w:val="00B857F7"/>
    <w:rsid w:val="00B85BAB"/>
    <w:rsid w:val="00B85DB1"/>
    <w:rsid w:val="00B86581"/>
    <w:rsid w:val="00B86736"/>
    <w:rsid w:val="00B86A44"/>
    <w:rsid w:val="00B86C64"/>
    <w:rsid w:val="00B87538"/>
    <w:rsid w:val="00B875FE"/>
    <w:rsid w:val="00B878E1"/>
    <w:rsid w:val="00B87945"/>
    <w:rsid w:val="00B900E0"/>
    <w:rsid w:val="00B90AA0"/>
    <w:rsid w:val="00B90DCD"/>
    <w:rsid w:val="00B9119D"/>
    <w:rsid w:val="00B91896"/>
    <w:rsid w:val="00B91AE2"/>
    <w:rsid w:val="00B91D36"/>
    <w:rsid w:val="00B92B20"/>
    <w:rsid w:val="00B931D9"/>
    <w:rsid w:val="00B93285"/>
    <w:rsid w:val="00B934DD"/>
    <w:rsid w:val="00B94A71"/>
    <w:rsid w:val="00B94AD6"/>
    <w:rsid w:val="00B950AA"/>
    <w:rsid w:val="00B953A5"/>
    <w:rsid w:val="00B961A7"/>
    <w:rsid w:val="00B966D4"/>
    <w:rsid w:val="00B96B84"/>
    <w:rsid w:val="00B96D13"/>
    <w:rsid w:val="00B96EEB"/>
    <w:rsid w:val="00B97515"/>
    <w:rsid w:val="00B97764"/>
    <w:rsid w:val="00B977DD"/>
    <w:rsid w:val="00B97EDB"/>
    <w:rsid w:val="00B97F8D"/>
    <w:rsid w:val="00BA0CA1"/>
    <w:rsid w:val="00BA2844"/>
    <w:rsid w:val="00BA2BE3"/>
    <w:rsid w:val="00BA2C43"/>
    <w:rsid w:val="00BA328E"/>
    <w:rsid w:val="00BA3AFF"/>
    <w:rsid w:val="00BA3D03"/>
    <w:rsid w:val="00BA3E5B"/>
    <w:rsid w:val="00BA4AC6"/>
    <w:rsid w:val="00BA4FB0"/>
    <w:rsid w:val="00BA554E"/>
    <w:rsid w:val="00BA55DE"/>
    <w:rsid w:val="00BA6390"/>
    <w:rsid w:val="00BA68E8"/>
    <w:rsid w:val="00BA6B2C"/>
    <w:rsid w:val="00BA6CF7"/>
    <w:rsid w:val="00BA6FA9"/>
    <w:rsid w:val="00BA7146"/>
    <w:rsid w:val="00BA7179"/>
    <w:rsid w:val="00BA7B80"/>
    <w:rsid w:val="00BB1396"/>
    <w:rsid w:val="00BB1D76"/>
    <w:rsid w:val="00BB1DBF"/>
    <w:rsid w:val="00BB1E6F"/>
    <w:rsid w:val="00BB2805"/>
    <w:rsid w:val="00BB2E54"/>
    <w:rsid w:val="00BB2F37"/>
    <w:rsid w:val="00BB3083"/>
    <w:rsid w:val="00BB3192"/>
    <w:rsid w:val="00BB363B"/>
    <w:rsid w:val="00BB3C9D"/>
    <w:rsid w:val="00BB4954"/>
    <w:rsid w:val="00BB527E"/>
    <w:rsid w:val="00BB5318"/>
    <w:rsid w:val="00BB5876"/>
    <w:rsid w:val="00BB5B0B"/>
    <w:rsid w:val="00BB5CEE"/>
    <w:rsid w:val="00BB5DB3"/>
    <w:rsid w:val="00BB5DEF"/>
    <w:rsid w:val="00BB63BD"/>
    <w:rsid w:val="00BB6E42"/>
    <w:rsid w:val="00BB6EC7"/>
    <w:rsid w:val="00BB788E"/>
    <w:rsid w:val="00BB7E4B"/>
    <w:rsid w:val="00BC0E25"/>
    <w:rsid w:val="00BC1674"/>
    <w:rsid w:val="00BC18A9"/>
    <w:rsid w:val="00BC19BF"/>
    <w:rsid w:val="00BC20FF"/>
    <w:rsid w:val="00BC264E"/>
    <w:rsid w:val="00BC2E9B"/>
    <w:rsid w:val="00BC2F67"/>
    <w:rsid w:val="00BC3429"/>
    <w:rsid w:val="00BC38A2"/>
    <w:rsid w:val="00BC38AD"/>
    <w:rsid w:val="00BC3B4E"/>
    <w:rsid w:val="00BC3CD7"/>
    <w:rsid w:val="00BC3D40"/>
    <w:rsid w:val="00BC4443"/>
    <w:rsid w:val="00BC4579"/>
    <w:rsid w:val="00BC515F"/>
    <w:rsid w:val="00BC547A"/>
    <w:rsid w:val="00BC56B7"/>
    <w:rsid w:val="00BC58A4"/>
    <w:rsid w:val="00BC58C8"/>
    <w:rsid w:val="00BC5B4A"/>
    <w:rsid w:val="00BC6348"/>
    <w:rsid w:val="00BC67E3"/>
    <w:rsid w:val="00BC6C0E"/>
    <w:rsid w:val="00BC7BF0"/>
    <w:rsid w:val="00BD0052"/>
    <w:rsid w:val="00BD06BE"/>
    <w:rsid w:val="00BD09EF"/>
    <w:rsid w:val="00BD1A3B"/>
    <w:rsid w:val="00BD1B52"/>
    <w:rsid w:val="00BD23AF"/>
    <w:rsid w:val="00BD2A48"/>
    <w:rsid w:val="00BD2FBF"/>
    <w:rsid w:val="00BD3038"/>
    <w:rsid w:val="00BD3138"/>
    <w:rsid w:val="00BD404B"/>
    <w:rsid w:val="00BD45D9"/>
    <w:rsid w:val="00BD4734"/>
    <w:rsid w:val="00BD4B34"/>
    <w:rsid w:val="00BD4E1A"/>
    <w:rsid w:val="00BD5814"/>
    <w:rsid w:val="00BD6128"/>
    <w:rsid w:val="00BD677A"/>
    <w:rsid w:val="00BD6F60"/>
    <w:rsid w:val="00BD73BE"/>
    <w:rsid w:val="00BD7970"/>
    <w:rsid w:val="00BD7B85"/>
    <w:rsid w:val="00BE0786"/>
    <w:rsid w:val="00BE085B"/>
    <w:rsid w:val="00BE11F8"/>
    <w:rsid w:val="00BE186C"/>
    <w:rsid w:val="00BE1A0B"/>
    <w:rsid w:val="00BE1A3C"/>
    <w:rsid w:val="00BE1ACA"/>
    <w:rsid w:val="00BE1BAC"/>
    <w:rsid w:val="00BE2431"/>
    <w:rsid w:val="00BE2864"/>
    <w:rsid w:val="00BE3287"/>
    <w:rsid w:val="00BE3324"/>
    <w:rsid w:val="00BE3EEB"/>
    <w:rsid w:val="00BE3F05"/>
    <w:rsid w:val="00BE40DE"/>
    <w:rsid w:val="00BE428E"/>
    <w:rsid w:val="00BE449B"/>
    <w:rsid w:val="00BE4501"/>
    <w:rsid w:val="00BE4603"/>
    <w:rsid w:val="00BE4BC6"/>
    <w:rsid w:val="00BE50F4"/>
    <w:rsid w:val="00BE5328"/>
    <w:rsid w:val="00BE5340"/>
    <w:rsid w:val="00BE72A0"/>
    <w:rsid w:val="00BE75E2"/>
    <w:rsid w:val="00BE777D"/>
    <w:rsid w:val="00BE7DA5"/>
    <w:rsid w:val="00BF021B"/>
    <w:rsid w:val="00BF07A9"/>
    <w:rsid w:val="00BF0CF3"/>
    <w:rsid w:val="00BF16B9"/>
    <w:rsid w:val="00BF19A6"/>
    <w:rsid w:val="00BF1BBF"/>
    <w:rsid w:val="00BF1C25"/>
    <w:rsid w:val="00BF1C68"/>
    <w:rsid w:val="00BF22DF"/>
    <w:rsid w:val="00BF2845"/>
    <w:rsid w:val="00BF34D1"/>
    <w:rsid w:val="00BF35FE"/>
    <w:rsid w:val="00BF36DB"/>
    <w:rsid w:val="00BF3813"/>
    <w:rsid w:val="00BF391E"/>
    <w:rsid w:val="00BF3993"/>
    <w:rsid w:val="00BF3EF0"/>
    <w:rsid w:val="00BF45C5"/>
    <w:rsid w:val="00BF4C24"/>
    <w:rsid w:val="00BF4FAB"/>
    <w:rsid w:val="00BF50E3"/>
    <w:rsid w:val="00BF5CE6"/>
    <w:rsid w:val="00BF5E94"/>
    <w:rsid w:val="00BF5F76"/>
    <w:rsid w:val="00BF68B5"/>
    <w:rsid w:val="00BF7D74"/>
    <w:rsid w:val="00BF7E1B"/>
    <w:rsid w:val="00C003EA"/>
    <w:rsid w:val="00C00668"/>
    <w:rsid w:val="00C00718"/>
    <w:rsid w:val="00C0085C"/>
    <w:rsid w:val="00C00D6C"/>
    <w:rsid w:val="00C00E4A"/>
    <w:rsid w:val="00C00FC3"/>
    <w:rsid w:val="00C0108A"/>
    <w:rsid w:val="00C01DB3"/>
    <w:rsid w:val="00C01E4F"/>
    <w:rsid w:val="00C01FCA"/>
    <w:rsid w:val="00C02036"/>
    <w:rsid w:val="00C021ED"/>
    <w:rsid w:val="00C023B2"/>
    <w:rsid w:val="00C02883"/>
    <w:rsid w:val="00C02986"/>
    <w:rsid w:val="00C02F09"/>
    <w:rsid w:val="00C03048"/>
    <w:rsid w:val="00C03182"/>
    <w:rsid w:val="00C03691"/>
    <w:rsid w:val="00C03F00"/>
    <w:rsid w:val="00C0456E"/>
    <w:rsid w:val="00C053E6"/>
    <w:rsid w:val="00C05D17"/>
    <w:rsid w:val="00C05F8A"/>
    <w:rsid w:val="00C0656D"/>
    <w:rsid w:val="00C0664C"/>
    <w:rsid w:val="00C0713F"/>
    <w:rsid w:val="00C0744E"/>
    <w:rsid w:val="00C07AB1"/>
    <w:rsid w:val="00C07DFC"/>
    <w:rsid w:val="00C10F45"/>
    <w:rsid w:val="00C115E5"/>
    <w:rsid w:val="00C11618"/>
    <w:rsid w:val="00C1190B"/>
    <w:rsid w:val="00C11B5B"/>
    <w:rsid w:val="00C12153"/>
    <w:rsid w:val="00C125BB"/>
    <w:rsid w:val="00C126D1"/>
    <w:rsid w:val="00C12B49"/>
    <w:rsid w:val="00C132FB"/>
    <w:rsid w:val="00C13416"/>
    <w:rsid w:val="00C13AA9"/>
    <w:rsid w:val="00C13FC0"/>
    <w:rsid w:val="00C14671"/>
    <w:rsid w:val="00C14D52"/>
    <w:rsid w:val="00C1500F"/>
    <w:rsid w:val="00C1506B"/>
    <w:rsid w:val="00C161F1"/>
    <w:rsid w:val="00C16278"/>
    <w:rsid w:val="00C168FC"/>
    <w:rsid w:val="00C17AB9"/>
    <w:rsid w:val="00C200D4"/>
    <w:rsid w:val="00C20785"/>
    <w:rsid w:val="00C21438"/>
    <w:rsid w:val="00C21561"/>
    <w:rsid w:val="00C2162B"/>
    <w:rsid w:val="00C2279C"/>
    <w:rsid w:val="00C227F1"/>
    <w:rsid w:val="00C22AD0"/>
    <w:rsid w:val="00C22C73"/>
    <w:rsid w:val="00C23929"/>
    <w:rsid w:val="00C23BF9"/>
    <w:rsid w:val="00C23CC5"/>
    <w:rsid w:val="00C2448D"/>
    <w:rsid w:val="00C24AE5"/>
    <w:rsid w:val="00C253E1"/>
    <w:rsid w:val="00C25427"/>
    <w:rsid w:val="00C256C0"/>
    <w:rsid w:val="00C26363"/>
    <w:rsid w:val="00C26529"/>
    <w:rsid w:val="00C26F17"/>
    <w:rsid w:val="00C26F3D"/>
    <w:rsid w:val="00C2796D"/>
    <w:rsid w:val="00C27FCD"/>
    <w:rsid w:val="00C300BE"/>
    <w:rsid w:val="00C30938"/>
    <w:rsid w:val="00C31A1B"/>
    <w:rsid w:val="00C31D13"/>
    <w:rsid w:val="00C32825"/>
    <w:rsid w:val="00C32FB9"/>
    <w:rsid w:val="00C3317C"/>
    <w:rsid w:val="00C334AC"/>
    <w:rsid w:val="00C335F5"/>
    <w:rsid w:val="00C3386D"/>
    <w:rsid w:val="00C33BC7"/>
    <w:rsid w:val="00C3413F"/>
    <w:rsid w:val="00C3467B"/>
    <w:rsid w:val="00C34EC4"/>
    <w:rsid w:val="00C350FA"/>
    <w:rsid w:val="00C35ECC"/>
    <w:rsid w:val="00C3641B"/>
    <w:rsid w:val="00C37AA1"/>
    <w:rsid w:val="00C37ADC"/>
    <w:rsid w:val="00C37C2C"/>
    <w:rsid w:val="00C4065F"/>
    <w:rsid w:val="00C40BC2"/>
    <w:rsid w:val="00C41301"/>
    <w:rsid w:val="00C4167D"/>
    <w:rsid w:val="00C419AD"/>
    <w:rsid w:val="00C4247E"/>
    <w:rsid w:val="00C42D5E"/>
    <w:rsid w:val="00C43D1D"/>
    <w:rsid w:val="00C43EC9"/>
    <w:rsid w:val="00C44A13"/>
    <w:rsid w:val="00C44BA8"/>
    <w:rsid w:val="00C450FA"/>
    <w:rsid w:val="00C4510D"/>
    <w:rsid w:val="00C4548C"/>
    <w:rsid w:val="00C45527"/>
    <w:rsid w:val="00C45610"/>
    <w:rsid w:val="00C4563F"/>
    <w:rsid w:val="00C45B22"/>
    <w:rsid w:val="00C4638B"/>
    <w:rsid w:val="00C46C9B"/>
    <w:rsid w:val="00C474A9"/>
    <w:rsid w:val="00C47CE3"/>
    <w:rsid w:val="00C5004E"/>
    <w:rsid w:val="00C50B36"/>
    <w:rsid w:val="00C50CD9"/>
    <w:rsid w:val="00C50F05"/>
    <w:rsid w:val="00C50F78"/>
    <w:rsid w:val="00C5112B"/>
    <w:rsid w:val="00C513C7"/>
    <w:rsid w:val="00C515B2"/>
    <w:rsid w:val="00C5185D"/>
    <w:rsid w:val="00C518BB"/>
    <w:rsid w:val="00C51BF1"/>
    <w:rsid w:val="00C52475"/>
    <w:rsid w:val="00C52BC3"/>
    <w:rsid w:val="00C537ED"/>
    <w:rsid w:val="00C541F7"/>
    <w:rsid w:val="00C5436A"/>
    <w:rsid w:val="00C54CB2"/>
    <w:rsid w:val="00C559A6"/>
    <w:rsid w:val="00C55C79"/>
    <w:rsid w:val="00C55D30"/>
    <w:rsid w:val="00C55DAB"/>
    <w:rsid w:val="00C56100"/>
    <w:rsid w:val="00C56735"/>
    <w:rsid w:val="00C57222"/>
    <w:rsid w:val="00C575FE"/>
    <w:rsid w:val="00C576F2"/>
    <w:rsid w:val="00C57AF7"/>
    <w:rsid w:val="00C57EFD"/>
    <w:rsid w:val="00C60272"/>
    <w:rsid w:val="00C60290"/>
    <w:rsid w:val="00C6053D"/>
    <w:rsid w:val="00C610A2"/>
    <w:rsid w:val="00C6173D"/>
    <w:rsid w:val="00C61E9D"/>
    <w:rsid w:val="00C622F7"/>
    <w:rsid w:val="00C622FA"/>
    <w:rsid w:val="00C628ED"/>
    <w:rsid w:val="00C62D0D"/>
    <w:rsid w:val="00C638B6"/>
    <w:rsid w:val="00C63CE2"/>
    <w:rsid w:val="00C63E3E"/>
    <w:rsid w:val="00C63FEB"/>
    <w:rsid w:val="00C643DB"/>
    <w:rsid w:val="00C64572"/>
    <w:rsid w:val="00C64C39"/>
    <w:rsid w:val="00C64CD4"/>
    <w:rsid w:val="00C64E29"/>
    <w:rsid w:val="00C64F43"/>
    <w:rsid w:val="00C65337"/>
    <w:rsid w:val="00C65773"/>
    <w:rsid w:val="00C657B5"/>
    <w:rsid w:val="00C65B9D"/>
    <w:rsid w:val="00C65BA9"/>
    <w:rsid w:val="00C65E6D"/>
    <w:rsid w:val="00C66B83"/>
    <w:rsid w:val="00C701E2"/>
    <w:rsid w:val="00C70FCD"/>
    <w:rsid w:val="00C713E7"/>
    <w:rsid w:val="00C714F9"/>
    <w:rsid w:val="00C7178E"/>
    <w:rsid w:val="00C71F13"/>
    <w:rsid w:val="00C726A5"/>
    <w:rsid w:val="00C72BE4"/>
    <w:rsid w:val="00C72D55"/>
    <w:rsid w:val="00C72F5F"/>
    <w:rsid w:val="00C732FE"/>
    <w:rsid w:val="00C734A7"/>
    <w:rsid w:val="00C7396B"/>
    <w:rsid w:val="00C73C8E"/>
    <w:rsid w:val="00C747F5"/>
    <w:rsid w:val="00C7795A"/>
    <w:rsid w:val="00C80019"/>
    <w:rsid w:val="00C806FF"/>
    <w:rsid w:val="00C807E1"/>
    <w:rsid w:val="00C81022"/>
    <w:rsid w:val="00C81499"/>
    <w:rsid w:val="00C81AAA"/>
    <w:rsid w:val="00C837BB"/>
    <w:rsid w:val="00C838E6"/>
    <w:rsid w:val="00C84200"/>
    <w:rsid w:val="00C84230"/>
    <w:rsid w:val="00C84A26"/>
    <w:rsid w:val="00C85FD0"/>
    <w:rsid w:val="00C86D9F"/>
    <w:rsid w:val="00C87085"/>
    <w:rsid w:val="00C874F0"/>
    <w:rsid w:val="00C87609"/>
    <w:rsid w:val="00C877FB"/>
    <w:rsid w:val="00C9015A"/>
    <w:rsid w:val="00C915DD"/>
    <w:rsid w:val="00C919C0"/>
    <w:rsid w:val="00C919EE"/>
    <w:rsid w:val="00C91D29"/>
    <w:rsid w:val="00C92081"/>
    <w:rsid w:val="00C924A8"/>
    <w:rsid w:val="00C93178"/>
    <w:rsid w:val="00C93804"/>
    <w:rsid w:val="00C93EB8"/>
    <w:rsid w:val="00C93EF9"/>
    <w:rsid w:val="00C93F19"/>
    <w:rsid w:val="00C943FC"/>
    <w:rsid w:val="00C94C5F"/>
    <w:rsid w:val="00C95014"/>
    <w:rsid w:val="00C9612B"/>
    <w:rsid w:val="00C9675E"/>
    <w:rsid w:val="00C9682D"/>
    <w:rsid w:val="00C96BB6"/>
    <w:rsid w:val="00C97112"/>
    <w:rsid w:val="00C9714D"/>
    <w:rsid w:val="00C97466"/>
    <w:rsid w:val="00C97942"/>
    <w:rsid w:val="00C97A4F"/>
    <w:rsid w:val="00C97DCC"/>
    <w:rsid w:val="00C97EB7"/>
    <w:rsid w:val="00CA026E"/>
    <w:rsid w:val="00CA08D4"/>
    <w:rsid w:val="00CA0C18"/>
    <w:rsid w:val="00CA11C5"/>
    <w:rsid w:val="00CA1519"/>
    <w:rsid w:val="00CA1E08"/>
    <w:rsid w:val="00CA24EE"/>
    <w:rsid w:val="00CA27C7"/>
    <w:rsid w:val="00CA32E0"/>
    <w:rsid w:val="00CA36BA"/>
    <w:rsid w:val="00CA38A5"/>
    <w:rsid w:val="00CA4577"/>
    <w:rsid w:val="00CA45CC"/>
    <w:rsid w:val="00CA5260"/>
    <w:rsid w:val="00CA527B"/>
    <w:rsid w:val="00CA5ACF"/>
    <w:rsid w:val="00CA5C05"/>
    <w:rsid w:val="00CA5D00"/>
    <w:rsid w:val="00CA5DE4"/>
    <w:rsid w:val="00CA600B"/>
    <w:rsid w:val="00CA603A"/>
    <w:rsid w:val="00CA677F"/>
    <w:rsid w:val="00CA68D2"/>
    <w:rsid w:val="00CA7A17"/>
    <w:rsid w:val="00CA7D5C"/>
    <w:rsid w:val="00CB0564"/>
    <w:rsid w:val="00CB068B"/>
    <w:rsid w:val="00CB19D9"/>
    <w:rsid w:val="00CB1A49"/>
    <w:rsid w:val="00CB249D"/>
    <w:rsid w:val="00CB2A1A"/>
    <w:rsid w:val="00CB3534"/>
    <w:rsid w:val="00CB3789"/>
    <w:rsid w:val="00CB488C"/>
    <w:rsid w:val="00CB5D30"/>
    <w:rsid w:val="00CB62D8"/>
    <w:rsid w:val="00CB6859"/>
    <w:rsid w:val="00CB6E2E"/>
    <w:rsid w:val="00CB6EF6"/>
    <w:rsid w:val="00CB71B6"/>
    <w:rsid w:val="00CB734B"/>
    <w:rsid w:val="00CB74B4"/>
    <w:rsid w:val="00CB7664"/>
    <w:rsid w:val="00CC0162"/>
    <w:rsid w:val="00CC0366"/>
    <w:rsid w:val="00CC0D4E"/>
    <w:rsid w:val="00CC0EE3"/>
    <w:rsid w:val="00CC0FF8"/>
    <w:rsid w:val="00CC1113"/>
    <w:rsid w:val="00CC1201"/>
    <w:rsid w:val="00CC1551"/>
    <w:rsid w:val="00CC1BC9"/>
    <w:rsid w:val="00CC2027"/>
    <w:rsid w:val="00CC21A3"/>
    <w:rsid w:val="00CC2895"/>
    <w:rsid w:val="00CC2A59"/>
    <w:rsid w:val="00CC2A81"/>
    <w:rsid w:val="00CC2C36"/>
    <w:rsid w:val="00CC36CA"/>
    <w:rsid w:val="00CC3807"/>
    <w:rsid w:val="00CC3CA4"/>
    <w:rsid w:val="00CC43AA"/>
    <w:rsid w:val="00CC4BE3"/>
    <w:rsid w:val="00CC5346"/>
    <w:rsid w:val="00CC57E4"/>
    <w:rsid w:val="00CC5D42"/>
    <w:rsid w:val="00CC5E2B"/>
    <w:rsid w:val="00CC5E43"/>
    <w:rsid w:val="00CC6194"/>
    <w:rsid w:val="00CC61DA"/>
    <w:rsid w:val="00CC62E3"/>
    <w:rsid w:val="00CC6D12"/>
    <w:rsid w:val="00CC7815"/>
    <w:rsid w:val="00CD006F"/>
    <w:rsid w:val="00CD0411"/>
    <w:rsid w:val="00CD16DA"/>
    <w:rsid w:val="00CD18E6"/>
    <w:rsid w:val="00CD1D8E"/>
    <w:rsid w:val="00CD20E8"/>
    <w:rsid w:val="00CD2838"/>
    <w:rsid w:val="00CD2CB3"/>
    <w:rsid w:val="00CD3304"/>
    <w:rsid w:val="00CD3489"/>
    <w:rsid w:val="00CD3685"/>
    <w:rsid w:val="00CD38A2"/>
    <w:rsid w:val="00CD3F75"/>
    <w:rsid w:val="00CD3FCD"/>
    <w:rsid w:val="00CD4399"/>
    <w:rsid w:val="00CD4958"/>
    <w:rsid w:val="00CD56AB"/>
    <w:rsid w:val="00CD7956"/>
    <w:rsid w:val="00CD7AF8"/>
    <w:rsid w:val="00CD7DAF"/>
    <w:rsid w:val="00CD7E9C"/>
    <w:rsid w:val="00CE0A62"/>
    <w:rsid w:val="00CE0BFC"/>
    <w:rsid w:val="00CE0D9E"/>
    <w:rsid w:val="00CE0E05"/>
    <w:rsid w:val="00CE14BC"/>
    <w:rsid w:val="00CE1ABA"/>
    <w:rsid w:val="00CE259B"/>
    <w:rsid w:val="00CE2DF1"/>
    <w:rsid w:val="00CE4D55"/>
    <w:rsid w:val="00CE5147"/>
    <w:rsid w:val="00CE5233"/>
    <w:rsid w:val="00CE61F8"/>
    <w:rsid w:val="00CE61FF"/>
    <w:rsid w:val="00CE6953"/>
    <w:rsid w:val="00CE71D3"/>
    <w:rsid w:val="00CE73B5"/>
    <w:rsid w:val="00CE78A5"/>
    <w:rsid w:val="00CF04C2"/>
    <w:rsid w:val="00CF2101"/>
    <w:rsid w:val="00CF3153"/>
    <w:rsid w:val="00CF4085"/>
    <w:rsid w:val="00CF408E"/>
    <w:rsid w:val="00CF417E"/>
    <w:rsid w:val="00CF4212"/>
    <w:rsid w:val="00CF50CA"/>
    <w:rsid w:val="00CF55D2"/>
    <w:rsid w:val="00CF5980"/>
    <w:rsid w:val="00CF5CB3"/>
    <w:rsid w:val="00CF6D64"/>
    <w:rsid w:val="00CF78A8"/>
    <w:rsid w:val="00CF7923"/>
    <w:rsid w:val="00CF7B1F"/>
    <w:rsid w:val="00D000A0"/>
    <w:rsid w:val="00D002C2"/>
    <w:rsid w:val="00D00535"/>
    <w:rsid w:val="00D00C21"/>
    <w:rsid w:val="00D00C3B"/>
    <w:rsid w:val="00D00E59"/>
    <w:rsid w:val="00D01685"/>
    <w:rsid w:val="00D01B51"/>
    <w:rsid w:val="00D0200E"/>
    <w:rsid w:val="00D02096"/>
    <w:rsid w:val="00D0223C"/>
    <w:rsid w:val="00D02DF3"/>
    <w:rsid w:val="00D02E93"/>
    <w:rsid w:val="00D0335C"/>
    <w:rsid w:val="00D033E0"/>
    <w:rsid w:val="00D04BDC"/>
    <w:rsid w:val="00D055BF"/>
    <w:rsid w:val="00D0575F"/>
    <w:rsid w:val="00D05AE2"/>
    <w:rsid w:val="00D0648E"/>
    <w:rsid w:val="00D06780"/>
    <w:rsid w:val="00D06E71"/>
    <w:rsid w:val="00D07062"/>
    <w:rsid w:val="00D07D22"/>
    <w:rsid w:val="00D07E76"/>
    <w:rsid w:val="00D10975"/>
    <w:rsid w:val="00D10FE8"/>
    <w:rsid w:val="00D1112A"/>
    <w:rsid w:val="00D11485"/>
    <w:rsid w:val="00D11BF4"/>
    <w:rsid w:val="00D11E9C"/>
    <w:rsid w:val="00D12074"/>
    <w:rsid w:val="00D12659"/>
    <w:rsid w:val="00D12911"/>
    <w:rsid w:val="00D1308A"/>
    <w:rsid w:val="00D132BB"/>
    <w:rsid w:val="00D134B5"/>
    <w:rsid w:val="00D13634"/>
    <w:rsid w:val="00D13EF6"/>
    <w:rsid w:val="00D1400C"/>
    <w:rsid w:val="00D1651E"/>
    <w:rsid w:val="00D17835"/>
    <w:rsid w:val="00D17C81"/>
    <w:rsid w:val="00D20027"/>
    <w:rsid w:val="00D2028C"/>
    <w:rsid w:val="00D20641"/>
    <w:rsid w:val="00D207ED"/>
    <w:rsid w:val="00D20A55"/>
    <w:rsid w:val="00D20AF1"/>
    <w:rsid w:val="00D20AF6"/>
    <w:rsid w:val="00D20CEF"/>
    <w:rsid w:val="00D20D97"/>
    <w:rsid w:val="00D20E37"/>
    <w:rsid w:val="00D21001"/>
    <w:rsid w:val="00D21103"/>
    <w:rsid w:val="00D212F7"/>
    <w:rsid w:val="00D220CE"/>
    <w:rsid w:val="00D22503"/>
    <w:rsid w:val="00D230EC"/>
    <w:rsid w:val="00D24090"/>
    <w:rsid w:val="00D240FE"/>
    <w:rsid w:val="00D24FA2"/>
    <w:rsid w:val="00D253CA"/>
    <w:rsid w:val="00D25823"/>
    <w:rsid w:val="00D265F3"/>
    <w:rsid w:val="00D2665A"/>
    <w:rsid w:val="00D2706F"/>
    <w:rsid w:val="00D2792F"/>
    <w:rsid w:val="00D27E15"/>
    <w:rsid w:val="00D27F37"/>
    <w:rsid w:val="00D301F2"/>
    <w:rsid w:val="00D3024C"/>
    <w:rsid w:val="00D30525"/>
    <w:rsid w:val="00D30C1B"/>
    <w:rsid w:val="00D30D73"/>
    <w:rsid w:val="00D317D1"/>
    <w:rsid w:val="00D32164"/>
    <w:rsid w:val="00D329ED"/>
    <w:rsid w:val="00D32F7A"/>
    <w:rsid w:val="00D33043"/>
    <w:rsid w:val="00D333CE"/>
    <w:rsid w:val="00D33CD2"/>
    <w:rsid w:val="00D33E01"/>
    <w:rsid w:val="00D33E03"/>
    <w:rsid w:val="00D341B5"/>
    <w:rsid w:val="00D348B3"/>
    <w:rsid w:val="00D34C75"/>
    <w:rsid w:val="00D34CD4"/>
    <w:rsid w:val="00D34DEC"/>
    <w:rsid w:val="00D356A1"/>
    <w:rsid w:val="00D3584F"/>
    <w:rsid w:val="00D360CF"/>
    <w:rsid w:val="00D36733"/>
    <w:rsid w:val="00D36755"/>
    <w:rsid w:val="00D36838"/>
    <w:rsid w:val="00D36843"/>
    <w:rsid w:val="00D36C81"/>
    <w:rsid w:val="00D36D7A"/>
    <w:rsid w:val="00D37440"/>
    <w:rsid w:val="00D3756E"/>
    <w:rsid w:val="00D37C38"/>
    <w:rsid w:val="00D37D5D"/>
    <w:rsid w:val="00D37DB7"/>
    <w:rsid w:val="00D40150"/>
    <w:rsid w:val="00D405D0"/>
    <w:rsid w:val="00D40E4E"/>
    <w:rsid w:val="00D40E60"/>
    <w:rsid w:val="00D41A61"/>
    <w:rsid w:val="00D41EBF"/>
    <w:rsid w:val="00D42499"/>
    <w:rsid w:val="00D42994"/>
    <w:rsid w:val="00D42BC8"/>
    <w:rsid w:val="00D42F87"/>
    <w:rsid w:val="00D43450"/>
    <w:rsid w:val="00D43655"/>
    <w:rsid w:val="00D444B4"/>
    <w:rsid w:val="00D44F38"/>
    <w:rsid w:val="00D4568A"/>
    <w:rsid w:val="00D45865"/>
    <w:rsid w:val="00D45987"/>
    <w:rsid w:val="00D459BF"/>
    <w:rsid w:val="00D462ED"/>
    <w:rsid w:val="00D462F0"/>
    <w:rsid w:val="00D46653"/>
    <w:rsid w:val="00D47154"/>
    <w:rsid w:val="00D47CB8"/>
    <w:rsid w:val="00D47F8A"/>
    <w:rsid w:val="00D47FC0"/>
    <w:rsid w:val="00D5014B"/>
    <w:rsid w:val="00D50586"/>
    <w:rsid w:val="00D507A1"/>
    <w:rsid w:val="00D50805"/>
    <w:rsid w:val="00D50B4B"/>
    <w:rsid w:val="00D50C4E"/>
    <w:rsid w:val="00D518DE"/>
    <w:rsid w:val="00D51982"/>
    <w:rsid w:val="00D51B79"/>
    <w:rsid w:val="00D52378"/>
    <w:rsid w:val="00D52E61"/>
    <w:rsid w:val="00D53023"/>
    <w:rsid w:val="00D53188"/>
    <w:rsid w:val="00D532CE"/>
    <w:rsid w:val="00D533C7"/>
    <w:rsid w:val="00D536CA"/>
    <w:rsid w:val="00D53B5B"/>
    <w:rsid w:val="00D5434E"/>
    <w:rsid w:val="00D54ACD"/>
    <w:rsid w:val="00D54E69"/>
    <w:rsid w:val="00D55967"/>
    <w:rsid w:val="00D5617D"/>
    <w:rsid w:val="00D575FD"/>
    <w:rsid w:val="00D60424"/>
    <w:rsid w:val="00D6097C"/>
    <w:rsid w:val="00D6133E"/>
    <w:rsid w:val="00D61CCB"/>
    <w:rsid w:val="00D61DE2"/>
    <w:rsid w:val="00D6202E"/>
    <w:rsid w:val="00D62414"/>
    <w:rsid w:val="00D624BF"/>
    <w:rsid w:val="00D627BC"/>
    <w:rsid w:val="00D62E43"/>
    <w:rsid w:val="00D632D0"/>
    <w:rsid w:val="00D635AB"/>
    <w:rsid w:val="00D63EBD"/>
    <w:rsid w:val="00D65010"/>
    <w:rsid w:val="00D654CF"/>
    <w:rsid w:val="00D6580A"/>
    <w:rsid w:val="00D65869"/>
    <w:rsid w:val="00D65CD1"/>
    <w:rsid w:val="00D66F70"/>
    <w:rsid w:val="00D67A20"/>
    <w:rsid w:val="00D67B10"/>
    <w:rsid w:val="00D67B7B"/>
    <w:rsid w:val="00D7066D"/>
    <w:rsid w:val="00D706FE"/>
    <w:rsid w:val="00D7085E"/>
    <w:rsid w:val="00D70AA8"/>
    <w:rsid w:val="00D70C47"/>
    <w:rsid w:val="00D70D5F"/>
    <w:rsid w:val="00D70F19"/>
    <w:rsid w:val="00D72548"/>
    <w:rsid w:val="00D72817"/>
    <w:rsid w:val="00D732C5"/>
    <w:rsid w:val="00D73462"/>
    <w:rsid w:val="00D73A74"/>
    <w:rsid w:val="00D73E80"/>
    <w:rsid w:val="00D7406C"/>
    <w:rsid w:val="00D741F6"/>
    <w:rsid w:val="00D74796"/>
    <w:rsid w:val="00D74B99"/>
    <w:rsid w:val="00D74EBD"/>
    <w:rsid w:val="00D74FEA"/>
    <w:rsid w:val="00D75166"/>
    <w:rsid w:val="00D752D4"/>
    <w:rsid w:val="00D7535A"/>
    <w:rsid w:val="00D754F5"/>
    <w:rsid w:val="00D75ADF"/>
    <w:rsid w:val="00D75D46"/>
    <w:rsid w:val="00D760B3"/>
    <w:rsid w:val="00D76BB4"/>
    <w:rsid w:val="00D7767C"/>
    <w:rsid w:val="00D8046B"/>
    <w:rsid w:val="00D804CA"/>
    <w:rsid w:val="00D80707"/>
    <w:rsid w:val="00D80DEA"/>
    <w:rsid w:val="00D80FFB"/>
    <w:rsid w:val="00D81241"/>
    <w:rsid w:val="00D81FCA"/>
    <w:rsid w:val="00D82459"/>
    <w:rsid w:val="00D82AAB"/>
    <w:rsid w:val="00D834AB"/>
    <w:rsid w:val="00D8352D"/>
    <w:rsid w:val="00D83DD3"/>
    <w:rsid w:val="00D83E7B"/>
    <w:rsid w:val="00D844B8"/>
    <w:rsid w:val="00D84919"/>
    <w:rsid w:val="00D85939"/>
    <w:rsid w:val="00D85AF2"/>
    <w:rsid w:val="00D85E05"/>
    <w:rsid w:val="00D860F5"/>
    <w:rsid w:val="00D86102"/>
    <w:rsid w:val="00D86484"/>
    <w:rsid w:val="00D86526"/>
    <w:rsid w:val="00D86D4D"/>
    <w:rsid w:val="00D870FA"/>
    <w:rsid w:val="00D8717E"/>
    <w:rsid w:val="00D87195"/>
    <w:rsid w:val="00D8728F"/>
    <w:rsid w:val="00D875D5"/>
    <w:rsid w:val="00D87620"/>
    <w:rsid w:val="00D87636"/>
    <w:rsid w:val="00D877E8"/>
    <w:rsid w:val="00D87817"/>
    <w:rsid w:val="00D87C4D"/>
    <w:rsid w:val="00D87F44"/>
    <w:rsid w:val="00D87FF4"/>
    <w:rsid w:val="00D90655"/>
    <w:rsid w:val="00D90C22"/>
    <w:rsid w:val="00D90DD6"/>
    <w:rsid w:val="00D913C5"/>
    <w:rsid w:val="00D916F5"/>
    <w:rsid w:val="00D91DC1"/>
    <w:rsid w:val="00D92EB0"/>
    <w:rsid w:val="00D931DF"/>
    <w:rsid w:val="00D936F2"/>
    <w:rsid w:val="00D93B68"/>
    <w:rsid w:val="00D93BD4"/>
    <w:rsid w:val="00D93EE8"/>
    <w:rsid w:val="00D9443B"/>
    <w:rsid w:val="00D94663"/>
    <w:rsid w:val="00D94F31"/>
    <w:rsid w:val="00D94F40"/>
    <w:rsid w:val="00D95384"/>
    <w:rsid w:val="00D95B8A"/>
    <w:rsid w:val="00D964A2"/>
    <w:rsid w:val="00D9764E"/>
    <w:rsid w:val="00D97F28"/>
    <w:rsid w:val="00DA01A0"/>
    <w:rsid w:val="00DA1257"/>
    <w:rsid w:val="00DA15D3"/>
    <w:rsid w:val="00DA169F"/>
    <w:rsid w:val="00DA1D8F"/>
    <w:rsid w:val="00DA1DFD"/>
    <w:rsid w:val="00DA1F73"/>
    <w:rsid w:val="00DA2038"/>
    <w:rsid w:val="00DA210C"/>
    <w:rsid w:val="00DA288C"/>
    <w:rsid w:val="00DA2B72"/>
    <w:rsid w:val="00DA302E"/>
    <w:rsid w:val="00DA3748"/>
    <w:rsid w:val="00DA3B01"/>
    <w:rsid w:val="00DA41B8"/>
    <w:rsid w:val="00DA4DE9"/>
    <w:rsid w:val="00DA521B"/>
    <w:rsid w:val="00DA53EB"/>
    <w:rsid w:val="00DA5415"/>
    <w:rsid w:val="00DA56C4"/>
    <w:rsid w:val="00DA5BA6"/>
    <w:rsid w:val="00DA6C63"/>
    <w:rsid w:val="00DA724F"/>
    <w:rsid w:val="00DA75AC"/>
    <w:rsid w:val="00DA77CC"/>
    <w:rsid w:val="00DB037A"/>
    <w:rsid w:val="00DB0670"/>
    <w:rsid w:val="00DB06BC"/>
    <w:rsid w:val="00DB06CF"/>
    <w:rsid w:val="00DB15B2"/>
    <w:rsid w:val="00DB1CA6"/>
    <w:rsid w:val="00DB276E"/>
    <w:rsid w:val="00DB2793"/>
    <w:rsid w:val="00DB2977"/>
    <w:rsid w:val="00DB3D5B"/>
    <w:rsid w:val="00DB3FD0"/>
    <w:rsid w:val="00DB4019"/>
    <w:rsid w:val="00DB4277"/>
    <w:rsid w:val="00DB4502"/>
    <w:rsid w:val="00DB4839"/>
    <w:rsid w:val="00DB4A00"/>
    <w:rsid w:val="00DB4B09"/>
    <w:rsid w:val="00DB4C42"/>
    <w:rsid w:val="00DB4FC6"/>
    <w:rsid w:val="00DB51D1"/>
    <w:rsid w:val="00DB558E"/>
    <w:rsid w:val="00DB5F4A"/>
    <w:rsid w:val="00DB6300"/>
    <w:rsid w:val="00DB63DF"/>
    <w:rsid w:val="00DB6580"/>
    <w:rsid w:val="00DB69D7"/>
    <w:rsid w:val="00DB7032"/>
    <w:rsid w:val="00DB71E9"/>
    <w:rsid w:val="00DB7C2F"/>
    <w:rsid w:val="00DC031D"/>
    <w:rsid w:val="00DC0A2F"/>
    <w:rsid w:val="00DC0D6A"/>
    <w:rsid w:val="00DC0E14"/>
    <w:rsid w:val="00DC0F05"/>
    <w:rsid w:val="00DC12EE"/>
    <w:rsid w:val="00DC1A23"/>
    <w:rsid w:val="00DC307D"/>
    <w:rsid w:val="00DC35F0"/>
    <w:rsid w:val="00DC4004"/>
    <w:rsid w:val="00DC41FC"/>
    <w:rsid w:val="00DC4DA9"/>
    <w:rsid w:val="00DC4DFF"/>
    <w:rsid w:val="00DC5081"/>
    <w:rsid w:val="00DC523B"/>
    <w:rsid w:val="00DC592F"/>
    <w:rsid w:val="00DC6242"/>
    <w:rsid w:val="00DC6339"/>
    <w:rsid w:val="00DC6A57"/>
    <w:rsid w:val="00DC6E35"/>
    <w:rsid w:val="00DC70B8"/>
    <w:rsid w:val="00DC7748"/>
    <w:rsid w:val="00DC7A69"/>
    <w:rsid w:val="00DC7AFC"/>
    <w:rsid w:val="00DC7C25"/>
    <w:rsid w:val="00DC7DB1"/>
    <w:rsid w:val="00DD04F9"/>
    <w:rsid w:val="00DD0699"/>
    <w:rsid w:val="00DD0708"/>
    <w:rsid w:val="00DD13C7"/>
    <w:rsid w:val="00DD178B"/>
    <w:rsid w:val="00DD2073"/>
    <w:rsid w:val="00DD2496"/>
    <w:rsid w:val="00DD2C01"/>
    <w:rsid w:val="00DD2DE1"/>
    <w:rsid w:val="00DD3445"/>
    <w:rsid w:val="00DD362D"/>
    <w:rsid w:val="00DD36EE"/>
    <w:rsid w:val="00DD3C7D"/>
    <w:rsid w:val="00DD47E4"/>
    <w:rsid w:val="00DD4AA7"/>
    <w:rsid w:val="00DD4BD4"/>
    <w:rsid w:val="00DD4F79"/>
    <w:rsid w:val="00DD53E7"/>
    <w:rsid w:val="00DD5402"/>
    <w:rsid w:val="00DD54CB"/>
    <w:rsid w:val="00DD5F58"/>
    <w:rsid w:val="00DD621C"/>
    <w:rsid w:val="00DD6386"/>
    <w:rsid w:val="00DD6772"/>
    <w:rsid w:val="00DD6BB0"/>
    <w:rsid w:val="00DD76DE"/>
    <w:rsid w:val="00DE1310"/>
    <w:rsid w:val="00DE13D7"/>
    <w:rsid w:val="00DE1537"/>
    <w:rsid w:val="00DE18F6"/>
    <w:rsid w:val="00DE22F0"/>
    <w:rsid w:val="00DE2B38"/>
    <w:rsid w:val="00DE30B7"/>
    <w:rsid w:val="00DE3B3F"/>
    <w:rsid w:val="00DE3FB2"/>
    <w:rsid w:val="00DE4528"/>
    <w:rsid w:val="00DE4724"/>
    <w:rsid w:val="00DE4C64"/>
    <w:rsid w:val="00DE4FAE"/>
    <w:rsid w:val="00DE57A0"/>
    <w:rsid w:val="00DE5B1E"/>
    <w:rsid w:val="00DE5DA6"/>
    <w:rsid w:val="00DE5FE6"/>
    <w:rsid w:val="00DE6154"/>
    <w:rsid w:val="00DE6485"/>
    <w:rsid w:val="00DE69D8"/>
    <w:rsid w:val="00DE6AF0"/>
    <w:rsid w:val="00DE6F0F"/>
    <w:rsid w:val="00DE7119"/>
    <w:rsid w:val="00DE7534"/>
    <w:rsid w:val="00DF0567"/>
    <w:rsid w:val="00DF0909"/>
    <w:rsid w:val="00DF13CA"/>
    <w:rsid w:val="00DF1A9C"/>
    <w:rsid w:val="00DF1C4C"/>
    <w:rsid w:val="00DF2184"/>
    <w:rsid w:val="00DF21A5"/>
    <w:rsid w:val="00DF272E"/>
    <w:rsid w:val="00DF2F5D"/>
    <w:rsid w:val="00DF3698"/>
    <w:rsid w:val="00DF4388"/>
    <w:rsid w:val="00DF45AF"/>
    <w:rsid w:val="00DF50DF"/>
    <w:rsid w:val="00DF5513"/>
    <w:rsid w:val="00DF5726"/>
    <w:rsid w:val="00DF57FF"/>
    <w:rsid w:val="00DF590E"/>
    <w:rsid w:val="00DF60EF"/>
    <w:rsid w:val="00DF6422"/>
    <w:rsid w:val="00DF6E04"/>
    <w:rsid w:val="00DF7952"/>
    <w:rsid w:val="00E000AA"/>
    <w:rsid w:val="00E00127"/>
    <w:rsid w:val="00E00285"/>
    <w:rsid w:val="00E00420"/>
    <w:rsid w:val="00E0042B"/>
    <w:rsid w:val="00E00F84"/>
    <w:rsid w:val="00E0119B"/>
    <w:rsid w:val="00E01736"/>
    <w:rsid w:val="00E017F2"/>
    <w:rsid w:val="00E018C8"/>
    <w:rsid w:val="00E01A38"/>
    <w:rsid w:val="00E01C2E"/>
    <w:rsid w:val="00E01DF1"/>
    <w:rsid w:val="00E02016"/>
    <w:rsid w:val="00E02022"/>
    <w:rsid w:val="00E02555"/>
    <w:rsid w:val="00E03603"/>
    <w:rsid w:val="00E03612"/>
    <w:rsid w:val="00E03A34"/>
    <w:rsid w:val="00E0499C"/>
    <w:rsid w:val="00E0527C"/>
    <w:rsid w:val="00E0551D"/>
    <w:rsid w:val="00E05754"/>
    <w:rsid w:val="00E05B38"/>
    <w:rsid w:val="00E06058"/>
    <w:rsid w:val="00E060EF"/>
    <w:rsid w:val="00E06E84"/>
    <w:rsid w:val="00E0726C"/>
    <w:rsid w:val="00E0778C"/>
    <w:rsid w:val="00E07E54"/>
    <w:rsid w:val="00E109D6"/>
    <w:rsid w:val="00E10B16"/>
    <w:rsid w:val="00E10BEB"/>
    <w:rsid w:val="00E117DB"/>
    <w:rsid w:val="00E11AC9"/>
    <w:rsid w:val="00E11AD5"/>
    <w:rsid w:val="00E129DD"/>
    <w:rsid w:val="00E12A1B"/>
    <w:rsid w:val="00E13E2C"/>
    <w:rsid w:val="00E13FAE"/>
    <w:rsid w:val="00E13FF6"/>
    <w:rsid w:val="00E147D8"/>
    <w:rsid w:val="00E14AB8"/>
    <w:rsid w:val="00E151E1"/>
    <w:rsid w:val="00E153E1"/>
    <w:rsid w:val="00E159C3"/>
    <w:rsid w:val="00E15B99"/>
    <w:rsid w:val="00E15DBA"/>
    <w:rsid w:val="00E1609D"/>
    <w:rsid w:val="00E16448"/>
    <w:rsid w:val="00E16E39"/>
    <w:rsid w:val="00E173E5"/>
    <w:rsid w:val="00E174F5"/>
    <w:rsid w:val="00E200D4"/>
    <w:rsid w:val="00E20103"/>
    <w:rsid w:val="00E20887"/>
    <w:rsid w:val="00E209CA"/>
    <w:rsid w:val="00E20AC4"/>
    <w:rsid w:val="00E213E4"/>
    <w:rsid w:val="00E214F2"/>
    <w:rsid w:val="00E21560"/>
    <w:rsid w:val="00E21EF7"/>
    <w:rsid w:val="00E23149"/>
    <w:rsid w:val="00E23897"/>
    <w:rsid w:val="00E2397C"/>
    <w:rsid w:val="00E23EEF"/>
    <w:rsid w:val="00E2421F"/>
    <w:rsid w:val="00E24248"/>
    <w:rsid w:val="00E24850"/>
    <w:rsid w:val="00E24B3F"/>
    <w:rsid w:val="00E24C50"/>
    <w:rsid w:val="00E250C7"/>
    <w:rsid w:val="00E25C18"/>
    <w:rsid w:val="00E26730"/>
    <w:rsid w:val="00E26C80"/>
    <w:rsid w:val="00E303C9"/>
    <w:rsid w:val="00E309E6"/>
    <w:rsid w:val="00E30F64"/>
    <w:rsid w:val="00E310EE"/>
    <w:rsid w:val="00E318B4"/>
    <w:rsid w:val="00E31EA4"/>
    <w:rsid w:val="00E3280B"/>
    <w:rsid w:val="00E3288D"/>
    <w:rsid w:val="00E33333"/>
    <w:rsid w:val="00E3366F"/>
    <w:rsid w:val="00E33D40"/>
    <w:rsid w:val="00E33EC6"/>
    <w:rsid w:val="00E34C40"/>
    <w:rsid w:val="00E35278"/>
    <w:rsid w:val="00E3549E"/>
    <w:rsid w:val="00E35A8A"/>
    <w:rsid w:val="00E3608A"/>
    <w:rsid w:val="00E36F4C"/>
    <w:rsid w:val="00E371F9"/>
    <w:rsid w:val="00E3774D"/>
    <w:rsid w:val="00E40202"/>
    <w:rsid w:val="00E4066A"/>
    <w:rsid w:val="00E40AA4"/>
    <w:rsid w:val="00E40CB7"/>
    <w:rsid w:val="00E40D7F"/>
    <w:rsid w:val="00E40E7A"/>
    <w:rsid w:val="00E40EAF"/>
    <w:rsid w:val="00E41079"/>
    <w:rsid w:val="00E410B3"/>
    <w:rsid w:val="00E4144B"/>
    <w:rsid w:val="00E4237D"/>
    <w:rsid w:val="00E42472"/>
    <w:rsid w:val="00E4301D"/>
    <w:rsid w:val="00E431B5"/>
    <w:rsid w:val="00E43411"/>
    <w:rsid w:val="00E43629"/>
    <w:rsid w:val="00E43F62"/>
    <w:rsid w:val="00E44C8F"/>
    <w:rsid w:val="00E45184"/>
    <w:rsid w:val="00E45A10"/>
    <w:rsid w:val="00E46F0D"/>
    <w:rsid w:val="00E46F4F"/>
    <w:rsid w:val="00E4716A"/>
    <w:rsid w:val="00E473D1"/>
    <w:rsid w:val="00E4796D"/>
    <w:rsid w:val="00E47E19"/>
    <w:rsid w:val="00E511FA"/>
    <w:rsid w:val="00E51354"/>
    <w:rsid w:val="00E5185F"/>
    <w:rsid w:val="00E52298"/>
    <w:rsid w:val="00E52433"/>
    <w:rsid w:val="00E52B63"/>
    <w:rsid w:val="00E52EBE"/>
    <w:rsid w:val="00E530F8"/>
    <w:rsid w:val="00E532F4"/>
    <w:rsid w:val="00E5359E"/>
    <w:rsid w:val="00E53B76"/>
    <w:rsid w:val="00E53DCD"/>
    <w:rsid w:val="00E541DD"/>
    <w:rsid w:val="00E54291"/>
    <w:rsid w:val="00E544C8"/>
    <w:rsid w:val="00E54AE2"/>
    <w:rsid w:val="00E54DB9"/>
    <w:rsid w:val="00E5540C"/>
    <w:rsid w:val="00E55445"/>
    <w:rsid w:val="00E55532"/>
    <w:rsid w:val="00E55895"/>
    <w:rsid w:val="00E55EEC"/>
    <w:rsid w:val="00E55F0F"/>
    <w:rsid w:val="00E56D52"/>
    <w:rsid w:val="00E5702B"/>
    <w:rsid w:val="00E573A9"/>
    <w:rsid w:val="00E57429"/>
    <w:rsid w:val="00E577CE"/>
    <w:rsid w:val="00E60288"/>
    <w:rsid w:val="00E60CDC"/>
    <w:rsid w:val="00E60E91"/>
    <w:rsid w:val="00E60F0D"/>
    <w:rsid w:val="00E61085"/>
    <w:rsid w:val="00E6119A"/>
    <w:rsid w:val="00E61265"/>
    <w:rsid w:val="00E618C1"/>
    <w:rsid w:val="00E61BFE"/>
    <w:rsid w:val="00E61FE3"/>
    <w:rsid w:val="00E6225A"/>
    <w:rsid w:val="00E62918"/>
    <w:rsid w:val="00E62A7E"/>
    <w:rsid w:val="00E6303E"/>
    <w:rsid w:val="00E63713"/>
    <w:rsid w:val="00E63AD0"/>
    <w:rsid w:val="00E64111"/>
    <w:rsid w:val="00E64CA9"/>
    <w:rsid w:val="00E64EF4"/>
    <w:rsid w:val="00E65089"/>
    <w:rsid w:val="00E65095"/>
    <w:rsid w:val="00E65468"/>
    <w:rsid w:val="00E6549F"/>
    <w:rsid w:val="00E65579"/>
    <w:rsid w:val="00E658DF"/>
    <w:rsid w:val="00E6667E"/>
    <w:rsid w:val="00E669CF"/>
    <w:rsid w:val="00E66BC7"/>
    <w:rsid w:val="00E67071"/>
    <w:rsid w:val="00E67712"/>
    <w:rsid w:val="00E700E1"/>
    <w:rsid w:val="00E71233"/>
    <w:rsid w:val="00E7136D"/>
    <w:rsid w:val="00E71DC3"/>
    <w:rsid w:val="00E7224C"/>
    <w:rsid w:val="00E728D2"/>
    <w:rsid w:val="00E73442"/>
    <w:rsid w:val="00E734A3"/>
    <w:rsid w:val="00E74166"/>
    <w:rsid w:val="00E7442A"/>
    <w:rsid w:val="00E753C9"/>
    <w:rsid w:val="00E754B2"/>
    <w:rsid w:val="00E76026"/>
    <w:rsid w:val="00E76129"/>
    <w:rsid w:val="00E77248"/>
    <w:rsid w:val="00E776FA"/>
    <w:rsid w:val="00E80197"/>
    <w:rsid w:val="00E80325"/>
    <w:rsid w:val="00E80F5C"/>
    <w:rsid w:val="00E81845"/>
    <w:rsid w:val="00E81891"/>
    <w:rsid w:val="00E81B29"/>
    <w:rsid w:val="00E81D8F"/>
    <w:rsid w:val="00E81DD5"/>
    <w:rsid w:val="00E81E7E"/>
    <w:rsid w:val="00E82020"/>
    <w:rsid w:val="00E82558"/>
    <w:rsid w:val="00E82995"/>
    <w:rsid w:val="00E83A81"/>
    <w:rsid w:val="00E83AE7"/>
    <w:rsid w:val="00E842E2"/>
    <w:rsid w:val="00E849AC"/>
    <w:rsid w:val="00E8543D"/>
    <w:rsid w:val="00E855EF"/>
    <w:rsid w:val="00E868FB"/>
    <w:rsid w:val="00E86CDC"/>
    <w:rsid w:val="00E86DDD"/>
    <w:rsid w:val="00E86F81"/>
    <w:rsid w:val="00E874D2"/>
    <w:rsid w:val="00E877AE"/>
    <w:rsid w:val="00E87801"/>
    <w:rsid w:val="00E87E8F"/>
    <w:rsid w:val="00E90ED1"/>
    <w:rsid w:val="00E91601"/>
    <w:rsid w:val="00E91C0B"/>
    <w:rsid w:val="00E924B7"/>
    <w:rsid w:val="00E925AF"/>
    <w:rsid w:val="00E926E6"/>
    <w:rsid w:val="00E92955"/>
    <w:rsid w:val="00E929B9"/>
    <w:rsid w:val="00E934EC"/>
    <w:rsid w:val="00E93760"/>
    <w:rsid w:val="00E954D2"/>
    <w:rsid w:val="00E95F73"/>
    <w:rsid w:val="00E9685A"/>
    <w:rsid w:val="00E96D64"/>
    <w:rsid w:val="00E96D66"/>
    <w:rsid w:val="00E96F3A"/>
    <w:rsid w:val="00E970CF"/>
    <w:rsid w:val="00E974E9"/>
    <w:rsid w:val="00E97894"/>
    <w:rsid w:val="00E979DF"/>
    <w:rsid w:val="00EA004A"/>
    <w:rsid w:val="00EA1A92"/>
    <w:rsid w:val="00EA1D44"/>
    <w:rsid w:val="00EA1F8A"/>
    <w:rsid w:val="00EA2055"/>
    <w:rsid w:val="00EA2589"/>
    <w:rsid w:val="00EA28AE"/>
    <w:rsid w:val="00EA31F1"/>
    <w:rsid w:val="00EA32DF"/>
    <w:rsid w:val="00EA3501"/>
    <w:rsid w:val="00EA3D7F"/>
    <w:rsid w:val="00EA41AC"/>
    <w:rsid w:val="00EA462E"/>
    <w:rsid w:val="00EA4B56"/>
    <w:rsid w:val="00EA4BAA"/>
    <w:rsid w:val="00EA5A68"/>
    <w:rsid w:val="00EA5ACC"/>
    <w:rsid w:val="00EA61F4"/>
    <w:rsid w:val="00EA66A8"/>
    <w:rsid w:val="00EA6736"/>
    <w:rsid w:val="00EA6DF3"/>
    <w:rsid w:val="00EA6EB2"/>
    <w:rsid w:val="00EA72F1"/>
    <w:rsid w:val="00EA73EA"/>
    <w:rsid w:val="00EA7813"/>
    <w:rsid w:val="00EA7E7B"/>
    <w:rsid w:val="00EB0307"/>
    <w:rsid w:val="00EB0466"/>
    <w:rsid w:val="00EB0FCE"/>
    <w:rsid w:val="00EB1649"/>
    <w:rsid w:val="00EB18BE"/>
    <w:rsid w:val="00EB1AFF"/>
    <w:rsid w:val="00EB1E17"/>
    <w:rsid w:val="00EB1F5C"/>
    <w:rsid w:val="00EB2025"/>
    <w:rsid w:val="00EB27BB"/>
    <w:rsid w:val="00EB36D1"/>
    <w:rsid w:val="00EB3988"/>
    <w:rsid w:val="00EB4364"/>
    <w:rsid w:val="00EB4B33"/>
    <w:rsid w:val="00EB4C3D"/>
    <w:rsid w:val="00EB4F4E"/>
    <w:rsid w:val="00EB57E2"/>
    <w:rsid w:val="00EB6C1C"/>
    <w:rsid w:val="00EB78CB"/>
    <w:rsid w:val="00EB7B56"/>
    <w:rsid w:val="00EB7F10"/>
    <w:rsid w:val="00EC03B2"/>
    <w:rsid w:val="00EC08AF"/>
    <w:rsid w:val="00EC1BFE"/>
    <w:rsid w:val="00EC1F4B"/>
    <w:rsid w:val="00EC2C3D"/>
    <w:rsid w:val="00EC2E72"/>
    <w:rsid w:val="00EC40AD"/>
    <w:rsid w:val="00EC4EE0"/>
    <w:rsid w:val="00EC5706"/>
    <w:rsid w:val="00EC5789"/>
    <w:rsid w:val="00EC6289"/>
    <w:rsid w:val="00EC6434"/>
    <w:rsid w:val="00EC6752"/>
    <w:rsid w:val="00EC6BB4"/>
    <w:rsid w:val="00EC6C8E"/>
    <w:rsid w:val="00EC71DE"/>
    <w:rsid w:val="00ED1658"/>
    <w:rsid w:val="00ED1AAE"/>
    <w:rsid w:val="00ED25F9"/>
    <w:rsid w:val="00ED36B8"/>
    <w:rsid w:val="00ED3CEC"/>
    <w:rsid w:val="00ED466B"/>
    <w:rsid w:val="00ED50CA"/>
    <w:rsid w:val="00ED53CA"/>
    <w:rsid w:val="00ED5514"/>
    <w:rsid w:val="00ED56C7"/>
    <w:rsid w:val="00ED7046"/>
    <w:rsid w:val="00ED75AC"/>
    <w:rsid w:val="00ED7E46"/>
    <w:rsid w:val="00ED7EAC"/>
    <w:rsid w:val="00EE0060"/>
    <w:rsid w:val="00EE01EA"/>
    <w:rsid w:val="00EE06C3"/>
    <w:rsid w:val="00EE099D"/>
    <w:rsid w:val="00EE119F"/>
    <w:rsid w:val="00EE1435"/>
    <w:rsid w:val="00EE1A29"/>
    <w:rsid w:val="00EE297C"/>
    <w:rsid w:val="00EE2C78"/>
    <w:rsid w:val="00EE3B63"/>
    <w:rsid w:val="00EE3C25"/>
    <w:rsid w:val="00EE3CAD"/>
    <w:rsid w:val="00EE413C"/>
    <w:rsid w:val="00EE431F"/>
    <w:rsid w:val="00EE4AB4"/>
    <w:rsid w:val="00EE4AE7"/>
    <w:rsid w:val="00EE4C68"/>
    <w:rsid w:val="00EE4D02"/>
    <w:rsid w:val="00EE4F2F"/>
    <w:rsid w:val="00EE7046"/>
    <w:rsid w:val="00EE73FD"/>
    <w:rsid w:val="00EE7643"/>
    <w:rsid w:val="00EE78F3"/>
    <w:rsid w:val="00EE7C34"/>
    <w:rsid w:val="00EE7C87"/>
    <w:rsid w:val="00EE7EAF"/>
    <w:rsid w:val="00EF000D"/>
    <w:rsid w:val="00EF074B"/>
    <w:rsid w:val="00EF1A3C"/>
    <w:rsid w:val="00EF1AE6"/>
    <w:rsid w:val="00EF26D5"/>
    <w:rsid w:val="00EF379E"/>
    <w:rsid w:val="00EF387B"/>
    <w:rsid w:val="00EF42E2"/>
    <w:rsid w:val="00EF4568"/>
    <w:rsid w:val="00EF4AD7"/>
    <w:rsid w:val="00EF4CEB"/>
    <w:rsid w:val="00EF518F"/>
    <w:rsid w:val="00EF5215"/>
    <w:rsid w:val="00EF53CC"/>
    <w:rsid w:val="00EF5690"/>
    <w:rsid w:val="00EF5D5F"/>
    <w:rsid w:val="00EF62B2"/>
    <w:rsid w:val="00EF67C8"/>
    <w:rsid w:val="00EF70E9"/>
    <w:rsid w:val="00EF7288"/>
    <w:rsid w:val="00EF73AF"/>
    <w:rsid w:val="00EF7434"/>
    <w:rsid w:val="00EF776E"/>
    <w:rsid w:val="00EF7F3B"/>
    <w:rsid w:val="00F002EB"/>
    <w:rsid w:val="00F0166A"/>
    <w:rsid w:val="00F0166E"/>
    <w:rsid w:val="00F018E7"/>
    <w:rsid w:val="00F018E9"/>
    <w:rsid w:val="00F01E40"/>
    <w:rsid w:val="00F01F83"/>
    <w:rsid w:val="00F0262F"/>
    <w:rsid w:val="00F02AEE"/>
    <w:rsid w:val="00F02E36"/>
    <w:rsid w:val="00F03497"/>
    <w:rsid w:val="00F0363F"/>
    <w:rsid w:val="00F036C4"/>
    <w:rsid w:val="00F03906"/>
    <w:rsid w:val="00F03B2D"/>
    <w:rsid w:val="00F03B66"/>
    <w:rsid w:val="00F04112"/>
    <w:rsid w:val="00F04431"/>
    <w:rsid w:val="00F04BA3"/>
    <w:rsid w:val="00F04DD6"/>
    <w:rsid w:val="00F0560E"/>
    <w:rsid w:val="00F05D1D"/>
    <w:rsid w:val="00F05D57"/>
    <w:rsid w:val="00F05DEB"/>
    <w:rsid w:val="00F0650D"/>
    <w:rsid w:val="00F06636"/>
    <w:rsid w:val="00F06BF2"/>
    <w:rsid w:val="00F06CC8"/>
    <w:rsid w:val="00F07F4B"/>
    <w:rsid w:val="00F1002C"/>
    <w:rsid w:val="00F1123D"/>
    <w:rsid w:val="00F11703"/>
    <w:rsid w:val="00F1179B"/>
    <w:rsid w:val="00F11894"/>
    <w:rsid w:val="00F11AA7"/>
    <w:rsid w:val="00F12CB4"/>
    <w:rsid w:val="00F12E0E"/>
    <w:rsid w:val="00F12EF9"/>
    <w:rsid w:val="00F13ABA"/>
    <w:rsid w:val="00F13DCF"/>
    <w:rsid w:val="00F14010"/>
    <w:rsid w:val="00F14271"/>
    <w:rsid w:val="00F1536C"/>
    <w:rsid w:val="00F15391"/>
    <w:rsid w:val="00F15A09"/>
    <w:rsid w:val="00F15B24"/>
    <w:rsid w:val="00F16ADD"/>
    <w:rsid w:val="00F17984"/>
    <w:rsid w:val="00F17A76"/>
    <w:rsid w:val="00F20319"/>
    <w:rsid w:val="00F204B6"/>
    <w:rsid w:val="00F20A4D"/>
    <w:rsid w:val="00F20A55"/>
    <w:rsid w:val="00F21380"/>
    <w:rsid w:val="00F21C70"/>
    <w:rsid w:val="00F21E47"/>
    <w:rsid w:val="00F225AA"/>
    <w:rsid w:val="00F23015"/>
    <w:rsid w:val="00F233E3"/>
    <w:rsid w:val="00F23D0A"/>
    <w:rsid w:val="00F2488E"/>
    <w:rsid w:val="00F24A9C"/>
    <w:rsid w:val="00F24AE2"/>
    <w:rsid w:val="00F253CB"/>
    <w:rsid w:val="00F25A94"/>
    <w:rsid w:val="00F25BB6"/>
    <w:rsid w:val="00F25FD0"/>
    <w:rsid w:val="00F2617B"/>
    <w:rsid w:val="00F26671"/>
    <w:rsid w:val="00F270D7"/>
    <w:rsid w:val="00F2732B"/>
    <w:rsid w:val="00F2741B"/>
    <w:rsid w:val="00F2747F"/>
    <w:rsid w:val="00F27DA2"/>
    <w:rsid w:val="00F30329"/>
    <w:rsid w:val="00F30520"/>
    <w:rsid w:val="00F3075B"/>
    <w:rsid w:val="00F31155"/>
    <w:rsid w:val="00F315C2"/>
    <w:rsid w:val="00F319A6"/>
    <w:rsid w:val="00F319E2"/>
    <w:rsid w:val="00F31A5B"/>
    <w:rsid w:val="00F32FA8"/>
    <w:rsid w:val="00F335FB"/>
    <w:rsid w:val="00F3374C"/>
    <w:rsid w:val="00F343D3"/>
    <w:rsid w:val="00F34456"/>
    <w:rsid w:val="00F34D9B"/>
    <w:rsid w:val="00F34F5C"/>
    <w:rsid w:val="00F356DF"/>
    <w:rsid w:val="00F366F9"/>
    <w:rsid w:val="00F36E87"/>
    <w:rsid w:val="00F37908"/>
    <w:rsid w:val="00F37BCA"/>
    <w:rsid w:val="00F403F0"/>
    <w:rsid w:val="00F40720"/>
    <w:rsid w:val="00F40DEF"/>
    <w:rsid w:val="00F41019"/>
    <w:rsid w:val="00F4107C"/>
    <w:rsid w:val="00F410DB"/>
    <w:rsid w:val="00F411C4"/>
    <w:rsid w:val="00F413F3"/>
    <w:rsid w:val="00F41461"/>
    <w:rsid w:val="00F415F1"/>
    <w:rsid w:val="00F418E4"/>
    <w:rsid w:val="00F4225B"/>
    <w:rsid w:val="00F42A5B"/>
    <w:rsid w:val="00F43081"/>
    <w:rsid w:val="00F43C4D"/>
    <w:rsid w:val="00F43FDF"/>
    <w:rsid w:val="00F441FF"/>
    <w:rsid w:val="00F4439A"/>
    <w:rsid w:val="00F444FC"/>
    <w:rsid w:val="00F44829"/>
    <w:rsid w:val="00F44A12"/>
    <w:rsid w:val="00F456EF"/>
    <w:rsid w:val="00F45811"/>
    <w:rsid w:val="00F4625B"/>
    <w:rsid w:val="00F462D0"/>
    <w:rsid w:val="00F46B6C"/>
    <w:rsid w:val="00F47166"/>
    <w:rsid w:val="00F4785E"/>
    <w:rsid w:val="00F47D11"/>
    <w:rsid w:val="00F5138A"/>
    <w:rsid w:val="00F51870"/>
    <w:rsid w:val="00F51DE0"/>
    <w:rsid w:val="00F51EDB"/>
    <w:rsid w:val="00F525C3"/>
    <w:rsid w:val="00F52623"/>
    <w:rsid w:val="00F52728"/>
    <w:rsid w:val="00F5272A"/>
    <w:rsid w:val="00F52AA0"/>
    <w:rsid w:val="00F52BB2"/>
    <w:rsid w:val="00F52E31"/>
    <w:rsid w:val="00F52EE6"/>
    <w:rsid w:val="00F53BE9"/>
    <w:rsid w:val="00F541AC"/>
    <w:rsid w:val="00F544F5"/>
    <w:rsid w:val="00F54DD2"/>
    <w:rsid w:val="00F55157"/>
    <w:rsid w:val="00F551FB"/>
    <w:rsid w:val="00F5559A"/>
    <w:rsid w:val="00F55C7D"/>
    <w:rsid w:val="00F55F8B"/>
    <w:rsid w:val="00F566B9"/>
    <w:rsid w:val="00F56735"/>
    <w:rsid w:val="00F56844"/>
    <w:rsid w:val="00F56BC1"/>
    <w:rsid w:val="00F56D7F"/>
    <w:rsid w:val="00F578B7"/>
    <w:rsid w:val="00F579FD"/>
    <w:rsid w:val="00F60040"/>
    <w:rsid w:val="00F600B7"/>
    <w:rsid w:val="00F6031A"/>
    <w:rsid w:val="00F605D1"/>
    <w:rsid w:val="00F60610"/>
    <w:rsid w:val="00F60BB4"/>
    <w:rsid w:val="00F6160F"/>
    <w:rsid w:val="00F6169C"/>
    <w:rsid w:val="00F61861"/>
    <w:rsid w:val="00F618F3"/>
    <w:rsid w:val="00F619CA"/>
    <w:rsid w:val="00F61A70"/>
    <w:rsid w:val="00F62180"/>
    <w:rsid w:val="00F62205"/>
    <w:rsid w:val="00F62F6C"/>
    <w:rsid w:val="00F63822"/>
    <w:rsid w:val="00F64122"/>
    <w:rsid w:val="00F643D2"/>
    <w:rsid w:val="00F64F95"/>
    <w:rsid w:val="00F64FE1"/>
    <w:rsid w:val="00F65593"/>
    <w:rsid w:val="00F65AFF"/>
    <w:rsid w:val="00F66FC6"/>
    <w:rsid w:val="00F67515"/>
    <w:rsid w:val="00F67E8A"/>
    <w:rsid w:val="00F70ABD"/>
    <w:rsid w:val="00F71A9E"/>
    <w:rsid w:val="00F71B6D"/>
    <w:rsid w:val="00F71FD7"/>
    <w:rsid w:val="00F722C3"/>
    <w:rsid w:val="00F7264F"/>
    <w:rsid w:val="00F72D9D"/>
    <w:rsid w:val="00F73600"/>
    <w:rsid w:val="00F74513"/>
    <w:rsid w:val="00F74DEB"/>
    <w:rsid w:val="00F75A6D"/>
    <w:rsid w:val="00F75DB0"/>
    <w:rsid w:val="00F76AF3"/>
    <w:rsid w:val="00F76B67"/>
    <w:rsid w:val="00F76E6E"/>
    <w:rsid w:val="00F772DE"/>
    <w:rsid w:val="00F80172"/>
    <w:rsid w:val="00F803F8"/>
    <w:rsid w:val="00F80B27"/>
    <w:rsid w:val="00F82B2A"/>
    <w:rsid w:val="00F82BF3"/>
    <w:rsid w:val="00F82E63"/>
    <w:rsid w:val="00F83560"/>
    <w:rsid w:val="00F83C14"/>
    <w:rsid w:val="00F84261"/>
    <w:rsid w:val="00F84456"/>
    <w:rsid w:val="00F849BF"/>
    <w:rsid w:val="00F84AFF"/>
    <w:rsid w:val="00F85339"/>
    <w:rsid w:val="00F861EC"/>
    <w:rsid w:val="00F86A10"/>
    <w:rsid w:val="00F86BCD"/>
    <w:rsid w:val="00F86EE4"/>
    <w:rsid w:val="00F86F49"/>
    <w:rsid w:val="00F86F79"/>
    <w:rsid w:val="00F87242"/>
    <w:rsid w:val="00F8725D"/>
    <w:rsid w:val="00F8731F"/>
    <w:rsid w:val="00F87650"/>
    <w:rsid w:val="00F90AF9"/>
    <w:rsid w:val="00F9150D"/>
    <w:rsid w:val="00F91CCD"/>
    <w:rsid w:val="00F92D28"/>
    <w:rsid w:val="00F92DA1"/>
    <w:rsid w:val="00F93065"/>
    <w:rsid w:val="00F931F2"/>
    <w:rsid w:val="00F9335C"/>
    <w:rsid w:val="00F936EC"/>
    <w:rsid w:val="00F93AB1"/>
    <w:rsid w:val="00F9526B"/>
    <w:rsid w:val="00F95365"/>
    <w:rsid w:val="00F956A5"/>
    <w:rsid w:val="00F964F2"/>
    <w:rsid w:val="00F96B4A"/>
    <w:rsid w:val="00F96C2F"/>
    <w:rsid w:val="00F97DC2"/>
    <w:rsid w:val="00FA00D5"/>
    <w:rsid w:val="00FA04A2"/>
    <w:rsid w:val="00FA07AA"/>
    <w:rsid w:val="00FA08CC"/>
    <w:rsid w:val="00FA0A24"/>
    <w:rsid w:val="00FA164E"/>
    <w:rsid w:val="00FA1DDF"/>
    <w:rsid w:val="00FA21E6"/>
    <w:rsid w:val="00FA24B6"/>
    <w:rsid w:val="00FA25B7"/>
    <w:rsid w:val="00FA2DFF"/>
    <w:rsid w:val="00FA3198"/>
    <w:rsid w:val="00FA388E"/>
    <w:rsid w:val="00FA3BD1"/>
    <w:rsid w:val="00FA41C3"/>
    <w:rsid w:val="00FA4400"/>
    <w:rsid w:val="00FA44D5"/>
    <w:rsid w:val="00FA47B0"/>
    <w:rsid w:val="00FA47C3"/>
    <w:rsid w:val="00FA4B67"/>
    <w:rsid w:val="00FA4D9C"/>
    <w:rsid w:val="00FA4E95"/>
    <w:rsid w:val="00FA6421"/>
    <w:rsid w:val="00FA68D4"/>
    <w:rsid w:val="00FA6F66"/>
    <w:rsid w:val="00FA729E"/>
    <w:rsid w:val="00FA79CA"/>
    <w:rsid w:val="00FA7FE4"/>
    <w:rsid w:val="00FB027B"/>
    <w:rsid w:val="00FB04E5"/>
    <w:rsid w:val="00FB071B"/>
    <w:rsid w:val="00FB0F63"/>
    <w:rsid w:val="00FB126E"/>
    <w:rsid w:val="00FB17D3"/>
    <w:rsid w:val="00FB1A9D"/>
    <w:rsid w:val="00FB20D0"/>
    <w:rsid w:val="00FB266F"/>
    <w:rsid w:val="00FB269C"/>
    <w:rsid w:val="00FB26E8"/>
    <w:rsid w:val="00FB39C4"/>
    <w:rsid w:val="00FB3A41"/>
    <w:rsid w:val="00FB3C54"/>
    <w:rsid w:val="00FB415E"/>
    <w:rsid w:val="00FB43E2"/>
    <w:rsid w:val="00FB4B0B"/>
    <w:rsid w:val="00FB50EA"/>
    <w:rsid w:val="00FB5215"/>
    <w:rsid w:val="00FB578C"/>
    <w:rsid w:val="00FB5BA2"/>
    <w:rsid w:val="00FB74FA"/>
    <w:rsid w:val="00FB7B26"/>
    <w:rsid w:val="00FB7DF6"/>
    <w:rsid w:val="00FC0C81"/>
    <w:rsid w:val="00FC0E8F"/>
    <w:rsid w:val="00FC0FD6"/>
    <w:rsid w:val="00FC13F5"/>
    <w:rsid w:val="00FC1723"/>
    <w:rsid w:val="00FC2931"/>
    <w:rsid w:val="00FC2B9E"/>
    <w:rsid w:val="00FC2C7D"/>
    <w:rsid w:val="00FC2DBE"/>
    <w:rsid w:val="00FC391C"/>
    <w:rsid w:val="00FC3F53"/>
    <w:rsid w:val="00FC4551"/>
    <w:rsid w:val="00FC47CD"/>
    <w:rsid w:val="00FC4B4E"/>
    <w:rsid w:val="00FC4ED2"/>
    <w:rsid w:val="00FC53C7"/>
    <w:rsid w:val="00FC5819"/>
    <w:rsid w:val="00FC58FA"/>
    <w:rsid w:val="00FC5B31"/>
    <w:rsid w:val="00FC6B88"/>
    <w:rsid w:val="00FC6F50"/>
    <w:rsid w:val="00FC7382"/>
    <w:rsid w:val="00FC7778"/>
    <w:rsid w:val="00FC77B1"/>
    <w:rsid w:val="00FD160E"/>
    <w:rsid w:val="00FD1F9E"/>
    <w:rsid w:val="00FD2653"/>
    <w:rsid w:val="00FD2946"/>
    <w:rsid w:val="00FD2D02"/>
    <w:rsid w:val="00FD2E27"/>
    <w:rsid w:val="00FD2EDC"/>
    <w:rsid w:val="00FD302F"/>
    <w:rsid w:val="00FD3395"/>
    <w:rsid w:val="00FD35A6"/>
    <w:rsid w:val="00FD36F9"/>
    <w:rsid w:val="00FD4028"/>
    <w:rsid w:val="00FD45B0"/>
    <w:rsid w:val="00FD515A"/>
    <w:rsid w:val="00FD550E"/>
    <w:rsid w:val="00FD55AB"/>
    <w:rsid w:val="00FD5A76"/>
    <w:rsid w:val="00FD644D"/>
    <w:rsid w:val="00FD64F4"/>
    <w:rsid w:val="00FD71DE"/>
    <w:rsid w:val="00FD7F97"/>
    <w:rsid w:val="00FE037E"/>
    <w:rsid w:val="00FE05C7"/>
    <w:rsid w:val="00FE0824"/>
    <w:rsid w:val="00FE09ED"/>
    <w:rsid w:val="00FE0C2A"/>
    <w:rsid w:val="00FE17B8"/>
    <w:rsid w:val="00FE1865"/>
    <w:rsid w:val="00FE1E9E"/>
    <w:rsid w:val="00FE22A9"/>
    <w:rsid w:val="00FE2597"/>
    <w:rsid w:val="00FE33DD"/>
    <w:rsid w:val="00FE3ADE"/>
    <w:rsid w:val="00FE3E09"/>
    <w:rsid w:val="00FE3E8E"/>
    <w:rsid w:val="00FE4616"/>
    <w:rsid w:val="00FE48CF"/>
    <w:rsid w:val="00FE4D08"/>
    <w:rsid w:val="00FE4EE6"/>
    <w:rsid w:val="00FE4F8D"/>
    <w:rsid w:val="00FE5969"/>
    <w:rsid w:val="00FE5A73"/>
    <w:rsid w:val="00FE60B8"/>
    <w:rsid w:val="00FE7297"/>
    <w:rsid w:val="00FE7764"/>
    <w:rsid w:val="00FE7A1C"/>
    <w:rsid w:val="00FF0193"/>
    <w:rsid w:val="00FF0BAF"/>
    <w:rsid w:val="00FF0FF7"/>
    <w:rsid w:val="00FF1AA6"/>
    <w:rsid w:val="00FF1BD6"/>
    <w:rsid w:val="00FF1D0A"/>
    <w:rsid w:val="00FF2490"/>
    <w:rsid w:val="00FF29BD"/>
    <w:rsid w:val="00FF29E0"/>
    <w:rsid w:val="00FF2AD6"/>
    <w:rsid w:val="00FF3163"/>
    <w:rsid w:val="00FF3C4D"/>
    <w:rsid w:val="00FF3E1E"/>
    <w:rsid w:val="00FF4C6A"/>
    <w:rsid w:val="00FF5848"/>
    <w:rsid w:val="00FF5CD8"/>
    <w:rsid w:val="00FF5F92"/>
    <w:rsid w:val="00FF6151"/>
    <w:rsid w:val="00FF6628"/>
    <w:rsid w:val="00FF670E"/>
    <w:rsid w:val="00FF7BDA"/>
    <w:rsid w:val="00FF7BED"/>
    <w:rsid w:val="00FF7E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6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1467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A1467A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A1467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138</TotalTime>
  <Pages>2</Pages>
  <Words>303</Words>
  <Characters>1728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23</cp:revision>
  <cp:lastPrinted>2013-03-13T09:05:00Z</cp:lastPrinted>
  <dcterms:created xsi:type="dcterms:W3CDTF">2013-02-08T12:27:00Z</dcterms:created>
  <dcterms:modified xsi:type="dcterms:W3CDTF">2015-03-31T08:44:00Z</dcterms:modified>
</cp:coreProperties>
</file>