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420" w:rsidRDefault="00842420" w:rsidP="00C97D57"/>
    <w:p w:rsidR="00842420" w:rsidRPr="00A14AF6" w:rsidRDefault="00842420" w:rsidP="00C028E5">
      <w:pPr>
        <w:jc w:val="center"/>
      </w:pPr>
      <w:r>
        <w:t xml:space="preserve">                                                                         ПРИЛОЖЕНИЕ</w:t>
      </w:r>
    </w:p>
    <w:p w:rsidR="00842420" w:rsidRDefault="00842420" w:rsidP="00C97D57">
      <w:pPr>
        <w:ind w:left="5103"/>
      </w:pPr>
      <w:r>
        <w:t xml:space="preserve">                   </w:t>
      </w:r>
      <w:r w:rsidRPr="00A14AF6">
        <w:t xml:space="preserve"> </w:t>
      </w:r>
      <w:r>
        <w:t xml:space="preserve">  </w:t>
      </w:r>
    </w:p>
    <w:p w:rsidR="00842420" w:rsidRPr="000813F0" w:rsidRDefault="00842420" w:rsidP="00C97D57">
      <w:pPr>
        <w:ind w:left="5103"/>
      </w:pPr>
      <w:r>
        <w:t xml:space="preserve">                      </w:t>
      </w:r>
      <w:r w:rsidRPr="00A14AF6">
        <w:t xml:space="preserve"> </w:t>
      </w:r>
      <w:r w:rsidRPr="000813F0">
        <w:t>УТВЕРЖДЕН</w:t>
      </w:r>
    </w:p>
    <w:p w:rsidR="00842420" w:rsidRPr="000813F0" w:rsidRDefault="00842420" w:rsidP="00C97D57">
      <w:pPr>
        <w:ind w:left="5103"/>
      </w:pPr>
      <w:r>
        <w:t xml:space="preserve">     распоряжением</w:t>
      </w:r>
      <w:r w:rsidRPr="000813F0">
        <w:t xml:space="preserve"> администрации </w:t>
      </w:r>
    </w:p>
    <w:p w:rsidR="00842420" w:rsidRDefault="00842420" w:rsidP="00386F58">
      <w:r>
        <w:t xml:space="preserve">                                                                       Старотитаровского сельского поселения</w:t>
      </w:r>
    </w:p>
    <w:p w:rsidR="00842420" w:rsidRPr="000813F0" w:rsidRDefault="00842420" w:rsidP="00C97D57">
      <w:pPr>
        <w:ind w:left="5103"/>
      </w:pPr>
      <w:r>
        <w:t xml:space="preserve">                    Темрюкского района</w:t>
      </w:r>
    </w:p>
    <w:p w:rsidR="00842420" w:rsidRPr="000813F0" w:rsidRDefault="00842420" w:rsidP="00C97D57">
      <w:r>
        <w:t xml:space="preserve">                                                                                  </w:t>
      </w:r>
      <w:r w:rsidRPr="00DB3CD0">
        <w:t xml:space="preserve">  </w:t>
      </w:r>
      <w:r>
        <w:t xml:space="preserve">       </w:t>
      </w:r>
      <w:r w:rsidRPr="00DB3CD0">
        <w:t xml:space="preserve"> </w:t>
      </w:r>
      <w:r w:rsidRPr="000813F0">
        <w:t xml:space="preserve">от </w:t>
      </w:r>
      <w:r>
        <w:t xml:space="preserve">25.06.2012 </w:t>
      </w:r>
      <w:r w:rsidRPr="000813F0">
        <w:t xml:space="preserve">№ </w:t>
      </w:r>
      <w:r>
        <w:t>98-р</w:t>
      </w:r>
    </w:p>
    <w:p w:rsidR="00842420" w:rsidRPr="000813F0" w:rsidRDefault="00842420" w:rsidP="00C97D57">
      <w:pPr>
        <w:ind w:left="4395"/>
      </w:pPr>
    </w:p>
    <w:p w:rsidR="00842420" w:rsidRPr="00D74C5C" w:rsidRDefault="00842420" w:rsidP="00C97D57"/>
    <w:p w:rsidR="00842420" w:rsidRPr="00D74C5C" w:rsidRDefault="00842420" w:rsidP="00447139">
      <w:pPr>
        <w:jc w:val="center"/>
      </w:pPr>
      <w:r w:rsidRPr="00D74C5C">
        <w:t>ПЕРЕЧЕНЬ</w:t>
      </w:r>
    </w:p>
    <w:p w:rsidR="00842420" w:rsidRDefault="00842420" w:rsidP="00C028E5">
      <w:pPr>
        <w:jc w:val="center"/>
      </w:pPr>
      <w:r w:rsidRPr="00D74C5C">
        <w:t>муниципальных услуг (функций)</w:t>
      </w:r>
      <w:r>
        <w:t xml:space="preserve">, предоставляемых (исполняемых) структурными подразделениями администрации Старотитаровского сельского поселения  </w:t>
      </w:r>
      <w:r w:rsidRPr="00D74C5C">
        <w:t>Темрюкск</w:t>
      </w:r>
      <w:r>
        <w:t>ого</w:t>
      </w:r>
      <w:r w:rsidRPr="00D74C5C">
        <w:t xml:space="preserve"> район</w:t>
      </w:r>
      <w:r>
        <w:t>а с элементами межведомственного взаимодействия</w:t>
      </w:r>
    </w:p>
    <w:p w:rsidR="00842420" w:rsidRDefault="00842420" w:rsidP="00A720EE">
      <w:pPr>
        <w:ind w:left="-709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923"/>
        <w:gridCol w:w="17"/>
        <w:gridCol w:w="3269"/>
      </w:tblGrid>
      <w:tr w:rsidR="00842420" w:rsidTr="00CA2A50">
        <w:tc>
          <w:tcPr>
            <w:tcW w:w="648" w:type="dxa"/>
          </w:tcPr>
          <w:p w:rsidR="00842420" w:rsidRPr="00CA2A50" w:rsidRDefault="00842420" w:rsidP="00CA2A50">
            <w:pPr>
              <w:jc w:val="center"/>
            </w:pPr>
            <w:r w:rsidRPr="00CA2A50">
              <w:t>№ п/п</w:t>
            </w:r>
          </w:p>
        </w:tc>
        <w:tc>
          <w:tcPr>
            <w:tcW w:w="5923" w:type="dxa"/>
          </w:tcPr>
          <w:p w:rsidR="00842420" w:rsidRPr="00CA2A50" w:rsidRDefault="00842420" w:rsidP="00CA2A50">
            <w:pPr>
              <w:jc w:val="center"/>
            </w:pPr>
            <w:r w:rsidRPr="00CA2A50">
              <w:t>Наименование муниципальной услуги                             ( функции) предоставляемой ( исполняемой) органами местного самоуправления Старотитаровского сельского поселения Темрюкского района</w:t>
            </w:r>
          </w:p>
        </w:tc>
        <w:tc>
          <w:tcPr>
            <w:tcW w:w="3286" w:type="dxa"/>
            <w:gridSpan w:val="2"/>
          </w:tcPr>
          <w:p w:rsidR="00842420" w:rsidRPr="00CA2A50" w:rsidRDefault="00842420" w:rsidP="00CA2A50">
            <w:pPr>
              <w:jc w:val="center"/>
            </w:pPr>
            <w:r w:rsidRPr="00CA2A50">
              <w:t>Наименование исполнительного органа местного самоуправления Старотитаровского сельского поселения Темрюкского района предоставляющего                    ( исполняющего) муниципальную услугу                 ( функцию)</w:t>
            </w:r>
          </w:p>
        </w:tc>
      </w:tr>
      <w:tr w:rsidR="00842420" w:rsidTr="00CA2A50">
        <w:tc>
          <w:tcPr>
            <w:tcW w:w="648" w:type="dxa"/>
          </w:tcPr>
          <w:p w:rsidR="00842420" w:rsidRPr="00CA2A50" w:rsidRDefault="00842420" w:rsidP="00CA2A50">
            <w:pPr>
              <w:jc w:val="center"/>
            </w:pPr>
            <w:r w:rsidRPr="00CA2A50">
              <w:t>1</w:t>
            </w:r>
          </w:p>
        </w:tc>
        <w:tc>
          <w:tcPr>
            <w:tcW w:w="5923" w:type="dxa"/>
          </w:tcPr>
          <w:p w:rsidR="00842420" w:rsidRPr="00CA2A50" w:rsidRDefault="00842420" w:rsidP="00CA2A50">
            <w:pPr>
              <w:jc w:val="center"/>
            </w:pPr>
            <w:r w:rsidRPr="00CA2A50">
              <w:t>2</w:t>
            </w:r>
          </w:p>
        </w:tc>
        <w:tc>
          <w:tcPr>
            <w:tcW w:w="3286" w:type="dxa"/>
            <w:gridSpan w:val="2"/>
          </w:tcPr>
          <w:p w:rsidR="00842420" w:rsidRPr="00CA2A50" w:rsidRDefault="00842420" w:rsidP="00CA2A50">
            <w:pPr>
              <w:jc w:val="center"/>
            </w:pPr>
            <w:r w:rsidRPr="00CA2A50">
              <w:t>3</w:t>
            </w:r>
          </w:p>
        </w:tc>
      </w:tr>
      <w:tr w:rsidR="00842420" w:rsidTr="00CA2A50">
        <w:tc>
          <w:tcPr>
            <w:tcW w:w="648" w:type="dxa"/>
          </w:tcPr>
          <w:p w:rsidR="00842420" w:rsidRPr="00CA2A50" w:rsidRDefault="00842420" w:rsidP="00CA2A50">
            <w:pPr>
              <w:jc w:val="center"/>
            </w:pPr>
          </w:p>
        </w:tc>
        <w:tc>
          <w:tcPr>
            <w:tcW w:w="9209" w:type="dxa"/>
            <w:gridSpan w:val="3"/>
          </w:tcPr>
          <w:p w:rsidR="00842420" w:rsidRPr="00CA2A50" w:rsidRDefault="00842420" w:rsidP="00CA2A50">
            <w:pPr>
              <w:jc w:val="center"/>
            </w:pPr>
            <w:smartTag w:uri="urn:schemas-microsoft-com:office:smarttags" w:element="place">
              <w:r w:rsidRPr="00CA2A50">
                <w:rPr>
                  <w:lang w:val="en-US"/>
                </w:rPr>
                <w:t>I</w:t>
              </w:r>
              <w:r w:rsidRPr="00CA2A50">
                <w:t>.</w:t>
              </w:r>
            </w:smartTag>
            <w:r w:rsidRPr="00CA2A50">
              <w:t xml:space="preserve"> Муниципальные услуги</w:t>
            </w:r>
          </w:p>
        </w:tc>
      </w:tr>
      <w:tr w:rsidR="00842420" w:rsidTr="00CA2A50">
        <w:tc>
          <w:tcPr>
            <w:tcW w:w="648" w:type="dxa"/>
          </w:tcPr>
          <w:p w:rsidR="00842420" w:rsidRPr="00CA2A50" w:rsidRDefault="00842420" w:rsidP="00CA2A50">
            <w:pPr>
              <w:jc w:val="center"/>
            </w:pPr>
          </w:p>
        </w:tc>
        <w:tc>
          <w:tcPr>
            <w:tcW w:w="9209" w:type="dxa"/>
            <w:gridSpan w:val="3"/>
          </w:tcPr>
          <w:p w:rsidR="00842420" w:rsidRPr="00CA2A50" w:rsidRDefault="00842420" w:rsidP="00CA2A50">
            <w:pPr>
              <w:jc w:val="center"/>
            </w:pPr>
            <w:r w:rsidRPr="00CA2A50">
              <w:t>Земельные и имущественные отношения</w:t>
            </w:r>
          </w:p>
        </w:tc>
      </w:tr>
      <w:tr w:rsidR="00842420" w:rsidTr="00CA2A50">
        <w:tc>
          <w:tcPr>
            <w:tcW w:w="648" w:type="dxa"/>
          </w:tcPr>
          <w:p w:rsidR="00842420" w:rsidRPr="00CA2A50" w:rsidRDefault="00842420" w:rsidP="00CA2A50">
            <w:pPr>
              <w:jc w:val="center"/>
            </w:pPr>
            <w:r w:rsidRPr="00CA2A50">
              <w:t>1.</w:t>
            </w:r>
          </w:p>
        </w:tc>
        <w:tc>
          <w:tcPr>
            <w:tcW w:w="5940" w:type="dxa"/>
            <w:gridSpan w:val="2"/>
          </w:tcPr>
          <w:p w:rsidR="00842420" w:rsidRPr="00CA2A50" w:rsidRDefault="00842420" w:rsidP="00D7100E">
            <w:r w:rsidRPr="00CA2A50">
              <w:t>Изменение вида разрешённого использования земельного участка и  (или) объекта капитального строительства</w:t>
            </w:r>
          </w:p>
        </w:tc>
        <w:tc>
          <w:tcPr>
            <w:tcW w:w="3269" w:type="dxa"/>
          </w:tcPr>
          <w:p w:rsidR="00842420" w:rsidRPr="00CA2A50" w:rsidRDefault="00842420" w:rsidP="00D7100E">
            <w:r w:rsidRPr="00CA2A50">
              <w:t>Отдел по архитектуре и градостроительству администрации Старотитаровского сельского поселения Темрюкского района</w:t>
            </w:r>
          </w:p>
        </w:tc>
      </w:tr>
      <w:tr w:rsidR="00842420" w:rsidTr="00CA2A50">
        <w:tc>
          <w:tcPr>
            <w:tcW w:w="648" w:type="dxa"/>
          </w:tcPr>
          <w:p w:rsidR="00842420" w:rsidRPr="00CA2A50" w:rsidRDefault="00842420" w:rsidP="00CA2A50">
            <w:pPr>
              <w:jc w:val="center"/>
            </w:pPr>
          </w:p>
          <w:p w:rsidR="00842420" w:rsidRPr="00CA2A50" w:rsidRDefault="00842420" w:rsidP="00CA2A50">
            <w:pPr>
              <w:jc w:val="center"/>
            </w:pPr>
          </w:p>
        </w:tc>
        <w:tc>
          <w:tcPr>
            <w:tcW w:w="9209" w:type="dxa"/>
            <w:gridSpan w:val="3"/>
          </w:tcPr>
          <w:p w:rsidR="00842420" w:rsidRPr="00CA2A50" w:rsidRDefault="00842420" w:rsidP="00CA2A50">
            <w:pPr>
              <w:jc w:val="center"/>
            </w:pPr>
          </w:p>
          <w:p w:rsidR="00842420" w:rsidRPr="00CA2A50" w:rsidRDefault="00842420" w:rsidP="00CA2A50">
            <w:pPr>
              <w:jc w:val="center"/>
            </w:pPr>
            <w:r w:rsidRPr="00CA2A50">
              <w:t>Архитектура и градостроительство</w:t>
            </w:r>
          </w:p>
        </w:tc>
      </w:tr>
      <w:tr w:rsidR="00842420" w:rsidTr="00CA2A50">
        <w:tc>
          <w:tcPr>
            <w:tcW w:w="648" w:type="dxa"/>
          </w:tcPr>
          <w:p w:rsidR="00842420" w:rsidRPr="00CA2A50" w:rsidRDefault="00842420" w:rsidP="00CA2A50">
            <w:pPr>
              <w:jc w:val="center"/>
            </w:pPr>
            <w:r w:rsidRPr="00CA2A50">
              <w:t>2.</w:t>
            </w:r>
          </w:p>
        </w:tc>
        <w:tc>
          <w:tcPr>
            <w:tcW w:w="5940" w:type="dxa"/>
            <w:gridSpan w:val="2"/>
          </w:tcPr>
          <w:p w:rsidR="00842420" w:rsidRPr="00CA2A50" w:rsidRDefault="00842420" w:rsidP="00D7100E">
            <w:r w:rsidRPr="00CA2A50">
              <w:t>Выдача разрешений на строительство, реконструкцию объектов капитального строительства</w:t>
            </w:r>
          </w:p>
        </w:tc>
        <w:tc>
          <w:tcPr>
            <w:tcW w:w="3269" w:type="dxa"/>
          </w:tcPr>
          <w:p w:rsidR="00842420" w:rsidRPr="00CA2A50" w:rsidRDefault="00842420" w:rsidP="00D7100E">
            <w:r w:rsidRPr="00CA2A50">
              <w:t>Отдел по архитектуре и градостроительству администрации Старотитаровского сельского поселения Темрюкского района</w:t>
            </w:r>
          </w:p>
        </w:tc>
      </w:tr>
      <w:tr w:rsidR="00842420" w:rsidTr="00CA2A50">
        <w:tc>
          <w:tcPr>
            <w:tcW w:w="648" w:type="dxa"/>
          </w:tcPr>
          <w:p w:rsidR="00842420" w:rsidRPr="00CA2A50" w:rsidRDefault="00842420" w:rsidP="00CA2A50">
            <w:pPr>
              <w:jc w:val="center"/>
            </w:pPr>
            <w:r w:rsidRPr="00CA2A50">
              <w:t>3.</w:t>
            </w:r>
          </w:p>
        </w:tc>
        <w:tc>
          <w:tcPr>
            <w:tcW w:w="5940" w:type="dxa"/>
            <w:gridSpan w:val="2"/>
          </w:tcPr>
          <w:p w:rsidR="00842420" w:rsidRPr="00CA2A50" w:rsidRDefault="00842420" w:rsidP="00D7100E">
            <w:r w:rsidRPr="00CA2A50">
              <w:t>Выдача разрешений на ввод в эксплуатацию построенных, реконструированных объектов капитального строительства</w:t>
            </w:r>
          </w:p>
        </w:tc>
        <w:tc>
          <w:tcPr>
            <w:tcW w:w="3269" w:type="dxa"/>
          </w:tcPr>
          <w:p w:rsidR="00842420" w:rsidRPr="00CA2A50" w:rsidRDefault="00842420" w:rsidP="00D7100E">
            <w:r w:rsidRPr="00CA2A50">
              <w:t>Отдел по архитектуре и градостроительству администрации Старотитаровского сельского поселения Темрюкского района</w:t>
            </w:r>
          </w:p>
        </w:tc>
      </w:tr>
      <w:tr w:rsidR="00842420" w:rsidTr="00CA2A50">
        <w:tc>
          <w:tcPr>
            <w:tcW w:w="648" w:type="dxa"/>
          </w:tcPr>
          <w:p w:rsidR="00842420" w:rsidRPr="00CA2A50" w:rsidRDefault="00842420" w:rsidP="00CA2A50">
            <w:pPr>
              <w:jc w:val="center"/>
            </w:pPr>
            <w:r w:rsidRPr="00CA2A50">
              <w:t>4.</w:t>
            </w:r>
          </w:p>
        </w:tc>
        <w:tc>
          <w:tcPr>
            <w:tcW w:w="5940" w:type="dxa"/>
            <w:gridSpan w:val="2"/>
          </w:tcPr>
          <w:p w:rsidR="00842420" w:rsidRPr="00CA2A50" w:rsidRDefault="00842420" w:rsidP="00D7100E">
            <w:r w:rsidRPr="00CA2A50">
              <w:t>Выдача градостроительных планов земельных участков</w:t>
            </w:r>
          </w:p>
        </w:tc>
        <w:tc>
          <w:tcPr>
            <w:tcW w:w="3269" w:type="dxa"/>
          </w:tcPr>
          <w:p w:rsidR="00842420" w:rsidRPr="00CA2A50" w:rsidRDefault="00842420" w:rsidP="00D7100E">
            <w:r w:rsidRPr="00CA2A50">
              <w:t>Отдел по архитектуре и градостроительству администрации Старотитаровского сельского поселения Темрюкского района</w:t>
            </w:r>
          </w:p>
        </w:tc>
      </w:tr>
      <w:tr w:rsidR="00842420" w:rsidTr="00CA2A50">
        <w:tc>
          <w:tcPr>
            <w:tcW w:w="648" w:type="dxa"/>
          </w:tcPr>
          <w:p w:rsidR="00842420" w:rsidRPr="00CA2A50" w:rsidRDefault="00842420" w:rsidP="00CA2A50">
            <w:pPr>
              <w:jc w:val="center"/>
            </w:pPr>
          </w:p>
          <w:p w:rsidR="00842420" w:rsidRPr="00CA2A50" w:rsidRDefault="00842420" w:rsidP="00CA2A50">
            <w:pPr>
              <w:jc w:val="center"/>
            </w:pPr>
          </w:p>
        </w:tc>
        <w:tc>
          <w:tcPr>
            <w:tcW w:w="9209" w:type="dxa"/>
            <w:gridSpan w:val="3"/>
          </w:tcPr>
          <w:p w:rsidR="00842420" w:rsidRPr="00CA2A50" w:rsidRDefault="00842420" w:rsidP="00CA2A50">
            <w:pPr>
              <w:jc w:val="center"/>
            </w:pPr>
            <w:r w:rsidRPr="00CA2A50">
              <w:t>Жилищно-коммунальное хозяйство</w:t>
            </w:r>
          </w:p>
        </w:tc>
      </w:tr>
      <w:tr w:rsidR="00842420" w:rsidTr="00CA2A50">
        <w:tc>
          <w:tcPr>
            <w:tcW w:w="648" w:type="dxa"/>
          </w:tcPr>
          <w:p w:rsidR="00842420" w:rsidRPr="00CA2A50" w:rsidRDefault="00842420" w:rsidP="00CA2A50">
            <w:pPr>
              <w:jc w:val="center"/>
            </w:pPr>
            <w:r>
              <w:t>5</w:t>
            </w:r>
            <w:r w:rsidRPr="00CA2A50">
              <w:t>.</w:t>
            </w:r>
          </w:p>
        </w:tc>
        <w:tc>
          <w:tcPr>
            <w:tcW w:w="5940" w:type="dxa"/>
            <w:gridSpan w:val="2"/>
          </w:tcPr>
          <w:p w:rsidR="00842420" w:rsidRPr="00CA2A50" w:rsidRDefault="00842420" w:rsidP="00D7100E">
            <w:r w:rsidRPr="00CA2A50">
              <w:t>Признание в установленном порядке жилых помещений пригодными ( непригодными) для проживания</w:t>
            </w:r>
          </w:p>
        </w:tc>
        <w:tc>
          <w:tcPr>
            <w:tcW w:w="3269" w:type="dxa"/>
          </w:tcPr>
          <w:p w:rsidR="00842420" w:rsidRPr="00CA2A50" w:rsidRDefault="00842420" w:rsidP="00D7100E">
            <w:r w:rsidRPr="00CA2A50">
              <w:t>Отдел по архитектуре и градостроительству администрации Старотитаровского сельского поселения Темрюкского района</w:t>
            </w:r>
          </w:p>
        </w:tc>
      </w:tr>
      <w:tr w:rsidR="00842420" w:rsidTr="00CA2A50">
        <w:tc>
          <w:tcPr>
            <w:tcW w:w="648" w:type="dxa"/>
          </w:tcPr>
          <w:p w:rsidR="00842420" w:rsidRPr="00CA2A50" w:rsidRDefault="00842420" w:rsidP="00CA2A50">
            <w:pPr>
              <w:jc w:val="center"/>
            </w:pPr>
            <w:r>
              <w:t>6</w:t>
            </w:r>
            <w:r w:rsidRPr="00CA2A50">
              <w:t>.</w:t>
            </w:r>
          </w:p>
        </w:tc>
        <w:tc>
          <w:tcPr>
            <w:tcW w:w="5940" w:type="dxa"/>
            <w:gridSpan w:val="2"/>
          </w:tcPr>
          <w:p w:rsidR="00842420" w:rsidRPr="00CA2A50" w:rsidRDefault="00842420" w:rsidP="00D7100E">
            <w:r w:rsidRPr="00CA2A50">
              <w:t>Признание многоквартирного дома аварийным и подлежащим сносу или реконструкции</w:t>
            </w:r>
          </w:p>
        </w:tc>
        <w:tc>
          <w:tcPr>
            <w:tcW w:w="3269" w:type="dxa"/>
          </w:tcPr>
          <w:p w:rsidR="00842420" w:rsidRPr="00CA2A50" w:rsidRDefault="00842420" w:rsidP="00D7100E">
            <w:r w:rsidRPr="00CA2A50">
              <w:t>Отдел по архитектуре и градостроительству администрации Старотитаровского сельского поселения Темрюкского района</w:t>
            </w:r>
          </w:p>
        </w:tc>
      </w:tr>
      <w:tr w:rsidR="00842420" w:rsidTr="00CA2A50">
        <w:tc>
          <w:tcPr>
            <w:tcW w:w="648" w:type="dxa"/>
          </w:tcPr>
          <w:p w:rsidR="00842420" w:rsidRPr="00CA2A50" w:rsidRDefault="00842420" w:rsidP="00CA2A50">
            <w:pPr>
              <w:jc w:val="center"/>
            </w:pPr>
            <w:r>
              <w:t>7</w:t>
            </w:r>
            <w:r w:rsidRPr="00CA2A50">
              <w:t>.</w:t>
            </w:r>
          </w:p>
        </w:tc>
        <w:tc>
          <w:tcPr>
            <w:tcW w:w="5940" w:type="dxa"/>
            <w:gridSpan w:val="2"/>
          </w:tcPr>
          <w:p w:rsidR="00842420" w:rsidRPr="00CA2A50" w:rsidRDefault="00842420" w:rsidP="00D7100E">
            <w:r w:rsidRPr="00CA2A50">
              <w:t>Согласование ( отказ в согласовании) переустройства и (или) перепланировки жилого помещения</w:t>
            </w:r>
          </w:p>
        </w:tc>
        <w:tc>
          <w:tcPr>
            <w:tcW w:w="3269" w:type="dxa"/>
          </w:tcPr>
          <w:p w:rsidR="00842420" w:rsidRPr="00CA2A50" w:rsidRDefault="00842420" w:rsidP="00D7100E">
            <w:r w:rsidRPr="00CA2A50">
              <w:t>Отдел по архитектуре и градостроительству администрации Старотитаровского сельского поселения Темрюкского района</w:t>
            </w:r>
          </w:p>
        </w:tc>
      </w:tr>
      <w:tr w:rsidR="00842420" w:rsidTr="00CA2A50">
        <w:tc>
          <w:tcPr>
            <w:tcW w:w="648" w:type="dxa"/>
          </w:tcPr>
          <w:p w:rsidR="00842420" w:rsidRPr="00CA2A50" w:rsidRDefault="00842420" w:rsidP="00CA2A50">
            <w:pPr>
              <w:jc w:val="center"/>
            </w:pPr>
            <w:r>
              <w:t>8</w:t>
            </w:r>
            <w:r w:rsidRPr="00CA2A50">
              <w:t>.</w:t>
            </w:r>
          </w:p>
        </w:tc>
        <w:tc>
          <w:tcPr>
            <w:tcW w:w="5940" w:type="dxa"/>
            <w:gridSpan w:val="2"/>
          </w:tcPr>
          <w:p w:rsidR="00842420" w:rsidRPr="00CA2A50" w:rsidRDefault="00842420" w:rsidP="00D7100E">
            <w:r w:rsidRPr="00CA2A50">
              <w:t>Перевод ( отказе в переводе) жилого помещения в нежилое или нежилого помещения в жилое помещение</w:t>
            </w:r>
          </w:p>
        </w:tc>
        <w:tc>
          <w:tcPr>
            <w:tcW w:w="3269" w:type="dxa"/>
          </w:tcPr>
          <w:p w:rsidR="00842420" w:rsidRPr="00CA2A50" w:rsidRDefault="00842420" w:rsidP="00D7100E">
            <w:r w:rsidRPr="00CA2A50">
              <w:t>Отдел по архитектуре и градостроительству администрации Старотитаровского сельского поселения Темрюкского района</w:t>
            </w:r>
          </w:p>
        </w:tc>
      </w:tr>
      <w:tr w:rsidR="00842420" w:rsidTr="00CA2A50">
        <w:tc>
          <w:tcPr>
            <w:tcW w:w="648" w:type="dxa"/>
          </w:tcPr>
          <w:p w:rsidR="00842420" w:rsidRPr="00CA2A50" w:rsidRDefault="00842420" w:rsidP="00CA2A50">
            <w:pPr>
              <w:jc w:val="center"/>
            </w:pPr>
            <w:r>
              <w:t>9</w:t>
            </w:r>
            <w:r w:rsidRPr="00CA2A50">
              <w:t>.</w:t>
            </w:r>
          </w:p>
        </w:tc>
        <w:tc>
          <w:tcPr>
            <w:tcW w:w="5940" w:type="dxa"/>
            <w:gridSpan w:val="2"/>
          </w:tcPr>
          <w:p w:rsidR="00842420" w:rsidRPr="00CA2A50" w:rsidRDefault="00842420" w:rsidP="00D7100E">
            <w:r w:rsidRPr="00CA2A50">
              <w:t>Согласование или отказ в согласовании переустройства и (или) перепланировки нежилого помещения в многоквартирном доме</w:t>
            </w:r>
          </w:p>
        </w:tc>
        <w:tc>
          <w:tcPr>
            <w:tcW w:w="3269" w:type="dxa"/>
          </w:tcPr>
          <w:p w:rsidR="00842420" w:rsidRPr="00CA2A50" w:rsidRDefault="00842420" w:rsidP="00D7100E">
            <w:r w:rsidRPr="00CA2A50">
              <w:t>Отдел по архитектуре и градостроительству администрации Старотитаровского сельского поселения Темрюкского района</w:t>
            </w:r>
          </w:p>
        </w:tc>
      </w:tr>
    </w:tbl>
    <w:p w:rsidR="00842420" w:rsidRDefault="00842420" w:rsidP="00A720EE">
      <w:pPr>
        <w:ind w:left="-709"/>
      </w:pPr>
    </w:p>
    <w:p w:rsidR="00842420" w:rsidRDefault="00842420" w:rsidP="00A720EE">
      <w:pPr>
        <w:ind w:left="-709"/>
        <w:jc w:val="right"/>
      </w:pPr>
    </w:p>
    <w:p w:rsidR="00842420" w:rsidRDefault="00842420" w:rsidP="00A720EE">
      <w:pPr>
        <w:ind w:left="-709"/>
        <w:jc w:val="both"/>
      </w:pPr>
    </w:p>
    <w:p w:rsidR="00842420" w:rsidRPr="007169C3" w:rsidRDefault="00842420" w:rsidP="00A720EE">
      <w:pPr>
        <w:ind w:left="-709"/>
        <w:jc w:val="right"/>
      </w:pPr>
    </w:p>
    <w:p w:rsidR="00842420" w:rsidRDefault="00842420" w:rsidP="00A720EE">
      <w:pPr>
        <w:ind w:left="-709"/>
        <w:rPr>
          <w:sz w:val="24"/>
        </w:rPr>
      </w:pPr>
    </w:p>
    <w:p w:rsidR="00842420" w:rsidRDefault="00842420" w:rsidP="00A720EE">
      <w:pPr>
        <w:ind w:left="-709"/>
        <w:rPr>
          <w:sz w:val="24"/>
        </w:rPr>
      </w:pPr>
    </w:p>
    <w:p w:rsidR="00842420" w:rsidRDefault="00842420" w:rsidP="00A720EE">
      <w:pPr>
        <w:ind w:left="-709"/>
        <w:rPr>
          <w:sz w:val="24"/>
        </w:rPr>
      </w:pPr>
    </w:p>
    <w:p w:rsidR="00842420" w:rsidRDefault="00842420" w:rsidP="00A720EE">
      <w:pPr>
        <w:ind w:left="-709"/>
        <w:rPr>
          <w:sz w:val="24"/>
        </w:rPr>
      </w:pPr>
    </w:p>
    <w:p w:rsidR="00842420" w:rsidRDefault="00842420" w:rsidP="00A720EE">
      <w:pPr>
        <w:rPr>
          <w:sz w:val="24"/>
        </w:rPr>
      </w:pPr>
    </w:p>
    <w:p w:rsidR="00842420" w:rsidRDefault="00842420" w:rsidP="00A720EE">
      <w:pPr>
        <w:rPr>
          <w:sz w:val="24"/>
        </w:rPr>
      </w:pPr>
    </w:p>
    <w:p w:rsidR="00842420" w:rsidRDefault="00842420" w:rsidP="00A720EE">
      <w:pPr>
        <w:rPr>
          <w:sz w:val="24"/>
        </w:rPr>
      </w:pPr>
    </w:p>
    <w:p w:rsidR="00842420" w:rsidRDefault="00842420" w:rsidP="00A720EE">
      <w:pPr>
        <w:rPr>
          <w:sz w:val="24"/>
        </w:rPr>
      </w:pPr>
    </w:p>
    <w:p w:rsidR="00842420" w:rsidRDefault="00842420" w:rsidP="00A720EE">
      <w:pPr>
        <w:rPr>
          <w:sz w:val="24"/>
        </w:rPr>
      </w:pPr>
    </w:p>
    <w:p w:rsidR="00842420" w:rsidRDefault="00842420" w:rsidP="00A720EE"/>
    <w:p w:rsidR="00842420" w:rsidRDefault="00842420" w:rsidP="00A720EE">
      <w:pPr>
        <w:ind w:left="5664"/>
      </w:pPr>
    </w:p>
    <w:p w:rsidR="00842420" w:rsidRDefault="00842420" w:rsidP="00A720EE">
      <w:pPr>
        <w:ind w:left="4500"/>
        <w:jc w:val="center"/>
      </w:pPr>
    </w:p>
    <w:p w:rsidR="00842420" w:rsidRDefault="00842420" w:rsidP="00A720EE">
      <w:pPr>
        <w:rPr>
          <w:sz w:val="24"/>
        </w:rPr>
      </w:pPr>
    </w:p>
    <w:p w:rsidR="00842420" w:rsidRDefault="00842420" w:rsidP="00A720EE">
      <w:pPr>
        <w:rPr>
          <w:sz w:val="24"/>
        </w:rPr>
      </w:pPr>
    </w:p>
    <w:p w:rsidR="00842420" w:rsidRDefault="00842420" w:rsidP="00A720EE">
      <w:pPr>
        <w:rPr>
          <w:sz w:val="24"/>
        </w:rPr>
      </w:pPr>
    </w:p>
    <w:p w:rsidR="00842420" w:rsidRDefault="00842420" w:rsidP="00A720EE">
      <w:pPr>
        <w:rPr>
          <w:sz w:val="24"/>
        </w:rPr>
      </w:pPr>
    </w:p>
    <w:p w:rsidR="00842420" w:rsidRDefault="00842420" w:rsidP="00A720EE">
      <w:pPr>
        <w:rPr>
          <w:sz w:val="24"/>
        </w:rPr>
      </w:pPr>
    </w:p>
    <w:p w:rsidR="00842420" w:rsidRDefault="00842420" w:rsidP="00C028E5">
      <w:pPr>
        <w:jc w:val="center"/>
      </w:pPr>
    </w:p>
    <w:p w:rsidR="00842420" w:rsidRDefault="00842420" w:rsidP="00C028E5">
      <w:pPr>
        <w:jc w:val="center"/>
      </w:pPr>
    </w:p>
    <w:p w:rsidR="00842420" w:rsidRDefault="00842420" w:rsidP="00C028E5">
      <w:pPr>
        <w:jc w:val="center"/>
      </w:pPr>
    </w:p>
    <w:p w:rsidR="00842420" w:rsidRDefault="00842420" w:rsidP="00C028E5">
      <w:pPr>
        <w:jc w:val="center"/>
      </w:pPr>
    </w:p>
    <w:p w:rsidR="00842420" w:rsidRPr="00C028E5" w:rsidRDefault="00842420" w:rsidP="00C028E5">
      <w:pPr>
        <w:jc w:val="center"/>
      </w:pPr>
    </w:p>
    <w:sectPr w:rsidR="00842420" w:rsidRPr="00C028E5" w:rsidSect="009951BC">
      <w:headerReference w:type="default" r:id="rId7"/>
      <w:pgSz w:w="11906" w:h="16838"/>
      <w:pgMar w:top="567" w:right="567" w:bottom="719" w:left="1500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2420" w:rsidRDefault="00842420" w:rsidP="00FC0924">
      <w:r>
        <w:separator/>
      </w:r>
    </w:p>
  </w:endnote>
  <w:endnote w:type="continuationSeparator" w:id="1">
    <w:p w:rsidR="00842420" w:rsidRDefault="00842420" w:rsidP="00FC09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altName w:val="Times New Roman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2420" w:rsidRDefault="00842420" w:rsidP="00FC0924">
      <w:r>
        <w:separator/>
      </w:r>
    </w:p>
  </w:footnote>
  <w:footnote w:type="continuationSeparator" w:id="1">
    <w:p w:rsidR="00842420" w:rsidRDefault="00842420" w:rsidP="00FC09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420" w:rsidRDefault="00842420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842420" w:rsidRDefault="0084242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058CB"/>
    <w:multiLevelType w:val="hybridMultilevel"/>
    <w:tmpl w:val="B1FC7F56"/>
    <w:lvl w:ilvl="0" w:tplc="2B4A0980">
      <w:start w:val="1"/>
      <w:numFmt w:val="decimal"/>
      <w:lvlText w:val="%1."/>
      <w:lvlJc w:val="center"/>
      <w:pPr>
        <w:tabs>
          <w:tab w:val="num" w:pos="1610"/>
        </w:tabs>
        <w:ind w:left="757" w:hanging="417"/>
      </w:pPr>
      <w:rPr>
        <w:rFonts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BB47458"/>
    <w:multiLevelType w:val="hybridMultilevel"/>
    <w:tmpl w:val="01020D4A"/>
    <w:lvl w:ilvl="0" w:tplc="3FC8425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7D57"/>
    <w:rsid w:val="00005B0C"/>
    <w:rsid w:val="000077F3"/>
    <w:rsid w:val="00032725"/>
    <w:rsid w:val="0004685F"/>
    <w:rsid w:val="00075060"/>
    <w:rsid w:val="000813F0"/>
    <w:rsid w:val="00090850"/>
    <w:rsid w:val="000A53F6"/>
    <w:rsid w:val="000A784B"/>
    <w:rsid w:val="000E3A02"/>
    <w:rsid w:val="00103E04"/>
    <w:rsid w:val="00127865"/>
    <w:rsid w:val="00152F7F"/>
    <w:rsid w:val="00164DE1"/>
    <w:rsid w:val="00194C32"/>
    <w:rsid w:val="001A277F"/>
    <w:rsid w:val="001A3901"/>
    <w:rsid w:val="001A777D"/>
    <w:rsid w:val="001B212D"/>
    <w:rsid w:val="001B404B"/>
    <w:rsid w:val="001C5CD9"/>
    <w:rsid w:val="001E7FD7"/>
    <w:rsid w:val="001F0D77"/>
    <w:rsid w:val="00204083"/>
    <w:rsid w:val="00220D41"/>
    <w:rsid w:val="002572DF"/>
    <w:rsid w:val="00260ACF"/>
    <w:rsid w:val="0026248F"/>
    <w:rsid w:val="00283744"/>
    <w:rsid w:val="002868DE"/>
    <w:rsid w:val="00292290"/>
    <w:rsid w:val="00293322"/>
    <w:rsid w:val="00297436"/>
    <w:rsid w:val="002F4065"/>
    <w:rsid w:val="00305340"/>
    <w:rsid w:val="00313DE8"/>
    <w:rsid w:val="00381E1E"/>
    <w:rsid w:val="00386F58"/>
    <w:rsid w:val="003A3079"/>
    <w:rsid w:val="003C41CB"/>
    <w:rsid w:val="003E2240"/>
    <w:rsid w:val="00425A3B"/>
    <w:rsid w:val="004435EB"/>
    <w:rsid w:val="00447139"/>
    <w:rsid w:val="0046388C"/>
    <w:rsid w:val="004704BF"/>
    <w:rsid w:val="00470C28"/>
    <w:rsid w:val="004733A4"/>
    <w:rsid w:val="00493256"/>
    <w:rsid w:val="004A3CFF"/>
    <w:rsid w:val="004B102B"/>
    <w:rsid w:val="004B1F4E"/>
    <w:rsid w:val="004E7A0F"/>
    <w:rsid w:val="005039B2"/>
    <w:rsid w:val="00510C49"/>
    <w:rsid w:val="00512DAC"/>
    <w:rsid w:val="005153FD"/>
    <w:rsid w:val="00533CAA"/>
    <w:rsid w:val="0053532E"/>
    <w:rsid w:val="00546906"/>
    <w:rsid w:val="00554CB2"/>
    <w:rsid w:val="00574054"/>
    <w:rsid w:val="005835A2"/>
    <w:rsid w:val="005B3D53"/>
    <w:rsid w:val="005D25E7"/>
    <w:rsid w:val="005E1CDE"/>
    <w:rsid w:val="005F3320"/>
    <w:rsid w:val="005F6DBE"/>
    <w:rsid w:val="00602F12"/>
    <w:rsid w:val="0065297E"/>
    <w:rsid w:val="00684D47"/>
    <w:rsid w:val="006A172C"/>
    <w:rsid w:val="006A7890"/>
    <w:rsid w:val="006F4A89"/>
    <w:rsid w:val="00703571"/>
    <w:rsid w:val="00713613"/>
    <w:rsid w:val="007169C3"/>
    <w:rsid w:val="007216E5"/>
    <w:rsid w:val="00721FBC"/>
    <w:rsid w:val="00722FFB"/>
    <w:rsid w:val="00725F52"/>
    <w:rsid w:val="00735650"/>
    <w:rsid w:val="0074571E"/>
    <w:rsid w:val="007509C9"/>
    <w:rsid w:val="00775440"/>
    <w:rsid w:val="0078505A"/>
    <w:rsid w:val="00795ACB"/>
    <w:rsid w:val="007D5EC8"/>
    <w:rsid w:val="00817DC0"/>
    <w:rsid w:val="00824DF3"/>
    <w:rsid w:val="008420F8"/>
    <w:rsid w:val="00842420"/>
    <w:rsid w:val="00851C42"/>
    <w:rsid w:val="00875047"/>
    <w:rsid w:val="008B2C77"/>
    <w:rsid w:val="008C326E"/>
    <w:rsid w:val="008C3976"/>
    <w:rsid w:val="008C4AC3"/>
    <w:rsid w:val="008C62F0"/>
    <w:rsid w:val="009001D8"/>
    <w:rsid w:val="00903297"/>
    <w:rsid w:val="009138B1"/>
    <w:rsid w:val="0097046F"/>
    <w:rsid w:val="009773E5"/>
    <w:rsid w:val="00984629"/>
    <w:rsid w:val="009951BC"/>
    <w:rsid w:val="009A36D9"/>
    <w:rsid w:val="009A4A1A"/>
    <w:rsid w:val="009C0F76"/>
    <w:rsid w:val="009F597E"/>
    <w:rsid w:val="00A14AF6"/>
    <w:rsid w:val="00A27128"/>
    <w:rsid w:val="00A429F1"/>
    <w:rsid w:val="00A55F7A"/>
    <w:rsid w:val="00A56678"/>
    <w:rsid w:val="00A720EE"/>
    <w:rsid w:val="00A842C9"/>
    <w:rsid w:val="00AA6D84"/>
    <w:rsid w:val="00AB244A"/>
    <w:rsid w:val="00AC191B"/>
    <w:rsid w:val="00AC6D45"/>
    <w:rsid w:val="00AD41C9"/>
    <w:rsid w:val="00B0130C"/>
    <w:rsid w:val="00B21C3D"/>
    <w:rsid w:val="00B33CF0"/>
    <w:rsid w:val="00B366FC"/>
    <w:rsid w:val="00B70032"/>
    <w:rsid w:val="00B74EFC"/>
    <w:rsid w:val="00B757E8"/>
    <w:rsid w:val="00BA3C61"/>
    <w:rsid w:val="00BB7589"/>
    <w:rsid w:val="00BD076A"/>
    <w:rsid w:val="00BD3DAC"/>
    <w:rsid w:val="00BE2D4D"/>
    <w:rsid w:val="00BE6A9B"/>
    <w:rsid w:val="00BF1E29"/>
    <w:rsid w:val="00C028E5"/>
    <w:rsid w:val="00C400C0"/>
    <w:rsid w:val="00C46329"/>
    <w:rsid w:val="00C57516"/>
    <w:rsid w:val="00C60C30"/>
    <w:rsid w:val="00C72E76"/>
    <w:rsid w:val="00C733AE"/>
    <w:rsid w:val="00C91717"/>
    <w:rsid w:val="00C97D57"/>
    <w:rsid w:val="00CA2A50"/>
    <w:rsid w:val="00CB1357"/>
    <w:rsid w:val="00CC6411"/>
    <w:rsid w:val="00CC71E2"/>
    <w:rsid w:val="00CD4F12"/>
    <w:rsid w:val="00D06491"/>
    <w:rsid w:val="00D067E7"/>
    <w:rsid w:val="00D1016B"/>
    <w:rsid w:val="00D14566"/>
    <w:rsid w:val="00D25D60"/>
    <w:rsid w:val="00D318F9"/>
    <w:rsid w:val="00D3742B"/>
    <w:rsid w:val="00D649E8"/>
    <w:rsid w:val="00D7100E"/>
    <w:rsid w:val="00D74C5C"/>
    <w:rsid w:val="00D8064B"/>
    <w:rsid w:val="00D81FC9"/>
    <w:rsid w:val="00DB3CD0"/>
    <w:rsid w:val="00DE3403"/>
    <w:rsid w:val="00DE779B"/>
    <w:rsid w:val="00DF7942"/>
    <w:rsid w:val="00E17FB0"/>
    <w:rsid w:val="00E30AFC"/>
    <w:rsid w:val="00E310FD"/>
    <w:rsid w:val="00E42B5B"/>
    <w:rsid w:val="00E43272"/>
    <w:rsid w:val="00E444AA"/>
    <w:rsid w:val="00E61E99"/>
    <w:rsid w:val="00E74861"/>
    <w:rsid w:val="00E93FAF"/>
    <w:rsid w:val="00EB0568"/>
    <w:rsid w:val="00ED385A"/>
    <w:rsid w:val="00EE0667"/>
    <w:rsid w:val="00EF68D5"/>
    <w:rsid w:val="00F168EA"/>
    <w:rsid w:val="00F33E1D"/>
    <w:rsid w:val="00F3493A"/>
    <w:rsid w:val="00F5297F"/>
    <w:rsid w:val="00F52E3F"/>
    <w:rsid w:val="00F5739C"/>
    <w:rsid w:val="00F64D44"/>
    <w:rsid w:val="00F91879"/>
    <w:rsid w:val="00FA2853"/>
    <w:rsid w:val="00FC0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D57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97D5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97D57"/>
    <w:rPr>
      <w:rFonts w:ascii="Times New Roman" w:hAnsi="Times New Roman" w:cs="Times New Roman"/>
      <w:sz w:val="28"/>
      <w:szCs w:val="28"/>
      <w:lang w:eastAsia="ru-RU"/>
    </w:rPr>
  </w:style>
  <w:style w:type="paragraph" w:styleId="NormalWeb">
    <w:name w:val="Normal (Web)"/>
    <w:basedOn w:val="Normal"/>
    <w:uiPriority w:val="99"/>
    <w:rsid w:val="00C97D57"/>
    <w:pPr>
      <w:spacing w:before="100" w:beforeAutospacing="1" w:after="100" w:afterAutospacing="1"/>
    </w:pPr>
    <w:rPr>
      <w:sz w:val="24"/>
      <w:szCs w:val="24"/>
    </w:rPr>
  </w:style>
  <w:style w:type="table" w:styleId="TableGrid">
    <w:name w:val="Table Grid"/>
    <w:basedOn w:val="TableNormal"/>
    <w:uiPriority w:val="99"/>
    <w:locked/>
    <w:rsid w:val="00A720EE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039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21C3D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207</TotalTime>
  <Pages>3</Pages>
  <Words>466</Words>
  <Characters>2658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Ветрова</dc:creator>
  <cp:keywords/>
  <dc:description/>
  <cp:lastModifiedBy>1</cp:lastModifiedBy>
  <cp:revision>81</cp:revision>
  <cp:lastPrinted>2012-05-14T06:06:00Z</cp:lastPrinted>
  <dcterms:created xsi:type="dcterms:W3CDTF">2012-03-19T06:27:00Z</dcterms:created>
  <dcterms:modified xsi:type="dcterms:W3CDTF">2012-09-14T06:26:00Z</dcterms:modified>
</cp:coreProperties>
</file>