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50B" w:rsidRPr="00C36DC8" w:rsidRDefault="008B350B" w:rsidP="00601737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/>
          <w:spacing w:val="-12"/>
          <w:sz w:val="28"/>
          <w:szCs w:val="28"/>
        </w:rPr>
        <w:t xml:space="preserve"> № 2</w:t>
      </w:r>
    </w:p>
    <w:p w:rsidR="008B350B" w:rsidRPr="00C36DC8" w:rsidRDefault="008B350B" w:rsidP="00601737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к </w:t>
      </w:r>
      <w:r w:rsidRPr="00C36DC8">
        <w:rPr>
          <w:rFonts w:ascii="Times New Roman" w:hAnsi="Times New Roman"/>
          <w:spacing w:val="-12"/>
          <w:sz w:val="28"/>
          <w:szCs w:val="28"/>
        </w:rPr>
        <w:t>постановлени</w:t>
      </w:r>
      <w:r>
        <w:rPr>
          <w:rFonts w:ascii="Times New Roman" w:hAnsi="Times New Roman"/>
          <w:spacing w:val="-12"/>
          <w:sz w:val="28"/>
          <w:szCs w:val="28"/>
        </w:rPr>
        <w:t>ю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 администрации</w:t>
      </w:r>
    </w:p>
    <w:p w:rsidR="008B350B" w:rsidRPr="00C36DC8" w:rsidRDefault="008B350B" w:rsidP="00601737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Старотитаровского </w:t>
      </w:r>
      <w:r w:rsidRPr="00C36DC8">
        <w:rPr>
          <w:rFonts w:ascii="Times New Roman" w:hAnsi="Times New Roman"/>
          <w:spacing w:val="-12"/>
          <w:sz w:val="28"/>
          <w:szCs w:val="28"/>
        </w:rPr>
        <w:t>сельского поселения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C36DC8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8B350B" w:rsidRPr="00C36DC8" w:rsidRDefault="008B350B" w:rsidP="00601737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</w:t>
      </w:r>
      <w:r w:rsidRPr="00C36DC8">
        <w:rPr>
          <w:rFonts w:ascii="Times New Roman" w:hAnsi="Times New Roman"/>
          <w:spacing w:val="-12"/>
          <w:sz w:val="28"/>
          <w:szCs w:val="28"/>
        </w:rPr>
        <w:t>т</w:t>
      </w:r>
      <w:r>
        <w:rPr>
          <w:rFonts w:ascii="Times New Roman" w:hAnsi="Times New Roman"/>
          <w:spacing w:val="-12"/>
          <w:sz w:val="28"/>
          <w:szCs w:val="28"/>
        </w:rPr>
        <w:t xml:space="preserve"> ___________________ 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/>
          <w:spacing w:val="-12"/>
          <w:sz w:val="28"/>
          <w:szCs w:val="28"/>
        </w:rPr>
        <w:t>_____</w:t>
      </w:r>
    </w:p>
    <w:p w:rsidR="008B350B" w:rsidRDefault="008B350B" w:rsidP="0074122F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350B" w:rsidRPr="00C3705A" w:rsidRDefault="008B350B" w:rsidP="0074122F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8B350B" w:rsidRPr="00B73C78" w:rsidRDefault="008B350B" w:rsidP="0074122F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8B350B" w:rsidRDefault="008B350B" w:rsidP="0074122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3C09D9">
        <w:rPr>
          <w:rFonts w:ascii="Times New Roman" w:hAnsi="Times New Roman"/>
          <w:sz w:val="28"/>
          <w:szCs w:val="28"/>
        </w:rPr>
        <w:t>Формирование доступной среды жизнедеятельности для инвалидов</w:t>
      </w:r>
      <w:r>
        <w:rPr>
          <w:rFonts w:ascii="Times New Roman" w:hAnsi="Times New Roman"/>
          <w:sz w:val="28"/>
          <w:szCs w:val="28"/>
        </w:rPr>
        <w:t xml:space="preserve"> в </w:t>
      </w:r>
    </w:p>
    <w:p w:rsidR="008B350B" w:rsidRDefault="008B350B" w:rsidP="0074122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Старотитаровском сельском поселении Темрюкского района» </w:t>
      </w:r>
    </w:p>
    <w:p w:rsidR="008B350B" w:rsidRDefault="008B350B" w:rsidP="004130CA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 02.11.2020 г. № 197</w:t>
      </w:r>
    </w:p>
    <w:p w:rsidR="008B350B" w:rsidRPr="00AA03A8" w:rsidRDefault="008B350B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8B350B" w:rsidRPr="00AA03A8" w:rsidRDefault="008B350B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D66E1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Формирование доступной среды жизнедеятельности для инвалидов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поселении Темрюкского района</w:t>
      </w:r>
      <w:r>
        <w:rPr>
          <w:rFonts w:ascii="Times New Roman" w:hAnsi="Times New Roman"/>
          <w:b/>
          <w:sz w:val="28"/>
          <w:szCs w:val="28"/>
        </w:rPr>
        <w:t>»</w:t>
      </w:r>
      <w:r w:rsidRPr="00AA03A8">
        <w:rPr>
          <w:rFonts w:ascii="Times New Roman" w:hAnsi="Times New Roman"/>
          <w:b/>
          <w:sz w:val="28"/>
          <w:szCs w:val="28"/>
        </w:rPr>
        <w:t xml:space="preserve"> </w:t>
      </w:r>
    </w:p>
    <w:p w:rsidR="008B350B" w:rsidRPr="00ED639C" w:rsidRDefault="008B350B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8520"/>
        <w:gridCol w:w="1440"/>
        <w:gridCol w:w="180"/>
        <w:gridCol w:w="3960"/>
      </w:tblGrid>
      <w:tr w:rsidR="008B350B" w:rsidRPr="00262583" w:rsidTr="0060173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0B" w:rsidRPr="00262583" w:rsidRDefault="008B350B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N</w:t>
            </w:r>
            <w:r w:rsidRPr="00262583">
              <w:rPr>
                <w:rFonts w:ascii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8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0B" w:rsidRPr="00262583" w:rsidRDefault="008B350B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0B" w:rsidRPr="00262583" w:rsidRDefault="008B350B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50B" w:rsidRPr="00262583" w:rsidRDefault="008B350B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8B350B" w:rsidRPr="00262583" w:rsidTr="00601737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0B" w:rsidRPr="00262583" w:rsidRDefault="008B350B" w:rsidP="00C20A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0B" w:rsidRPr="00262583" w:rsidRDefault="008B350B" w:rsidP="00C20A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0B" w:rsidRPr="00262583" w:rsidRDefault="008B350B" w:rsidP="00C20A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50B" w:rsidRPr="00262583" w:rsidRDefault="008B350B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Pr="0026258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</w:p>
        </w:tc>
      </w:tr>
      <w:tr w:rsidR="008B350B" w:rsidRPr="00262583" w:rsidTr="0060173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0B" w:rsidRPr="00262583" w:rsidRDefault="008B350B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0B" w:rsidRPr="00262583" w:rsidRDefault="008B350B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0B" w:rsidRPr="00262583" w:rsidRDefault="008B350B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50B" w:rsidRPr="00262583" w:rsidRDefault="008B350B" w:rsidP="00481C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B350B" w:rsidRPr="00262583" w:rsidTr="00392DE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0B" w:rsidRPr="00262583" w:rsidRDefault="008B350B" w:rsidP="00C20A1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00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8B350B" w:rsidRPr="00262583" w:rsidRDefault="008B350B" w:rsidP="00D66E1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«Формирование доступной среды жизнедеятельности для инвалидов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 Старотитаровском сельском  </w:t>
            </w: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>поселении Темрюкского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8B350B" w:rsidRPr="00262583" w:rsidTr="00392DE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0B" w:rsidRPr="00262583" w:rsidRDefault="008B350B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0B" w:rsidRPr="00601737" w:rsidRDefault="008B350B" w:rsidP="00463F0D">
            <w:pPr>
              <w:jc w:val="both"/>
              <w:rPr>
                <w:rFonts w:ascii="Times New Roman" w:hAnsi="Times New Roman"/>
                <w:color w:val="FF0000"/>
              </w:rPr>
            </w:pPr>
            <w:r w:rsidRPr="00601737">
              <w:rPr>
                <w:rFonts w:ascii="Times New Roman" w:hAnsi="Times New Roman"/>
                <w:sz w:val="28"/>
                <w:szCs w:val="28"/>
              </w:rPr>
              <w:t xml:space="preserve">установка обозначений специальными символами доступных элементов здания, указателей направления движения (горизонтальное завершение поручня вверху и внизу с не травмирующим окончанием, тактильные указатели на поручнях лестницы)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50B" w:rsidRPr="00262583" w:rsidRDefault="008B350B" w:rsidP="00D66E1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50B" w:rsidRPr="00262583" w:rsidRDefault="008B350B" w:rsidP="00D66E1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менее 5</w:t>
            </w:r>
          </w:p>
        </w:tc>
      </w:tr>
      <w:bookmarkEnd w:id="0"/>
    </w:tbl>
    <w:p w:rsidR="008B350B" w:rsidRDefault="008B350B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8B350B" w:rsidRDefault="008B350B" w:rsidP="000F163C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8B350B" w:rsidRDefault="008B350B" w:rsidP="000F163C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8B350B" w:rsidRDefault="008B350B" w:rsidP="000F163C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     Т.И. Опарина</w:t>
      </w:r>
    </w:p>
    <w:sectPr w:rsidR="008B350B" w:rsidSect="00601737">
      <w:headerReference w:type="default" r:id="rId7"/>
      <w:pgSz w:w="16840" w:h="11907" w:orient="landscape" w:code="9"/>
      <w:pgMar w:top="1797" w:right="902" w:bottom="540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50B" w:rsidRDefault="008B350B">
      <w:r>
        <w:separator/>
      </w:r>
    </w:p>
  </w:endnote>
  <w:endnote w:type="continuationSeparator" w:id="0">
    <w:p w:rsidR="008B350B" w:rsidRDefault="008B35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50B" w:rsidRDefault="008B350B">
      <w:r>
        <w:separator/>
      </w:r>
    </w:p>
  </w:footnote>
  <w:footnote w:type="continuationSeparator" w:id="0">
    <w:p w:rsidR="008B350B" w:rsidRDefault="008B35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50B" w:rsidRDefault="008B350B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B350B" w:rsidRDefault="008B350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86065"/>
    <w:rsid w:val="000C13B0"/>
    <w:rsid w:val="000D4DBF"/>
    <w:rsid w:val="000E625F"/>
    <w:rsid w:val="000E75E6"/>
    <w:rsid w:val="000F163C"/>
    <w:rsid w:val="001047A9"/>
    <w:rsid w:val="00105934"/>
    <w:rsid w:val="00112F6D"/>
    <w:rsid w:val="00115531"/>
    <w:rsid w:val="00117AE8"/>
    <w:rsid w:val="001329B3"/>
    <w:rsid w:val="00133FA7"/>
    <w:rsid w:val="00134C5C"/>
    <w:rsid w:val="00141465"/>
    <w:rsid w:val="001424F4"/>
    <w:rsid w:val="001560B5"/>
    <w:rsid w:val="00166536"/>
    <w:rsid w:val="001710EE"/>
    <w:rsid w:val="00175306"/>
    <w:rsid w:val="0018401A"/>
    <w:rsid w:val="0018641E"/>
    <w:rsid w:val="001A603E"/>
    <w:rsid w:val="001E134E"/>
    <w:rsid w:val="001E60BE"/>
    <w:rsid w:val="001E6845"/>
    <w:rsid w:val="00203A4F"/>
    <w:rsid w:val="00207A02"/>
    <w:rsid w:val="00254740"/>
    <w:rsid w:val="002569A3"/>
    <w:rsid w:val="002613D3"/>
    <w:rsid w:val="00262583"/>
    <w:rsid w:val="00272DFF"/>
    <w:rsid w:val="00291A18"/>
    <w:rsid w:val="0029386C"/>
    <w:rsid w:val="002B530D"/>
    <w:rsid w:val="002E26F0"/>
    <w:rsid w:val="002F0BC6"/>
    <w:rsid w:val="0030427E"/>
    <w:rsid w:val="003042A0"/>
    <w:rsid w:val="00306CE1"/>
    <w:rsid w:val="00341333"/>
    <w:rsid w:val="00347146"/>
    <w:rsid w:val="00350D0F"/>
    <w:rsid w:val="00361515"/>
    <w:rsid w:val="00365218"/>
    <w:rsid w:val="003832F3"/>
    <w:rsid w:val="00392DE0"/>
    <w:rsid w:val="003B2794"/>
    <w:rsid w:val="003C09D9"/>
    <w:rsid w:val="003D7EFE"/>
    <w:rsid w:val="003E08A6"/>
    <w:rsid w:val="003E0EDA"/>
    <w:rsid w:val="003E553F"/>
    <w:rsid w:val="003F61B9"/>
    <w:rsid w:val="00402439"/>
    <w:rsid w:val="004130CA"/>
    <w:rsid w:val="00413351"/>
    <w:rsid w:val="00416657"/>
    <w:rsid w:val="00434466"/>
    <w:rsid w:val="0043595F"/>
    <w:rsid w:val="00436953"/>
    <w:rsid w:val="004432CD"/>
    <w:rsid w:val="00463F0D"/>
    <w:rsid w:val="004725AA"/>
    <w:rsid w:val="00481C03"/>
    <w:rsid w:val="00483098"/>
    <w:rsid w:val="004A2A9E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953F7"/>
    <w:rsid w:val="005A1C38"/>
    <w:rsid w:val="005A3755"/>
    <w:rsid w:val="005A44C7"/>
    <w:rsid w:val="005B1A40"/>
    <w:rsid w:val="005D0C53"/>
    <w:rsid w:val="005D70B2"/>
    <w:rsid w:val="005E37F3"/>
    <w:rsid w:val="005F3CC8"/>
    <w:rsid w:val="00601737"/>
    <w:rsid w:val="00601CE1"/>
    <w:rsid w:val="00615189"/>
    <w:rsid w:val="00620363"/>
    <w:rsid w:val="0062297C"/>
    <w:rsid w:val="00624DB5"/>
    <w:rsid w:val="00654BFA"/>
    <w:rsid w:val="00656CCF"/>
    <w:rsid w:val="00657BA3"/>
    <w:rsid w:val="00665D47"/>
    <w:rsid w:val="00677AB3"/>
    <w:rsid w:val="00695C9E"/>
    <w:rsid w:val="006A722B"/>
    <w:rsid w:val="006B5A05"/>
    <w:rsid w:val="006C0876"/>
    <w:rsid w:val="007020E4"/>
    <w:rsid w:val="00703C6F"/>
    <w:rsid w:val="00704E08"/>
    <w:rsid w:val="00740C01"/>
    <w:rsid w:val="0074122F"/>
    <w:rsid w:val="00754E4A"/>
    <w:rsid w:val="007769A7"/>
    <w:rsid w:val="00791DE4"/>
    <w:rsid w:val="007927BB"/>
    <w:rsid w:val="007A6384"/>
    <w:rsid w:val="007A6E4C"/>
    <w:rsid w:val="007B3174"/>
    <w:rsid w:val="007B4194"/>
    <w:rsid w:val="007C03F1"/>
    <w:rsid w:val="007E17AC"/>
    <w:rsid w:val="008011C8"/>
    <w:rsid w:val="00803B07"/>
    <w:rsid w:val="008078F2"/>
    <w:rsid w:val="00820110"/>
    <w:rsid w:val="00830A52"/>
    <w:rsid w:val="00830C34"/>
    <w:rsid w:val="00831510"/>
    <w:rsid w:val="00834B40"/>
    <w:rsid w:val="0084164B"/>
    <w:rsid w:val="00850011"/>
    <w:rsid w:val="00857DFE"/>
    <w:rsid w:val="008620B5"/>
    <w:rsid w:val="00863CB7"/>
    <w:rsid w:val="008716F1"/>
    <w:rsid w:val="00897D68"/>
    <w:rsid w:val="008A3907"/>
    <w:rsid w:val="008B350B"/>
    <w:rsid w:val="008C18CD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1FEB"/>
    <w:rsid w:val="009561E5"/>
    <w:rsid w:val="00957A20"/>
    <w:rsid w:val="0097216C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1016"/>
    <w:rsid w:val="00A1695C"/>
    <w:rsid w:val="00A16CA8"/>
    <w:rsid w:val="00A26856"/>
    <w:rsid w:val="00A36A1F"/>
    <w:rsid w:val="00A3740B"/>
    <w:rsid w:val="00A64653"/>
    <w:rsid w:val="00A646A6"/>
    <w:rsid w:val="00A80C81"/>
    <w:rsid w:val="00A84565"/>
    <w:rsid w:val="00A87FA6"/>
    <w:rsid w:val="00AA03A8"/>
    <w:rsid w:val="00AA50A9"/>
    <w:rsid w:val="00B017E7"/>
    <w:rsid w:val="00B06BE3"/>
    <w:rsid w:val="00B109EE"/>
    <w:rsid w:val="00B11430"/>
    <w:rsid w:val="00B12F0C"/>
    <w:rsid w:val="00B23E84"/>
    <w:rsid w:val="00B32552"/>
    <w:rsid w:val="00B35504"/>
    <w:rsid w:val="00B61B60"/>
    <w:rsid w:val="00B6664D"/>
    <w:rsid w:val="00B73C78"/>
    <w:rsid w:val="00B73D0F"/>
    <w:rsid w:val="00B76DE8"/>
    <w:rsid w:val="00B8732B"/>
    <w:rsid w:val="00B90B4F"/>
    <w:rsid w:val="00BA6DF6"/>
    <w:rsid w:val="00BD75A6"/>
    <w:rsid w:val="00BE6E99"/>
    <w:rsid w:val="00BF6D9E"/>
    <w:rsid w:val="00C00096"/>
    <w:rsid w:val="00C0098D"/>
    <w:rsid w:val="00C077E8"/>
    <w:rsid w:val="00C20A12"/>
    <w:rsid w:val="00C30BB7"/>
    <w:rsid w:val="00C35519"/>
    <w:rsid w:val="00C36DC8"/>
    <w:rsid w:val="00C3705A"/>
    <w:rsid w:val="00C5616C"/>
    <w:rsid w:val="00C602BF"/>
    <w:rsid w:val="00C726C7"/>
    <w:rsid w:val="00CB296B"/>
    <w:rsid w:val="00CB4542"/>
    <w:rsid w:val="00CB61F0"/>
    <w:rsid w:val="00CD22B3"/>
    <w:rsid w:val="00D03505"/>
    <w:rsid w:val="00D04ACA"/>
    <w:rsid w:val="00D04DEF"/>
    <w:rsid w:val="00D17CCC"/>
    <w:rsid w:val="00D20D24"/>
    <w:rsid w:val="00D22CF8"/>
    <w:rsid w:val="00D33AD3"/>
    <w:rsid w:val="00D43877"/>
    <w:rsid w:val="00D5109F"/>
    <w:rsid w:val="00D5786B"/>
    <w:rsid w:val="00D64B68"/>
    <w:rsid w:val="00D66E15"/>
    <w:rsid w:val="00D70F6A"/>
    <w:rsid w:val="00D76450"/>
    <w:rsid w:val="00D765E3"/>
    <w:rsid w:val="00D77749"/>
    <w:rsid w:val="00D808E2"/>
    <w:rsid w:val="00DA027D"/>
    <w:rsid w:val="00DA0A23"/>
    <w:rsid w:val="00DA1561"/>
    <w:rsid w:val="00DA1849"/>
    <w:rsid w:val="00DA4529"/>
    <w:rsid w:val="00DA54F2"/>
    <w:rsid w:val="00DC12F9"/>
    <w:rsid w:val="00DE02F8"/>
    <w:rsid w:val="00DF2086"/>
    <w:rsid w:val="00E159BA"/>
    <w:rsid w:val="00E26412"/>
    <w:rsid w:val="00E34530"/>
    <w:rsid w:val="00E420C1"/>
    <w:rsid w:val="00E43EB1"/>
    <w:rsid w:val="00E53A22"/>
    <w:rsid w:val="00E82D20"/>
    <w:rsid w:val="00E86F36"/>
    <w:rsid w:val="00EA7C72"/>
    <w:rsid w:val="00EC3760"/>
    <w:rsid w:val="00ED639C"/>
    <w:rsid w:val="00ED6B33"/>
    <w:rsid w:val="00EE372C"/>
    <w:rsid w:val="00F031F6"/>
    <w:rsid w:val="00F27F5A"/>
    <w:rsid w:val="00F374C5"/>
    <w:rsid w:val="00F4148A"/>
    <w:rsid w:val="00F439A7"/>
    <w:rsid w:val="00F532F2"/>
    <w:rsid w:val="00F62AD5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</w:rPr>
  </w:style>
  <w:style w:type="paragraph" w:customStyle="1" w:styleId="3">
    <w:name w:val="Знак Знак3"/>
    <w:basedOn w:val="Normal"/>
    <w:uiPriority w:val="99"/>
    <w:rsid w:val="00695C9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77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77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77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7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778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177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1</Pages>
  <Words>204</Words>
  <Characters>1165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31</cp:revision>
  <cp:lastPrinted>2016-10-03T10:53:00Z</cp:lastPrinted>
  <dcterms:created xsi:type="dcterms:W3CDTF">2014-11-12T06:42:00Z</dcterms:created>
  <dcterms:modified xsi:type="dcterms:W3CDTF">2021-06-02T08:28:00Z</dcterms:modified>
</cp:coreProperties>
</file>