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64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6" w:space="0" w:color="FFFFFF"/>
          <w:insideV w:val="single" w:sz="6" w:space="0" w:color="FFFFFF"/>
        </w:tblBorders>
        <w:tblLook w:val="01E0"/>
      </w:tblPr>
      <w:tblGrid>
        <w:gridCol w:w="5495"/>
        <w:gridCol w:w="4469"/>
      </w:tblGrid>
      <w:tr w:rsidR="00486464" w:rsidRPr="00FE48B7" w:rsidTr="00363725">
        <w:tc>
          <w:tcPr>
            <w:tcW w:w="5495" w:type="dxa"/>
            <w:tcBorders>
              <w:top w:val="single" w:sz="4" w:space="0" w:color="FFFFFF"/>
              <w:bottom w:val="single" w:sz="4" w:space="0" w:color="FFFFFF"/>
            </w:tcBorders>
          </w:tcPr>
          <w:p w:rsidR="00486464" w:rsidRDefault="00486464" w:rsidP="00F71617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486464" w:rsidRDefault="00486464" w:rsidP="00F71617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486464" w:rsidRDefault="00486464" w:rsidP="00F71617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486464" w:rsidRDefault="00486464" w:rsidP="00F71617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486464" w:rsidRDefault="00486464" w:rsidP="00F71617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469" w:type="dxa"/>
            <w:tcBorders>
              <w:top w:val="single" w:sz="4" w:space="0" w:color="FFFFFF"/>
              <w:bottom w:val="single" w:sz="4" w:space="0" w:color="FFFFFF"/>
            </w:tcBorders>
          </w:tcPr>
          <w:p w:rsidR="00486464" w:rsidRDefault="00486464" w:rsidP="00F71617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>ПРИЛОЖЕНИЕ</w:t>
            </w:r>
          </w:p>
          <w:p w:rsidR="00486464" w:rsidRDefault="00486464" w:rsidP="00F71617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>к решению _______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lang w:eastAsia="en-US"/>
              </w:rPr>
              <w:t xml:space="preserve">сессии Совета </w:t>
            </w:r>
          </w:p>
          <w:p w:rsidR="00486464" w:rsidRDefault="00486464" w:rsidP="00F71617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 xml:space="preserve">Старотитаровского сельского поселения Темрюкского района      </w:t>
            </w:r>
          </w:p>
          <w:p w:rsidR="00486464" w:rsidRDefault="00486464" w:rsidP="00B92F8D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от «_____» сентября 2020г. № ____</w:t>
            </w:r>
          </w:p>
        </w:tc>
      </w:tr>
    </w:tbl>
    <w:p w:rsidR="00486464" w:rsidRPr="00B153E5" w:rsidRDefault="00486464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486464" w:rsidRPr="00B253F9" w:rsidRDefault="00486464" w:rsidP="00B153E5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color w:val="26282F"/>
          <w:sz w:val="28"/>
          <w:szCs w:val="28"/>
        </w:rPr>
      </w:pPr>
      <w:r w:rsidRPr="00B253F9">
        <w:rPr>
          <w:rFonts w:ascii="Times New Roman" w:hAnsi="Times New Roman"/>
          <w:b/>
          <w:bCs/>
          <w:color w:val="26282F"/>
          <w:sz w:val="28"/>
          <w:szCs w:val="28"/>
        </w:rPr>
        <w:t>ПОЛОЖЕНИЕ</w:t>
      </w:r>
      <w:r w:rsidRPr="00B253F9">
        <w:rPr>
          <w:rFonts w:ascii="Times New Roman" w:hAnsi="Times New Roman"/>
          <w:b/>
          <w:bCs/>
          <w:color w:val="26282F"/>
          <w:sz w:val="28"/>
          <w:szCs w:val="28"/>
        </w:rPr>
        <w:br/>
        <w:t xml:space="preserve">о порядке сдачи квалификационного экзамена муниципальными </w:t>
      </w:r>
      <w:r w:rsidRPr="008E0DF5">
        <w:rPr>
          <w:rFonts w:ascii="Times New Roman" w:hAnsi="Times New Roman"/>
          <w:b/>
          <w:bCs/>
          <w:color w:val="26282F"/>
          <w:sz w:val="28"/>
          <w:szCs w:val="28"/>
        </w:rPr>
        <w:t xml:space="preserve">служащими </w:t>
      </w:r>
      <w:r>
        <w:rPr>
          <w:rFonts w:ascii="Times New Roman" w:hAnsi="Times New Roman"/>
          <w:b/>
          <w:bCs/>
          <w:color w:val="26282F"/>
          <w:sz w:val="28"/>
          <w:szCs w:val="28"/>
        </w:rPr>
        <w:t>администрации Старотитаровского сельского поселения</w:t>
      </w:r>
      <w:r w:rsidRPr="008E0DF5">
        <w:rPr>
          <w:rFonts w:ascii="Times New Roman" w:hAnsi="Times New Roman"/>
          <w:b/>
          <w:bCs/>
          <w:color w:val="26282F"/>
          <w:sz w:val="28"/>
          <w:szCs w:val="28"/>
        </w:rPr>
        <w:t xml:space="preserve"> </w:t>
      </w:r>
      <w:r w:rsidRPr="008E0DF5">
        <w:rPr>
          <w:rFonts w:ascii="Times New Roman" w:hAnsi="Times New Roman"/>
          <w:b/>
          <w:color w:val="2D2D2D"/>
          <w:spacing w:val="2"/>
          <w:sz w:val="28"/>
          <w:szCs w:val="28"/>
          <w:shd w:val="clear" w:color="auto" w:fill="FFFFFF"/>
        </w:rPr>
        <w:t>Темрюкск</w:t>
      </w:r>
      <w:r>
        <w:rPr>
          <w:rFonts w:ascii="Times New Roman" w:hAnsi="Times New Roman"/>
          <w:b/>
          <w:color w:val="2D2D2D"/>
          <w:spacing w:val="2"/>
          <w:sz w:val="28"/>
          <w:szCs w:val="28"/>
          <w:shd w:val="clear" w:color="auto" w:fill="FFFFFF"/>
        </w:rPr>
        <w:t>ого</w:t>
      </w:r>
      <w:r w:rsidRPr="008E0DF5">
        <w:rPr>
          <w:rFonts w:ascii="Times New Roman" w:hAnsi="Times New Roman"/>
          <w:b/>
          <w:color w:val="2D2D2D"/>
          <w:spacing w:val="2"/>
          <w:sz w:val="28"/>
          <w:szCs w:val="28"/>
          <w:shd w:val="clear" w:color="auto" w:fill="FFFFFF"/>
        </w:rPr>
        <w:t xml:space="preserve"> район</w:t>
      </w:r>
      <w:r>
        <w:rPr>
          <w:rFonts w:ascii="Times New Roman" w:hAnsi="Times New Roman"/>
          <w:b/>
          <w:color w:val="2D2D2D"/>
          <w:spacing w:val="2"/>
          <w:sz w:val="28"/>
          <w:szCs w:val="28"/>
          <w:shd w:val="clear" w:color="auto" w:fill="FFFFFF"/>
        </w:rPr>
        <w:t>а</w:t>
      </w:r>
      <w:r w:rsidRPr="008E0DF5">
        <w:rPr>
          <w:rFonts w:ascii="Times New Roman" w:hAnsi="Times New Roman"/>
          <w:b/>
          <w:color w:val="2D2D2D"/>
          <w:spacing w:val="2"/>
          <w:sz w:val="28"/>
          <w:szCs w:val="28"/>
          <w:shd w:val="clear" w:color="auto" w:fill="FFFFFF"/>
        </w:rPr>
        <w:t xml:space="preserve"> и </w:t>
      </w:r>
      <w:r>
        <w:rPr>
          <w:rFonts w:ascii="Times New Roman" w:hAnsi="Times New Roman"/>
          <w:b/>
          <w:color w:val="2D2D2D"/>
          <w:spacing w:val="2"/>
          <w:sz w:val="28"/>
          <w:szCs w:val="28"/>
          <w:shd w:val="clear" w:color="auto" w:fill="FFFFFF"/>
        </w:rPr>
        <w:t>о</w:t>
      </w:r>
      <w:r w:rsidRPr="008E0DF5">
        <w:rPr>
          <w:rFonts w:ascii="Times New Roman" w:hAnsi="Times New Roman"/>
          <w:b/>
          <w:bCs/>
          <w:color w:val="26282F"/>
          <w:sz w:val="28"/>
          <w:szCs w:val="28"/>
        </w:rPr>
        <w:t>ценки их</w:t>
      </w:r>
      <w:r w:rsidRPr="00B253F9">
        <w:rPr>
          <w:rFonts w:ascii="Times New Roman" w:hAnsi="Times New Roman"/>
          <w:b/>
          <w:bCs/>
          <w:color w:val="26282F"/>
          <w:sz w:val="28"/>
          <w:szCs w:val="28"/>
        </w:rPr>
        <w:t xml:space="preserve"> знаний, навыков и умений (профессионального уровня)</w:t>
      </w:r>
    </w:p>
    <w:p w:rsidR="00486464" w:rsidRPr="00B253F9" w:rsidRDefault="00486464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86464" w:rsidRPr="00B253F9" w:rsidRDefault="00486464" w:rsidP="00B153E5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Cs/>
          <w:color w:val="26282F"/>
          <w:sz w:val="28"/>
          <w:szCs w:val="28"/>
        </w:rPr>
      </w:pPr>
      <w:bookmarkStart w:id="0" w:name="sub_12100"/>
      <w:r w:rsidRPr="00B253F9">
        <w:rPr>
          <w:rFonts w:ascii="Times New Roman" w:hAnsi="Times New Roman"/>
          <w:bCs/>
          <w:color w:val="26282F"/>
          <w:sz w:val="28"/>
          <w:szCs w:val="28"/>
        </w:rPr>
        <w:t xml:space="preserve">1. </w:t>
      </w:r>
      <w:r>
        <w:rPr>
          <w:rFonts w:ascii="Times New Roman" w:hAnsi="Times New Roman"/>
          <w:bCs/>
          <w:color w:val="26282F"/>
          <w:sz w:val="28"/>
          <w:szCs w:val="28"/>
        </w:rPr>
        <w:t>ОБЩИЕ ПОЛОЖЕНИЯ</w:t>
      </w:r>
    </w:p>
    <w:bookmarkEnd w:id="0"/>
    <w:p w:rsidR="00486464" w:rsidRPr="00B153E5" w:rsidRDefault="00486464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486464" w:rsidRPr="00B253F9" w:rsidRDefault="00486464" w:rsidP="00B253F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" w:name="sub_12101"/>
      <w:r w:rsidRPr="00B253F9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1.</w:t>
      </w:r>
      <w:r w:rsidRPr="00B253F9">
        <w:rPr>
          <w:rFonts w:ascii="Times New Roman" w:hAnsi="Times New Roman"/>
          <w:sz w:val="28"/>
          <w:szCs w:val="28"/>
        </w:rPr>
        <w:t xml:space="preserve"> Положение о порядке сдачи квалификационного экзамена муниципальными служащими </w:t>
      </w:r>
      <w:r>
        <w:rPr>
          <w:rFonts w:ascii="Times New Roman" w:hAnsi="Times New Roman"/>
          <w:sz w:val="28"/>
          <w:szCs w:val="28"/>
        </w:rPr>
        <w:t>администрации Старотитаровского сельского поселения Темрюкского района</w:t>
      </w:r>
      <w:r w:rsidRPr="00B253F9">
        <w:rPr>
          <w:rFonts w:ascii="Times New Roman" w:hAnsi="Times New Roman"/>
          <w:sz w:val="28"/>
          <w:szCs w:val="28"/>
        </w:rPr>
        <w:t xml:space="preserve"> и оценки их знаний, навыков и умений (профессионального уровня) разработано в соответствии с </w:t>
      </w:r>
      <w:hyperlink r:id="rId6" w:history="1">
        <w:r w:rsidRPr="00B253F9">
          <w:rPr>
            <w:rFonts w:ascii="Times New Roman" w:hAnsi="Times New Roman"/>
            <w:sz w:val="28"/>
            <w:szCs w:val="28"/>
          </w:rPr>
          <w:t>Федеральным законом</w:t>
        </w:r>
      </w:hyperlink>
      <w:r>
        <w:rPr>
          <w:rFonts w:ascii="Times New Roman" w:hAnsi="Times New Roman"/>
          <w:sz w:val="28"/>
          <w:szCs w:val="28"/>
        </w:rPr>
        <w:t xml:space="preserve"> от </w:t>
      </w:r>
      <w:r w:rsidRPr="00B253F9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марта </w:t>
      </w:r>
      <w:r w:rsidRPr="00B253F9">
        <w:rPr>
          <w:rFonts w:ascii="Times New Roman" w:hAnsi="Times New Roman"/>
          <w:sz w:val="28"/>
          <w:szCs w:val="28"/>
        </w:rPr>
        <w:t>2007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Pr="00B253F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№</w:t>
      </w:r>
      <w:r w:rsidRPr="00B253F9">
        <w:rPr>
          <w:rFonts w:ascii="Times New Roman" w:hAnsi="Times New Roman"/>
          <w:sz w:val="28"/>
          <w:szCs w:val="28"/>
        </w:rPr>
        <w:t xml:space="preserve"> 25-ФЗ </w:t>
      </w:r>
      <w:r>
        <w:rPr>
          <w:rFonts w:ascii="Times New Roman" w:hAnsi="Times New Roman"/>
          <w:sz w:val="28"/>
          <w:szCs w:val="28"/>
        </w:rPr>
        <w:t>«</w:t>
      </w:r>
      <w:r w:rsidRPr="00B253F9">
        <w:rPr>
          <w:rFonts w:ascii="Times New Roman" w:hAnsi="Times New Roman"/>
          <w:sz w:val="28"/>
          <w:szCs w:val="28"/>
        </w:rPr>
        <w:t>О муниципальной службе в Российской Федерации</w:t>
      </w:r>
      <w:r>
        <w:rPr>
          <w:rFonts w:ascii="Times New Roman" w:hAnsi="Times New Roman"/>
          <w:sz w:val="28"/>
          <w:szCs w:val="28"/>
        </w:rPr>
        <w:t>»</w:t>
      </w:r>
      <w:r w:rsidRPr="00B253F9">
        <w:rPr>
          <w:rFonts w:ascii="Times New Roman" w:hAnsi="Times New Roman"/>
          <w:sz w:val="28"/>
          <w:szCs w:val="28"/>
        </w:rPr>
        <w:t xml:space="preserve">, Законами Краснодарского края </w:t>
      </w:r>
      <w:hyperlink r:id="rId7" w:history="1">
        <w:r>
          <w:rPr>
            <w:rFonts w:ascii="Times New Roman" w:hAnsi="Times New Roman"/>
            <w:sz w:val="28"/>
            <w:szCs w:val="28"/>
          </w:rPr>
          <w:t xml:space="preserve">от 8 июня </w:t>
        </w:r>
        <w:r w:rsidRPr="00B253F9">
          <w:rPr>
            <w:rFonts w:ascii="Times New Roman" w:hAnsi="Times New Roman"/>
            <w:sz w:val="28"/>
            <w:szCs w:val="28"/>
          </w:rPr>
          <w:t>2007</w:t>
        </w:r>
        <w:r>
          <w:rPr>
            <w:rFonts w:ascii="Times New Roman" w:hAnsi="Times New Roman"/>
            <w:sz w:val="28"/>
            <w:szCs w:val="28"/>
          </w:rPr>
          <w:t xml:space="preserve"> года</w:t>
        </w:r>
        <w:r w:rsidRPr="00B253F9">
          <w:rPr>
            <w:rFonts w:ascii="Times New Roman" w:hAnsi="Times New Roman"/>
            <w:sz w:val="28"/>
            <w:szCs w:val="28"/>
          </w:rPr>
          <w:t xml:space="preserve"> </w:t>
        </w:r>
        <w:r>
          <w:rPr>
            <w:rFonts w:ascii="Times New Roman" w:hAnsi="Times New Roman"/>
            <w:sz w:val="28"/>
            <w:szCs w:val="28"/>
          </w:rPr>
          <w:t>№</w:t>
        </w:r>
        <w:r w:rsidRPr="00B253F9">
          <w:rPr>
            <w:rFonts w:ascii="Times New Roman" w:hAnsi="Times New Roman"/>
            <w:sz w:val="28"/>
            <w:szCs w:val="28"/>
          </w:rPr>
          <w:t> 1244-КЗ</w:t>
        </w:r>
      </w:hyperlink>
      <w:r w:rsidRPr="00B253F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B253F9">
        <w:rPr>
          <w:rFonts w:ascii="Times New Roman" w:hAnsi="Times New Roman"/>
          <w:sz w:val="28"/>
          <w:szCs w:val="28"/>
        </w:rPr>
        <w:t>О муниципальной службе в Краснодарском крае</w:t>
      </w:r>
      <w:r>
        <w:rPr>
          <w:rFonts w:ascii="Times New Roman" w:hAnsi="Times New Roman"/>
          <w:sz w:val="28"/>
          <w:szCs w:val="28"/>
        </w:rPr>
        <w:t>»</w:t>
      </w:r>
      <w:r w:rsidRPr="00B253F9">
        <w:rPr>
          <w:rFonts w:ascii="Times New Roman" w:hAnsi="Times New Roman"/>
          <w:sz w:val="28"/>
          <w:szCs w:val="28"/>
        </w:rPr>
        <w:t xml:space="preserve">, </w:t>
      </w:r>
      <w:hyperlink r:id="rId8" w:history="1">
        <w:r w:rsidRPr="00B253F9">
          <w:rPr>
            <w:rFonts w:ascii="Times New Roman" w:hAnsi="Times New Roman"/>
            <w:sz w:val="28"/>
            <w:szCs w:val="28"/>
          </w:rPr>
          <w:t xml:space="preserve">от </w:t>
        </w:r>
        <w:r>
          <w:rPr>
            <w:rFonts w:ascii="Times New Roman" w:hAnsi="Times New Roman"/>
            <w:sz w:val="28"/>
            <w:szCs w:val="28"/>
          </w:rPr>
          <w:t xml:space="preserve">3 июня </w:t>
        </w:r>
        <w:r w:rsidRPr="00B253F9">
          <w:rPr>
            <w:rFonts w:ascii="Times New Roman" w:hAnsi="Times New Roman"/>
            <w:sz w:val="28"/>
            <w:szCs w:val="28"/>
          </w:rPr>
          <w:t xml:space="preserve">2009 </w:t>
        </w:r>
        <w:r>
          <w:rPr>
            <w:rFonts w:ascii="Times New Roman" w:hAnsi="Times New Roman"/>
            <w:sz w:val="28"/>
            <w:szCs w:val="28"/>
          </w:rPr>
          <w:t>года №</w:t>
        </w:r>
        <w:r w:rsidRPr="00B253F9">
          <w:rPr>
            <w:rFonts w:ascii="Times New Roman" w:hAnsi="Times New Roman"/>
            <w:sz w:val="28"/>
            <w:szCs w:val="28"/>
          </w:rPr>
          <w:t> 1740-КЗ</w:t>
        </w:r>
      </w:hyperlink>
      <w:r w:rsidRPr="00B253F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B253F9">
        <w:rPr>
          <w:rFonts w:ascii="Times New Roman" w:hAnsi="Times New Roman"/>
          <w:sz w:val="28"/>
          <w:szCs w:val="28"/>
        </w:rPr>
        <w:t>О порядке присвоения и сохранения классных чинов муниципальных служащих в Краснодарском крае</w:t>
      </w:r>
      <w:r>
        <w:rPr>
          <w:rFonts w:ascii="Times New Roman" w:hAnsi="Times New Roman"/>
          <w:sz w:val="28"/>
          <w:szCs w:val="28"/>
        </w:rPr>
        <w:t>»</w:t>
      </w:r>
      <w:r w:rsidRPr="00B253F9">
        <w:rPr>
          <w:rFonts w:ascii="Times New Roman" w:hAnsi="Times New Roman"/>
          <w:sz w:val="28"/>
          <w:szCs w:val="28"/>
        </w:rPr>
        <w:t>.</w:t>
      </w:r>
    </w:p>
    <w:p w:rsidR="00486464" w:rsidRPr="00B253F9" w:rsidRDefault="00486464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2" w:name="sub_12102"/>
      <w:bookmarkEnd w:id="1"/>
      <w:r>
        <w:rPr>
          <w:rFonts w:ascii="Times New Roman" w:hAnsi="Times New Roman"/>
          <w:sz w:val="28"/>
          <w:szCs w:val="28"/>
        </w:rPr>
        <w:t>1.</w:t>
      </w:r>
      <w:r w:rsidRPr="00B253F9">
        <w:rPr>
          <w:rFonts w:ascii="Times New Roman" w:hAnsi="Times New Roman"/>
          <w:sz w:val="28"/>
          <w:szCs w:val="28"/>
        </w:rPr>
        <w:t xml:space="preserve">2. Положение о порядке сдачи квалификационного экзамена муниципальными служащими </w:t>
      </w:r>
      <w:r>
        <w:rPr>
          <w:rFonts w:ascii="Times New Roman" w:hAnsi="Times New Roman"/>
          <w:sz w:val="28"/>
          <w:szCs w:val="28"/>
        </w:rPr>
        <w:t>администрации Старотитаровского сельского поселения Темрюкского района</w:t>
      </w:r>
      <w:r w:rsidRPr="00B253F9">
        <w:rPr>
          <w:rFonts w:ascii="Times New Roman" w:hAnsi="Times New Roman"/>
          <w:sz w:val="28"/>
          <w:szCs w:val="28"/>
        </w:rPr>
        <w:t xml:space="preserve"> (далее - Положение) устанавливает порядок сдачи квалификационного экзамена муниципальными служащими, замещающими должности муниципальной службы в </w:t>
      </w:r>
      <w:r>
        <w:rPr>
          <w:rFonts w:ascii="Times New Roman" w:hAnsi="Times New Roman"/>
          <w:sz w:val="28"/>
          <w:szCs w:val="28"/>
        </w:rPr>
        <w:t>администрации Старотитаровского сельского поселения Темрюкского района</w:t>
      </w:r>
      <w:r w:rsidRPr="00B253F9">
        <w:rPr>
          <w:rFonts w:ascii="Times New Roman" w:hAnsi="Times New Roman"/>
          <w:sz w:val="28"/>
          <w:szCs w:val="28"/>
        </w:rPr>
        <w:t>, а также порядок оценки их знаний, навыков и умений (профессионального уровня).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86464" w:rsidRPr="00B253F9" w:rsidRDefault="00486464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3" w:name="sub_1203"/>
      <w:bookmarkEnd w:id="2"/>
      <w:r>
        <w:rPr>
          <w:rFonts w:ascii="Times New Roman" w:hAnsi="Times New Roman"/>
          <w:sz w:val="28"/>
          <w:szCs w:val="28"/>
        </w:rPr>
        <w:t>1.</w:t>
      </w:r>
      <w:r w:rsidRPr="00B253F9">
        <w:rPr>
          <w:rFonts w:ascii="Times New Roman" w:hAnsi="Times New Roman"/>
          <w:sz w:val="28"/>
          <w:szCs w:val="28"/>
        </w:rPr>
        <w:t>3. Квалификационный экзамен проводится в целях оценки знаний, навыков и умений (профессионального уровня) муниципальных служащих для последующего присвоения классного чина.</w:t>
      </w:r>
    </w:p>
    <w:bookmarkEnd w:id="3"/>
    <w:p w:rsidR="00486464" w:rsidRDefault="00486464" w:rsidP="00243B1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 w:cs="Arial"/>
          <w:sz w:val="24"/>
          <w:szCs w:val="24"/>
        </w:rPr>
      </w:pPr>
    </w:p>
    <w:p w:rsidR="00486464" w:rsidRPr="00E24BC9" w:rsidRDefault="00486464" w:rsidP="00243B1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Cs/>
          <w:color w:val="26282F"/>
          <w:sz w:val="28"/>
          <w:szCs w:val="28"/>
        </w:rPr>
      </w:pPr>
      <w:r w:rsidRPr="00E24BC9">
        <w:rPr>
          <w:rFonts w:ascii="Times New Roman" w:hAnsi="Times New Roman"/>
          <w:bCs/>
          <w:color w:val="26282F"/>
          <w:sz w:val="28"/>
          <w:szCs w:val="28"/>
        </w:rPr>
        <w:t>2. ОРГАНИЗАЦИЯ ПРОВЕДЕНИЯ КВАЛИФИКАЦИОННОГО ЭКЗАМЕНА</w:t>
      </w:r>
    </w:p>
    <w:p w:rsidR="00486464" w:rsidRPr="00B153E5" w:rsidRDefault="00486464" w:rsidP="00243B1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 w:cs="Arial"/>
          <w:sz w:val="24"/>
          <w:szCs w:val="24"/>
        </w:rPr>
      </w:pPr>
    </w:p>
    <w:p w:rsidR="00486464" w:rsidRPr="006512D4" w:rsidRDefault="00486464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4" w:name="sub_12204"/>
      <w:r>
        <w:rPr>
          <w:rFonts w:ascii="Times New Roman" w:hAnsi="Times New Roman"/>
          <w:sz w:val="28"/>
          <w:szCs w:val="28"/>
        </w:rPr>
        <w:t>2.1.</w:t>
      </w:r>
      <w:r w:rsidRPr="006512D4">
        <w:rPr>
          <w:rFonts w:ascii="Times New Roman" w:hAnsi="Times New Roman"/>
          <w:sz w:val="28"/>
          <w:szCs w:val="28"/>
        </w:rPr>
        <w:t xml:space="preserve"> Квалификационный экзамен сдают муниципальные служащие, замещающие </w:t>
      </w:r>
      <w:r>
        <w:rPr>
          <w:rFonts w:ascii="Times New Roman" w:hAnsi="Times New Roman"/>
          <w:sz w:val="28"/>
          <w:szCs w:val="28"/>
        </w:rPr>
        <w:t>на определенный</w:t>
      </w:r>
      <w:r w:rsidRPr="006512D4">
        <w:rPr>
          <w:rFonts w:ascii="Times New Roman" w:hAnsi="Times New Roman"/>
          <w:sz w:val="28"/>
          <w:szCs w:val="28"/>
        </w:rPr>
        <w:t xml:space="preserve"> срок полномочий должности муниципальной службы в </w:t>
      </w:r>
      <w:r>
        <w:rPr>
          <w:rFonts w:ascii="Times New Roman" w:hAnsi="Times New Roman"/>
          <w:sz w:val="28"/>
          <w:szCs w:val="28"/>
        </w:rPr>
        <w:t>администрации Старотитаровского сельского поселения Темрюкскогорайона</w:t>
      </w:r>
      <w:r w:rsidRPr="006512D4">
        <w:rPr>
          <w:rFonts w:ascii="Times New Roman" w:hAnsi="Times New Roman"/>
          <w:sz w:val="28"/>
          <w:szCs w:val="28"/>
        </w:rPr>
        <w:t>.</w:t>
      </w:r>
    </w:p>
    <w:p w:rsidR="00486464" w:rsidRDefault="00486464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5" w:name="sub_12206"/>
      <w:bookmarkEnd w:id="4"/>
      <w:r>
        <w:rPr>
          <w:rFonts w:ascii="Times New Roman" w:hAnsi="Times New Roman"/>
          <w:sz w:val="28"/>
          <w:szCs w:val="28"/>
        </w:rPr>
        <w:t xml:space="preserve">2.2. </w:t>
      </w:r>
      <w:r w:rsidRPr="004D12C1">
        <w:rPr>
          <w:rFonts w:ascii="Times New Roman" w:hAnsi="Times New Roman"/>
          <w:sz w:val="28"/>
          <w:szCs w:val="28"/>
        </w:rPr>
        <w:t>Квалификационный экзамен проводится по инициативе муниципального служащего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4D12C1">
        <w:rPr>
          <w:rFonts w:ascii="Times New Roman" w:hAnsi="Times New Roman"/>
          <w:sz w:val="28"/>
          <w:szCs w:val="28"/>
        </w:rPr>
        <w:t>не позднее чем через три месяца после дня подачи муниципальным служащим письменного заявления о присвоении классного чина.</w:t>
      </w:r>
    </w:p>
    <w:p w:rsidR="00486464" w:rsidRDefault="00486464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 </w:t>
      </w:r>
      <w:r w:rsidRPr="005F4B0D">
        <w:rPr>
          <w:rFonts w:ascii="Times New Roman" w:hAnsi="Times New Roman"/>
          <w:sz w:val="28"/>
          <w:szCs w:val="28"/>
        </w:rPr>
        <w:t>Первый классный чин присваивается муниципальному служащему после успешного завершения испытания, а если испытание не устанавливалось, то не ранее чем через три месяца после назначения муниципального служащего на должность муниципальной службы.</w:t>
      </w:r>
    </w:p>
    <w:p w:rsidR="00486464" w:rsidRPr="008D5DE7" w:rsidRDefault="00486464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6" w:name="sub_12208"/>
      <w:bookmarkEnd w:id="5"/>
      <w:r>
        <w:rPr>
          <w:rFonts w:ascii="Times New Roman" w:hAnsi="Times New Roman"/>
          <w:sz w:val="28"/>
          <w:szCs w:val="28"/>
        </w:rPr>
        <w:t>2.4.</w:t>
      </w:r>
      <w:r w:rsidRPr="008D5D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Квалификационный экзамен проводится по мере необходимости и решение о его проведении оформляется </w:t>
      </w:r>
      <w:r w:rsidRPr="008D5DE7">
        <w:rPr>
          <w:rFonts w:ascii="Times New Roman" w:hAnsi="Times New Roman"/>
          <w:sz w:val="28"/>
          <w:szCs w:val="28"/>
        </w:rPr>
        <w:t xml:space="preserve">муниципальным правовым актом администрации </w:t>
      </w:r>
      <w:r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</w:t>
      </w:r>
      <w:r w:rsidRPr="008D5DE7">
        <w:rPr>
          <w:rFonts w:ascii="Times New Roman" w:hAnsi="Times New Roman"/>
          <w:sz w:val="28"/>
          <w:szCs w:val="28"/>
        </w:rPr>
        <w:t xml:space="preserve">. </w:t>
      </w:r>
    </w:p>
    <w:bookmarkEnd w:id="6"/>
    <w:p w:rsidR="00486464" w:rsidRPr="008D5DE7" w:rsidRDefault="00486464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D5DE7">
        <w:rPr>
          <w:rFonts w:ascii="Times New Roman" w:hAnsi="Times New Roman"/>
          <w:sz w:val="28"/>
          <w:szCs w:val="28"/>
        </w:rPr>
        <w:t>В решении о проведении квалификационного экзамена указываются:</w:t>
      </w:r>
    </w:p>
    <w:p w:rsidR="00486464" w:rsidRPr="008D5DE7" w:rsidRDefault="00486464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7" w:name="sub_122081"/>
      <w:r w:rsidRPr="008D5DE7">
        <w:rPr>
          <w:rFonts w:ascii="Times New Roman" w:hAnsi="Times New Roman"/>
          <w:sz w:val="28"/>
          <w:szCs w:val="28"/>
        </w:rPr>
        <w:t>дата и время проведения квалификационного экзамена;</w:t>
      </w:r>
    </w:p>
    <w:p w:rsidR="00486464" w:rsidRPr="008D5DE7" w:rsidRDefault="00486464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8" w:name="sub_122082"/>
      <w:bookmarkEnd w:id="7"/>
      <w:r w:rsidRPr="008D5DE7">
        <w:rPr>
          <w:rFonts w:ascii="Times New Roman" w:hAnsi="Times New Roman"/>
          <w:sz w:val="28"/>
          <w:szCs w:val="28"/>
        </w:rPr>
        <w:t>список муниципальных служащих, которые должны сдавать квалификационный экзамен;</w:t>
      </w:r>
    </w:p>
    <w:p w:rsidR="00486464" w:rsidRPr="008D5DE7" w:rsidRDefault="00486464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9" w:name="sub_122083"/>
      <w:bookmarkEnd w:id="8"/>
      <w:r w:rsidRPr="008D5DE7">
        <w:rPr>
          <w:rFonts w:ascii="Times New Roman" w:hAnsi="Times New Roman"/>
          <w:sz w:val="28"/>
          <w:szCs w:val="28"/>
        </w:rPr>
        <w:t>перечень документов, необходимых для проведения квалификационного экзамена.</w:t>
      </w:r>
    </w:p>
    <w:bookmarkEnd w:id="9"/>
    <w:p w:rsidR="00486464" w:rsidRDefault="00486464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2.5. </w:t>
      </w:r>
      <w:r w:rsidRPr="008D5DE7">
        <w:rPr>
          <w:rFonts w:ascii="Times New Roman" w:hAnsi="Times New Roman"/>
          <w:sz w:val="28"/>
          <w:szCs w:val="28"/>
        </w:rPr>
        <w:t>Решение о предстоящей сдаче квалификационного экзамена доводится до сведения муниципального служащего</w:t>
      </w:r>
      <w:r>
        <w:rPr>
          <w:rFonts w:ascii="Times New Roman" w:hAnsi="Times New Roman"/>
          <w:sz w:val="28"/>
          <w:szCs w:val="28"/>
        </w:rPr>
        <w:t xml:space="preserve">, которому предстоит сдача квалификационного экзамена, </w:t>
      </w:r>
      <w:r w:rsidRPr="008D5DE7">
        <w:rPr>
          <w:rFonts w:ascii="Times New Roman" w:hAnsi="Times New Roman"/>
          <w:sz w:val="28"/>
          <w:szCs w:val="28"/>
        </w:rPr>
        <w:t>не позднее</w:t>
      </w:r>
      <w:r>
        <w:rPr>
          <w:rFonts w:ascii="Times New Roman" w:hAnsi="Times New Roman"/>
          <w:sz w:val="28"/>
          <w:szCs w:val="28"/>
        </w:rPr>
        <w:t>,</w:t>
      </w:r>
      <w:r w:rsidRPr="008D5DE7">
        <w:rPr>
          <w:rFonts w:ascii="Times New Roman" w:hAnsi="Times New Roman"/>
          <w:sz w:val="28"/>
          <w:szCs w:val="28"/>
        </w:rPr>
        <w:t xml:space="preserve"> чем за </w:t>
      </w:r>
      <w:r>
        <w:rPr>
          <w:rFonts w:ascii="Times New Roman" w:hAnsi="Times New Roman"/>
          <w:sz w:val="28"/>
          <w:szCs w:val="28"/>
        </w:rPr>
        <w:t>две недели</w:t>
      </w:r>
      <w:r w:rsidRPr="008D5DE7">
        <w:rPr>
          <w:rFonts w:ascii="Times New Roman" w:hAnsi="Times New Roman"/>
          <w:sz w:val="28"/>
          <w:szCs w:val="28"/>
        </w:rPr>
        <w:t xml:space="preserve"> до его проведения.</w:t>
      </w:r>
    </w:p>
    <w:p w:rsidR="00486464" w:rsidRPr="00E24BC9" w:rsidRDefault="00486464" w:rsidP="00E24B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2.6. </w:t>
      </w:r>
      <w:r w:rsidRPr="00E24BC9">
        <w:rPr>
          <w:rFonts w:ascii="Times New Roman" w:hAnsi="Times New Roman"/>
          <w:sz w:val="28"/>
          <w:szCs w:val="28"/>
        </w:rPr>
        <w:t>Не позднее чем за семь дней до проведения квалификационного экзамена непосредственный руководитель муниципального служащего представляет мотивированный отзыв об уровне знаний, навыков и умений (профессиональном уровне) муниципального служащего и о возможности присвоения ему классного чина муниципального служащего по форме согласно приложению № 1 к настоящему Положению.</w:t>
      </w:r>
    </w:p>
    <w:p w:rsidR="00486464" w:rsidRPr="00E24BC9" w:rsidRDefault="00486464" w:rsidP="00E24B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24BC9">
        <w:rPr>
          <w:rFonts w:ascii="Times New Roman" w:hAnsi="Times New Roman"/>
          <w:sz w:val="28"/>
          <w:szCs w:val="28"/>
        </w:rPr>
        <w:t>В отзыве делается отметка об ознакомлении муниципального служащего с его содержанием.</w:t>
      </w:r>
    </w:p>
    <w:p w:rsidR="00486464" w:rsidRDefault="00486464" w:rsidP="00E24B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24BC9">
        <w:rPr>
          <w:rFonts w:ascii="Times New Roman" w:hAnsi="Times New Roman"/>
          <w:sz w:val="28"/>
          <w:szCs w:val="28"/>
        </w:rPr>
        <w:t>Муниципальный служащий вправе представить в Аттестационную комиссию по проведению квалификационного экзамена заявление о своём несогласии с указанным отзывом, а также дополнительные сведения о своей профессиональной служебной деятельности.</w:t>
      </w:r>
    </w:p>
    <w:p w:rsidR="00486464" w:rsidRDefault="00486464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86464" w:rsidRDefault="00486464" w:rsidP="00E24BC9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ПРОВЕДЕНИЕ КВАЛИФИКАЦИОННОГО ЭКЗАМЕНА</w:t>
      </w:r>
    </w:p>
    <w:p w:rsidR="00486464" w:rsidRDefault="00486464" w:rsidP="00E24BC9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486464" w:rsidRDefault="00486464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 </w:t>
      </w:r>
      <w:r w:rsidRPr="00ED6B39">
        <w:rPr>
          <w:rFonts w:ascii="Times New Roman" w:hAnsi="Times New Roman"/>
          <w:sz w:val="28"/>
          <w:szCs w:val="28"/>
        </w:rPr>
        <w:t xml:space="preserve">Квалификационный экзамен проводится Аттестационной комиссией </w:t>
      </w:r>
      <w:r>
        <w:rPr>
          <w:rFonts w:ascii="Times New Roman" w:hAnsi="Times New Roman"/>
          <w:sz w:val="28"/>
          <w:szCs w:val="28"/>
        </w:rPr>
        <w:t>администрации Старотитаровского сельского поселения Темрюкского района</w:t>
      </w:r>
      <w:r w:rsidRPr="00ED6B39">
        <w:rPr>
          <w:rFonts w:ascii="Times New Roman" w:hAnsi="Times New Roman"/>
          <w:sz w:val="28"/>
          <w:szCs w:val="28"/>
        </w:rPr>
        <w:t xml:space="preserve"> по проведению квалификационного экзамена (далее - Аттестационная комиссия по проведению квалификационного экзамена).</w:t>
      </w:r>
    </w:p>
    <w:p w:rsidR="00486464" w:rsidRDefault="00486464" w:rsidP="009B739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0" w:name="sub_12209"/>
      <w:r>
        <w:rPr>
          <w:rFonts w:ascii="Times New Roman" w:hAnsi="Times New Roman"/>
          <w:sz w:val="28"/>
          <w:szCs w:val="28"/>
        </w:rPr>
        <w:t xml:space="preserve">3.2. </w:t>
      </w:r>
      <w:r w:rsidRPr="00363725">
        <w:rPr>
          <w:rFonts w:ascii="Times New Roman" w:hAnsi="Times New Roman"/>
          <w:sz w:val="28"/>
          <w:szCs w:val="28"/>
        </w:rPr>
        <w:t xml:space="preserve">Порядок проведения заседания Аттестационной комиссии, правомочность, порядок принятия решения Аттестационной комиссии определяется муниципальным правовым актом, регулирующим порядок проведения аттестации муниципальных служащих. </w:t>
      </w:r>
    </w:p>
    <w:p w:rsidR="00486464" w:rsidRDefault="00486464" w:rsidP="009B739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3.4. </w:t>
      </w:r>
      <w:r w:rsidRPr="006A73F5">
        <w:rPr>
          <w:rFonts w:ascii="Times New Roman" w:hAnsi="Times New Roman"/>
          <w:sz w:val="28"/>
          <w:szCs w:val="28"/>
        </w:rPr>
        <w:t>Аттестационная комиссия по проведению квалификационного экзамена состоит из председателя, заместителей председателя, секретаря и других членов комиссии.</w:t>
      </w:r>
    </w:p>
    <w:p w:rsidR="00486464" w:rsidRPr="006A73F5" w:rsidRDefault="00486464" w:rsidP="006A73F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A73F5">
        <w:rPr>
          <w:rFonts w:ascii="Times New Roman" w:hAnsi="Times New Roman"/>
          <w:sz w:val="28"/>
          <w:szCs w:val="28"/>
        </w:rPr>
        <w:t xml:space="preserve">Члены Аттестационной комиссии по проведению квалификационного экзамена из числа муниципальных служащих администрации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поселения Темрюкского района </w:t>
      </w:r>
      <w:r w:rsidRPr="006A73F5">
        <w:rPr>
          <w:rFonts w:ascii="Times New Roman" w:hAnsi="Times New Roman"/>
          <w:sz w:val="28"/>
          <w:szCs w:val="28"/>
        </w:rPr>
        <w:t xml:space="preserve">утверждаются распоряжением администрации </w:t>
      </w:r>
      <w:r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</w:t>
      </w:r>
      <w:r w:rsidRPr="006A73F5">
        <w:rPr>
          <w:rFonts w:ascii="Times New Roman" w:hAnsi="Times New Roman"/>
          <w:sz w:val="28"/>
          <w:szCs w:val="28"/>
        </w:rPr>
        <w:t>.</w:t>
      </w:r>
    </w:p>
    <w:p w:rsidR="00486464" w:rsidRDefault="00486464" w:rsidP="006A73F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A73F5">
        <w:rPr>
          <w:rFonts w:ascii="Times New Roman" w:hAnsi="Times New Roman"/>
          <w:sz w:val="28"/>
          <w:szCs w:val="28"/>
        </w:rPr>
        <w:t>Председатель, за</w:t>
      </w:r>
      <w:r>
        <w:rPr>
          <w:rFonts w:ascii="Times New Roman" w:hAnsi="Times New Roman"/>
          <w:sz w:val="28"/>
          <w:szCs w:val="28"/>
        </w:rPr>
        <w:t>меститель</w:t>
      </w:r>
      <w:r w:rsidRPr="006A73F5">
        <w:rPr>
          <w:rFonts w:ascii="Times New Roman" w:hAnsi="Times New Roman"/>
          <w:sz w:val="28"/>
          <w:szCs w:val="28"/>
        </w:rPr>
        <w:t xml:space="preserve"> председателя и секретарь Аттестационной комиссии по проведению квалификационного экзамена избираются из состава Аттестационной комиссии по проведению квалификационного экзамена на её первом заседании.</w:t>
      </w:r>
    </w:p>
    <w:p w:rsidR="00486464" w:rsidRPr="00650001" w:rsidRDefault="00486464" w:rsidP="00650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3.5. </w:t>
      </w:r>
      <w:r w:rsidRPr="00650001">
        <w:rPr>
          <w:rFonts w:ascii="Times New Roman" w:hAnsi="Times New Roman"/>
          <w:sz w:val="28"/>
          <w:szCs w:val="28"/>
        </w:rPr>
        <w:t>Заседания Аттестационной комиссии по проведению квалификационного экзамена проводятся по мере необходимости.</w:t>
      </w:r>
    </w:p>
    <w:p w:rsidR="00486464" w:rsidRPr="00650001" w:rsidRDefault="00486464" w:rsidP="00650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50001">
        <w:rPr>
          <w:rFonts w:ascii="Times New Roman" w:hAnsi="Times New Roman"/>
          <w:sz w:val="28"/>
          <w:szCs w:val="28"/>
        </w:rPr>
        <w:t>Заседание Аттестационной комиссии по проведению квалификационного экзамена правомочно, если на нём присутствует более половины её членов.</w:t>
      </w:r>
    </w:p>
    <w:p w:rsidR="00486464" w:rsidRPr="00650001" w:rsidRDefault="00486464" w:rsidP="00650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3.6. </w:t>
      </w:r>
      <w:r w:rsidRPr="00650001">
        <w:rPr>
          <w:rFonts w:ascii="Times New Roman" w:hAnsi="Times New Roman"/>
          <w:sz w:val="28"/>
          <w:szCs w:val="28"/>
        </w:rPr>
        <w:t>На период сдачи квалификационного экзамена муниципального служащего, являющегося членом Аттестационной комиссии по проведению квалификационного экзамена, его членство в этой комиссии приостанавливается.</w:t>
      </w:r>
    </w:p>
    <w:p w:rsidR="00486464" w:rsidRPr="00650001" w:rsidRDefault="00486464" w:rsidP="00650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3.7. </w:t>
      </w:r>
      <w:r w:rsidRPr="00650001">
        <w:rPr>
          <w:rFonts w:ascii="Times New Roman" w:hAnsi="Times New Roman"/>
          <w:sz w:val="28"/>
          <w:szCs w:val="28"/>
        </w:rPr>
        <w:t>Решения Аттестационной комиссии по проведению квалификационного экзамена по вопросам, отнесённым к её компетенции настоящим Положением, принимаются простым большинством голосов. При равенстве голосов членов Аттестационной комиссии по проведению квалификационного экзамена муниципальный служащий считается сдавшим квалификационный экзамен и ему присваивается классный чин в соответствии с замещаемой должностью муниципальной службы соответствующей группы должностей.</w:t>
      </w:r>
    </w:p>
    <w:p w:rsidR="00486464" w:rsidRPr="00650001" w:rsidRDefault="00486464" w:rsidP="00650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3.8. </w:t>
      </w:r>
      <w:r w:rsidRPr="00650001">
        <w:rPr>
          <w:rFonts w:ascii="Times New Roman" w:hAnsi="Times New Roman"/>
          <w:sz w:val="28"/>
          <w:szCs w:val="28"/>
        </w:rPr>
        <w:t>Секретарь Аттестационной комиссии по проведению квалификационного экзамена ведёт протокол заседания, в котором отражается информация о принятых решениях. Протокол подписывают председатель, секретарь и все члены Аттестационной комиссии по проведению квалификационного экзамена.</w:t>
      </w:r>
    </w:p>
    <w:p w:rsidR="00486464" w:rsidRPr="00650001" w:rsidRDefault="00486464" w:rsidP="00650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50001">
        <w:rPr>
          <w:rFonts w:ascii="Times New Roman" w:hAnsi="Times New Roman"/>
          <w:sz w:val="28"/>
          <w:szCs w:val="28"/>
        </w:rPr>
        <w:t>Член Аттестационной комиссии по проведению квалификационного экзамена, не согласный с решением Аттестационной комиссии по проведению квалификационного экзамена, вправе изложить особое мнение в протоколе заседания Аттестационной комиссии по проведению квалификационного экзамена и в экзаменационном листе.</w:t>
      </w:r>
    </w:p>
    <w:p w:rsidR="00486464" w:rsidRPr="00650001" w:rsidRDefault="00486464" w:rsidP="00650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3.9</w:t>
      </w:r>
      <w:r w:rsidRPr="00650001">
        <w:rPr>
          <w:rFonts w:ascii="Times New Roman" w:hAnsi="Times New Roman"/>
          <w:sz w:val="28"/>
          <w:szCs w:val="28"/>
        </w:rPr>
        <w:t>. При проведении квалификационного экзамена Аттестационная комиссия по проведению квалификационного экзамена оценивает знания, навыки и умения (профессиональный уровень) муниципальных служащих в соответствии с требованиями должностных инструкций муниципальных служащих, сложностью и ответственностью работы, выполняемой муниципальными служащими, на основе экзаменационных процедур с использованием не противоречащих федеральным законам и другим нормативным правовым актам Российской Федерации методов оценки профессиональных качеств муниципальных служащих, включая экзаменационные билеты, индивидуальное собеседование по вопросам, связанным с выполнением должностных обязанностей по замещаемой должности муниципальной службы.</w:t>
      </w:r>
    </w:p>
    <w:p w:rsidR="00486464" w:rsidRPr="00650001" w:rsidRDefault="00486464" w:rsidP="00650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3.10. </w:t>
      </w:r>
      <w:r w:rsidRPr="00650001">
        <w:rPr>
          <w:rFonts w:ascii="Times New Roman" w:hAnsi="Times New Roman"/>
          <w:sz w:val="28"/>
          <w:szCs w:val="28"/>
        </w:rPr>
        <w:t>Решение о результате квалификационного экзамена выносится Аттестационной комиссией по проведению квалификационного экзамена в отсутствие муниципального служащего открытым голосованием простым большинством голосов присутствующих на заседании членов комиссии. При равенстве голосов муниципальный служащий признаётся сдавшим квалификационный экзамен.</w:t>
      </w:r>
      <w:r w:rsidRPr="00650001">
        <w:t xml:space="preserve"> </w:t>
      </w:r>
    </w:p>
    <w:p w:rsidR="00486464" w:rsidRPr="00650001" w:rsidRDefault="00486464" w:rsidP="00650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3.11. </w:t>
      </w:r>
      <w:r w:rsidRPr="00650001">
        <w:rPr>
          <w:rFonts w:ascii="Times New Roman" w:hAnsi="Times New Roman"/>
          <w:sz w:val="28"/>
          <w:szCs w:val="28"/>
        </w:rPr>
        <w:t>По результатам квалификационного экзамена в отношении муниципального служащего Аттестационной комиссией по проведению квалификационного экзамена выносится одно из следующих решений:</w:t>
      </w:r>
    </w:p>
    <w:p w:rsidR="00486464" w:rsidRPr="00650001" w:rsidRDefault="00486464" w:rsidP="00650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50001">
        <w:rPr>
          <w:rFonts w:ascii="Times New Roman" w:hAnsi="Times New Roman"/>
          <w:sz w:val="28"/>
          <w:szCs w:val="28"/>
        </w:rPr>
        <w:t>а) признать, что муниципальный служащий сдал квалификационный экзамен, и рекомендовать его для присвоения классного чина;</w:t>
      </w:r>
    </w:p>
    <w:p w:rsidR="00486464" w:rsidRPr="00650001" w:rsidRDefault="00486464" w:rsidP="00650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50001">
        <w:rPr>
          <w:rFonts w:ascii="Times New Roman" w:hAnsi="Times New Roman"/>
          <w:sz w:val="28"/>
          <w:szCs w:val="28"/>
        </w:rPr>
        <w:t>б) признать, что муниципальный служащий не сдал квалификационный экзамен.</w:t>
      </w:r>
    </w:p>
    <w:p w:rsidR="00486464" w:rsidRPr="00A23003" w:rsidRDefault="00486464" w:rsidP="00650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3.12. </w:t>
      </w:r>
      <w:r w:rsidRPr="00A23003">
        <w:rPr>
          <w:rFonts w:ascii="Times New Roman" w:hAnsi="Times New Roman"/>
          <w:sz w:val="28"/>
          <w:szCs w:val="28"/>
        </w:rPr>
        <w:t>Результат квалификационного экзамена заносится в экзаменационный лист муниципального служащего, составленный по форме согласно приложению № 2 к настоящему Положению.</w:t>
      </w:r>
    </w:p>
    <w:p w:rsidR="00486464" w:rsidRPr="00650001" w:rsidRDefault="00486464" w:rsidP="00650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50001">
        <w:rPr>
          <w:rFonts w:ascii="Times New Roman" w:hAnsi="Times New Roman"/>
          <w:sz w:val="28"/>
          <w:szCs w:val="28"/>
        </w:rPr>
        <w:t>Экзаменационный лист подписывается председателем, заместителем председателя, секретарём и членами Аттестационной комиссии по проведению квалификационного экзамена, присутствовавшими на заседании.</w:t>
      </w:r>
    </w:p>
    <w:p w:rsidR="00486464" w:rsidRPr="00650001" w:rsidRDefault="00486464" w:rsidP="00650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50001">
        <w:rPr>
          <w:rFonts w:ascii="Times New Roman" w:hAnsi="Times New Roman"/>
          <w:sz w:val="28"/>
          <w:szCs w:val="28"/>
        </w:rPr>
        <w:t>Муниципальный служащий знакомится с экзаменационным листом под расписку.</w:t>
      </w:r>
    </w:p>
    <w:p w:rsidR="00486464" w:rsidRPr="00650001" w:rsidRDefault="00486464" w:rsidP="00650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3.13. </w:t>
      </w:r>
      <w:r w:rsidRPr="00650001">
        <w:rPr>
          <w:rFonts w:ascii="Times New Roman" w:hAnsi="Times New Roman"/>
          <w:sz w:val="28"/>
          <w:szCs w:val="28"/>
        </w:rPr>
        <w:t>Экзаменационный лист муниципального служащего и отзыв об уровне его знаний, навыков и умений (профессиональном уровне) и о возможности присвоения ему классного чина хранятся в личном деле муниципального служащего.</w:t>
      </w:r>
    </w:p>
    <w:p w:rsidR="00486464" w:rsidRPr="00650001" w:rsidRDefault="00486464" w:rsidP="00650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3.14</w:t>
      </w:r>
      <w:r w:rsidRPr="00650001">
        <w:rPr>
          <w:rFonts w:ascii="Times New Roman" w:hAnsi="Times New Roman"/>
          <w:sz w:val="28"/>
          <w:szCs w:val="28"/>
        </w:rPr>
        <w:t>. Результаты квалификационного экзамена направляются представителю нанимателя не позднее чем через семь дней после его проведения.</w:t>
      </w:r>
    </w:p>
    <w:p w:rsidR="00486464" w:rsidRDefault="00486464" w:rsidP="00650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50001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15.</w:t>
      </w:r>
      <w:r w:rsidRPr="00650001">
        <w:rPr>
          <w:rFonts w:ascii="Times New Roman" w:hAnsi="Times New Roman"/>
          <w:sz w:val="28"/>
          <w:szCs w:val="28"/>
        </w:rPr>
        <w:t xml:space="preserve"> На основании результатов квалификационного экзамена в срок не позднее одного месяца издаётся муниципальный правовой акт органа местного самоуправления о присвоении классного чина муниципальному служащему, сдавшему квалификационный экзамен.</w:t>
      </w:r>
    </w:p>
    <w:p w:rsidR="00486464" w:rsidRPr="00650001" w:rsidRDefault="00486464" w:rsidP="00650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81EE6">
        <w:rPr>
          <w:rFonts w:ascii="Times New Roman" w:hAnsi="Times New Roman"/>
          <w:sz w:val="28"/>
          <w:szCs w:val="28"/>
        </w:rPr>
        <w:t>Запись о присвоении классного чина вносится в личное дело и трудовую книжку муниципального служащего.</w:t>
      </w:r>
    </w:p>
    <w:p w:rsidR="00486464" w:rsidRPr="00650001" w:rsidRDefault="00486464" w:rsidP="00650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65000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16.</w:t>
      </w:r>
      <w:r w:rsidRPr="00650001">
        <w:rPr>
          <w:rFonts w:ascii="Times New Roman" w:hAnsi="Times New Roman"/>
          <w:sz w:val="28"/>
          <w:szCs w:val="28"/>
        </w:rPr>
        <w:t xml:space="preserve"> Муниципальный служащий, не сдавший квалификационный экзамен, и которому на момент сдачи квалификационного экзамена классный чин не был присвоен, замещает должность муниципальной службы без присвоения классного чина.</w:t>
      </w:r>
    </w:p>
    <w:p w:rsidR="00486464" w:rsidRPr="00650001" w:rsidRDefault="00486464" w:rsidP="00650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50001">
        <w:rPr>
          <w:rFonts w:ascii="Times New Roman" w:hAnsi="Times New Roman"/>
          <w:sz w:val="28"/>
          <w:szCs w:val="28"/>
        </w:rPr>
        <w:t>Муниципальный служащий, не сдавший квалификационный экзамен, и которому на момент сдачи квалификационного экзамена уже был присвоен классный чин, сохраняет ранее присвоенный классный чин.</w:t>
      </w:r>
    </w:p>
    <w:p w:rsidR="00486464" w:rsidRPr="00650001" w:rsidRDefault="00486464" w:rsidP="00650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50001">
        <w:rPr>
          <w:rFonts w:ascii="Times New Roman" w:hAnsi="Times New Roman"/>
          <w:sz w:val="28"/>
          <w:szCs w:val="28"/>
        </w:rPr>
        <w:t>Муниципальный служащий, не сдавший квалификационный экзамен, может выступить с инициативой о проведении повторного квалификационного экзамена не ранее чем через шесть месяцев после проведения данного экзамена.</w:t>
      </w:r>
    </w:p>
    <w:p w:rsidR="00486464" w:rsidRDefault="00486464" w:rsidP="00650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3.17</w:t>
      </w:r>
      <w:r w:rsidRPr="00650001">
        <w:rPr>
          <w:rFonts w:ascii="Times New Roman" w:hAnsi="Times New Roman"/>
          <w:sz w:val="28"/>
          <w:szCs w:val="28"/>
        </w:rPr>
        <w:t>. Муниципальный служащий вправе обжаловать результаты квалификационного экзамена в соответствии с законодательством Российской Федерации.</w:t>
      </w:r>
    </w:p>
    <w:p w:rsidR="00486464" w:rsidRDefault="00486464" w:rsidP="009B739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86464" w:rsidRDefault="00486464" w:rsidP="009B739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86464" w:rsidRDefault="00486464" w:rsidP="006C027E">
      <w:pPr>
        <w:tabs>
          <w:tab w:val="left" w:pos="759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11" w:name="sub_122015"/>
      <w:bookmarkEnd w:id="10"/>
      <w:r>
        <w:rPr>
          <w:rFonts w:ascii="Times New Roman" w:hAnsi="Times New Roman"/>
          <w:sz w:val="28"/>
          <w:szCs w:val="28"/>
        </w:rPr>
        <w:t xml:space="preserve">Глава Старотитаровского сельского </w:t>
      </w:r>
    </w:p>
    <w:p w:rsidR="00486464" w:rsidRDefault="00486464" w:rsidP="006C027E">
      <w:pPr>
        <w:tabs>
          <w:tab w:val="left" w:pos="759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Темрюкского района                                                      А.Г. Титаренко</w:t>
      </w:r>
    </w:p>
    <w:p w:rsidR="00486464" w:rsidRDefault="00486464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86464" w:rsidRDefault="00486464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86464" w:rsidRDefault="00486464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86464" w:rsidRDefault="00486464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86464" w:rsidRDefault="00486464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86464" w:rsidRDefault="00486464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86464" w:rsidRDefault="00486464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86464" w:rsidRDefault="00486464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86464" w:rsidRDefault="00486464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86464" w:rsidRDefault="00486464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86464" w:rsidRDefault="00486464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86464" w:rsidRDefault="00486464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86464" w:rsidRDefault="00486464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86464" w:rsidRDefault="00486464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86464" w:rsidRDefault="00486464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86464" w:rsidRDefault="00486464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86464" w:rsidRDefault="00486464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86464" w:rsidRDefault="00486464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86464" w:rsidRDefault="00486464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86464" w:rsidRDefault="00486464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86464" w:rsidRDefault="00486464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86464" w:rsidRDefault="00486464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bookmarkEnd w:id="11"/>
    <w:p w:rsidR="00486464" w:rsidRDefault="00486464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sectPr w:rsidR="00486464" w:rsidSect="00B2756C">
      <w:headerReference w:type="default" r:id="rId9"/>
      <w:pgSz w:w="11900" w:h="16800"/>
      <w:pgMar w:top="1134" w:right="567" w:bottom="96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6464" w:rsidRDefault="00486464" w:rsidP="00B2756C">
      <w:pPr>
        <w:spacing w:after="0" w:line="240" w:lineRule="auto"/>
      </w:pPr>
      <w:r>
        <w:separator/>
      </w:r>
    </w:p>
  </w:endnote>
  <w:endnote w:type="continuationSeparator" w:id="0">
    <w:p w:rsidR="00486464" w:rsidRDefault="00486464" w:rsidP="00B275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6464" w:rsidRDefault="00486464" w:rsidP="00B2756C">
      <w:pPr>
        <w:spacing w:after="0" w:line="240" w:lineRule="auto"/>
      </w:pPr>
      <w:r>
        <w:separator/>
      </w:r>
    </w:p>
  </w:footnote>
  <w:footnote w:type="continuationSeparator" w:id="0">
    <w:p w:rsidR="00486464" w:rsidRDefault="00486464" w:rsidP="00B275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6464" w:rsidRPr="00711CEF" w:rsidRDefault="00486464">
    <w:pPr>
      <w:pStyle w:val="Header"/>
      <w:jc w:val="center"/>
      <w:rPr>
        <w:rFonts w:ascii="Times New Roman" w:hAnsi="Times New Roman"/>
        <w:sz w:val="24"/>
        <w:szCs w:val="24"/>
      </w:rPr>
    </w:pPr>
    <w:r w:rsidRPr="00711CEF">
      <w:rPr>
        <w:rFonts w:ascii="Times New Roman" w:hAnsi="Times New Roman"/>
        <w:sz w:val="24"/>
        <w:szCs w:val="24"/>
      </w:rPr>
      <w:fldChar w:fldCharType="begin"/>
    </w:r>
    <w:r w:rsidRPr="00711CEF">
      <w:rPr>
        <w:rFonts w:ascii="Times New Roman" w:hAnsi="Times New Roman"/>
        <w:sz w:val="24"/>
        <w:szCs w:val="24"/>
      </w:rPr>
      <w:instrText>PAGE   \* MERGEFORMAT</w:instrText>
    </w:r>
    <w:r w:rsidRPr="00711CEF"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2</w:t>
    </w:r>
    <w:r w:rsidRPr="00711CEF">
      <w:rPr>
        <w:rFonts w:ascii="Times New Roman" w:hAnsi="Times New Roman"/>
        <w:sz w:val="24"/>
        <w:szCs w:val="24"/>
      </w:rPr>
      <w:fldChar w:fldCharType="end"/>
    </w:r>
  </w:p>
  <w:p w:rsidR="00486464" w:rsidRDefault="0048646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153E5"/>
    <w:rsid w:val="00050FE7"/>
    <w:rsid w:val="00080A81"/>
    <w:rsid w:val="000E6C5F"/>
    <w:rsid w:val="001318D9"/>
    <w:rsid w:val="00145608"/>
    <w:rsid w:val="001D7840"/>
    <w:rsid w:val="001E3485"/>
    <w:rsid w:val="0021512D"/>
    <w:rsid w:val="00240B69"/>
    <w:rsid w:val="00243B16"/>
    <w:rsid w:val="00293AD1"/>
    <w:rsid w:val="002B1774"/>
    <w:rsid w:val="00354806"/>
    <w:rsid w:val="00363725"/>
    <w:rsid w:val="0037247E"/>
    <w:rsid w:val="003C3538"/>
    <w:rsid w:val="0042529B"/>
    <w:rsid w:val="0043112F"/>
    <w:rsid w:val="00486464"/>
    <w:rsid w:val="00493FE4"/>
    <w:rsid w:val="004B46E2"/>
    <w:rsid w:val="004D12C1"/>
    <w:rsid w:val="004D5F5D"/>
    <w:rsid w:val="00504F8D"/>
    <w:rsid w:val="00505558"/>
    <w:rsid w:val="00551781"/>
    <w:rsid w:val="005D0559"/>
    <w:rsid w:val="005F4B0D"/>
    <w:rsid w:val="006369D2"/>
    <w:rsid w:val="0064651A"/>
    <w:rsid w:val="00650001"/>
    <w:rsid w:val="006512D4"/>
    <w:rsid w:val="006A73F5"/>
    <w:rsid w:val="006C027E"/>
    <w:rsid w:val="00711CEF"/>
    <w:rsid w:val="00712B42"/>
    <w:rsid w:val="007710E4"/>
    <w:rsid w:val="007E2C52"/>
    <w:rsid w:val="007E49F1"/>
    <w:rsid w:val="007E6D94"/>
    <w:rsid w:val="007E73ED"/>
    <w:rsid w:val="00847C4D"/>
    <w:rsid w:val="00855EF5"/>
    <w:rsid w:val="008C10B9"/>
    <w:rsid w:val="008D5DE7"/>
    <w:rsid w:val="008E0DF5"/>
    <w:rsid w:val="008E2FE8"/>
    <w:rsid w:val="008E4C82"/>
    <w:rsid w:val="009B7398"/>
    <w:rsid w:val="00A1787E"/>
    <w:rsid w:val="00A23003"/>
    <w:rsid w:val="00A57155"/>
    <w:rsid w:val="00A61CC8"/>
    <w:rsid w:val="00A765E1"/>
    <w:rsid w:val="00B153E5"/>
    <w:rsid w:val="00B253F9"/>
    <w:rsid w:val="00B2756C"/>
    <w:rsid w:val="00B91F62"/>
    <w:rsid w:val="00B92F8D"/>
    <w:rsid w:val="00C32889"/>
    <w:rsid w:val="00C44D71"/>
    <w:rsid w:val="00C9767C"/>
    <w:rsid w:val="00D20FF9"/>
    <w:rsid w:val="00D81EE6"/>
    <w:rsid w:val="00DC625B"/>
    <w:rsid w:val="00DE5C8A"/>
    <w:rsid w:val="00E00150"/>
    <w:rsid w:val="00E1531B"/>
    <w:rsid w:val="00E24BC9"/>
    <w:rsid w:val="00E61189"/>
    <w:rsid w:val="00E928EC"/>
    <w:rsid w:val="00E96EB6"/>
    <w:rsid w:val="00EC2AB4"/>
    <w:rsid w:val="00EC6A78"/>
    <w:rsid w:val="00ED6B39"/>
    <w:rsid w:val="00F23528"/>
    <w:rsid w:val="00F71617"/>
    <w:rsid w:val="00FC4F0E"/>
    <w:rsid w:val="00FE48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781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153E5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153E5"/>
    <w:rPr>
      <w:rFonts w:ascii="Arial" w:hAnsi="Arial" w:cs="Arial"/>
      <w:b/>
      <w:bCs/>
      <w:color w:val="26282F"/>
      <w:sz w:val="24"/>
      <w:szCs w:val="24"/>
    </w:rPr>
  </w:style>
  <w:style w:type="character" w:customStyle="1" w:styleId="a">
    <w:name w:val="Цветовое выделение"/>
    <w:uiPriority w:val="99"/>
    <w:rsid w:val="00B153E5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B153E5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B153E5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B153E5"/>
    <w:rPr>
      <w:i/>
      <w:iCs/>
    </w:rPr>
  </w:style>
  <w:style w:type="paragraph" w:customStyle="1" w:styleId="a3">
    <w:name w:val="Таблицы (моноширинный)"/>
    <w:basedOn w:val="Normal"/>
    <w:next w:val="Normal"/>
    <w:uiPriority w:val="99"/>
    <w:rsid w:val="00B153E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table" w:styleId="TableGrid">
    <w:name w:val="Table Grid"/>
    <w:basedOn w:val="TableNormal"/>
    <w:uiPriority w:val="99"/>
    <w:rsid w:val="00B253F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uiPriority w:val="99"/>
    <w:rsid w:val="00B253F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B275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B2756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B275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B2756C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293A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93A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3841740.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23841244.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52272.0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465</TotalTime>
  <Pages>5</Pages>
  <Words>1498</Words>
  <Characters>8540</Characters>
  <Application>Microsoft Office Outlook</Application>
  <DocSecurity>0</DocSecurity>
  <Lines>0</Lines>
  <Paragraphs>0</Paragraphs>
  <ScaleCrop>false</ScaleCrop>
  <Company>HP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Общий отдел</cp:lastModifiedBy>
  <cp:revision>36</cp:revision>
  <cp:lastPrinted>2020-08-21T08:40:00Z</cp:lastPrinted>
  <dcterms:created xsi:type="dcterms:W3CDTF">2019-07-01T13:01:00Z</dcterms:created>
  <dcterms:modified xsi:type="dcterms:W3CDTF">2020-08-21T08:40:00Z</dcterms:modified>
</cp:coreProperties>
</file>