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F00" w:rsidRDefault="00A83F00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251658240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83F00" w:rsidRDefault="00A83F00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83F00" w:rsidRPr="00E32689" w:rsidRDefault="00A83F00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83F00" w:rsidRPr="00CE201A" w:rsidRDefault="00A83F00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83F00" w:rsidRPr="00CE201A" w:rsidRDefault="00A83F00" w:rsidP="00E3268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A83F00" w:rsidRDefault="00A83F00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_____</w:t>
      </w:r>
    </w:p>
    <w:p w:rsidR="00A83F00" w:rsidRPr="00CE201A" w:rsidRDefault="00A83F00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83F00" w:rsidRDefault="00A83F00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«___» август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83F00" w:rsidRDefault="00A83F00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A83F00" w:rsidRPr="00CE201A" w:rsidRDefault="00A83F00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 сессии Совета Старотитаровского сельского поселения Темрюкского района от 24 ноября 2017 года № 337   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83F00" w:rsidRPr="00CE201A" w:rsidRDefault="00A83F00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A83F00" w:rsidRPr="00133802" w:rsidRDefault="00A83F00" w:rsidP="0000657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33802">
        <w:rPr>
          <w:rFonts w:ascii="Times New Roman" w:hAnsi="Times New Roman"/>
          <w:sz w:val="28"/>
          <w:szCs w:val="28"/>
        </w:rPr>
        <w:t>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133802">
        <w:rPr>
          <w:rFonts w:ascii="Times New Roman" w:hAnsi="Times New Roman"/>
          <w:sz w:val="28"/>
          <w:szCs w:val="28"/>
        </w:rPr>
        <w:t xml:space="preserve"> Федеральным Законом от 6 октября 2003 года № 131- 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Pr="000915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связи с увеличением налоговых доходов на сумму 2023,0  тысяча рублей,  а также уменьшением неналоговых доходов на сумму 2023,0 тысяча рублей,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A83F00" w:rsidRDefault="00A83F00" w:rsidP="00351500">
      <w:pPr>
        <w:pStyle w:val="NoSpacing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Style w:val="10"/>
          <w:rFonts w:ascii="Times New Roman" w:hAnsi="Times New Roman"/>
          <w:sz w:val="28"/>
          <w:szCs w:val="28"/>
          <w:lang w:val="en-US"/>
        </w:rPr>
        <w:t>L</w:t>
      </w:r>
      <w:r>
        <w:rPr>
          <w:rStyle w:val="10"/>
          <w:rFonts w:ascii="Times New Roman" w:hAnsi="Times New Roman"/>
          <w:sz w:val="28"/>
          <w:szCs w:val="28"/>
        </w:rPr>
        <w:t xml:space="preserve"> сессии  Совета Старотитаровского сельского поселения Темрюкского района от 24 ноября 2017 года № 337 «О бюджете Старотитаровского сельского поселения Темрюкского района на 2018 год»               (с изменениями от 25.01.2018 г. №348; от 20.02.2018 г. № 353; от 19.04.2018 г. № 379; от 11.05.2018 г. № 383; от 26.06.2018 г. № 391; от 12.07.2018 г. № 395)  следующие изменения:</w:t>
      </w:r>
    </w:p>
    <w:p w:rsidR="00A83F00" w:rsidRDefault="00A83F00" w:rsidP="00E12EE7">
      <w:pPr>
        <w:pStyle w:val="BodyText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 1.1. Приложение №3 «</w:t>
      </w:r>
      <w:r w:rsidRPr="004923A3">
        <w:rPr>
          <w:rStyle w:val="10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201</w:t>
      </w:r>
      <w:r>
        <w:rPr>
          <w:rStyle w:val="10"/>
          <w:sz w:val="28"/>
          <w:szCs w:val="28"/>
        </w:rPr>
        <w:t>8</w:t>
      </w:r>
      <w:r w:rsidRPr="004923A3">
        <w:rPr>
          <w:rStyle w:val="10"/>
          <w:sz w:val="28"/>
          <w:szCs w:val="28"/>
        </w:rPr>
        <w:t xml:space="preserve"> год</w:t>
      </w:r>
      <w:r>
        <w:rPr>
          <w:rStyle w:val="10"/>
          <w:sz w:val="28"/>
          <w:szCs w:val="28"/>
        </w:rPr>
        <w:t xml:space="preserve">» изложить  в новой редакции (приложение 1).  </w:t>
      </w:r>
    </w:p>
    <w:p w:rsidR="00A83F00" w:rsidRDefault="00A83F00" w:rsidP="00E12EE7">
      <w:pPr>
        <w:pStyle w:val="BodyText"/>
        <w:tabs>
          <w:tab w:val="left" w:pos="660"/>
        </w:tabs>
      </w:pPr>
      <w:r>
        <w:rPr>
          <w:rStyle w:val="10"/>
          <w:sz w:val="28"/>
          <w:szCs w:val="28"/>
        </w:rPr>
        <w:t xml:space="preserve">         </w:t>
      </w:r>
      <w:r w:rsidRPr="007158BA">
        <w:rPr>
          <w:rStyle w:val="10"/>
          <w:sz w:val="28"/>
          <w:szCs w:val="28"/>
        </w:rPr>
        <w:t>1.2.</w:t>
      </w:r>
      <w:r w:rsidRPr="00F17250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Приложение № 5 «Распределение бюджетных ассигнований по разделам и подразделам классификации расходов бюджетов на 2018 год» изложить  в новой редакции (приложение 2).  </w:t>
      </w:r>
    </w:p>
    <w:p w:rsidR="00A83F00" w:rsidRDefault="00A83F00" w:rsidP="000C385D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1.3.Приложение № 6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2018 год» изложить  в новой редакции (приложение 3).</w:t>
      </w:r>
    </w:p>
    <w:p w:rsidR="00A83F00" w:rsidRDefault="00A83F00" w:rsidP="00270F3E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1.4.Приложение № 7 «Ведомственная структура расходов бюджета Старотитаровского сельского поселения Темрюкского района на 2018 год»  изложить  в новой редакции (приложение 4).</w:t>
      </w:r>
    </w:p>
    <w:p w:rsidR="00A83F00" w:rsidRDefault="00A83F00" w:rsidP="00AD480B">
      <w:pPr>
        <w:pStyle w:val="20"/>
        <w:tabs>
          <w:tab w:val="left" w:pos="709"/>
        </w:tabs>
        <w:jc w:val="both"/>
      </w:pPr>
      <w:r>
        <w:rPr>
          <w:rStyle w:val="10"/>
          <w:rFonts w:ascii="Times New Roman" w:hAnsi="Times New Roman"/>
          <w:sz w:val="28"/>
          <w:szCs w:val="28"/>
        </w:rPr>
        <w:t xml:space="preserve">          1.5.</w:t>
      </w:r>
      <w:r w:rsidRPr="00AD480B">
        <w:rPr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 xml:space="preserve">В пункте 17 после слов «объем бюджетных ассигнований муниципального дорожного фонда Старотитаровского сельского поселения Темрюкского района на 2018 год в сумме» слова «10 077,0 тыс. рублей» заменить словами «10 998,8 </w:t>
      </w:r>
      <w:r w:rsidRPr="004A1697">
        <w:rPr>
          <w:rStyle w:val="10"/>
          <w:rFonts w:ascii="Times New Roman" w:hAnsi="Times New Roman"/>
          <w:sz w:val="28"/>
          <w:szCs w:val="28"/>
        </w:rPr>
        <w:t>тыс.</w:t>
      </w:r>
      <w:r>
        <w:rPr>
          <w:rStyle w:val="10"/>
          <w:rFonts w:ascii="Times New Roman" w:hAnsi="Times New Roman"/>
          <w:sz w:val="28"/>
          <w:szCs w:val="28"/>
        </w:rPr>
        <w:t xml:space="preserve"> рублей».</w:t>
      </w:r>
    </w:p>
    <w:p w:rsidR="00A83F00" w:rsidRPr="009E54CB" w:rsidRDefault="00A83F00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>2. Контроль  за исполнением данного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(Н.Г.Красницкая).</w:t>
      </w:r>
    </w:p>
    <w:p w:rsidR="00A83F00" w:rsidRDefault="00A83F00" w:rsidP="00AE7E4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A83F00" w:rsidRDefault="00A83F00" w:rsidP="00814908">
      <w:pPr>
        <w:pStyle w:val="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со дня его официального опубликования.</w:t>
      </w:r>
    </w:p>
    <w:p w:rsidR="00A83F00" w:rsidRDefault="00A83F00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83F00" w:rsidRPr="004525A0" w:rsidRDefault="00A83F00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A83F00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83F00" w:rsidRPr="00D07400" w:rsidRDefault="00A83F00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A83F00" w:rsidRPr="00D07400" w:rsidRDefault="00A83F00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83F00" w:rsidRDefault="00A83F00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A83F00" w:rsidRPr="00D07400" w:rsidRDefault="00A83F00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A83F00" w:rsidRPr="00D07400" w:rsidRDefault="00A83F00" w:rsidP="006D1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» августа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83F00" w:rsidRPr="00D07400" w:rsidRDefault="00A83F00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83F00" w:rsidRDefault="00A83F00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83F00" w:rsidRPr="00D07400" w:rsidRDefault="00A83F00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A83F00" w:rsidRPr="00D07400" w:rsidRDefault="00A83F00" w:rsidP="0032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» августа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A83F00" w:rsidRPr="004525A0" w:rsidRDefault="00A83F00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финансового отдела</w:t>
      </w: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B37EBB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37EB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Н.В.Титаренко</w:t>
      </w: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83F00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83F00" w:rsidRPr="00B37EBB" w:rsidRDefault="00A83F00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Я.И.Хвостик</w:t>
      </w:r>
    </w:p>
    <w:p w:rsidR="00A83F00" w:rsidRPr="004525A0" w:rsidRDefault="00A83F00" w:rsidP="00B56C3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A83F00" w:rsidRPr="004525A0" w:rsidRDefault="00A83F00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3F00" w:rsidRDefault="00A83F00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A83F00" w:rsidRPr="00133802" w:rsidRDefault="00A83F00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A83F00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F00" w:rsidRDefault="00A83F00" w:rsidP="00662DB0">
      <w:pPr>
        <w:spacing w:after="0" w:line="240" w:lineRule="auto"/>
      </w:pPr>
      <w:r>
        <w:separator/>
      </w:r>
    </w:p>
  </w:endnote>
  <w:endnote w:type="continuationSeparator" w:id="0">
    <w:p w:rsidR="00A83F00" w:rsidRDefault="00A83F00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F00" w:rsidRDefault="00A83F00" w:rsidP="00662DB0">
      <w:pPr>
        <w:spacing w:after="0" w:line="240" w:lineRule="auto"/>
      </w:pPr>
      <w:r>
        <w:separator/>
      </w:r>
    </w:p>
  </w:footnote>
  <w:footnote w:type="continuationSeparator" w:id="0">
    <w:p w:rsidR="00A83F00" w:rsidRDefault="00A83F00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F00" w:rsidRPr="00662DB0" w:rsidRDefault="00A83F00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83F00" w:rsidRDefault="00A83F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31458"/>
    <w:rsid w:val="0004267F"/>
    <w:rsid w:val="000449DE"/>
    <w:rsid w:val="000505B4"/>
    <w:rsid w:val="000560B4"/>
    <w:rsid w:val="00057CE4"/>
    <w:rsid w:val="000715F2"/>
    <w:rsid w:val="00072797"/>
    <w:rsid w:val="0007367A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1262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365A"/>
    <w:rsid w:val="001D0F57"/>
    <w:rsid w:val="001D17D6"/>
    <w:rsid w:val="001D28FD"/>
    <w:rsid w:val="001D462A"/>
    <w:rsid w:val="001D7D24"/>
    <w:rsid w:val="001E3056"/>
    <w:rsid w:val="001E40DF"/>
    <w:rsid w:val="00201B1C"/>
    <w:rsid w:val="00202062"/>
    <w:rsid w:val="0020470A"/>
    <w:rsid w:val="00216A04"/>
    <w:rsid w:val="002245F6"/>
    <w:rsid w:val="00226ABB"/>
    <w:rsid w:val="00227157"/>
    <w:rsid w:val="002321CB"/>
    <w:rsid w:val="002338C3"/>
    <w:rsid w:val="00235D8A"/>
    <w:rsid w:val="002414B2"/>
    <w:rsid w:val="00241DEC"/>
    <w:rsid w:val="0025002A"/>
    <w:rsid w:val="0025253B"/>
    <w:rsid w:val="00265EDD"/>
    <w:rsid w:val="002709E3"/>
    <w:rsid w:val="00270E48"/>
    <w:rsid w:val="00270F3E"/>
    <w:rsid w:val="00271BAE"/>
    <w:rsid w:val="00273F80"/>
    <w:rsid w:val="00277919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BFF"/>
    <w:rsid w:val="00321D5F"/>
    <w:rsid w:val="0032302D"/>
    <w:rsid w:val="0032305B"/>
    <w:rsid w:val="00323DF6"/>
    <w:rsid w:val="003320C4"/>
    <w:rsid w:val="00333B6F"/>
    <w:rsid w:val="0033577F"/>
    <w:rsid w:val="0034430E"/>
    <w:rsid w:val="003457F7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35FE"/>
    <w:rsid w:val="00384767"/>
    <w:rsid w:val="00386329"/>
    <w:rsid w:val="003863F9"/>
    <w:rsid w:val="00386934"/>
    <w:rsid w:val="003869DE"/>
    <w:rsid w:val="00387ADA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711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B2FE1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158BA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35CE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0C32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1AF8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12DC4"/>
    <w:rsid w:val="00A219C6"/>
    <w:rsid w:val="00A23871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3F00"/>
    <w:rsid w:val="00A85E83"/>
    <w:rsid w:val="00A93CD4"/>
    <w:rsid w:val="00A94935"/>
    <w:rsid w:val="00AB03C8"/>
    <w:rsid w:val="00AB78CA"/>
    <w:rsid w:val="00AB7F0E"/>
    <w:rsid w:val="00AC082B"/>
    <w:rsid w:val="00AC38E6"/>
    <w:rsid w:val="00AC5ABA"/>
    <w:rsid w:val="00AD480B"/>
    <w:rsid w:val="00AD4F40"/>
    <w:rsid w:val="00AE075D"/>
    <w:rsid w:val="00AE0D03"/>
    <w:rsid w:val="00AE1448"/>
    <w:rsid w:val="00AE3447"/>
    <w:rsid w:val="00AE5FC8"/>
    <w:rsid w:val="00AE7E42"/>
    <w:rsid w:val="00AF0689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48EB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255F"/>
    <w:rsid w:val="00F637CA"/>
    <w:rsid w:val="00F63CC6"/>
    <w:rsid w:val="00F66E99"/>
    <w:rsid w:val="00F763DF"/>
    <w:rsid w:val="00F83039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ormalWeb">
    <w:name w:val="Normal (Web)"/>
    <w:basedOn w:val="Normal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39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1754</TotalTime>
  <Pages>2</Pages>
  <Words>592</Words>
  <Characters>3375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306</cp:revision>
  <cp:lastPrinted>2014-07-21T05:43:00Z</cp:lastPrinted>
  <dcterms:created xsi:type="dcterms:W3CDTF">2012-12-07T11:21:00Z</dcterms:created>
  <dcterms:modified xsi:type="dcterms:W3CDTF">2018-08-22T13:10:00Z</dcterms:modified>
</cp:coreProperties>
</file>