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D44" w:rsidRDefault="00382D44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251658240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382D44" w:rsidRDefault="00382D44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382D44" w:rsidRPr="00E32689" w:rsidRDefault="00382D44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382D44" w:rsidRPr="00CE201A" w:rsidRDefault="00382D44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382D44" w:rsidRPr="00CE201A" w:rsidRDefault="00382D44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82D44" w:rsidRDefault="00382D44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_____</w:t>
      </w:r>
    </w:p>
    <w:p w:rsidR="00382D44" w:rsidRPr="00CE201A" w:rsidRDefault="00382D44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______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382D44" w:rsidRDefault="00382D44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«___» ______ 2018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382D44" w:rsidRDefault="00382D44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82D44" w:rsidRPr="00CE201A" w:rsidRDefault="00382D44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z w:val="28"/>
          <w:szCs w:val="28"/>
        </w:rPr>
        <w:t xml:space="preserve"> сессии Совета Старотитаровского сельского поселения Темрюкского района от 24 ноября 2017 года № 337   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382D44" w:rsidRPr="00CE201A" w:rsidRDefault="00382D44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82D44" w:rsidRPr="00133802" w:rsidRDefault="00382D44" w:rsidP="0000657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133802">
        <w:rPr>
          <w:rFonts w:ascii="Times New Roman" w:hAnsi="Times New Roman"/>
          <w:sz w:val="28"/>
          <w:szCs w:val="28"/>
        </w:rPr>
        <w:t>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133802">
        <w:rPr>
          <w:rFonts w:ascii="Times New Roman" w:hAnsi="Times New Roman"/>
          <w:sz w:val="28"/>
          <w:szCs w:val="28"/>
        </w:rPr>
        <w:t xml:space="preserve"> Федеральным Законом от 6 октября 2003 года № 131- 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с постановлением главы администрации (губернатора) Краснодарского края от 23 августа 2018 года № 509 «Об утверждении распределения субсидий из краевого бюджета местным бюджетам муниципальных образований Краснодарского края на реализацию мероприятий государственной программы Краснодарского края» на 2018 и 2019 годы»,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Pr="000915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связи с увеличением безвозмездных поступлений в сумме 1093,5 тысяч рублей, уменьшением неналоговых доходов на сумму 883,1 тысяча рублей и увеличением налоговых доходов на сумму 67,0 тысяч рублей, а также необходимостью увеличения расходов бюджета на сумму 277,4 тысячи рублей,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382D44" w:rsidRDefault="00382D44" w:rsidP="00351500">
      <w:pPr>
        <w:pStyle w:val="NoSpacing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>
        <w:rPr>
          <w:rStyle w:val="10"/>
          <w:rFonts w:ascii="Times New Roman" w:hAnsi="Times New Roman"/>
          <w:sz w:val="28"/>
          <w:szCs w:val="28"/>
          <w:lang w:val="en-US"/>
        </w:rPr>
        <w:t>L</w:t>
      </w:r>
      <w:r>
        <w:rPr>
          <w:rStyle w:val="10"/>
          <w:rFonts w:ascii="Times New Roman" w:hAnsi="Times New Roman"/>
          <w:sz w:val="28"/>
          <w:szCs w:val="28"/>
        </w:rPr>
        <w:t xml:space="preserve"> сессии  Совета Старотитаровского сельского поселения Темрюкского района от 24 ноября 2017 года № 337 «О бюджете Старотитаровского сельского поселения Темрюкского района на 2018 год»               (с изменениями от 25.01.2018 г. №348; от 20.02.2018 г. № 353; от 19.04.2018 г. № 379; от 11.05.2018 г. № 383; от 26.06.2018 г. № 391; от 12.07.2018 г. № 395; от 28.08.2018 г. № 398)  следующие изменения:</w:t>
      </w:r>
    </w:p>
    <w:p w:rsidR="00382D44" w:rsidRDefault="00382D44" w:rsidP="00C96E29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1.1. Изменить основные характеристики бюджета Старотитаровского сельского поселения Темрюкского района на 2018 год:</w:t>
      </w:r>
    </w:p>
    <w:p w:rsidR="00382D44" w:rsidRDefault="00382D44" w:rsidP="00A0373C">
      <w:pPr>
        <w:pStyle w:val="NormalWeb"/>
        <w:spacing w:before="0" w:beforeAutospacing="0" w:after="0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«56 167,2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 xml:space="preserve"> заменить словами «56 444,6 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382D44" w:rsidRDefault="00382D44" w:rsidP="00926121">
      <w:pPr>
        <w:pStyle w:val="BodyText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«60 180,9  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«60 458,3тыс. рублей»;</w:t>
      </w:r>
    </w:p>
    <w:p w:rsidR="00382D44" w:rsidRDefault="00382D44" w:rsidP="00E12EE7">
      <w:pPr>
        <w:pStyle w:val="BodyText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C34135">
        <w:rPr>
          <w:rStyle w:val="10"/>
          <w:sz w:val="28"/>
          <w:szCs w:val="28"/>
        </w:rPr>
        <w:t>1.</w:t>
      </w:r>
      <w:r>
        <w:rPr>
          <w:rStyle w:val="10"/>
          <w:sz w:val="28"/>
          <w:szCs w:val="28"/>
        </w:rPr>
        <w:t>2</w:t>
      </w:r>
      <w:r w:rsidRPr="00C34135">
        <w:rPr>
          <w:rStyle w:val="10"/>
          <w:sz w:val="28"/>
          <w:szCs w:val="28"/>
        </w:rPr>
        <w:t>.</w:t>
      </w:r>
      <w:r>
        <w:rPr>
          <w:rStyle w:val="10"/>
          <w:sz w:val="28"/>
          <w:szCs w:val="28"/>
        </w:rPr>
        <w:t xml:space="preserve"> Приложение №3 «</w:t>
      </w:r>
      <w:r w:rsidRPr="004923A3">
        <w:rPr>
          <w:rStyle w:val="10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201</w:t>
      </w:r>
      <w:r>
        <w:rPr>
          <w:rStyle w:val="10"/>
          <w:sz w:val="28"/>
          <w:szCs w:val="28"/>
        </w:rPr>
        <w:t>8</w:t>
      </w:r>
      <w:r w:rsidRPr="004923A3">
        <w:rPr>
          <w:rStyle w:val="10"/>
          <w:sz w:val="28"/>
          <w:szCs w:val="28"/>
        </w:rPr>
        <w:t xml:space="preserve"> год</w:t>
      </w:r>
      <w:r>
        <w:rPr>
          <w:rStyle w:val="10"/>
          <w:sz w:val="28"/>
          <w:szCs w:val="28"/>
        </w:rPr>
        <w:t xml:space="preserve">» изложить  в новой редакции (приложение 1).  </w:t>
      </w:r>
    </w:p>
    <w:p w:rsidR="00382D44" w:rsidRDefault="00382D44" w:rsidP="00E12EE7">
      <w:pPr>
        <w:pStyle w:val="BodyText"/>
        <w:tabs>
          <w:tab w:val="left" w:pos="660"/>
        </w:tabs>
      </w:pPr>
      <w:r>
        <w:rPr>
          <w:rStyle w:val="10"/>
          <w:sz w:val="28"/>
          <w:szCs w:val="28"/>
        </w:rPr>
        <w:t xml:space="preserve">         1.3.</w:t>
      </w:r>
      <w:r w:rsidRPr="00F17250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Приложение № 5 «Распределение бюджетных ассигнований по разделам и подразделам классификации расходов бюджетов на 2018 год» изложить  в новой редакции (приложение 2).  </w:t>
      </w:r>
    </w:p>
    <w:p w:rsidR="00382D44" w:rsidRDefault="00382D44" w:rsidP="000C385D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1.4.Приложение № 6 «Распределение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2018 год» изложить  в новой редакции (приложение 3).</w:t>
      </w:r>
    </w:p>
    <w:p w:rsidR="00382D44" w:rsidRDefault="00382D44" w:rsidP="00270F3E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1.5.Приложение № 7 «Ведомственная структура расходов бюджета Старотитаровского сельского поселения Темрюкского района на 2018 год»  изложить  в новой редакции (приложение 4).</w:t>
      </w:r>
    </w:p>
    <w:p w:rsidR="00382D44" w:rsidRDefault="00382D44" w:rsidP="00AE075D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1.6.Приложение № 8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2018 год» изложить  в новой редакции (приложение 5).</w:t>
      </w:r>
    </w:p>
    <w:p w:rsidR="00382D44" w:rsidRDefault="00382D44" w:rsidP="00F640D8">
      <w:pPr>
        <w:pStyle w:val="20"/>
        <w:tabs>
          <w:tab w:val="left" w:pos="709"/>
        </w:tabs>
        <w:jc w:val="both"/>
      </w:pPr>
      <w:r>
        <w:rPr>
          <w:rStyle w:val="10"/>
          <w:rFonts w:ascii="Times New Roman" w:hAnsi="Times New Roman"/>
          <w:sz w:val="28"/>
          <w:szCs w:val="28"/>
        </w:rPr>
        <w:t xml:space="preserve">         1.7. В пункте 17 после слов «объем бюджетных ассигнований муниципального дорожного фонда Старотитаровского сельского поселения Темрюкского района на 2018 год в сумме» слова «10 998,8 тыс. рублей» заменить словами «11 026,9 </w:t>
      </w:r>
      <w:r w:rsidRPr="004A1697">
        <w:rPr>
          <w:rStyle w:val="10"/>
          <w:rFonts w:ascii="Times New Roman" w:hAnsi="Times New Roman"/>
          <w:sz w:val="28"/>
          <w:szCs w:val="28"/>
        </w:rPr>
        <w:t>тыс.</w:t>
      </w:r>
      <w:r>
        <w:rPr>
          <w:rStyle w:val="10"/>
          <w:rFonts w:ascii="Times New Roman" w:hAnsi="Times New Roman"/>
          <w:sz w:val="28"/>
          <w:szCs w:val="28"/>
        </w:rPr>
        <w:t xml:space="preserve"> рублей».</w:t>
      </w:r>
    </w:p>
    <w:p w:rsidR="00382D44" w:rsidRPr="009E54CB" w:rsidRDefault="00382D44" w:rsidP="009E54C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9E54CB">
        <w:rPr>
          <w:rFonts w:ascii="Times New Roman" w:hAnsi="Times New Roman"/>
          <w:sz w:val="28"/>
          <w:szCs w:val="28"/>
        </w:rPr>
        <w:t>2. Контроль  за исполнением данного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(Н.Г.Красницкая).</w:t>
      </w:r>
    </w:p>
    <w:p w:rsidR="00382D44" w:rsidRDefault="00382D44" w:rsidP="005B497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382D44" w:rsidRDefault="00382D44" w:rsidP="00814908">
      <w:pPr>
        <w:pStyle w:val="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 </w:t>
      </w:r>
      <w:r>
        <w:rPr>
          <w:rStyle w:val="10"/>
          <w:rFonts w:ascii="Times New Roman" w:hAnsi="Times New Roman"/>
          <w:sz w:val="28"/>
          <w:szCs w:val="28"/>
        </w:rPr>
        <w:t>со дня его официального опубликования.</w:t>
      </w:r>
    </w:p>
    <w:p w:rsidR="00382D44" w:rsidRDefault="00382D44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382D44" w:rsidRPr="004525A0" w:rsidRDefault="00382D44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382D44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82D44" w:rsidRPr="00D07400" w:rsidRDefault="00382D44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382D44" w:rsidRPr="00D07400" w:rsidRDefault="00382D44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82D44" w:rsidRDefault="00382D44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382D44" w:rsidRPr="00D07400" w:rsidRDefault="00382D44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382D44" w:rsidRPr="00D07400" w:rsidRDefault="00382D44" w:rsidP="006D1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сентября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82D44" w:rsidRPr="00D07400" w:rsidRDefault="00382D44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382D44" w:rsidRDefault="00382D44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82D44" w:rsidRPr="00D07400" w:rsidRDefault="00382D44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382D44" w:rsidRPr="00D07400" w:rsidRDefault="00382D44" w:rsidP="0032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сентября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382D44" w:rsidRPr="004525A0" w:rsidRDefault="00382D44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2D44" w:rsidRDefault="00382D44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382D44" w:rsidRDefault="00382D44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382D44" w:rsidRDefault="00382D44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382D44" w:rsidRDefault="00382D44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финансового отдела</w:t>
      </w:r>
    </w:p>
    <w:p w:rsidR="00382D44" w:rsidRDefault="00382D44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382D44" w:rsidRDefault="00382D44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B37EBB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37EB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Н.В.Титаренко</w:t>
      </w:r>
    </w:p>
    <w:p w:rsidR="00382D44" w:rsidRDefault="00382D44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382D44" w:rsidRDefault="00382D44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382D44" w:rsidRDefault="00382D44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382D44" w:rsidRDefault="00382D44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382D44" w:rsidRPr="00B37EBB" w:rsidRDefault="00382D44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Я.И.Хвостик</w:t>
      </w:r>
    </w:p>
    <w:p w:rsidR="00382D44" w:rsidRPr="004525A0" w:rsidRDefault="00382D44" w:rsidP="00B56C33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82D44" w:rsidRPr="004525A0" w:rsidRDefault="00382D44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2D44" w:rsidRDefault="00382D44" w:rsidP="00D8204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82D44" w:rsidRPr="00133802" w:rsidRDefault="00382D44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382D44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D44" w:rsidRDefault="00382D44" w:rsidP="00662DB0">
      <w:pPr>
        <w:spacing w:after="0" w:line="240" w:lineRule="auto"/>
      </w:pPr>
      <w:r>
        <w:separator/>
      </w:r>
    </w:p>
  </w:endnote>
  <w:endnote w:type="continuationSeparator" w:id="0">
    <w:p w:rsidR="00382D44" w:rsidRDefault="00382D44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D44" w:rsidRDefault="00382D44" w:rsidP="00662DB0">
      <w:pPr>
        <w:spacing w:after="0" w:line="240" w:lineRule="auto"/>
      </w:pPr>
      <w:r>
        <w:separator/>
      </w:r>
    </w:p>
  </w:footnote>
  <w:footnote w:type="continuationSeparator" w:id="0">
    <w:p w:rsidR="00382D44" w:rsidRDefault="00382D44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D44" w:rsidRPr="00662DB0" w:rsidRDefault="00382D44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382D44" w:rsidRDefault="00382D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57CE4"/>
    <w:rsid w:val="000715F2"/>
    <w:rsid w:val="00072797"/>
    <w:rsid w:val="0007367A"/>
    <w:rsid w:val="0007533B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D18D1"/>
    <w:rsid w:val="000D2263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2062"/>
    <w:rsid w:val="0020470A"/>
    <w:rsid w:val="00216A04"/>
    <w:rsid w:val="002245F6"/>
    <w:rsid w:val="00226ABB"/>
    <w:rsid w:val="00227157"/>
    <w:rsid w:val="002321CB"/>
    <w:rsid w:val="002338C3"/>
    <w:rsid w:val="002414B2"/>
    <w:rsid w:val="00241DEC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13981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F2A1C"/>
    <w:rsid w:val="007F5429"/>
    <w:rsid w:val="007F6D76"/>
    <w:rsid w:val="008026B7"/>
    <w:rsid w:val="008104B2"/>
    <w:rsid w:val="00811772"/>
    <w:rsid w:val="00814908"/>
    <w:rsid w:val="00816627"/>
    <w:rsid w:val="00826DAC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A98"/>
    <w:rsid w:val="00D577ED"/>
    <w:rsid w:val="00D5796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A6853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ormalWeb">
    <w:name w:val="Normal (Web)"/>
    <w:basedOn w:val="Normal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3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1596</TotalTime>
  <Pages>3</Pages>
  <Words>764</Words>
  <Characters>4356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303</cp:revision>
  <cp:lastPrinted>2014-07-21T05:43:00Z</cp:lastPrinted>
  <dcterms:created xsi:type="dcterms:W3CDTF">2012-12-07T11:21:00Z</dcterms:created>
  <dcterms:modified xsi:type="dcterms:W3CDTF">2018-09-12T10:33:00Z</dcterms:modified>
</cp:coreProperties>
</file>