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65881" w:rsidRPr="00DF2090" w:rsidTr="00DF2090">
        <w:tc>
          <w:tcPr>
            <w:tcW w:w="8934" w:type="dxa"/>
          </w:tcPr>
          <w:p w:rsidR="00A65881" w:rsidRPr="00DF2090" w:rsidRDefault="00A65881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65881" w:rsidRDefault="00A6588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A65881" w:rsidRDefault="00A6588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65881" w:rsidRDefault="00A6588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________________ № ______</w:t>
            </w:r>
          </w:p>
          <w:p w:rsidR="00A65881" w:rsidRDefault="00A6588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65881" w:rsidRPr="00EE5BAC" w:rsidRDefault="00A6588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65881" w:rsidRPr="00EE5BAC" w:rsidRDefault="00A65881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65881" w:rsidRPr="00EE5BAC" w:rsidRDefault="00A6588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65881" w:rsidRPr="00EE5BAC" w:rsidRDefault="00A6588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65881" w:rsidRPr="00EE5BAC" w:rsidRDefault="00A6588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65881" w:rsidRPr="00DF2090" w:rsidRDefault="00A65881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A65881" w:rsidRDefault="00A65881" w:rsidP="001157F7">
      <w:pPr>
        <w:jc w:val="center"/>
        <w:rPr>
          <w:b/>
        </w:rPr>
      </w:pPr>
    </w:p>
    <w:p w:rsidR="00A65881" w:rsidRDefault="00A6588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65881" w:rsidRPr="00F200BA" w:rsidRDefault="00A65881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Default="00A65881" w:rsidP="00BB769B">
      <w:pPr>
        <w:jc w:val="center"/>
        <w:rPr>
          <w:b/>
          <w:szCs w:val="28"/>
        </w:rPr>
      </w:pPr>
    </w:p>
    <w:p w:rsidR="00A65881" w:rsidRPr="00950972" w:rsidRDefault="00A6588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65881" w:rsidRPr="00950972" w:rsidRDefault="00A65881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A65881" w:rsidRDefault="00A65881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Pr="00F200BA" w:rsidRDefault="00A65881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Default="00A65881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A65881" w:rsidRPr="00855115" w:rsidRDefault="00A65881" w:rsidP="00D02E64">
            <w:pPr>
              <w:rPr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65881" w:rsidRDefault="00A65881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65881" w:rsidRPr="00157189" w:rsidRDefault="00A65881" w:rsidP="00D02E64">
            <w:pPr>
              <w:rPr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Default="00A65881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65881" w:rsidRPr="00190885" w:rsidRDefault="00A65881" w:rsidP="00D02E64">
            <w:pPr>
              <w:rPr>
                <w:b/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Default="00A65881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65881" w:rsidRPr="00190885" w:rsidRDefault="00A65881" w:rsidP="00D02E64">
            <w:pPr>
              <w:rPr>
                <w:b/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Pr="00326BC3" w:rsidRDefault="00A65881" w:rsidP="00D02E6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65881" w:rsidRPr="000C3C23" w:rsidRDefault="00A65881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Pr="00770CD2" w:rsidRDefault="00A65881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65881" w:rsidRPr="00A46A72" w:rsidRDefault="00A65881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65881" w:rsidRPr="00A46A72" w:rsidRDefault="00A65881" w:rsidP="00D02E64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65881" w:rsidRPr="00190885" w:rsidRDefault="00A65881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65881" w:rsidRPr="00190885" w:rsidRDefault="00A65881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65881" w:rsidRPr="00190885" w:rsidRDefault="00A65881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65881" w:rsidRPr="00190885" w:rsidRDefault="00A65881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65881" w:rsidRPr="00190885" w:rsidRDefault="00A65881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65881" w:rsidRPr="00190885" w:rsidRDefault="00A65881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EF5B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5881" w:rsidRPr="00190885" w:rsidRDefault="00A65881" w:rsidP="00EF5B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EF5B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5881" w:rsidRPr="008A6FA1" w:rsidTr="00D02E64">
        <w:tc>
          <w:tcPr>
            <w:tcW w:w="14560" w:type="dxa"/>
            <w:gridSpan w:val="6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5881" w:rsidRPr="008A6FA1" w:rsidTr="00D02E64">
        <w:tc>
          <w:tcPr>
            <w:tcW w:w="14560" w:type="dxa"/>
            <w:gridSpan w:val="6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</w:p>
        </w:tc>
      </w:tr>
      <w:tr w:rsidR="00A65881" w:rsidRPr="008A6FA1" w:rsidTr="00D02E64">
        <w:tc>
          <w:tcPr>
            <w:tcW w:w="6374" w:type="dxa"/>
          </w:tcPr>
          <w:p w:rsidR="00A65881" w:rsidRPr="00190885" w:rsidRDefault="00A65881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5881" w:rsidRPr="00190885" w:rsidRDefault="00A65881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65881" w:rsidRDefault="00A65881" w:rsidP="00EA5C73">
      <w:pPr>
        <w:jc w:val="center"/>
        <w:rPr>
          <w:b/>
        </w:rPr>
      </w:pPr>
    </w:p>
    <w:p w:rsidR="00A65881" w:rsidRDefault="00A65881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A65881" w:rsidRDefault="00A65881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Pr="004408E3" w:rsidRDefault="00A65881" w:rsidP="000336F7">
      <w:pPr>
        <w:pStyle w:val="ListParagraph"/>
        <w:ind w:left="360"/>
        <w:jc w:val="center"/>
        <w:rPr>
          <w:b/>
          <w:sz w:val="24"/>
          <w:szCs w:val="24"/>
        </w:rPr>
      </w:pPr>
    </w:p>
    <w:p w:rsidR="00A65881" w:rsidRDefault="00A6588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65881" w:rsidRDefault="00A65881" w:rsidP="00EF6F81">
      <w:pPr>
        <w:jc w:val="center"/>
        <w:rPr>
          <w:szCs w:val="28"/>
        </w:rPr>
      </w:pPr>
    </w:p>
    <w:p w:rsidR="00A65881" w:rsidRDefault="00A65881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Pr="00A74297" w:rsidRDefault="00A65881" w:rsidP="00225687">
      <w:pPr>
        <w:jc w:val="center"/>
        <w:rPr>
          <w:b/>
          <w:szCs w:val="28"/>
        </w:rPr>
      </w:pPr>
    </w:p>
    <w:p w:rsidR="00A65881" w:rsidRPr="00225687" w:rsidRDefault="00A65881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65881" w:rsidTr="00D02E64">
        <w:tc>
          <w:tcPr>
            <w:tcW w:w="648" w:type="dxa"/>
            <w:vMerge w:val="restart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65881" w:rsidRPr="00AC26F6" w:rsidRDefault="00A65881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65881" w:rsidRPr="00AC26F6" w:rsidRDefault="00A65881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65881" w:rsidTr="00D02E64">
        <w:tc>
          <w:tcPr>
            <w:tcW w:w="648" w:type="dxa"/>
            <w:vMerge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65881" w:rsidRPr="00AC26F6" w:rsidRDefault="00A65881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65881" w:rsidRPr="00AC26F6" w:rsidRDefault="00A65881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65881" w:rsidTr="00D02E64">
        <w:tc>
          <w:tcPr>
            <w:tcW w:w="648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65881" w:rsidRPr="00AC26F6" w:rsidRDefault="00A65881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65881" w:rsidTr="00D02E64">
        <w:tc>
          <w:tcPr>
            <w:tcW w:w="648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65881" w:rsidRPr="00AC26F6" w:rsidRDefault="00A65881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A65881" w:rsidRPr="00AC26F6" w:rsidRDefault="00A6588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Default="00A65881" w:rsidP="0054045D">
      <w:pPr>
        <w:pStyle w:val="ConsPlusNormal0"/>
        <w:jc w:val="center"/>
        <w:rPr>
          <w:b/>
        </w:rPr>
      </w:pPr>
    </w:p>
    <w:p w:rsidR="00A65881" w:rsidRPr="003C75F8" w:rsidRDefault="00A6588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65881" w:rsidRPr="003C75F8" w:rsidRDefault="00A6588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65881" w:rsidRDefault="00A65881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Pr="0054045D" w:rsidRDefault="00A65881">
      <w:pPr>
        <w:rPr>
          <w:sz w:val="6"/>
          <w:szCs w:val="6"/>
        </w:rPr>
      </w:pPr>
    </w:p>
    <w:p w:rsidR="00A65881" w:rsidRDefault="00A65881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65881" w:rsidRPr="00BD6669" w:rsidTr="00D02E64">
        <w:tc>
          <w:tcPr>
            <w:tcW w:w="593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65881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A65881" w:rsidRPr="00C400CB" w:rsidRDefault="00A6588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A65881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65881" w:rsidRPr="00C400CB" w:rsidRDefault="00A65881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65881" w:rsidRPr="00C400CB" w:rsidRDefault="00A6588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FA1A72">
      <w:pPr>
        <w:jc w:val="both"/>
        <w:rPr>
          <w:szCs w:val="28"/>
        </w:rPr>
      </w:pPr>
    </w:p>
    <w:p w:rsidR="00A65881" w:rsidRDefault="00A65881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A65881" w:rsidRDefault="00A65881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65881" w:rsidRPr="00484E94" w:rsidRDefault="00A65881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65881" w:rsidRDefault="00A6588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65881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65881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81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B6573C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500747" w:rsidRDefault="00A6588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5881" w:rsidRDefault="00A65881" w:rsidP="00EF6F81">
      <w:pPr>
        <w:jc w:val="center"/>
        <w:rPr>
          <w:szCs w:val="28"/>
        </w:rPr>
      </w:pPr>
    </w:p>
    <w:p w:rsidR="00A65881" w:rsidRDefault="00A6588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65881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A6588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Default="00A65881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A65881" w:rsidRPr="00C400CB" w:rsidRDefault="00A65881" w:rsidP="00D02E64">
            <w:pPr>
              <w:rPr>
                <w:sz w:val="24"/>
                <w:szCs w:val="24"/>
              </w:rPr>
            </w:pPr>
          </w:p>
        </w:tc>
      </w:tr>
      <w:tr w:rsidR="00A6588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Default="00A65881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A65881" w:rsidRPr="00C400CB" w:rsidRDefault="00A65881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881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65881" w:rsidRPr="00C400CB" w:rsidRDefault="00A65881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EF5B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65881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EF5B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6588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65881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881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81" w:rsidRPr="00C400CB" w:rsidRDefault="00A6588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65881" w:rsidRPr="00C400CB" w:rsidRDefault="00A6588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65881" w:rsidRDefault="00A65881" w:rsidP="00EF6F81">
      <w:pPr>
        <w:jc w:val="center"/>
        <w:rPr>
          <w:szCs w:val="28"/>
        </w:rPr>
        <w:sectPr w:rsidR="00A6588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65881" w:rsidRPr="00484E94" w:rsidRDefault="00A65881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65881" w:rsidRPr="00484E94" w:rsidRDefault="00A6588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65881" w:rsidRPr="00484E94" w:rsidRDefault="00A65881" w:rsidP="00484E94">
      <w:pPr>
        <w:pStyle w:val="ConsPlusNormal0"/>
        <w:jc w:val="center"/>
        <w:rPr>
          <w:szCs w:val="28"/>
        </w:rPr>
      </w:pPr>
    </w:p>
    <w:p w:rsidR="00A65881" w:rsidRPr="0016103B" w:rsidRDefault="00A65881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65881" w:rsidRPr="00484E94" w:rsidRDefault="00A65881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65881" w:rsidRPr="00484E94" w:rsidRDefault="00A65881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A65881" w:rsidRDefault="00A65881" w:rsidP="00484E94">
      <w:pPr>
        <w:jc w:val="both"/>
      </w:pPr>
    </w:p>
    <w:p w:rsidR="00A65881" w:rsidRPr="00484E94" w:rsidRDefault="00A65881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65881" w:rsidRPr="00484E94" w:rsidRDefault="00A6588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65881" w:rsidRPr="00484E94" w:rsidRDefault="00A65881" w:rsidP="00484E94">
      <w:pPr>
        <w:pStyle w:val="ConsPlusNormal0"/>
        <w:jc w:val="both"/>
        <w:rPr>
          <w:szCs w:val="28"/>
        </w:rPr>
      </w:pP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65881" w:rsidRDefault="00A6588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65881" w:rsidRPr="007F34E4" w:rsidRDefault="00A6588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65881" w:rsidRPr="007F34E4" w:rsidRDefault="00A6588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65881" w:rsidRPr="007F34E4" w:rsidRDefault="00A6588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65881" w:rsidRPr="007F34E4" w:rsidRDefault="00A6588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65881" w:rsidRPr="007F34E4" w:rsidRDefault="00A6588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65881" w:rsidRDefault="00A65881" w:rsidP="00484E94">
      <w:pPr>
        <w:ind w:firstLine="709"/>
        <w:jc w:val="both"/>
        <w:rPr>
          <w:szCs w:val="28"/>
        </w:rPr>
      </w:pPr>
    </w:p>
    <w:p w:rsidR="00A65881" w:rsidRDefault="00A65881" w:rsidP="00484E94">
      <w:pPr>
        <w:ind w:firstLine="709"/>
        <w:jc w:val="both"/>
        <w:rPr>
          <w:szCs w:val="28"/>
        </w:rPr>
      </w:pPr>
    </w:p>
    <w:p w:rsidR="00A65881" w:rsidRDefault="00A6588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65881" w:rsidRDefault="00A6588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65881" w:rsidRDefault="00A65881" w:rsidP="00B96477">
      <w:pPr>
        <w:rPr>
          <w:szCs w:val="28"/>
        </w:rPr>
        <w:sectPr w:rsidR="00A6588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A65881" w:rsidRDefault="00A65881" w:rsidP="001F5CA2">
      <w:pPr>
        <w:jc w:val="center"/>
        <w:rPr>
          <w:b/>
        </w:rPr>
      </w:pPr>
    </w:p>
    <w:sectPr w:rsidR="00A6588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881" w:rsidRDefault="00A65881" w:rsidP="00EF6F81">
      <w:r>
        <w:separator/>
      </w:r>
    </w:p>
  </w:endnote>
  <w:endnote w:type="continuationSeparator" w:id="0">
    <w:p w:rsidR="00A65881" w:rsidRDefault="00A6588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881" w:rsidRDefault="00A65881" w:rsidP="00EF6F81">
      <w:r>
        <w:separator/>
      </w:r>
    </w:p>
  </w:footnote>
  <w:footnote w:type="continuationSeparator" w:id="0">
    <w:p w:rsidR="00A65881" w:rsidRDefault="00A6588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81" w:rsidRDefault="00A6588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81" w:rsidRDefault="00A65881">
    <w:pPr>
      <w:pStyle w:val="Header"/>
      <w:jc w:val="center"/>
    </w:pPr>
  </w:p>
  <w:p w:rsidR="00A65881" w:rsidRDefault="00A6588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65881" w:rsidRPr="00DF2090" w:rsidRDefault="00A6588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4B80"/>
    <w:rsid w:val="001658ED"/>
    <w:rsid w:val="00167C70"/>
    <w:rsid w:val="00172D6C"/>
    <w:rsid w:val="00173D9E"/>
    <w:rsid w:val="00176619"/>
    <w:rsid w:val="001813B1"/>
    <w:rsid w:val="00182E8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820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2371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5881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B12"/>
    <w:rsid w:val="00DC605B"/>
    <w:rsid w:val="00DD1C2E"/>
    <w:rsid w:val="00DD49F6"/>
    <w:rsid w:val="00DD5F0A"/>
    <w:rsid w:val="00DD70D3"/>
    <w:rsid w:val="00DE264F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108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5B95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9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2097</TotalTime>
  <Pages>10</Pages>
  <Words>1600</Words>
  <Characters>9126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2022-12-26T06:49:00Z</dcterms:modified>
</cp:coreProperties>
</file>