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B" w:rsidRDefault="000B3D3B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B3D3B" w:rsidRDefault="000B3D3B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B3D3B" w:rsidRDefault="000B3D3B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B3D3B" w:rsidRDefault="000B3D3B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 № _____</w:t>
      </w:r>
    </w:p>
    <w:p w:rsidR="000B3D3B" w:rsidRPr="00D737C3" w:rsidRDefault="000B3D3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3B" w:rsidRPr="00D737C3" w:rsidRDefault="000B3D3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3B" w:rsidRPr="0064236D" w:rsidRDefault="000B3D3B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3B" w:rsidRDefault="000B3D3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B3D3B" w:rsidRPr="00D737C3" w:rsidRDefault="000B3D3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0B3D3B" w:rsidRDefault="000B3D3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0B3D3B" w:rsidRDefault="000B3D3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3B" w:rsidRPr="00D737C3" w:rsidRDefault="000B3D3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3B" w:rsidRPr="00D737C3" w:rsidRDefault="000B3D3B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B3D3B" w:rsidRPr="006069E5">
        <w:tc>
          <w:tcPr>
            <w:tcW w:w="1162" w:type="dxa"/>
            <w:vMerge w:val="restart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B3D3B" w:rsidRPr="006069E5">
        <w:tc>
          <w:tcPr>
            <w:tcW w:w="1162" w:type="dxa"/>
            <w:vMerge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B3D3B" w:rsidRPr="006069E5" w:rsidRDefault="000B3D3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B3D3B" w:rsidRPr="0064236D" w:rsidRDefault="000B3D3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B3D3B" w:rsidRPr="006069E5">
        <w:trPr>
          <w:tblHeader/>
        </w:trPr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B3D3B" w:rsidRPr="006069E5">
        <w:trPr>
          <w:trHeight w:val="147"/>
        </w:trPr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0B3D3B" w:rsidRPr="006069E5" w:rsidRDefault="000B3D3B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B3D3B" w:rsidRPr="006069E5"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0B3D3B" w:rsidRPr="006069E5" w:rsidRDefault="000B3D3B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992 0409 5810112440 244</w:t>
            </w:r>
          </w:p>
        </w:tc>
        <w:tc>
          <w:tcPr>
            <w:tcW w:w="126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B3D3B" w:rsidRPr="006069E5"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B3D3B" w:rsidRPr="00CF021E" w:rsidRDefault="000B3D3B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B3D3B" w:rsidRPr="006069E5" w:rsidRDefault="000B3D3B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B3D3B" w:rsidRPr="006069E5" w:rsidRDefault="000B3D3B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B3D3B" w:rsidRPr="006069E5"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B3D3B" w:rsidRPr="006069E5"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0B3D3B" w:rsidRDefault="000B3D3B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0B3D3B" w:rsidRPr="006F2B84" w:rsidRDefault="000B3D3B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3D3B" w:rsidRPr="006069E5"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16" w:type="dxa"/>
          </w:tcPr>
          <w:p w:rsidR="000B3D3B" w:rsidRPr="006069E5" w:rsidRDefault="000B3D3B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B3D3B" w:rsidRDefault="000B3D3B" w:rsidP="006F2B84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B3D3B" w:rsidRPr="006069E5" w:rsidRDefault="000B3D3B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B3D3B" w:rsidRPr="006069E5" w:rsidRDefault="000B3D3B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B3D3B" w:rsidRPr="006069E5" w:rsidRDefault="000B3D3B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B3D3B" w:rsidRPr="006069E5" w:rsidRDefault="000B3D3B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1 298,0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2 171,3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2 171,3</w:t>
            </w:r>
          </w:p>
        </w:tc>
        <w:tc>
          <w:tcPr>
            <w:tcW w:w="1134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2 171,3</w:t>
            </w:r>
          </w:p>
        </w:tc>
      </w:tr>
      <w:tr w:rsidR="000B3D3B" w:rsidRPr="006069E5"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B3D3B" w:rsidRPr="005B1A54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B3D3B" w:rsidRPr="006069E5" w:rsidRDefault="000B3D3B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B3D3B" w:rsidRPr="006069E5" w:rsidRDefault="000B3D3B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B3D3B" w:rsidRPr="006069E5" w:rsidRDefault="000B3D3B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B3D3B" w:rsidRPr="006069E5"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0B3D3B" w:rsidRPr="006069E5" w:rsidRDefault="000B3D3B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0B3D3B" w:rsidRPr="006069E5" w:rsidRDefault="000B3D3B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B3D3B" w:rsidRPr="006069E5" w:rsidRDefault="000B3D3B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B3D3B" w:rsidRPr="006069E5" w:rsidRDefault="000B3D3B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B3D3B" w:rsidRPr="006069E5" w:rsidRDefault="000B3D3B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402,0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592,0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592,0</w:t>
            </w:r>
          </w:p>
        </w:tc>
        <w:tc>
          <w:tcPr>
            <w:tcW w:w="1134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592,0</w:t>
            </w:r>
          </w:p>
        </w:tc>
      </w:tr>
      <w:tr w:rsidR="000B3D3B" w:rsidRPr="006069E5">
        <w:tc>
          <w:tcPr>
            <w:tcW w:w="1151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B3D3B" w:rsidRPr="006069E5" w:rsidRDefault="000B3D3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0B3D3B" w:rsidRPr="006069E5" w:rsidRDefault="000B3D3B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B3D3B" w:rsidRPr="006069E5" w:rsidRDefault="000B3D3B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B3D3B" w:rsidRPr="006069E5" w:rsidRDefault="000B3D3B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B3D3B" w:rsidRPr="006069E5" w:rsidRDefault="000B3D3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bookmarkStart w:id="0" w:name="_GoBack"/>
        <w:bookmarkEnd w:id="0"/>
      </w:tr>
    </w:tbl>
    <w:p w:rsidR="000B3D3B" w:rsidRDefault="000B3D3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3B" w:rsidRDefault="000B3D3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3B" w:rsidRPr="003454FC" w:rsidRDefault="000B3D3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3B" w:rsidRDefault="000B3D3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B3D3B" w:rsidRDefault="000B3D3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B3D3B" w:rsidRPr="008A6FA1" w:rsidRDefault="000B3D3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p w:rsidR="000B3D3B" w:rsidRPr="0064236D" w:rsidRDefault="000B3D3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0B3D3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D3B" w:rsidRDefault="000B3D3B" w:rsidP="007D6942">
      <w:r>
        <w:separator/>
      </w:r>
    </w:p>
  </w:endnote>
  <w:endnote w:type="continuationSeparator" w:id="0">
    <w:p w:rsidR="000B3D3B" w:rsidRDefault="000B3D3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D3B" w:rsidRDefault="000B3D3B" w:rsidP="007D6942">
      <w:r>
        <w:separator/>
      </w:r>
    </w:p>
  </w:footnote>
  <w:footnote w:type="continuationSeparator" w:id="0">
    <w:p w:rsidR="000B3D3B" w:rsidRDefault="000B3D3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3B" w:rsidRDefault="000B3D3B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B3D3B" w:rsidRPr="00A80EF1" w:rsidRDefault="000B3D3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1AF0"/>
    <w:rsid w:val="00012E4E"/>
    <w:rsid w:val="000471A7"/>
    <w:rsid w:val="000677DD"/>
    <w:rsid w:val="00092349"/>
    <w:rsid w:val="000A1CD9"/>
    <w:rsid w:val="000B3D3B"/>
    <w:rsid w:val="000F5077"/>
    <w:rsid w:val="001057E4"/>
    <w:rsid w:val="00130F43"/>
    <w:rsid w:val="00161501"/>
    <w:rsid w:val="00164E78"/>
    <w:rsid w:val="001C23EF"/>
    <w:rsid w:val="001D011F"/>
    <w:rsid w:val="001E7088"/>
    <w:rsid w:val="001F2603"/>
    <w:rsid w:val="001F3245"/>
    <w:rsid w:val="00206D5E"/>
    <w:rsid w:val="00212251"/>
    <w:rsid w:val="00250BFB"/>
    <w:rsid w:val="00285170"/>
    <w:rsid w:val="00294148"/>
    <w:rsid w:val="002A054F"/>
    <w:rsid w:val="002F36D3"/>
    <w:rsid w:val="0032297A"/>
    <w:rsid w:val="0032383C"/>
    <w:rsid w:val="003432B5"/>
    <w:rsid w:val="003454FC"/>
    <w:rsid w:val="00352444"/>
    <w:rsid w:val="00352AFC"/>
    <w:rsid w:val="00393B47"/>
    <w:rsid w:val="003A1A1D"/>
    <w:rsid w:val="003C7B36"/>
    <w:rsid w:val="004335C1"/>
    <w:rsid w:val="00452B4E"/>
    <w:rsid w:val="00457077"/>
    <w:rsid w:val="004B3288"/>
    <w:rsid w:val="004C466D"/>
    <w:rsid w:val="004D3F12"/>
    <w:rsid w:val="004D5D87"/>
    <w:rsid w:val="004F53C4"/>
    <w:rsid w:val="00564935"/>
    <w:rsid w:val="00596F35"/>
    <w:rsid w:val="005A4A6A"/>
    <w:rsid w:val="005B0797"/>
    <w:rsid w:val="005B1A54"/>
    <w:rsid w:val="005B477A"/>
    <w:rsid w:val="005E372B"/>
    <w:rsid w:val="006069E5"/>
    <w:rsid w:val="0064236D"/>
    <w:rsid w:val="006445A7"/>
    <w:rsid w:val="0066225D"/>
    <w:rsid w:val="0067380F"/>
    <w:rsid w:val="006811EE"/>
    <w:rsid w:val="00682270"/>
    <w:rsid w:val="00682450"/>
    <w:rsid w:val="006C4A2B"/>
    <w:rsid w:val="006F2B84"/>
    <w:rsid w:val="00705B7B"/>
    <w:rsid w:val="0071727A"/>
    <w:rsid w:val="0078143B"/>
    <w:rsid w:val="00795819"/>
    <w:rsid w:val="007B04AA"/>
    <w:rsid w:val="007D6942"/>
    <w:rsid w:val="007F7199"/>
    <w:rsid w:val="0080164D"/>
    <w:rsid w:val="0081247D"/>
    <w:rsid w:val="00815D35"/>
    <w:rsid w:val="00825B36"/>
    <w:rsid w:val="00851081"/>
    <w:rsid w:val="008955A6"/>
    <w:rsid w:val="008A6FA1"/>
    <w:rsid w:val="008C28BE"/>
    <w:rsid w:val="008F3293"/>
    <w:rsid w:val="00905C09"/>
    <w:rsid w:val="0096355C"/>
    <w:rsid w:val="00963883"/>
    <w:rsid w:val="00972CA6"/>
    <w:rsid w:val="009D37BC"/>
    <w:rsid w:val="009D5976"/>
    <w:rsid w:val="009E2FB5"/>
    <w:rsid w:val="00A10279"/>
    <w:rsid w:val="00A24EA6"/>
    <w:rsid w:val="00A325AE"/>
    <w:rsid w:val="00A41751"/>
    <w:rsid w:val="00A63C9E"/>
    <w:rsid w:val="00A80EF1"/>
    <w:rsid w:val="00A9268B"/>
    <w:rsid w:val="00AB16C2"/>
    <w:rsid w:val="00AC03D6"/>
    <w:rsid w:val="00AC4B7D"/>
    <w:rsid w:val="00AD57AC"/>
    <w:rsid w:val="00AE3E6E"/>
    <w:rsid w:val="00AE5B7D"/>
    <w:rsid w:val="00B00DF8"/>
    <w:rsid w:val="00B47DD0"/>
    <w:rsid w:val="00B75B97"/>
    <w:rsid w:val="00B942E1"/>
    <w:rsid w:val="00BD745F"/>
    <w:rsid w:val="00C219E5"/>
    <w:rsid w:val="00C302EA"/>
    <w:rsid w:val="00C35E09"/>
    <w:rsid w:val="00C408F2"/>
    <w:rsid w:val="00C50116"/>
    <w:rsid w:val="00C71732"/>
    <w:rsid w:val="00C74FCF"/>
    <w:rsid w:val="00C7608E"/>
    <w:rsid w:val="00CC0F3B"/>
    <w:rsid w:val="00CF021E"/>
    <w:rsid w:val="00D51557"/>
    <w:rsid w:val="00D737C3"/>
    <w:rsid w:val="00DA1DE2"/>
    <w:rsid w:val="00DB24AE"/>
    <w:rsid w:val="00DB721F"/>
    <w:rsid w:val="00DC6D6A"/>
    <w:rsid w:val="00E3318F"/>
    <w:rsid w:val="00E57E39"/>
    <w:rsid w:val="00E65D56"/>
    <w:rsid w:val="00E73D5F"/>
    <w:rsid w:val="00E8140E"/>
    <w:rsid w:val="00F10576"/>
    <w:rsid w:val="00F20843"/>
    <w:rsid w:val="00F233BB"/>
    <w:rsid w:val="00F40D21"/>
    <w:rsid w:val="00F4487B"/>
    <w:rsid w:val="00F8232B"/>
    <w:rsid w:val="00FA1E9E"/>
    <w:rsid w:val="00FA70A7"/>
    <w:rsid w:val="00FC4C64"/>
    <w:rsid w:val="00FD0B82"/>
    <w:rsid w:val="00FD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338</TotalTime>
  <Pages>4</Pages>
  <Words>463</Words>
  <Characters>2645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77</cp:revision>
  <cp:lastPrinted>2021-12-27T06:10:00Z</cp:lastPrinted>
  <dcterms:created xsi:type="dcterms:W3CDTF">2021-05-31T11:19:00Z</dcterms:created>
  <dcterms:modified xsi:type="dcterms:W3CDTF">2022-12-15T08:16:00Z</dcterms:modified>
</cp:coreProperties>
</file>