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7D53" w:rsidRDefault="00217D53" w:rsidP="001A3D72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217D53" w:rsidRDefault="00217D53" w:rsidP="001A3D72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 Старотитаровского</w:t>
      </w:r>
    </w:p>
    <w:p w:rsidR="00217D53" w:rsidRDefault="00217D53" w:rsidP="001A3D72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 Темрюкского района</w:t>
      </w:r>
    </w:p>
    <w:p w:rsidR="00217D53" w:rsidRDefault="00217D53" w:rsidP="001A3D72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_____________________ № _____</w:t>
      </w:r>
    </w:p>
    <w:p w:rsidR="00217D53" w:rsidRPr="00A0260D" w:rsidRDefault="00217D53" w:rsidP="00A0260D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217D53" w:rsidRDefault="00217D53" w:rsidP="00D737C3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217D53" w:rsidRPr="00D737C3" w:rsidRDefault="00217D53" w:rsidP="00D737C3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217D53" w:rsidRDefault="00217D53" w:rsidP="00D737C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4236D">
        <w:rPr>
          <w:rFonts w:ascii="Times New Roman" w:hAnsi="Times New Roman" w:cs="Times New Roman"/>
          <w:b/>
          <w:bCs/>
          <w:sz w:val="28"/>
          <w:szCs w:val="28"/>
        </w:rPr>
        <w:t>ПЛАН РЕАЛИЗАЦИИ</w:t>
      </w:r>
    </w:p>
    <w:p w:rsidR="00217D53" w:rsidRPr="00816436" w:rsidRDefault="00217D53" w:rsidP="00816436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муниципальной программы </w:t>
      </w:r>
      <w:r w:rsidRPr="00816436">
        <w:rPr>
          <w:rFonts w:ascii="Times New Roman" w:hAnsi="Times New Roman" w:cs="Times New Roman"/>
          <w:b/>
          <w:bCs/>
          <w:sz w:val="28"/>
          <w:szCs w:val="28"/>
        </w:rPr>
        <w:t>«Обеспечение функций муниципальных казенных учреждений</w:t>
      </w:r>
    </w:p>
    <w:p w:rsidR="00217D53" w:rsidRDefault="00217D53" w:rsidP="00DA320E">
      <w:pPr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816436">
        <w:rPr>
          <w:rFonts w:ascii="Times New Roman" w:hAnsi="Times New Roman" w:cs="Times New Roman"/>
          <w:b/>
          <w:bCs/>
          <w:sz w:val="28"/>
          <w:szCs w:val="28"/>
        </w:rPr>
        <w:t xml:space="preserve">в Старотитаровском сельском поселении Темрюкского района» </w:t>
      </w:r>
      <w:r w:rsidRPr="00A0260D">
        <w:rPr>
          <w:rFonts w:ascii="Times New Roman" w:hAnsi="Times New Roman" w:cs="Times New Roman"/>
          <w:b/>
          <w:bCs/>
          <w:sz w:val="28"/>
          <w:szCs w:val="28"/>
        </w:rPr>
        <w:t>на 202</w:t>
      </w:r>
      <w:r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A0260D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</w:p>
    <w:p w:rsidR="00217D53" w:rsidRDefault="00217D53" w:rsidP="00DA320E">
      <w:pPr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217D53" w:rsidRDefault="00217D53" w:rsidP="00DA320E">
      <w:pPr>
        <w:jc w:val="center"/>
        <w:outlineLvl w:val="0"/>
        <w:rPr>
          <w:b/>
          <w:bCs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162"/>
        <w:gridCol w:w="2546"/>
        <w:gridCol w:w="900"/>
        <w:gridCol w:w="1871"/>
        <w:gridCol w:w="1729"/>
        <w:gridCol w:w="1800"/>
        <w:gridCol w:w="1260"/>
        <w:gridCol w:w="1080"/>
        <w:gridCol w:w="1080"/>
        <w:gridCol w:w="1080"/>
      </w:tblGrid>
      <w:tr w:rsidR="00217D53" w:rsidRPr="006069E5">
        <w:tc>
          <w:tcPr>
            <w:tcW w:w="1162" w:type="dxa"/>
            <w:vMerge w:val="restart"/>
          </w:tcPr>
          <w:p w:rsidR="00217D53" w:rsidRPr="006069E5" w:rsidRDefault="00217D53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2546" w:type="dxa"/>
            <w:vMerge w:val="restart"/>
          </w:tcPr>
          <w:p w:rsidR="00217D53" w:rsidRPr="006069E5" w:rsidRDefault="00217D53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Наименование мероприятия, контрольного события</w:t>
            </w:r>
          </w:p>
        </w:tc>
        <w:tc>
          <w:tcPr>
            <w:tcW w:w="900" w:type="dxa"/>
            <w:vMerge w:val="restart"/>
          </w:tcPr>
          <w:p w:rsidR="00217D53" w:rsidRPr="006069E5" w:rsidRDefault="00217D53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Статус </w:t>
            </w:r>
          </w:p>
        </w:tc>
        <w:tc>
          <w:tcPr>
            <w:tcW w:w="1871" w:type="dxa"/>
            <w:vMerge w:val="restart"/>
          </w:tcPr>
          <w:p w:rsidR="00217D53" w:rsidRPr="006069E5" w:rsidRDefault="00217D53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Ответственный за реализацию мероприятия, выполнение контрольного события</w:t>
            </w:r>
          </w:p>
        </w:tc>
        <w:tc>
          <w:tcPr>
            <w:tcW w:w="1729" w:type="dxa"/>
            <w:vMerge w:val="restart"/>
          </w:tcPr>
          <w:p w:rsidR="00217D53" w:rsidRPr="006069E5" w:rsidRDefault="00217D53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Срок реализации мероприятия, дата контрольного события </w:t>
            </w:r>
          </w:p>
        </w:tc>
        <w:tc>
          <w:tcPr>
            <w:tcW w:w="1800" w:type="dxa"/>
            <w:vMerge w:val="restart"/>
          </w:tcPr>
          <w:p w:rsidR="00217D53" w:rsidRPr="006069E5" w:rsidRDefault="00217D53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Код классификации расходов бюджета</w:t>
            </w:r>
          </w:p>
        </w:tc>
        <w:tc>
          <w:tcPr>
            <w:tcW w:w="4500" w:type="dxa"/>
            <w:gridSpan w:val="4"/>
          </w:tcPr>
          <w:p w:rsidR="00217D53" w:rsidRPr="006069E5" w:rsidRDefault="00217D53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Поквартальное распределение прогноза кассовых выплат из бюджетов всех уровней, тыс. рублей </w:t>
            </w:r>
          </w:p>
        </w:tc>
      </w:tr>
      <w:tr w:rsidR="00217D53" w:rsidRPr="006069E5">
        <w:tc>
          <w:tcPr>
            <w:tcW w:w="1162" w:type="dxa"/>
            <w:vMerge/>
          </w:tcPr>
          <w:p w:rsidR="00217D53" w:rsidRPr="006069E5" w:rsidRDefault="00217D53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46" w:type="dxa"/>
            <w:vMerge/>
          </w:tcPr>
          <w:p w:rsidR="00217D53" w:rsidRPr="006069E5" w:rsidRDefault="00217D53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vMerge/>
          </w:tcPr>
          <w:p w:rsidR="00217D53" w:rsidRPr="006069E5" w:rsidRDefault="00217D53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vMerge/>
          </w:tcPr>
          <w:p w:rsidR="00217D53" w:rsidRPr="006069E5" w:rsidRDefault="00217D53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vMerge/>
          </w:tcPr>
          <w:p w:rsidR="00217D53" w:rsidRPr="006069E5" w:rsidRDefault="00217D53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vMerge/>
          </w:tcPr>
          <w:p w:rsidR="00217D53" w:rsidRPr="006069E5" w:rsidRDefault="00217D53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217D53" w:rsidRPr="006069E5" w:rsidRDefault="00217D53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</w:t>
            </w:r>
          </w:p>
        </w:tc>
        <w:tc>
          <w:tcPr>
            <w:tcW w:w="1080" w:type="dxa"/>
          </w:tcPr>
          <w:p w:rsidR="00217D53" w:rsidRPr="006069E5" w:rsidRDefault="00217D53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II</w:t>
            </w:r>
          </w:p>
        </w:tc>
        <w:tc>
          <w:tcPr>
            <w:tcW w:w="1080" w:type="dxa"/>
          </w:tcPr>
          <w:p w:rsidR="00217D53" w:rsidRPr="006069E5" w:rsidRDefault="00217D53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III</w:t>
            </w:r>
          </w:p>
        </w:tc>
        <w:tc>
          <w:tcPr>
            <w:tcW w:w="1080" w:type="dxa"/>
          </w:tcPr>
          <w:p w:rsidR="00217D53" w:rsidRPr="006069E5" w:rsidRDefault="00217D53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IV</w:t>
            </w:r>
          </w:p>
        </w:tc>
      </w:tr>
    </w:tbl>
    <w:p w:rsidR="00217D53" w:rsidRPr="0064236D" w:rsidRDefault="00217D53">
      <w:pPr>
        <w:rPr>
          <w:sz w:val="6"/>
          <w:szCs w:val="6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151"/>
        <w:gridCol w:w="2516"/>
        <w:gridCol w:w="41"/>
        <w:gridCol w:w="900"/>
        <w:gridCol w:w="1980"/>
        <w:gridCol w:w="1620"/>
        <w:gridCol w:w="1800"/>
        <w:gridCol w:w="1260"/>
        <w:gridCol w:w="1080"/>
        <w:gridCol w:w="1080"/>
        <w:gridCol w:w="1134"/>
      </w:tblGrid>
      <w:tr w:rsidR="00217D53" w:rsidRPr="006069E5">
        <w:trPr>
          <w:tblHeader/>
        </w:trPr>
        <w:tc>
          <w:tcPr>
            <w:tcW w:w="1151" w:type="dxa"/>
          </w:tcPr>
          <w:p w:rsidR="00217D53" w:rsidRPr="006069E5" w:rsidRDefault="00217D53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16" w:type="dxa"/>
          </w:tcPr>
          <w:p w:rsidR="00217D53" w:rsidRPr="006069E5" w:rsidRDefault="00217D53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41" w:type="dxa"/>
            <w:gridSpan w:val="2"/>
          </w:tcPr>
          <w:p w:rsidR="00217D53" w:rsidRPr="006069E5" w:rsidRDefault="00217D53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80" w:type="dxa"/>
          </w:tcPr>
          <w:p w:rsidR="00217D53" w:rsidRPr="006069E5" w:rsidRDefault="00217D53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20" w:type="dxa"/>
          </w:tcPr>
          <w:p w:rsidR="00217D53" w:rsidRPr="006069E5" w:rsidRDefault="00217D53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00" w:type="dxa"/>
          </w:tcPr>
          <w:p w:rsidR="00217D53" w:rsidRPr="006069E5" w:rsidRDefault="00217D53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60" w:type="dxa"/>
          </w:tcPr>
          <w:p w:rsidR="00217D53" w:rsidRPr="006069E5" w:rsidRDefault="00217D53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080" w:type="dxa"/>
          </w:tcPr>
          <w:p w:rsidR="00217D53" w:rsidRPr="006069E5" w:rsidRDefault="00217D53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080" w:type="dxa"/>
          </w:tcPr>
          <w:p w:rsidR="00217D53" w:rsidRPr="006069E5" w:rsidRDefault="00217D53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34" w:type="dxa"/>
          </w:tcPr>
          <w:p w:rsidR="00217D53" w:rsidRPr="006069E5" w:rsidRDefault="00217D53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10</w:t>
            </w:r>
          </w:p>
        </w:tc>
      </w:tr>
      <w:tr w:rsidR="00217D53" w:rsidRPr="006069E5">
        <w:tc>
          <w:tcPr>
            <w:tcW w:w="1151" w:type="dxa"/>
          </w:tcPr>
          <w:p w:rsidR="00217D53" w:rsidRPr="006069E5" w:rsidRDefault="00217D53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3411" w:type="dxa"/>
            <w:gridSpan w:val="10"/>
          </w:tcPr>
          <w:p w:rsidR="00217D53" w:rsidRPr="00816436" w:rsidRDefault="00217D53" w:rsidP="0081643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930D5F">
              <w:rPr>
                <w:rFonts w:ascii="Times New Roman" w:hAnsi="Times New Roman" w:cs="Times New Roman"/>
              </w:rPr>
              <w:t>одпрограмм</w:t>
            </w:r>
            <w:r>
              <w:rPr>
                <w:rFonts w:ascii="Times New Roman" w:hAnsi="Times New Roman" w:cs="Times New Roman"/>
              </w:rPr>
              <w:t>а</w:t>
            </w:r>
            <w:r w:rsidRPr="00930D5F">
              <w:rPr>
                <w:rFonts w:ascii="Times New Roman" w:hAnsi="Times New Roman" w:cs="Times New Roman"/>
              </w:rPr>
              <w:t xml:space="preserve"> </w:t>
            </w:r>
            <w:r w:rsidRPr="00816436">
              <w:rPr>
                <w:rFonts w:ascii="Times New Roman" w:hAnsi="Times New Roman" w:cs="Times New Roman"/>
              </w:rPr>
              <w:t>«Обеспечение ведения бухгалтерского учета»</w:t>
            </w:r>
          </w:p>
          <w:p w:rsidR="00217D53" w:rsidRPr="00930D5F" w:rsidRDefault="00217D53" w:rsidP="00930D5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17D53" w:rsidRPr="006069E5">
        <w:tc>
          <w:tcPr>
            <w:tcW w:w="1151" w:type="dxa"/>
          </w:tcPr>
          <w:p w:rsidR="00217D53" w:rsidRPr="006069E5" w:rsidRDefault="00217D53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557" w:type="dxa"/>
            <w:gridSpan w:val="2"/>
          </w:tcPr>
          <w:p w:rsidR="00217D53" w:rsidRPr="006069E5" w:rsidRDefault="00217D53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Основное мероприятие:</w:t>
            </w:r>
          </w:p>
          <w:p w:rsidR="00217D53" w:rsidRPr="006069E5" w:rsidRDefault="00217D53" w:rsidP="00816436">
            <w:pPr>
              <w:pStyle w:val="a0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Финансовое обеспечение деятельности МКУ «Старотитаровская ЦБ»</w:t>
            </w:r>
          </w:p>
        </w:tc>
        <w:tc>
          <w:tcPr>
            <w:tcW w:w="900" w:type="dxa"/>
            <w:vAlign w:val="center"/>
          </w:tcPr>
          <w:p w:rsidR="00217D53" w:rsidRPr="006069E5" w:rsidRDefault="00217D53" w:rsidP="001E7088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217D53" w:rsidRPr="008B5654" w:rsidRDefault="00217D53" w:rsidP="00816436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816436">
              <w:rPr>
                <w:rFonts w:ascii="Times New Roman" w:hAnsi="Times New Roman" w:cs="Times New Roman"/>
              </w:rPr>
              <w:t>Директор муниципального казенного учреждения «Старотитаровская централизованная бухгалтерия»</w:t>
            </w:r>
          </w:p>
        </w:tc>
        <w:tc>
          <w:tcPr>
            <w:tcW w:w="1620" w:type="dxa"/>
          </w:tcPr>
          <w:p w:rsidR="00217D53" w:rsidRPr="006069E5" w:rsidRDefault="00217D53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09.01.2023 г.- 31.12.2023 г.</w:t>
            </w:r>
          </w:p>
        </w:tc>
        <w:tc>
          <w:tcPr>
            <w:tcW w:w="1800" w:type="dxa"/>
          </w:tcPr>
          <w:p w:rsidR="00217D53" w:rsidRPr="006069E5" w:rsidRDefault="00217D53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992 0113 5210100590 </w:t>
            </w:r>
          </w:p>
        </w:tc>
        <w:tc>
          <w:tcPr>
            <w:tcW w:w="1260" w:type="dxa"/>
          </w:tcPr>
          <w:p w:rsidR="00217D53" w:rsidRPr="006069E5" w:rsidRDefault="00217D53" w:rsidP="00677D5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763,2</w:t>
            </w:r>
          </w:p>
        </w:tc>
        <w:tc>
          <w:tcPr>
            <w:tcW w:w="1080" w:type="dxa"/>
          </w:tcPr>
          <w:p w:rsidR="00217D53" w:rsidRPr="006069E5" w:rsidRDefault="00217D53" w:rsidP="00677D5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978,7</w:t>
            </w:r>
          </w:p>
        </w:tc>
        <w:tc>
          <w:tcPr>
            <w:tcW w:w="1080" w:type="dxa"/>
          </w:tcPr>
          <w:p w:rsidR="00217D53" w:rsidRPr="006069E5" w:rsidRDefault="00217D53" w:rsidP="00677D5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978,7</w:t>
            </w:r>
          </w:p>
        </w:tc>
        <w:tc>
          <w:tcPr>
            <w:tcW w:w="1134" w:type="dxa"/>
          </w:tcPr>
          <w:p w:rsidR="00217D53" w:rsidRPr="006069E5" w:rsidRDefault="00217D53" w:rsidP="00677D5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1417,6</w:t>
            </w:r>
          </w:p>
        </w:tc>
      </w:tr>
      <w:tr w:rsidR="00217D53" w:rsidRPr="006069E5">
        <w:tc>
          <w:tcPr>
            <w:tcW w:w="1151" w:type="dxa"/>
          </w:tcPr>
          <w:p w:rsidR="00217D53" w:rsidRPr="006069E5" w:rsidRDefault="00217D53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57" w:type="dxa"/>
            <w:gridSpan w:val="2"/>
          </w:tcPr>
          <w:p w:rsidR="00217D53" w:rsidRDefault="00217D53" w:rsidP="00A95943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Контрольное событие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217D53" w:rsidRPr="007A5CB9" w:rsidRDefault="00217D53" w:rsidP="00A95943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867F65">
              <w:rPr>
                <w:rFonts w:ascii="Times New Roman" w:hAnsi="Times New Roman" w:cs="Times New Roman"/>
              </w:rPr>
              <w:t xml:space="preserve">1.1.1. </w:t>
            </w:r>
            <w:r>
              <w:rPr>
                <w:rFonts w:ascii="Times New Roman" w:hAnsi="Times New Roman" w:cs="Times New Roman"/>
              </w:rPr>
              <w:t>Осуществлены   мероприятия по обеспечению в</w:t>
            </w:r>
            <w:r w:rsidRPr="00E724E6">
              <w:rPr>
                <w:rFonts w:ascii="Times New Roman" w:hAnsi="Times New Roman" w:cs="Times New Roman"/>
              </w:rPr>
              <w:t>ыполнени</w:t>
            </w:r>
            <w:r>
              <w:rPr>
                <w:rFonts w:ascii="Times New Roman" w:hAnsi="Times New Roman" w:cs="Times New Roman"/>
              </w:rPr>
              <w:t>я</w:t>
            </w:r>
            <w:r w:rsidRPr="00E724E6">
              <w:rPr>
                <w:rFonts w:ascii="Times New Roman" w:hAnsi="Times New Roman" w:cs="Times New Roman"/>
              </w:rPr>
              <w:t xml:space="preserve"> функций МКУ «Старотитаровская ЦБ»</w:t>
            </w:r>
          </w:p>
        </w:tc>
        <w:tc>
          <w:tcPr>
            <w:tcW w:w="900" w:type="dxa"/>
            <w:vAlign w:val="center"/>
          </w:tcPr>
          <w:p w:rsidR="00217D53" w:rsidRPr="006069E5" w:rsidRDefault="00217D53" w:rsidP="00A95943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217D53" w:rsidRPr="006069E5" w:rsidRDefault="00217D53" w:rsidP="00A95943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816436">
              <w:rPr>
                <w:rFonts w:ascii="Times New Roman" w:hAnsi="Times New Roman" w:cs="Times New Roman"/>
              </w:rPr>
              <w:t>Директор муниципального казенного учреждения «Старотитаровская централизованная бухгалтерия»</w:t>
            </w:r>
          </w:p>
        </w:tc>
        <w:tc>
          <w:tcPr>
            <w:tcW w:w="1620" w:type="dxa"/>
          </w:tcPr>
          <w:p w:rsidR="00217D53" w:rsidRPr="0024685E" w:rsidRDefault="00217D53" w:rsidP="00A95943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31.12.2023 г.</w:t>
            </w:r>
          </w:p>
        </w:tc>
        <w:tc>
          <w:tcPr>
            <w:tcW w:w="1800" w:type="dxa"/>
          </w:tcPr>
          <w:p w:rsidR="00217D53" w:rsidRPr="006069E5" w:rsidRDefault="00217D53" w:rsidP="00A9594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60" w:type="dxa"/>
          </w:tcPr>
          <w:p w:rsidR="00217D53" w:rsidRPr="006069E5" w:rsidRDefault="00217D53" w:rsidP="00A9594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217D53" w:rsidRPr="006069E5" w:rsidRDefault="00217D53" w:rsidP="00A9594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217D53" w:rsidRPr="006069E5" w:rsidRDefault="00217D53" w:rsidP="00A9594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</w:tcPr>
          <w:p w:rsidR="00217D53" w:rsidRPr="006069E5" w:rsidRDefault="00217D53" w:rsidP="00A9594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</w:tr>
      <w:tr w:rsidR="00217D53" w:rsidRPr="006069E5">
        <w:tc>
          <w:tcPr>
            <w:tcW w:w="1151" w:type="dxa"/>
          </w:tcPr>
          <w:p w:rsidR="00217D53" w:rsidRDefault="00217D53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57" w:type="dxa"/>
            <w:gridSpan w:val="2"/>
          </w:tcPr>
          <w:p w:rsidR="00217D53" w:rsidRPr="006069E5" w:rsidRDefault="00217D53" w:rsidP="00930D5F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vAlign w:val="center"/>
          </w:tcPr>
          <w:p w:rsidR="00217D53" w:rsidRPr="006069E5" w:rsidRDefault="00217D53" w:rsidP="00A95943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</w:tcPr>
          <w:p w:rsidR="00217D53" w:rsidRPr="00930D5F" w:rsidRDefault="00217D53" w:rsidP="00A95943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217D53" w:rsidRDefault="00217D53" w:rsidP="00A95943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</w:tcPr>
          <w:p w:rsidR="00217D53" w:rsidRDefault="00217D53" w:rsidP="00A95943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217D53" w:rsidRPr="006069E5" w:rsidRDefault="00217D53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217D53" w:rsidRPr="006069E5" w:rsidRDefault="00217D53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217D53" w:rsidRPr="006069E5" w:rsidRDefault="00217D53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17D53" w:rsidRPr="006069E5" w:rsidRDefault="00217D53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17D53" w:rsidRPr="006069E5">
        <w:tc>
          <w:tcPr>
            <w:tcW w:w="1151" w:type="dxa"/>
          </w:tcPr>
          <w:p w:rsidR="00217D53" w:rsidRDefault="00217D53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3411" w:type="dxa"/>
            <w:gridSpan w:val="10"/>
          </w:tcPr>
          <w:p w:rsidR="00217D53" w:rsidRPr="00E23ECE" w:rsidRDefault="00217D53" w:rsidP="00E23ECE">
            <w:pPr>
              <w:jc w:val="center"/>
              <w:rPr>
                <w:rFonts w:ascii="Times New Roman" w:hAnsi="Times New Roman" w:cs="Times New Roman"/>
              </w:rPr>
            </w:pPr>
            <w:r w:rsidRPr="00E23ECE">
              <w:rPr>
                <w:rFonts w:ascii="Times New Roman" w:hAnsi="Times New Roman" w:cs="Times New Roman"/>
              </w:rPr>
              <w:t>Подпрограмм</w:t>
            </w:r>
            <w:bookmarkStart w:id="0" w:name="_GoBack"/>
            <w:bookmarkEnd w:id="0"/>
            <w:r w:rsidRPr="00E23ECE">
              <w:rPr>
                <w:rFonts w:ascii="Times New Roman" w:hAnsi="Times New Roman" w:cs="Times New Roman"/>
              </w:rPr>
              <w:t xml:space="preserve">а «Обеспечение хозяйственного обслуживания администрации Старотитаровского сельского поселения Темрюкского района»  </w:t>
            </w:r>
          </w:p>
          <w:p w:rsidR="00217D53" w:rsidRPr="006069E5" w:rsidRDefault="00217D53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17D53" w:rsidRPr="006069E5">
        <w:tc>
          <w:tcPr>
            <w:tcW w:w="1151" w:type="dxa"/>
          </w:tcPr>
          <w:p w:rsidR="00217D53" w:rsidRPr="006069E5" w:rsidRDefault="00217D53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2.1.</w:t>
            </w:r>
          </w:p>
        </w:tc>
        <w:tc>
          <w:tcPr>
            <w:tcW w:w="2557" w:type="dxa"/>
            <w:gridSpan w:val="2"/>
          </w:tcPr>
          <w:p w:rsidR="00217D53" w:rsidRDefault="00217D53" w:rsidP="00930D5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Основное мероприятие:</w:t>
            </w:r>
          </w:p>
          <w:p w:rsidR="00217D53" w:rsidRPr="006069E5" w:rsidRDefault="00217D53" w:rsidP="00930D5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Административно – хозяйственное обеспечение деятельности администрации Старотитаровского сельского поселения Темрюкского района</w:t>
            </w:r>
          </w:p>
          <w:p w:rsidR="00217D53" w:rsidRPr="006069E5" w:rsidRDefault="00217D53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vAlign w:val="center"/>
          </w:tcPr>
          <w:p w:rsidR="00217D53" w:rsidRPr="006069E5" w:rsidRDefault="00217D53" w:rsidP="00A95943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217D53" w:rsidRPr="00E23ECE" w:rsidRDefault="00217D53" w:rsidP="00E23ECE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E23ECE">
              <w:rPr>
                <w:rFonts w:ascii="Times New Roman" w:hAnsi="Times New Roman" w:cs="Times New Roman"/>
              </w:rPr>
              <w:t>Директор муниципального казенного учреждения «Производственно-эксплуатационный центр» Старотитаровского сельского поселения Темрюкского района</w:t>
            </w:r>
          </w:p>
        </w:tc>
        <w:tc>
          <w:tcPr>
            <w:tcW w:w="1620" w:type="dxa"/>
          </w:tcPr>
          <w:p w:rsidR="00217D53" w:rsidRPr="006069E5" w:rsidRDefault="00217D53" w:rsidP="00A95943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09.01.2023 г.- 31.12.2023 г.</w:t>
            </w:r>
          </w:p>
        </w:tc>
        <w:tc>
          <w:tcPr>
            <w:tcW w:w="1800" w:type="dxa"/>
          </w:tcPr>
          <w:p w:rsidR="00217D53" w:rsidRPr="006069E5" w:rsidRDefault="00217D53" w:rsidP="00A95943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992 0113 5220100590</w:t>
            </w:r>
          </w:p>
        </w:tc>
        <w:tc>
          <w:tcPr>
            <w:tcW w:w="1260" w:type="dxa"/>
          </w:tcPr>
          <w:p w:rsidR="00217D53" w:rsidRPr="006069E5" w:rsidRDefault="00217D53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1791,2</w:t>
            </w:r>
          </w:p>
        </w:tc>
        <w:tc>
          <w:tcPr>
            <w:tcW w:w="1080" w:type="dxa"/>
          </w:tcPr>
          <w:p w:rsidR="00217D53" w:rsidRPr="006069E5" w:rsidRDefault="00217D53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1963,6</w:t>
            </w:r>
          </w:p>
        </w:tc>
        <w:tc>
          <w:tcPr>
            <w:tcW w:w="1080" w:type="dxa"/>
          </w:tcPr>
          <w:p w:rsidR="00217D53" w:rsidRPr="006069E5" w:rsidRDefault="00217D53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1963,6</w:t>
            </w:r>
          </w:p>
        </w:tc>
        <w:tc>
          <w:tcPr>
            <w:tcW w:w="1134" w:type="dxa"/>
          </w:tcPr>
          <w:p w:rsidR="00217D53" w:rsidRPr="006069E5" w:rsidRDefault="00217D53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2411,1</w:t>
            </w:r>
          </w:p>
        </w:tc>
      </w:tr>
      <w:tr w:rsidR="00217D53" w:rsidRPr="006069E5">
        <w:tc>
          <w:tcPr>
            <w:tcW w:w="1151" w:type="dxa"/>
          </w:tcPr>
          <w:p w:rsidR="00217D53" w:rsidRPr="006069E5" w:rsidRDefault="00217D53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57" w:type="dxa"/>
            <w:gridSpan w:val="2"/>
          </w:tcPr>
          <w:p w:rsidR="00217D53" w:rsidRDefault="00217D53" w:rsidP="00A95943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Контрольное событие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217D53" w:rsidRPr="007A5CB9" w:rsidRDefault="00217D53" w:rsidP="00A95943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867F65">
              <w:rPr>
                <w:rFonts w:ascii="Times New Roman" w:hAnsi="Times New Roman" w:cs="Times New Roman"/>
              </w:rPr>
              <w:t>.1.</w:t>
            </w:r>
            <w:r>
              <w:rPr>
                <w:rFonts w:ascii="Times New Roman" w:hAnsi="Times New Roman" w:cs="Times New Roman"/>
              </w:rPr>
              <w:t>1.</w:t>
            </w:r>
            <w:r w:rsidRPr="00867F65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Осуществлены  мероприятия по обеспечению в</w:t>
            </w:r>
            <w:r w:rsidRPr="006635A4">
              <w:rPr>
                <w:rFonts w:ascii="Times New Roman" w:hAnsi="Times New Roman" w:cs="Times New Roman"/>
              </w:rPr>
              <w:t>ыполнени</w:t>
            </w:r>
            <w:r>
              <w:rPr>
                <w:rFonts w:ascii="Times New Roman" w:hAnsi="Times New Roman" w:cs="Times New Roman"/>
              </w:rPr>
              <w:t>я</w:t>
            </w:r>
            <w:r w:rsidRPr="006635A4">
              <w:rPr>
                <w:rFonts w:ascii="Times New Roman" w:hAnsi="Times New Roman" w:cs="Times New Roman"/>
              </w:rPr>
              <w:t xml:space="preserve"> функций МКУ «ПЭЦ»</w:t>
            </w:r>
          </w:p>
        </w:tc>
        <w:tc>
          <w:tcPr>
            <w:tcW w:w="900" w:type="dxa"/>
            <w:vAlign w:val="center"/>
          </w:tcPr>
          <w:p w:rsidR="00217D53" w:rsidRPr="006069E5" w:rsidRDefault="00217D53" w:rsidP="00A95943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217D53" w:rsidRPr="006069E5" w:rsidRDefault="00217D53" w:rsidP="00A95943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E23ECE">
              <w:rPr>
                <w:rFonts w:ascii="Times New Roman" w:hAnsi="Times New Roman" w:cs="Times New Roman"/>
              </w:rPr>
              <w:t>Директор муниципального казенного учреждения «Производственно-эксплуатационный центр» Старотитаровского сельского поселения Темрюкского района</w:t>
            </w:r>
          </w:p>
        </w:tc>
        <w:tc>
          <w:tcPr>
            <w:tcW w:w="1620" w:type="dxa"/>
          </w:tcPr>
          <w:p w:rsidR="00217D53" w:rsidRPr="0024685E" w:rsidRDefault="00217D53" w:rsidP="00A95943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31.12.2023 г.</w:t>
            </w:r>
          </w:p>
        </w:tc>
        <w:tc>
          <w:tcPr>
            <w:tcW w:w="1800" w:type="dxa"/>
          </w:tcPr>
          <w:p w:rsidR="00217D53" w:rsidRPr="006069E5" w:rsidRDefault="00217D53" w:rsidP="00A9594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60" w:type="dxa"/>
          </w:tcPr>
          <w:p w:rsidR="00217D53" w:rsidRPr="006069E5" w:rsidRDefault="00217D53" w:rsidP="00A9594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217D53" w:rsidRPr="006069E5" w:rsidRDefault="00217D53" w:rsidP="00A9594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217D53" w:rsidRPr="006069E5" w:rsidRDefault="00217D53" w:rsidP="00A9594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</w:tcPr>
          <w:p w:rsidR="00217D53" w:rsidRPr="006069E5" w:rsidRDefault="00217D53" w:rsidP="00A9594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</w:tr>
      <w:tr w:rsidR="00217D53" w:rsidRPr="006069E5">
        <w:tc>
          <w:tcPr>
            <w:tcW w:w="1151" w:type="dxa"/>
          </w:tcPr>
          <w:p w:rsidR="00217D53" w:rsidRPr="006069E5" w:rsidRDefault="00217D53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2.2.</w:t>
            </w:r>
          </w:p>
        </w:tc>
        <w:tc>
          <w:tcPr>
            <w:tcW w:w="2557" w:type="dxa"/>
            <w:gridSpan w:val="2"/>
          </w:tcPr>
          <w:p w:rsidR="00217D53" w:rsidRPr="006069E5" w:rsidRDefault="00217D53" w:rsidP="002B3C0E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Основное мероприятие:</w:t>
            </w:r>
          </w:p>
          <w:p w:rsidR="00217D53" w:rsidRPr="006069E5" w:rsidRDefault="00217D53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Обслуживание автопарка</w:t>
            </w:r>
          </w:p>
        </w:tc>
        <w:tc>
          <w:tcPr>
            <w:tcW w:w="900" w:type="dxa"/>
            <w:vAlign w:val="center"/>
          </w:tcPr>
          <w:p w:rsidR="00217D53" w:rsidRPr="006069E5" w:rsidRDefault="00217D53" w:rsidP="00A95943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217D53" w:rsidRPr="008B5654" w:rsidRDefault="00217D53" w:rsidP="00E23ECE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E23ECE">
              <w:rPr>
                <w:rFonts w:ascii="Times New Roman" w:hAnsi="Times New Roman" w:cs="Times New Roman"/>
              </w:rPr>
              <w:t>Директор муниципального казенного учреждения «Производственно-эксплуатационный центр» Старотитаровского сельского поселения Темрюкского района</w:t>
            </w:r>
          </w:p>
        </w:tc>
        <w:tc>
          <w:tcPr>
            <w:tcW w:w="1620" w:type="dxa"/>
          </w:tcPr>
          <w:p w:rsidR="00217D53" w:rsidRPr="006069E5" w:rsidRDefault="00217D53" w:rsidP="00A95943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09.01.2023 г.- 31.12.2023 г.</w:t>
            </w:r>
          </w:p>
        </w:tc>
        <w:tc>
          <w:tcPr>
            <w:tcW w:w="1800" w:type="dxa"/>
          </w:tcPr>
          <w:p w:rsidR="00217D53" w:rsidRPr="006069E5" w:rsidRDefault="00217D53" w:rsidP="00A95943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992 0113 5220100590</w:t>
            </w:r>
          </w:p>
        </w:tc>
        <w:tc>
          <w:tcPr>
            <w:tcW w:w="1260" w:type="dxa"/>
          </w:tcPr>
          <w:p w:rsidR="00217D53" w:rsidRPr="006069E5" w:rsidRDefault="00217D53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136,7</w:t>
            </w:r>
          </w:p>
        </w:tc>
        <w:tc>
          <w:tcPr>
            <w:tcW w:w="1080" w:type="dxa"/>
          </w:tcPr>
          <w:p w:rsidR="00217D53" w:rsidRPr="006069E5" w:rsidRDefault="00217D53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136,7</w:t>
            </w:r>
          </w:p>
        </w:tc>
        <w:tc>
          <w:tcPr>
            <w:tcW w:w="1080" w:type="dxa"/>
          </w:tcPr>
          <w:p w:rsidR="00217D53" w:rsidRPr="006069E5" w:rsidRDefault="00217D53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136,7</w:t>
            </w:r>
          </w:p>
        </w:tc>
        <w:tc>
          <w:tcPr>
            <w:tcW w:w="1134" w:type="dxa"/>
          </w:tcPr>
          <w:p w:rsidR="00217D53" w:rsidRPr="006069E5" w:rsidRDefault="00217D53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136,9</w:t>
            </w:r>
          </w:p>
        </w:tc>
      </w:tr>
      <w:tr w:rsidR="00217D53" w:rsidRPr="006069E5">
        <w:tc>
          <w:tcPr>
            <w:tcW w:w="1151" w:type="dxa"/>
          </w:tcPr>
          <w:p w:rsidR="00217D53" w:rsidRPr="006069E5" w:rsidRDefault="00217D53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57" w:type="dxa"/>
            <w:gridSpan w:val="2"/>
          </w:tcPr>
          <w:p w:rsidR="00217D53" w:rsidRDefault="00217D53" w:rsidP="0096196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Контрольное событие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217D53" w:rsidRPr="006635A4" w:rsidRDefault="00217D53" w:rsidP="008F4795">
            <w:pPr>
              <w:pStyle w:val="a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2.2.</w:t>
            </w:r>
            <w:r w:rsidRPr="00867F65">
              <w:rPr>
                <w:rFonts w:ascii="Times New Roman" w:hAnsi="Times New Roman" w:cs="Times New Roman"/>
              </w:rPr>
              <w:t xml:space="preserve">1. </w:t>
            </w:r>
            <w:r>
              <w:rPr>
                <w:rFonts w:ascii="Times New Roman" w:hAnsi="Times New Roman" w:cs="Times New Roman"/>
              </w:rPr>
              <w:t>Осуществлены  мероприятия по</w:t>
            </w:r>
            <w:r w:rsidRPr="006635A4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предоставлению</w:t>
            </w:r>
            <w:r w:rsidRPr="006635A4">
              <w:rPr>
                <w:rFonts w:ascii="Times New Roman" w:hAnsi="Times New Roman" w:cs="Times New Roman"/>
              </w:rPr>
              <w:t xml:space="preserve"> автотранспортных услуг органам местного самоуправления Старотитаровского сельского поселения Темрюкского района</w:t>
            </w:r>
          </w:p>
          <w:p w:rsidR="00217D53" w:rsidRPr="007A5CB9" w:rsidRDefault="00217D53" w:rsidP="0096196B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vAlign w:val="center"/>
          </w:tcPr>
          <w:p w:rsidR="00217D53" w:rsidRPr="006069E5" w:rsidRDefault="00217D53" w:rsidP="0096196B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217D53" w:rsidRPr="006069E5" w:rsidRDefault="00217D53" w:rsidP="0096196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E23ECE">
              <w:rPr>
                <w:rFonts w:ascii="Times New Roman" w:hAnsi="Times New Roman" w:cs="Times New Roman"/>
              </w:rPr>
              <w:t>Директор муниципального казенного учреждения «Производственно-эксплуатационный центр» Старотитаровского сельского поселения Темрюкского района</w:t>
            </w:r>
          </w:p>
        </w:tc>
        <w:tc>
          <w:tcPr>
            <w:tcW w:w="1620" w:type="dxa"/>
          </w:tcPr>
          <w:p w:rsidR="00217D53" w:rsidRPr="0024685E" w:rsidRDefault="00217D53" w:rsidP="0096196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31.12.2023 г.</w:t>
            </w:r>
          </w:p>
        </w:tc>
        <w:tc>
          <w:tcPr>
            <w:tcW w:w="1800" w:type="dxa"/>
          </w:tcPr>
          <w:p w:rsidR="00217D53" w:rsidRPr="006069E5" w:rsidRDefault="00217D53" w:rsidP="0096196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60" w:type="dxa"/>
          </w:tcPr>
          <w:p w:rsidR="00217D53" w:rsidRPr="006069E5" w:rsidRDefault="00217D53" w:rsidP="0096196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217D53" w:rsidRPr="006069E5" w:rsidRDefault="00217D53" w:rsidP="0096196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217D53" w:rsidRPr="006069E5" w:rsidRDefault="00217D53" w:rsidP="0096196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</w:tcPr>
          <w:p w:rsidR="00217D53" w:rsidRPr="006069E5" w:rsidRDefault="00217D53" w:rsidP="0096196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</w:tr>
      <w:tr w:rsidR="00217D53" w:rsidRPr="006069E5">
        <w:tc>
          <w:tcPr>
            <w:tcW w:w="1151" w:type="dxa"/>
          </w:tcPr>
          <w:p w:rsidR="00217D53" w:rsidRPr="006069E5" w:rsidRDefault="00217D53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57" w:type="dxa"/>
            <w:gridSpan w:val="2"/>
          </w:tcPr>
          <w:p w:rsidR="00217D53" w:rsidRPr="007A5CB9" w:rsidRDefault="00217D53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vAlign w:val="center"/>
          </w:tcPr>
          <w:p w:rsidR="00217D53" w:rsidRPr="006069E5" w:rsidRDefault="00217D53" w:rsidP="000D610F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</w:tcPr>
          <w:p w:rsidR="00217D53" w:rsidRPr="006069E5" w:rsidRDefault="00217D53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217D53" w:rsidRPr="0024685E" w:rsidRDefault="00217D53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</w:tcPr>
          <w:p w:rsidR="00217D53" w:rsidRPr="006069E5" w:rsidRDefault="00217D53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217D53" w:rsidRPr="006069E5" w:rsidRDefault="00217D53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217D53" w:rsidRPr="006069E5" w:rsidRDefault="00217D53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217D53" w:rsidRPr="006069E5" w:rsidRDefault="00217D53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17D53" w:rsidRPr="006069E5" w:rsidRDefault="00217D53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17D53" w:rsidRPr="006069E5">
        <w:tc>
          <w:tcPr>
            <w:tcW w:w="1151" w:type="dxa"/>
          </w:tcPr>
          <w:p w:rsidR="00217D53" w:rsidRPr="006069E5" w:rsidRDefault="00217D53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13411" w:type="dxa"/>
            <w:gridSpan w:val="10"/>
          </w:tcPr>
          <w:p w:rsidR="00217D53" w:rsidRPr="009905BD" w:rsidRDefault="00217D53" w:rsidP="009905BD">
            <w:pPr>
              <w:jc w:val="center"/>
              <w:rPr>
                <w:rFonts w:ascii="Times New Roman" w:hAnsi="Times New Roman" w:cs="Times New Roman"/>
              </w:rPr>
            </w:pPr>
            <w:r w:rsidRPr="009905BD">
              <w:rPr>
                <w:rFonts w:ascii="Times New Roman" w:hAnsi="Times New Roman" w:cs="Times New Roman"/>
              </w:rPr>
              <w:t xml:space="preserve">Подпрограмма «Обеспечение осуществления закупок товаров, работ и услуг для муниципальных нужд»  </w:t>
            </w:r>
          </w:p>
          <w:p w:rsidR="00217D53" w:rsidRPr="001E2BA2" w:rsidRDefault="00217D53" w:rsidP="00EE5DC8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17D53" w:rsidRPr="006069E5">
        <w:tc>
          <w:tcPr>
            <w:tcW w:w="1151" w:type="dxa"/>
          </w:tcPr>
          <w:p w:rsidR="00217D53" w:rsidRPr="006069E5" w:rsidRDefault="00217D53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3.1.</w:t>
            </w:r>
          </w:p>
        </w:tc>
        <w:tc>
          <w:tcPr>
            <w:tcW w:w="2516" w:type="dxa"/>
          </w:tcPr>
          <w:p w:rsidR="00217D53" w:rsidRPr="006069E5" w:rsidRDefault="00217D53" w:rsidP="002D1A45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Основное мероприятие:</w:t>
            </w:r>
          </w:p>
          <w:p w:rsidR="00217D53" w:rsidRPr="007A5CB9" w:rsidRDefault="00217D53" w:rsidP="009905BD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Финансовое обеспечение деятельности МКУ «ЦМЗ»</w:t>
            </w:r>
          </w:p>
        </w:tc>
        <w:tc>
          <w:tcPr>
            <w:tcW w:w="941" w:type="dxa"/>
            <w:gridSpan w:val="2"/>
            <w:vAlign w:val="center"/>
          </w:tcPr>
          <w:p w:rsidR="00217D53" w:rsidRPr="006069E5" w:rsidRDefault="00217D53" w:rsidP="0096196B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217D53" w:rsidRPr="009905BD" w:rsidRDefault="00217D53" w:rsidP="0096196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9905BD">
              <w:rPr>
                <w:rFonts w:ascii="Times New Roman" w:hAnsi="Times New Roman" w:cs="Times New Roman"/>
              </w:rPr>
              <w:t>Директор муниципального казенного учреждения «Центр муниципального заказа» Старотитаровского сельского поселения Темрюкского района</w:t>
            </w:r>
          </w:p>
        </w:tc>
        <w:tc>
          <w:tcPr>
            <w:tcW w:w="1620" w:type="dxa"/>
          </w:tcPr>
          <w:p w:rsidR="00217D53" w:rsidRPr="006069E5" w:rsidRDefault="00217D53" w:rsidP="0096196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09.01.2023 г.- 31.12.2023 г.</w:t>
            </w:r>
          </w:p>
        </w:tc>
        <w:tc>
          <w:tcPr>
            <w:tcW w:w="1800" w:type="dxa"/>
          </w:tcPr>
          <w:p w:rsidR="00217D53" w:rsidRPr="006069E5" w:rsidRDefault="00217D53" w:rsidP="002D1A45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992 0113 5230100590</w:t>
            </w:r>
          </w:p>
        </w:tc>
        <w:tc>
          <w:tcPr>
            <w:tcW w:w="1260" w:type="dxa"/>
          </w:tcPr>
          <w:p w:rsidR="00217D53" w:rsidRPr="006069E5" w:rsidRDefault="00217D53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277,6</w:t>
            </w:r>
          </w:p>
        </w:tc>
        <w:tc>
          <w:tcPr>
            <w:tcW w:w="1080" w:type="dxa"/>
          </w:tcPr>
          <w:p w:rsidR="00217D53" w:rsidRPr="006069E5" w:rsidRDefault="00217D53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348,6</w:t>
            </w:r>
          </w:p>
        </w:tc>
        <w:tc>
          <w:tcPr>
            <w:tcW w:w="1080" w:type="dxa"/>
          </w:tcPr>
          <w:p w:rsidR="00217D53" w:rsidRPr="006069E5" w:rsidRDefault="00217D53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348,6</w:t>
            </w:r>
          </w:p>
        </w:tc>
        <w:tc>
          <w:tcPr>
            <w:tcW w:w="1134" w:type="dxa"/>
          </w:tcPr>
          <w:p w:rsidR="00217D53" w:rsidRPr="006069E5" w:rsidRDefault="00217D53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428,7</w:t>
            </w:r>
          </w:p>
        </w:tc>
      </w:tr>
      <w:tr w:rsidR="00217D53" w:rsidRPr="006069E5">
        <w:tc>
          <w:tcPr>
            <w:tcW w:w="1151" w:type="dxa"/>
          </w:tcPr>
          <w:p w:rsidR="00217D53" w:rsidRPr="006069E5" w:rsidRDefault="00217D53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</w:tcPr>
          <w:p w:rsidR="00217D53" w:rsidRDefault="00217D53" w:rsidP="0061250E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Контрольное событие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217D53" w:rsidRPr="007A5CB9" w:rsidRDefault="00217D53" w:rsidP="0061250E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Pr="00867F65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1</w:t>
            </w:r>
            <w:r w:rsidRPr="00867F65">
              <w:rPr>
                <w:rFonts w:ascii="Times New Roman" w:hAnsi="Times New Roman" w:cs="Times New Roman"/>
              </w:rPr>
              <w:t xml:space="preserve">.1. </w:t>
            </w:r>
            <w:r>
              <w:rPr>
                <w:rFonts w:ascii="Times New Roman" w:hAnsi="Times New Roman" w:cs="Times New Roman"/>
              </w:rPr>
              <w:t>Осуществлены  мероприятия по обеспечению в</w:t>
            </w:r>
            <w:r w:rsidRPr="00DB6469">
              <w:rPr>
                <w:rFonts w:ascii="Times New Roman" w:hAnsi="Times New Roman" w:cs="Times New Roman"/>
              </w:rPr>
              <w:t>ыполнени</w:t>
            </w:r>
            <w:r>
              <w:rPr>
                <w:rFonts w:ascii="Times New Roman" w:hAnsi="Times New Roman" w:cs="Times New Roman"/>
              </w:rPr>
              <w:t>я</w:t>
            </w:r>
            <w:r w:rsidRPr="00DB6469">
              <w:rPr>
                <w:rFonts w:ascii="Times New Roman" w:hAnsi="Times New Roman" w:cs="Times New Roman"/>
              </w:rPr>
              <w:t xml:space="preserve"> функций МКУ «ЦМЗ»</w:t>
            </w:r>
          </w:p>
        </w:tc>
        <w:tc>
          <w:tcPr>
            <w:tcW w:w="941" w:type="dxa"/>
            <w:gridSpan w:val="2"/>
            <w:vAlign w:val="center"/>
          </w:tcPr>
          <w:p w:rsidR="00217D53" w:rsidRPr="006069E5" w:rsidRDefault="00217D53" w:rsidP="0096196B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217D53" w:rsidRPr="006069E5" w:rsidRDefault="00217D53" w:rsidP="0096196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9905BD">
              <w:rPr>
                <w:rFonts w:ascii="Times New Roman" w:hAnsi="Times New Roman" w:cs="Times New Roman"/>
              </w:rPr>
              <w:t>Директор муниципального казенного учреждения «Центр муниципального заказа» Старотитаровского сельского поселения Темрюкского района</w:t>
            </w:r>
          </w:p>
        </w:tc>
        <w:tc>
          <w:tcPr>
            <w:tcW w:w="1620" w:type="dxa"/>
          </w:tcPr>
          <w:p w:rsidR="00217D53" w:rsidRPr="0024685E" w:rsidRDefault="00217D53" w:rsidP="0096196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31.12.2023 г.</w:t>
            </w:r>
          </w:p>
        </w:tc>
        <w:tc>
          <w:tcPr>
            <w:tcW w:w="1800" w:type="dxa"/>
          </w:tcPr>
          <w:p w:rsidR="00217D53" w:rsidRPr="006069E5" w:rsidRDefault="00217D53" w:rsidP="0096196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60" w:type="dxa"/>
          </w:tcPr>
          <w:p w:rsidR="00217D53" w:rsidRPr="006069E5" w:rsidRDefault="00217D53" w:rsidP="0096196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217D53" w:rsidRPr="006069E5" w:rsidRDefault="00217D53" w:rsidP="0096196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217D53" w:rsidRPr="006069E5" w:rsidRDefault="00217D53" w:rsidP="0096196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</w:tcPr>
          <w:p w:rsidR="00217D53" w:rsidRPr="006069E5" w:rsidRDefault="00217D53" w:rsidP="0096196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</w:tr>
      <w:tr w:rsidR="00217D53" w:rsidRPr="006069E5">
        <w:tc>
          <w:tcPr>
            <w:tcW w:w="1151" w:type="dxa"/>
          </w:tcPr>
          <w:p w:rsidR="00217D53" w:rsidRPr="006069E5" w:rsidRDefault="00217D53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</w:tcPr>
          <w:p w:rsidR="00217D53" w:rsidRPr="007A5CB9" w:rsidRDefault="00217D53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41" w:type="dxa"/>
            <w:gridSpan w:val="2"/>
            <w:vAlign w:val="center"/>
          </w:tcPr>
          <w:p w:rsidR="00217D53" w:rsidRPr="006069E5" w:rsidRDefault="00217D53" w:rsidP="000D610F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</w:tcPr>
          <w:p w:rsidR="00217D53" w:rsidRPr="006069E5" w:rsidRDefault="00217D53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217D53" w:rsidRPr="0024685E" w:rsidRDefault="00217D53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</w:tcPr>
          <w:p w:rsidR="00217D53" w:rsidRPr="006069E5" w:rsidRDefault="00217D53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217D53" w:rsidRPr="006069E5" w:rsidRDefault="00217D53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217D53" w:rsidRPr="006069E5" w:rsidRDefault="00217D53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217D53" w:rsidRPr="006069E5" w:rsidRDefault="00217D53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17D53" w:rsidRPr="006069E5" w:rsidRDefault="00217D53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217D53" w:rsidRDefault="00217D53" w:rsidP="007172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17D53" w:rsidRDefault="00217D53" w:rsidP="007172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17D53" w:rsidRDefault="00217D53" w:rsidP="007172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17D53" w:rsidRDefault="00217D53" w:rsidP="0071727A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финансового отдела</w:t>
      </w:r>
    </w:p>
    <w:p w:rsidR="00217D53" w:rsidRDefault="00217D53" w:rsidP="0071727A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Старотитаровского</w:t>
      </w:r>
    </w:p>
    <w:p w:rsidR="00217D53" w:rsidRPr="0064236D" w:rsidRDefault="00217D53" w:rsidP="001057E4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поселения Темрюкского района                                                                                                         А.Ю. Лобыцина    </w:t>
      </w:r>
    </w:p>
    <w:sectPr w:rsidR="00217D53" w:rsidRPr="0064236D" w:rsidSect="007D6942">
      <w:headerReference w:type="default" r:id="rId6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17D53" w:rsidRDefault="00217D53" w:rsidP="007D6942">
      <w:r>
        <w:separator/>
      </w:r>
    </w:p>
  </w:endnote>
  <w:endnote w:type="continuationSeparator" w:id="0">
    <w:p w:rsidR="00217D53" w:rsidRDefault="00217D53" w:rsidP="007D69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17D53" w:rsidRDefault="00217D53" w:rsidP="007D6942">
      <w:r>
        <w:separator/>
      </w:r>
    </w:p>
  </w:footnote>
  <w:footnote w:type="continuationSeparator" w:id="0">
    <w:p w:rsidR="00217D53" w:rsidRDefault="00217D53" w:rsidP="007D69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7D53" w:rsidRDefault="00217D53">
    <w:pPr>
      <w:pStyle w:val="Header"/>
    </w:pPr>
    <w:r>
      <w:rPr>
        <w:noProof/>
      </w:rPr>
      <w:pict>
        <v:rect id="Прямоугольник 1" o:spid="_x0000_s2049" style="position:absolute;left:0;text-align:left;margin-left:783.75pt;margin-top:262.5pt;width:33.75pt;height:70.5pt;z-index:251660288;visibility:visible;mso-position-horizontal-relative:page;mso-position-vertical-relative:page" o:allowincell="f" stroked="f">
          <v:textbox style="layout-flow:vertical">
            <w:txbxContent>
              <w:p w:rsidR="00217D53" w:rsidRPr="00A80EF1" w:rsidRDefault="00217D53">
                <w:pPr>
                  <w:jc w:val="center"/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begin"/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instrText>PAGE  \* MERGEFORMAT</w:instrText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separate"/>
                </w:r>
                <w:r>
                  <w:rPr>
                    <w:rFonts w:ascii="Times New Roman" w:hAnsi="Times New Roman" w:cs="Times New Roman"/>
                    <w:noProof/>
                    <w:sz w:val="28"/>
                    <w:szCs w:val="28"/>
                  </w:rPr>
                  <w:t>4</w:t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94148"/>
    <w:rsid w:val="00005E02"/>
    <w:rsid w:val="00006012"/>
    <w:rsid w:val="00012E4E"/>
    <w:rsid w:val="000174DA"/>
    <w:rsid w:val="00021570"/>
    <w:rsid w:val="00031B96"/>
    <w:rsid w:val="00035E83"/>
    <w:rsid w:val="000471A7"/>
    <w:rsid w:val="0005160B"/>
    <w:rsid w:val="000677DD"/>
    <w:rsid w:val="00076146"/>
    <w:rsid w:val="00092349"/>
    <w:rsid w:val="000A1CD9"/>
    <w:rsid w:val="000A2F80"/>
    <w:rsid w:val="000A3268"/>
    <w:rsid w:val="000B49E9"/>
    <w:rsid w:val="000B56F5"/>
    <w:rsid w:val="000D610F"/>
    <w:rsid w:val="000F1792"/>
    <w:rsid w:val="000F20AF"/>
    <w:rsid w:val="000F2A1C"/>
    <w:rsid w:val="000F5077"/>
    <w:rsid w:val="000F75A3"/>
    <w:rsid w:val="001057E4"/>
    <w:rsid w:val="00115768"/>
    <w:rsid w:val="00120544"/>
    <w:rsid w:val="00121AED"/>
    <w:rsid w:val="00125796"/>
    <w:rsid w:val="00130F43"/>
    <w:rsid w:val="001471D0"/>
    <w:rsid w:val="00164E78"/>
    <w:rsid w:val="00172D66"/>
    <w:rsid w:val="00185F36"/>
    <w:rsid w:val="0018768F"/>
    <w:rsid w:val="00190F7F"/>
    <w:rsid w:val="001978B4"/>
    <w:rsid w:val="001A3D72"/>
    <w:rsid w:val="001B7323"/>
    <w:rsid w:val="001D011F"/>
    <w:rsid w:val="001E2BA2"/>
    <w:rsid w:val="001E7088"/>
    <w:rsid w:val="001F2603"/>
    <w:rsid w:val="001F454C"/>
    <w:rsid w:val="00206D5E"/>
    <w:rsid w:val="00212251"/>
    <w:rsid w:val="00217D53"/>
    <w:rsid w:val="002213F3"/>
    <w:rsid w:val="00223BE5"/>
    <w:rsid w:val="002246DC"/>
    <w:rsid w:val="00240DF8"/>
    <w:rsid w:val="0024685E"/>
    <w:rsid w:val="00250BFB"/>
    <w:rsid w:val="0027003F"/>
    <w:rsid w:val="00285170"/>
    <w:rsid w:val="00287F42"/>
    <w:rsid w:val="00294148"/>
    <w:rsid w:val="002949C4"/>
    <w:rsid w:val="0029793F"/>
    <w:rsid w:val="002A054F"/>
    <w:rsid w:val="002B2635"/>
    <w:rsid w:val="002B3C0E"/>
    <w:rsid w:val="002D1A45"/>
    <w:rsid w:val="00302555"/>
    <w:rsid w:val="00322B49"/>
    <w:rsid w:val="0032383C"/>
    <w:rsid w:val="00336F1A"/>
    <w:rsid w:val="003432B5"/>
    <w:rsid w:val="003454FC"/>
    <w:rsid w:val="00352444"/>
    <w:rsid w:val="00364D1A"/>
    <w:rsid w:val="003751AA"/>
    <w:rsid w:val="00385E56"/>
    <w:rsid w:val="00393B47"/>
    <w:rsid w:val="003A1A1D"/>
    <w:rsid w:val="003C7B36"/>
    <w:rsid w:val="003D747F"/>
    <w:rsid w:val="003F1BDD"/>
    <w:rsid w:val="003F2D98"/>
    <w:rsid w:val="00411A30"/>
    <w:rsid w:val="004227BB"/>
    <w:rsid w:val="004335C1"/>
    <w:rsid w:val="004464B4"/>
    <w:rsid w:val="00452B4E"/>
    <w:rsid w:val="00461630"/>
    <w:rsid w:val="00472DFB"/>
    <w:rsid w:val="00477E9D"/>
    <w:rsid w:val="0049599F"/>
    <w:rsid w:val="004B7CB8"/>
    <w:rsid w:val="004C466D"/>
    <w:rsid w:val="004D08C1"/>
    <w:rsid w:val="004D5D87"/>
    <w:rsid w:val="004E0B9F"/>
    <w:rsid w:val="004E1784"/>
    <w:rsid w:val="004F53C4"/>
    <w:rsid w:val="00500FE0"/>
    <w:rsid w:val="005366A2"/>
    <w:rsid w:val="0054691E"/>
    <w:rsid w:val="00546AAB"/>
    <w:rsid w:val="00555C25"/>
    <w:rsid w:val="00564935"/>
    <w:rsid w:val="00580DF5"/>
    <w:rsid w:val="00584CF8"/>
    <w:rsid w:val="005977EF"/>
    <w:rsid w:val="005B0797"/>
    <w:rsid w:val="005C6BF4"/>
    <w:rsid w:val="005E372B"/>
    <w:rsid w:val="006069E5"/>
    <w:rsid w:val="0061250E"/>
    <w:rsid w:val="00635D37"/>
    <w:rsid w:val="00641C11"/>
    <w:rsid w:val="0064236D"/>
    <w:rsid w:val="006635A4"/>
    <w:rsid w:val="00664C9A"/>
    <w:rsid w:val="0067380F"/>
    <w:rsid w:val="00674168"/>
    <w:rsid w:val="00677D59"/>
    <w:rsid w:val="006811EE"/>
    <w:rsid w:val="00682270"/>
    <w:rsid w:val="00682450"/>
    <w:rsid w:val="0068538B"/>
    <w:rsid w:val="006F1FB0"/>
    <w:rsid w:val="006F2B84"/>
    <w:rsid w:val="0070118C"/>
    <w:rsid w:val="00705B7B"/>
    <w:rsid w:val="0071727A"/>
    <w:rsid w:val="0071770D"/>
    <w:rsid w:val="00780C3B"/>
    <w:rsid w:val="007A5CB9"/>
    <w:rsid w:val="007D6942"/>
    <w:rsid w:val="007F7199"/>
    <w:rsid w:val="0080164D"/>
    <w:rsid w:val="008032DD"/>
    <w:rsid w:val="0081247D"/>
    <w:rsid w:val="00816436"/>
    <w:rsid w:val="00827E52"/>
    <w:rsid w:val="00833765"/>
    <w:rsid w:val="00843816"/>
    <w:rsid w:val="00851081"/>
    <w:rsid w:val="00857FE3"/>
    <w:rsid w:val="00863CFD"/>
    <w:rsid w:val="00866853"/>
    <w:rsid w:val="00867F65"/>
    <w:rsid w:val="00876237"/>
    <w:rsid w:val="008955A6"/>
    <w:rsid w:val="008A6FA1"/>
    <w:rsid w:val="008B5654"/>
    <w:rsid w:val="008C0505"/>
    <w:rsid w:val="008C1A19"/>
    <w:rsid w:val="008C28BE"/>
    <w:rsid w:val="008C3B45"/>
    <w:rsid w:val="008E131A"/>
    <w:rsid w:val="008E6FA9"/>
    <w:rsid w:val="008F4795"/>
    <w:rsid w:val="00905C09"/>
    <w:rsid w:val="0091430F"/>
    <w:rsid w:val="00916317"/>
    <w:rsid w:val="00930D5F"/>
    <w:rsid w:val="00930E70"/>
    <w:rsid w:val="00931D4C"/>
    <w:rsid w:val="00954C8E"/>
    <w:rsid w:val="00960535"/>
    <w:rsid w:val="0096196B"/>
    <w:rsid w:val="0096355C"/>
    <w:rsid w:val="00963883"/>
    <w:rsid w:val="00967F4E"/>
    <w:rsid w:val="00985AF3"/>
    <w:rsid w:val="009905BD"/>
    <w:rsid w:val="009B4D3D"/>
    <w:rsid w:val="009B5396"/>
    <w:rsid w:val="009C2CF1"/>
    <w:rsid w:val="009D0193"/>
    <w:rsid w:val="009D2659"/>
    <w:rsid w:val="009D37BC"/>
    <w:rsid w:val="00A0201C"/>
    <w:rsid w:val="00A0260D"/>
    <w:rsid w:val="00A07C8B"/>
    <w:rsid w:val="00A10279"/>
    <w:rsid w:val="00A1246C"/>
    <w:rsid w:val="00A22955"/>
    <w:rsid w:val="00A24EA6"/>
    <w:rsid w:val="00A41751"/>
    <w:rsid w:val="00A417F1"/>
    <w:rsid w:val="00A5282F"/>
    <w:rsid w:val="00A63C9E"/>
    <w:rsid w:val="00A80EF1"/>
    <w:rsid w:val="00A86F44"/>
    <w:rsid w:val="00A9268B"/>
    <w:rsid w:val="00A934B7"/>
    <w:rsid w:val="00A95943"/>
    <w:rsid w:val="00AB6FE0"/>
    <w:rsid w:val="00AC03D6"/>
    <w:rsid w:val="00AC272C"/>
    <w:rsid w:val="00AC4B7D"/>
    <w:rsid w:val="00AD1F69"/>
    <w:rsid w:val="00AD3966"/>
    <w:rsid w:val="00AE1814"/>
    <w:rsid w:val="00AE4608"/>
    <w:rsid w:val="00AF3ADF"/>
    <w:rsid w:val="00B150A3"/>
    <w:rsid w:val="00B47DD0"/>
    <w:rsid w:val="00B5479D"/>
    <w:rsid w:val="00B75B97"/>
    <w:rsid w:val="00B80DD0"/>
    <w:rsid w:val="00B80FE0"/>
    <w:rsid w:val="00B825F2"/>
    <w:rsid w:val="00B866D3"/>
    <w:rsid w:val="00B975E4"/>
    <w:rsid w:val="00BC61DC"/>
    <w:rsid w:val="00BF6D41"/>
    <w:rsid w:val="00C02CF9"/>
    <w:rsid w:val="00C037AC"/>
    <w:rsid w:val="00C15BA4"/>
    <w:rsid w:val="00C26DA5"/>
    <w:rsid w:val="00C27A6B"/>
    <w:rsid w:val="00C35E09"/>
    <w:rsid w:val="00C400CB"/>
    <w:rsid w:val="00C4036D"/>
    <w:rsid w:val="00C54108"/>
    <w:rsid w:val="00C57F83"/>
    <w:rsid w:val="00C60C7D"/>
    <w:rsid w:val="00C71732"/>
    <w:rsid w:val="00C74FCF"/>
    <w:rsid w:val="00C7608E"/>
    <w:rsid w:val="00C92BDE"/>
    <w:rsid w:val="00CA2D3B"/>
    <w:rsid w:val="00CB195E"/>
    <w:rsid w:val="00CB64CE"/>
    <w:rsid w:val="00CC0F3B"/>
    <w:rsid w:val="00CC240F"/>
    <w:rsid w:val="00CD668E"/>
    <w:rsid w:val="00CE4593"/>
    <w:rsid w:val="00CF3AB6"/>
    <w:rsid w:val="00D046B1"/>
    <w:rsid w:val="00D0612F"/>
    <w:rsid w:val="00D102AB"/>
    <w:rsid w:val="00D20829"/>
    <w:rsid w:val="00D5605F"/>
    <w:rsid w:val="00D70BE1"/>
    <w:rsid w:val="00D737C3"/>
    <w:rsid w:val="00D7385B"/>
    <w:rsid w:val="00D800AF"/>
    <w:rsid w:val="00DA320E"/>
    <w:rsid w:val="00DA618F"/>
    <w:rsid w:val="00DB24AE"/>
    <w:rsid w:val="00DB2A7E"/>
    <w:rsid w:val="00DB31CC"/>
    <w:rsid w:val="00DB6469"/>
    <w:rsid w:val="00DB721F"/>
    <w:rsid w:val="00DC6D6A"/>
    <w:rsid w:val="00E01366"/>
    <w:rsid w:val="00E100D8"/>
    <w:rsid w:val="00E23ECE"/>
    <w:rsid w:val="00E3318F"/>
    <w:rsid w:val="00E54550"/>
    <w:rsid w:val="00E57BE0"/>
    <w:rsid w:val="00E57E39"/>
    <w:rsid w:val="00E67030"/>
    <w:rsid w:val="00E724E6"/>
    <w:rsid w:val="00E73D5F"/>
    <w:rsid w:val="00E80CD3"/>
    <w:rsid w:val="00E8140E"/>
    <w:rsid w:val="00EC514C"/>
    <w:rsid w:val="00EE5DC8"/>
    <w:rsid w:val="00EF3D19"/>
    <w:rsid w:val="00F10576"/>
    <w:rsid w:val="00F14138"/>
    <w:rsid w:val="00F20843"/>
    <w:rsid w:val="00F233BB"/>
    <w:rsid w:val="00F2569A"/>
    <w:rsid w:val="00F27FC1"/>
    <w:rsid w:val="00F352F4"/>
    <w:rsid w:val="00F40D21"/>
    <w:rsid w:val="00F41BC1"/>
    <w:rsid w:val="00F434FA"/>
    <w:rsid w:val="00F4487B"/>
    <w:rsid w:val="00F8232B"/>
    <w:rsid w:val="00FC4C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4148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B75B97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80164D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8"/>
    </w:rPr>
  </w:style>
  <w:style w:type="paragraph" w:customStyle="1" w:styleId="ConsPlusNonformat">
    <w:name w:val="ConsPlusNonformat"/>
    <w:uiPriority w:val="99"/>
    <w:rsid w:val="00E57E39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styleId="Header">
    <w:name w:val="header"/>
    <w:basedOn w:val="Normal"/>
    <w:link w:val="HeaderChar"/>
    <w:uiPriority w:val="99"/>
    <w:rsid w:val="007D6942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7D6942"/>
    <w:rPr>
      <w:rFonts w:ascii="Arial" w:hAnsi="Arial" w:cs="Arial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rsid w:val="007D6942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7D6942"/>
    <w:rPr>
      <w:rFonts w:ascii="Arial" w:hAnsi="Arial" w:cs="Arial"/>
      <w:sz w:val="24"/>
      <w:szCs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64236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4236D"/>
    <w:rPr>
      <w:rFonts w:ascii="Segoe UI" w:hAnsi="Segoe UI" w:cs="Segoe UI"/>
      <w:sz w:val="18"/>
      <w:szCs w:val="18"/>
      <w:lang w:eastAsia="ru-RU"/>
    </w:rPr>
  </w:style>
  <w:style w:type="paragraph" w:customStyle="1" w:styleId="a">
    <w:name w:val="Нормальный (таблица)"/>
    <w:basedOn w:val="Normal"/>
    <w:next w:val="Normal"/>
    <w:uiPriority w:val="99"/>
    <w:rsid w:val="005E372B"/>
    <w:pPr>
      <w:ind w:firstLine="0"/>
    </w:pPr>
  </w:style>
  <w:style w:type="paragraph" w:customStyle="1" w:styleId="a0">
    <w:name w:val="Прижатый влево"/>
    <w:basedOn w:val="Normal"/>
    <w:next w:val="Normal"/>
    <w:uiPriority w:val="99"/>
    <w:rsid w:val="006F2B84"/>
    <w:pPr>
      <w:ind w:firstLine="0"/>
      <w:jc w:val="left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9074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478</TotalTime>
  <Pages>4</Pages>
  <Words>525</Words>
  <Characters>2999</Characters>
  <Application>Microsoft Office Outlook</Application>
  <DocSecurity>0</DocSecurity>
  <Lines>0</Lines>
  <Paragraphs>0</Paragraphs>
  <ScaleCrop>false</ScaleCrop>
  <Company>Администрация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OVFK10</dc:creator>
  <cp:keywords/>
  <dc:description/>
  <cp:lastModifiedBy>1</cp:lastModifiedBy>
  <cp:revision>175</cp:revision>
  <cp:lastPrinted>2021-12-27T06:08:00Z</cp:lastPrinted>
  <dcterms:created xsi:type="dcterms:W3CDTF">2021-05-31T11:19:00Z</dcterms:created>
  <dcterms:modified xsi:type="dcterms:W3CDTF">2022-12-15T11:02:00Z</dcterms:modified>
</cp:coreProperties>
</file>