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F8" w:rsidRDefault="00847DF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47DF8" w:rsidRDefault="00847DF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47DF8" w:rsidRDefault="00847DF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47DF8" w:rsidRDefault="00847DF8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_________________________ №_____</w:t>
      </w:r>
    </w:p>
    <w:p w:rsidR="00847DF8" w:rsidRDefault="00847DF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Default="00847DF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Pr="00D737C3" w:rsidRDefault="00847DF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Default="00847DF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47DF8" w:rsidRPr="00D737C3" w:rsidRDefault="00847DF8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847DF8" w:rsidRDefault="00847DF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Pr="00D737C3" w:rsidRDefault="00847DF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47DF8" w:rsidRPr="006069E5">
        <w:tc>
          <w:tcPr>
            <w:tcW w:w="1162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47DF8" w:rsidRPr="006069E5">
        <w:tc>
          <w:tcPr>
            <w:tcW w:w="1162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47DF8" w:rsidRPr="006069E5" w:rsidRDefault="00847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47DF8" w:rsidRPr="0064236D" w:rsidRDefault="00847DF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847DF8" w:rsidRPr="006069E5">
        <w:trPr>
          <w:tblHeader/>
        </w:trPr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847DF8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847DF8" w:rsidRPr="00BB20F0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47DF8" w:rsidRPr="006069E5" w:rsidRDefault="00847DF8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847DF8" w:rsidRPr="006069E5" w:rsidRDefault="00847DF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847DF8" w:rsidRPr="006069E5" w:rsidRDefault="00847DF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2426,5</w:t>
            </w:r>
          </w:p>
        </w:tc>
        <w:tc>
          <w:tcPr>
            <w:tcW w:w="1080" w:type="dxa"/>
          </w:tcPr>
          <w:p w:rsidR="00847DF8" w:rsidRPr="006069E5" w:rsidRDefault="00847DF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2426,5</w:t>
            </w:r>
          </w:p>
        </w:tc>
        <w:tc>
          <w:tcPr>
            <w:tcW w:w="1080" w:type="dxa"/>
          </w:tcPr>
          <w:p w:rsidR="00847DF8" w:rsidRPr="006069E5" w:rsidRDefault="00847DF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2366,5</w:t>
            </w:r>
          </w:p>
        </w:tc>
        <w:tc>
          <w:tcPr>
            <w:tcW w:w="1134" w:type="dxa"/>
          </w:tcPr>
          <w:p w:rsidR="00847DF8" w:rsidRPr="006069E5" w:rsidRDefault="00847DF8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2486,7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47DF8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47DF8" w:rsidRPr="00580DF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847DF8" w:rsidRPr="007A5CB9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24685E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47DF8" w:rsidRPr="007A5CB9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47DF8" w:rsidRPr="006069E5" w:rsidRDefault="00847DF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24685E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847DF8" w:rsidRDefault="00847DF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847DF8" w:rsidRPr="00A47476" w:rsidRDefault="00847DF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847DF8" w:rsidRPr="006069E5" w:rsidRDefault="00847DF8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47DF8" w:rsidRPr="007A5CB9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847DF8" w:rsidRPr="006069E5" w:rsidRDefault="00847DF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855,8</w:t>
            </w:r>
          </w:p>
        </w:tc>
        <w:tc>
          <w:tcPr>
            <w:tcW w:w="1134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855,9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47DF8" w:rsidRDefault="00847DF8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47DF8" w:rsidRPr="00580DF5" w:rsidRDefault="00847DF8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847DF8" w:rsidRPr="007A5CB9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24685E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47DF8" w:rsidRPr="007A5CB9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47DF8" w:rsidRPr="006069E5" w:rsidRDefault="00847DF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24685E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847DF8" w:rsidRDefault="00847DF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847DF8" w:rsidRPr="002B73E5" w:rsidRDefault="00847DF8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47DF8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47DF8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847DF8" w:rsidRPr="007A5CB9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080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134" w:type="dxa"/>
          </w:tcPr>
          <w:p w:rsidR="00847DF8" w:rsidRPr="006069E5" w:rsidRDefault="00847DF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</w:t>
            </w:r>
          </w:p>
        </w:tc>
      </w:tr>
      <w:tr w:rsidR="00847DF8" w:rsidRPr="006069E5">
        <w:tc>
          <w:tcPr>
            <w:tcW w:w="1151" w:type="dxa"/>
          </w:tcPr>
          <w:p w:rsidR="00847DF8" w:rsidRPr="006069E5" w:rsidRDefault="00847DF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47DF8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47DF8" w:rsidRPr="00580DF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847DF8" w:rsidRPr="007A5CB9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47DF8" w:rsidRPr="006069E5" w:rsidRDefault="00847DF8" w:rsidP="004D40A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47DF8" w:rsidRPr="00BB20F0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847DF8" w:rsidRPr="006069E5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7DF8" w:rsidRPr="0024685E" w:rsidRDefault="00847DF8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47DF8" w:rsidRPr="006069E5" w:rsidRDefault="00847DF8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47DF8" w:rsidRDefault="00847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Default="00847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Default="00847DF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DF8" w:rsidRDefault="00847DF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47DF8" w:rsidRDefault="00847DF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47DF8" w:rsidRPr="0064236D" w:rsidRDefault="00847DF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А.Ю. Лобыцина</w:t>
      </w:r>
    </w:p>
    <w:sectPr w:rsidR="00847DF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DF8" w:rsidRDefault="00847DF8" w:rsidP="007D6942">
      <w:r>
        <w:separator/>
      </w:r>
    </w:p>
  </w:endnote>
  <w:endnote w:type="continuationSeparator" w:id="0">
    <w:p w:rsidR="00847DF8" w:rsidRDefault="00847DF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DF8" w:rsidRDefault="00847DF8" w:rsidP="007D6942">
      <w:r>
        <w:separator/>
      </w:r>
    </w:p>
  </w:footnote>
  <w:footnote w:type="continuationSeparator" w:id="0">
    <w:p w:rsidR="00847DF8" w:rsidRDefault="00847DF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DF8" w:rsidRDefault="00847DF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847DF8" w:rsidRPr="00A80EF1" w:rsidRDefault="00847DF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40DF8"/>
    <w:rsid w:val="00245980"/>
    <w:rsid w:val="0024685E"/>
    <w:rsid w:val="00250BFB"/>
    <w:rsid w:val="00285170"/>
    <w:rsid w:val="00287F42"/>
    <w:rsid w:val="00294148"/>
    <w:rsid w:val="0029793F"/>
    <w:rsid w:val="002A054F"/>
    <w:rsid w:val="002B73E5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E1B"/>
    <w:rsid w:val="003C7B36"/>
    <w:rsid w:val="003D747F"/>
    <w:rsid w:val="003E6794"/>
    <w:rsid w:val="003F2D98"/>
    <w:rsid w:val="004227BB"/>
    <w:rsid w:val="004335C1"/>
    <w:rsid w:val="00452B4E"/>
    <w:rsid w:val="00465EA3"/>
    <w:rsid w:val="00472DFB"/>
    <w:rsid w:val="004808A0"/>
    <w:rsid w:val="00494F3A"/>
    <w:rsid w:val="0049599F"/>
    <w:rsid w:val="004A498D"/>
    <w:rsid w:val="004B3D7E"/>
    <w:rsid w:val="004C466D"/>
    <w:rsid w:val="004D40A9"/>
    <w:rsid w:val="004D5D87"/>
    <w:rsid w:val="004E0B9F"/>
    <w:rsid w:val="004E1784"/>
    <w:rsid w:val="004F53C4"/>
    <w:rsid w:val="005053D2"/>
    <w:rsid w:val="00511A7C"/>
    <w:rsid w:val="005366A2"/>
    <w:rsid w:val="0054691E"/>
    <w:rsid w:val="00546AAB"/>
    <w:rsid w:val="00564935"/>
    <w:rsid w:val="00580DF5"/>
    <w:rsid w:val="00584CF8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F2B84"/>
    <w:rsid w:val="00705B7B"/>
    <w:rsid w:val="0071727A"/>
    <w:rsid w:val="00780C3B"/>
    <w:rsid w:val="007A5CB9"/>
    <w:rsid w:val="007B7FD7"/>
    <w:rsid w:val="007C140F"/>
    <w:rsid w:val="007D6942"/>
    <w:rsid w:val="007F7199"/>
    <w:rsid w:val="0080164D"/>
    <w:rsid w:val="0081247D"/>
    <w:rsid w:val="00833765"/>
    <w:rsid w:val="00847DF8"/>
    <w:rsid w:val="00851081"/>
    <w:rsid w:val="00852C71"/>
    <w:rsid w:val="00867F65"/>
    <w:rsid w:val="008901BB"/>
    <w:rsid w:val="008955A6"/>
    <w:rsid w:val="008A6FA1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312CF"/>
    <w:rsid w:val="00A41751"/>
    <w:rsid w:val="00A417F1"/>
    <w:rsid w:val="00A47476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DD0"/>
    <w:rsid w:val="00B60BA1"/>
    <w:rsid w:val="00B75B97"/>
    <w:rsid w:val="00BB20F0"/>
    <w:rsid w:val="00BE1046"/>
    <w:rsid w:val="00BF6D41"/>
    <w:rsid w:val="00C35E09"/>
    <w:rsid w:val="00C400CB"/>
    <w:rsid w:val="00C71732"/>
    <w:rsid w:val="00C74FCF"/>
    <w:rsid w:val="00C7581D"/>
    <w:rsid w:val="00C7608E"/>
    <w:rsid w:val="00CB64CE"/>
    <w:rsid w:val="00CC0F3B"/>
    <w:rsid w:val="00CD39C5"/>
    <w:rsid w:val="00CD76E3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E01366"/>
    <w:rsid w:val="00E3318F"/>
    <w:rsid w:val="00E57E39"/>
    <w:rsid w:val="00E67030"/>
    <w:rsid w:val="00E73D5F"/>
    <w:rsid w:val="00E8140E"/>
    <w:rsid w:val="00EA194C"/>
    <w:rsid w:val="00F10576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7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726</TotalTime>
  <Pages>4</Pages>
  <Words>499</Words>
  <Characters>2850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111</cp:revision>
  <cp:lastPrinted>2021-07-05T12:26:00Z</cp:lastPrinted>
  <dcterms:created xsi:type="dcterms:W3CDTF">2021-05-31T11:19:00Z</dcterms:created>
  <dcterms:modified xsi:type="dcterms:W3CDTF">2022-12-15T08:36:00Z</dcterms:modified>
</cp:coreProperties>
</file>