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D28" w:rsidRDefault="005F7D28" w:rsidP="00AA0F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5F7D28" w:rsidRDefault="005F7D28" w:rsidP="00AA0F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5F7D28" w:rsidRDefault="005F7D28" w:rsidP="00AA0F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5F7D28" w:rsidRDefault="005F7D28" w:rsidP="00AA0F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_______________________ №______</w:t>
      </w:r>
    </w:p>
    <w:p w:rsidR="005F7D28" w:rsidRDefault="005F7D28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5F7D28" w:rsidRDefault="005F7D28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5F7D28" w:rsidRPr="00D737C3" w:rsidRDefault="005F7D28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5F7D28" w:rsidRDefault="005F7D28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5F7D28" w:rsidRPr="00D737C3" w:rsidRDefault="005F7D28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8C1A19">
        <w:rPr>
          <w:rFonts w:ascii="Times New Roman" w:hAnsi="Times New Roman" w:cs="Times New Roman"/>
          <w:b/>
          <w:bCs/>
          <w:sz w:val="28"/>
          <w:szCs w:val="28"/>
        </w:rPr>
        <w:t>«Комплексное развитие сельских территорий в Старотитаровском сельском поселении Темрюкского района»</w:t>
      </w:r>
      <w: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на 2023 год</w:t>
      </w:r>
    </w:p>
    <w:p w:rsidR="005F7D28" w:rsidRDefault="005F7D28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F7D28" w:rsidRPr="00D737C3" w:rsidRDefault="005F7D28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5F7D28" w:rsidRPr="006069E5">
        <w:tc>
          <w:tcPr>
            <w:tcW w:w="1162" w:type="dxa"/>
            <w:vMerge w:val="restart"/>
          </w:tcPr>
          <w:p w:rsidR="005F7D28" w:rsidRPr="006069E5" w:rsidRDefault="005F7D2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5F7D28" w:rsidRPr="006069E5" w:rsidRDefault="005F7D2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5F7D28" w:rsidRPr="006069E5" w:rsidRDefault="005F7D2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5F7D28" w:rsidRPr="006069E5" w:rsidRDefault="005F7D2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5F7D28" w:rsidRPr="006069E5" w:rsidRDefault="005F7D2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5F7D28" w:rsidRPr="006069E5" w:rsidRDefault="005F7D2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5F7D28" w:rsidRPr="006069E5" w:rsidRDefault="005F7D2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5F7D28" w:rsidRPr="006069E5">
        <w:tc>
          <w:tcPr>
            <w:tcW w:w="1162" w:type="dxa"/>
            <w:vMerge/>
          </w:tcPr>
          <w:p w:rsidR="005F7D28" w:rsidRPr="006069E5" w:rsidRDefault="005F7D2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5F7D28" w:rsidRPr="006069E5" w:rsidRDefault="005F7D2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5F7D28" w:rsidRPr="006069E5" w:rsidRDefault="005F7D2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5F7D28" w:rsidRPr="006069E5" w:rsidRDefault="005F7D2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5F7D28" w:rsidRPr="006069E5" w:rsidRDefault="005F7D2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5F7D28" w:rsidRPr="006069E5" w:rsidRDefault="005F7D2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5F7D28" w:rsidRPr="006069E5" w:rsidRDefault="005F7D28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5F7D28" w:rsidRPr="006069E5" w:rsidRDefault="005F7D28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5F7D28" w:rsidRPr="006069E5" w:rsidRDefault="005F7D28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5F7D28" w:rsidRPr="006069E5" w:rsidRDefault="005F7D28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5F7D28" w:rsidRPr="0064236D" w:rsidRDefault="005F7D28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5F7D28" w:rsidRPr="006069E5">
        <w:trPr>
          <w:tblHeader/>
        </w:trPr>
        <w:tc>
          <w:tcPr>
            <w:tcW w:w="1151" w:type="dxa"/>
          </w:tcPr>
          <w:p w:rsidR="005F7D28" w:rsidRPr="006069E5" w:rsidRDefault="005F7D2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5F7D28" w:rsidRPr="006069E5" w:rsidRDefault="005F7D2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5F7D28" w:rsidRPr="006069E5" w:rsidRDefault="005F7D2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5F7D28" w:rsidRPr="006069E5" w:rsidRDefault="005F7D2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5F7D28" w:rsidRPr="006069E5" w:rsidRDefault="005F7D2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5F7D28" w:rsidRPr="006069E5" w:rsidRDefault="005F7D2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5F7D28" w:rsidRPr="006069E5" w:rsidRDefault="005F7D2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5F7D28" w:rsidRPr="006069E5" w:rsidRDefault="005F7D2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5F7D28" w:rsidRPr="006069E5" w:rsidRDefault="005F7D2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5F7D28" w:rsidRPr="006069E5" w:rsidRDefault="005F7D2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5F7D28" w:rsidRPr="006069E5">
        <w:tc>
          <w:tcPr>
            <w:tcW w:w="1151" w:type="dxa"/>
          </w:tcPr>
          <w:p w:rsidR="005F7D28" w:rsidRPr="006069E5" w:rsidRDefault="005F7D2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5F7D28" w:rsidRPr="006069E5" w:rsidRDefault="005F7D2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5F7D28" w:rsidRPr="006069E5" w:rsidRDefault="005F7D2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</w:t>
            </w:r>
            <w:r w:rsidRPr="004E0B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385B">
              <w:rPr>
                <w:rFonts w:ascii="Times New Roman" w:hAnsi="Times New Roman" w:cs="Times New Roman"/>
              </w:rPr>
              <w:t>территории поселения объектами  инженерной инфраструктуры</w:t>
            </w:r>
          </w:p>
        </w:tc>
        <w:tc>
          <w:tcPr>
            <w:tcW w:w="941" w:type="dxa"/>
            <w:vAlign w:val="center"/>
          </w:tcPr>
          <w:p w:rsidR="005F7D28" w:rsidRPr="006069E5" w:rsidRDefault="005F7D28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5F7D28" w:rsidRPr="006069E5" w:rsidRDefault="005F7D2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5F7D28" w:rsidRPr="006069E5" w:rsidRDefault="005F7D2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5F7D28" w:rsidRPr="006069E5" w:rsidRDefault="005F7D2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992 0502 6210110230 414</w:t>
            </w:r>
          </w:p>
        </w:tc>
        <w:tc>
          <w:tcPr>
            <w:tcW w:w="1260" w:type="dxa"/>
          </w:tcPr>
          <w:p w:rsidR="005F7D28" w:rsidRPr="006069E5" w:rsidRDefault="005F7D2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5F7D28" w:rsidRPr="006069E5" w:rsidRDefault="005F7D2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5F7D28" w:rsidRPr="006069E5" w:rsidRDefault="005F7D2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</w:tcPr>
          <w:p w:rsidR="005F7D28" w:rsidRPr="006069E5" w:rsidRDefault="005F7D2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F7D28" w:rsidRPr="006069E5">
        <w:tc>
          <w:tcPr>
            <w:tcW w:w="1151" w:type="dxa"/>
          </w:tcPr>
          <w:p w:rsidR="005F7D28" w:rsidRPr="006069E5" w:rsidRDefault="005F7D2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5F7D28" w:rsidRPr="007A5CB9" w:rsidRDefault="005F7D2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 1.1</w:t>
            </w:r>
            <w:r>
              <w:rPr>
                <w:rFonts w:ascii="Times New Roman" w:hAnsi="Times New Roman" w:cs="Times New Roman"/>
              </w:rPr>
              <w:t>.1. Осуществлены мероприятия по строительству, ремонту и обслуживанию системы газоснабжения</w:t>
            </w:r>
          </w:p>
        </w:tc>
        <w:tc>
          <w:tcPr>
            <w:tcW w:w="941" w:type="dxa"/>
            <w:vAlign w:val="center"/>
          </w:tcPr>
          <w:p w:rsidR="005F7D28" w:rsidRPr="006069E5" w:rsidRDefault="005F7D28" w:rsidP="00A417F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5F7D28" w:rsidRPr="006069E5" w:rsidRDefault="005F7D28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5F7D28" w:rsidRPr="00B07AF4" w:rsidRDefault="005F7D2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07AF4">
              <w:rPr>
                <w:rFonts w:ascii="Times New Roman" w:hAnsi="Times New Roman" w:cs="Times New Roman"/>
              </w:rPr>
              <w:t>31.12.202</w:t>
            </w:r>
            <w:r>
              <w:rPr>
                <w:rFonts w:ascii="Times New Roman" w:hAnsi="Times New Roman" w:cs="Times New Roman"/>
              </w:rPr>
              <w:t>3</w:t>
            </w:r>
            <w:r w:rsidRPr="00B07AF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5F7D28" w:rsidRPr="006069E5" w:rsidRDefault="005F7D2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5F7D28" w:rsidRPr="006069E5" w:rsidRDefault="005F7D2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5F7D28" w:rsidRPr="006069E5" w:rsidRDefault="005F7D2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5F7D28" w:rsidRPr="006069E5" w:rsidRDefault="005F7D2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5F7D28" w:rsidRPr="006069E5" w:rsidRDefault="005F7D2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5F7D28" w:rsidRPr="006069E5">
        <w:tc>
          <w:tcPr>
            <w:tcW w:w="1151" w:type="dxa"/>
          </w:tcPr>
          <w:p w:rsidR="005F7D28" w:rsidRPr="006069E5" w:rsidRDefault="005F7D2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5F7D28" w:rsidRPr="006069E5" w:rsidRDefault="005F7D2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5F7D28" w:rsidRPr="006069E5" w:rsidRDefault="005F7D2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5F7D28" w:rsidRPr="006069E5" w:rsidRDefault="005F7D2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5F7D28" w:rsidRPr="006069E5" w:rsidRDefault="005F7D2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5F7D28" w:rsidRPr="006069E5" w:rsidRDefault="005F7D2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5F7D28" w:rsidRPr="006069E5" w:rsidRDefault="005F7D2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F7D28" w:rsidRPr="006069E5" w:rsidRDefault="005F7D2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F7D28" w:rsidRPr="006069E5" w:rsidRDefault="005F7D2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F7D28" w:rsidRPr="006069E5" w:rsidRDefault="005F7D2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5F7D28" w:rsidRDefault="005F7D28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F7D28" w:rsidRDefault="005F7D28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F7D28" w:rsidRDefault="005F7D28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F7D28" w:rsidRDefault="005F7D28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F7D28" w:rsidRDefault="005F7D28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5F7D28" w:rsidRDefault="005F7D28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5F7D28" w:rsidRPr="0064236D" w:rsidRDefault="005F7D28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</w:t>
      </w:r>
      <w:r w:rsidRPr="001E42D2">
        <w:rPr>
          <w:rFonts w:ascii="Times New Roman" w:hAnsi="Times New Roman" w:cs="Times New Roman"/>
          <w:sz w:val="28"/>
          <w:szCs w:val="28"/>
        </w:rPr>
        <w:t>А.Ю. Лобыцина</w:t>
      </w:r>
    </w:p>
    <w:sectPr w:rsidR="005F7D28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D28" w:rsidRDefault="005F7D28" w:rsidP="007D6942">
      <w:r>
        <w:separator/>
      </w:r>
    </w:p>
  </w:endnote>
  <w:endnote w:type="continuationSeparator" w:id="0">
    <w:p w:rsidR="005F7D28" w:rsidRDefault="005F7D28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D28" w:rsidRDefault="005F7D28" w:rsidP="007D6942">
      <w:r>
        <w:separator/>
      </w:r>
    </w:p>
  </w:footnote>
  <w:footnote w:type="continuationSeparator" w:id="0">
    <w:p w:rsidR="005F7D28" w:rsidRDefault="005F7D28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D28" w:rsidRDefault="005F7D28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5F7D28" w:rsidRPr="00A80EF1" w:rsidRDefault="005F7D28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12E4E"/>
    <w:rsid w:val="000351F5"/>
    <w:rsid w:val="000471A7"/>
    <w:rsid w:val="000677DD"/>
    <w:rsid w:val="00092349"/>
    <w:rsid w:val="000A1CD9"/>
    <w:rsid w:val="000F5077"/>
    <w:rsid w:val="001057E4"/>
    <w:rsid w:val="00120544"/>
    <w:rsid w:val="00130F43"/>
    <w:rsid w:val="001471D0"/>
    <w:rsid w:val="00164E78"/>
    <w:rsid w:val="00176447"/>
    <w:rsid w:val="001B7323"/>
    <w:rsid w:val="001D011F"/>
    <w:rsid w:val="001E42D2"/>
    <w:rsid w:val="001E7088"/>
    <w:rsid w:val="001F2603"/>
    <w:rsid w:val="00203F45"/>
    <w:rsid w:val="00206D5E"/>
    <w:rsid w:val="00212251"/>
    <w:rsid w:val="00234471"/>
    <w:rsid w:val="00250BFB"/>
    <w:rsid w:val="00285170"/>
    <w:rsid w:val="00294148"/>
    <w:rsid w:val="002A054F"/>
    <w:rsid w:val="0032383C"/>
    <w:rsid w:val="003432B5"/>
    <w:rsid w:val="003454FC"/>
    <w:rsid w:val="00352444"/>
    <w:rsid w:val="00393B47"/>
    <w:rsid w:val="003A1A1D"/>
    <w:rsid w:val="003C7B36"/>
    <w:rsid w:val="004227BB"/>
    <w:rsid w:val="004335C1"/>
    <w:rsid w:val="004336F7"/>
    <w:rsid w:val="00452B4E"/>
    <w:rsid w:val="0049599F"/>
    <w:rsid w:val="004C466D"/>
    <w:rsid w:val="004D5D87"/>
    <w:rsid w:val="004E0B9F"/>
    <w:rsid w:val="004F4502"/>
    <w:rsid w:val="004F53C4"/>
    <w:rsid w:val="00527254"/>
    <w:rsid w:val="00546AAB"/>
    <w:rsid w:val="00551570"/>
    <w:rsid w:val="00564935"/>
    <w:rsid w:val="005B0797"/>
    <w:rsid w:val="005E372B"/>
    <w:rsid w:val="005F7D28"/>
    <w:rsid w:val="006069E5"/>
    <w:rsid w:val="0063306A"/>
    <w:rsid w:val="0064236D"/>
    <w:rsid w:val="0064344A"/>
    <w:rsid w:val="0067380F"/>
    <w:rsid w:val="00675641"/>
    <w:rsid w:val="006811EE"/>
    <w:rsid w:val="00682270"/>
    <w:rsid w:val="00682450"/>
    <w:rsid w:val="006F2B84"/>
    <w:rsid w:val="006F7FF6"/>
    <w:rsid w:val="00705B7B"/>
    <w:rsid w:val="0071727A"/>
    <w:rsid w:val="00780C3B"/>
    <w:rsid w:val="007A5CB9"/>
    <w:rsid w:val="007D6942"/>
    <w:rsid w:val="007F7199"/>
    <w:rsid w:val="0080164D"/>
    <w:rsid w:val="0081247D"/>
    <w:rsid w:val="00851081"/>
    <w:rsid w:val="00854355"/>
    <w:rsid w:val="008955A6"/>
    <w:rsid w:val="008A6FA1"/>
    <w:rsid w:val="008C1A19"/>
    <w:rsid w:val="008C28BE"/>
    <w:rsid w:val="00905C09"/>
    <w:rsid w:val="0093061C"/>
    <w:rsid w:val="00960535"/>
    <w:rsid w:val="0096355C"/>
    <w:rsid w:val="00963883"/>
    <w:rsid w:val="009D37BC"/>
    <w:rsid w:val="00A10279"/>
    <w:rsid w:val="00A24EA6"/>
    <w:rsid w:val="00A41751"/>
    <w:rsid w:val="00A417F1"/>
    <w:rsid w:val="00A63C9E"/>
    <w:rsid w:val="00A76F19"/>
    <w:rsid w:val="00A80EF1"/>
    <w:rsid w:val="00A9268B"/>
    <w:rsid w:val="00AA0F09"/>
    <w:rsid w:val="00AC03D6"/>
    <w:rsid w:val="00AC4B7D"/>
    <w:rsid w:val="00B07AF4"/>
    <w:rsid w:val="00B47DD0"/>
    <w:rsid w:val="00B75B97"/>
    <w:rsid w:val="00C35E09"/>
    <w:rsid w:val="00C71732"/>
    <w:rsid w:val="00C74FCF"/>
    <w:rsid w:val="00C7608E"/>
    <w:rsid w:val="00CB64CE"/>
    <w:rsid w:val="00CC0F3B"/>
    <w:rsid w:val="00D737C3"/>
    <w:rsid w:val="00D7385B"/>
    <w:rsid w:val="00DB24AE"/>
    <w:rsid w:val="00DB721F"/>
    <w:rsid w:val="00DC6D6A"/>
    <w:rsid w:val="00E1176A"/>
    <w:rsid w:val="00E3318F"/>
    <w:rsid w:val="00E57E39"/>
    <w:rsid w:val="00E67030"/>
    <w:rsid w:val="00E73D5F"/>
    <w:rsid w:val="00E8140E"/>
    <w:rsid w:val="00E85FDC"/>
    <w:rsid w:val="00EC460A"/>
    <w:rsid w:val="00F10576"/>
    <w:rsid w:val="00F13090"/>
    <w:rsid w:val="00F20843"/>
    <w:rsid w:val="00F233BB"/>
    <w:rsid w:val="00F40D21"/>
    <w:rsid w:val="00F4487B"/>
    <w:rsid w:val="00F8232B"/>
    <w:rsid w:val="00F8787E"/>
    <w:rsid w:val="00FB7A7F"/>
    <w:rsid w:val="00FC282F"/>
    <w:rsid w:val="00FC4C64"/>
    <w:rsid w:val="00FF5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294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299</TotalTime>
  <Pages>2</Pages>
  <Words>201</Words>
  <Characters>1148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70</cp:revision>
  <cp:lastPrinted>2021-07-05T12:26:00Z</cp:lastPrinted>
  <dcterms:created xsi:type="dcterms:W3CDTF">2021-05-31T11:19:00Z</dcterms:created>
  <dcterms:modified xsi:type="dcterms:W3CDTF">2022-12-15T08:20:00Z</dcterms:modified>
</cp:coreProperties>
</file>