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2AD8" w:rsidRPr="00206D5E" w:rsidRDefault="00622AD8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>ПРИЛОЖЕНИЕ</w:t>
      </w:r>
    </w:p>
    <w:p w:rsidR="00622AD8" w:rsidRDefault="00622AD8" w:rsidP="00012E4E">
      <w:pPr>
        <w:jc w:val="right"/>
        <w:rPr>
          <w:rFonts w:ascii="Times New Roman" w:hAnsi="Times New Roman" w:cs="Times New Roman"/>
          <w:sz w:val="28"/>
          <w:szCs w:val="28"/>
        </w:rPr>
      </w:pPr>
      <w:r w:rsidRPr="00206D5E">
        <w:rPr>
          <w:rFonts w:ascii="Times New Roman" w:hAnsi="Times New Roman" w:cs="Times New Roman"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постановлению администрации Старотитаровского</w:t>
      </w:r>
    </w:p>
    <w:p w:rsidR="00622AD8" w:rsidRDefault="00622AD8" w:rsidP="00D737C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622AD8" w:rsidRPr="00D737C3" w:rsidRDefault="00622AD8" w:rsidP="00A07A7B">
      <w:pPr>
        <w:jc w:val="right"/>
        <w:rPr>
          <w:rFonts w:ascii="Times New Roman" w:hAnsi="Times New Roman" w:cs="Times New Roman"/>
          <w:sz w:val="28"/>
          <w:szCs w:val="28"/>
        </w:rPr>
      </w:pPr>
      <w:r w:rsidRPr="00D737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 __________________ № _____</w:t>
      </w:r>
    </w:p>
    <w:p w:rsidR="00622AD8" w:rsidRPr="00D737C3" w:rsidRDefault="00622AD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D8" w:rsidRPr="00D737C3" w:rsidRDefault="00622AD8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D8" w:rsidRDefault="00622AD8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D8" w:rsidRDefault="00622AD8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D8" w:rsidRPr="0064236D" w:rsidRDefault="00622AD8" w:rsidP="00F233B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D8" w:rsidRDefault="00622AD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622AD8" w:rsidRDefault="00622AD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  <w:r w:rsidRPr="00C97C5E">
        <w:rPr>
          <w:rFonts w:ascii="Times New Roman" w:hAnsi="Times New Roman" w:cs="Times New Roman"/>
          <w:b/>
          <w:bCs/>
          <w:sz w:val="28"/>
          <w:szCs w:val="28"/>
        </w:rPr>
        <w:t>«Формирование доступной среды жизнедеятельности для инвалидов в Старотитаровском сельском поселении Темрюкского района»</w:t>
      </w:r>
      <w:r w:rsidRPr="00C97C5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на 2023 год</w:t>
      </w:r>
    </w:p>
    <w:p w:rsidR="00622AD8" w:rsidRPr="00D737C3" w:rsidRDefault="00622AD8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D8" w:rsidRPr="00D737C3" w:rsidRDefault="00622AD8" w:rsidP="00D737C3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622AD8" w:rsidRPr="006069E5">
        <w:tc>
          <w:tcPr>
            <w:tcW w:w="1162" w:type="dxa"/>
            <w:vMerge w:val="restart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622AD8" w:rsidRPr="006069E5">
        <w:tc>
          <w:tcPr>
            <w:tcW w:w="1162" w:type="dxa"/>
            <w:vMerge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22AD8" w:rsidRPr="006069E5" w:rsidRDefault="00622AD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622AD8" w:rsidRPr="006069E5" w:rsidRDefault="00622AD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622AD8" w:rsidRPr="006069E5" w:rsidRDefault="00622AD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622AD8" w:rsidRPr="006069E5" w:rsidRDefault="00622AD8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622AD8" w:rsidRPr="0064236D" w:rsidRDefault="00622AD8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622AD8" w:rsidRPr="006069E5">
        <w:trPr>
          <w:tblHeader/>
        </w:trPr>
        <w:tc>
          <w:tcPr>
            <w:tcW w:w="1151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622AD8" w:rsidRPr="006069E5">
        <w:trPr>
          <w:trHeight w:val="147"/>
        </w:trPr>
        <w:tc>
          <w:tcPr>
            <w:tcW w:w="1151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411" w:type="dxa"/>
            <w:gridSpan w:val="9"/>
          </w:tcPr>
          <w:p w:rsidR="00622AD8" w:rsidRPr="006069E5" w:rsidRDefault="00622AD8" w:rsidP="00C97C5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622AD8" w:rsidRPr="006069E5">
        <w:tc>
          <w:tcPr>
            <w:tcW w:w="1151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72468C">
              <w:rPr>
                <w:rFonts w:ascii="Times New Roman" w:hAnsi="Times New Roman" w:cs="Times New Roman"/>
              </w:rPr>
              <w:t xml:space="preserve">беспечение доступности для инвалидов и других маломобильных групп населения здания 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</w:t>
            </w:r>
            <w:r>
              <w:rPr>
                <w:rFonts w:ascii="Times New Roman" w:hAnsi="Times New Roman" w:cs="Times New Roman"/>
                <w:noProof/>
              </w:rPr>
              <w:t>администрации Старотитаровского сельского поселения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Темрюкск</w:t>
            </w:r>
            <w:r>
              <w:rPr>
                <w:rFonts w:ascii="Times New Roman" w:hAnsi="Times New Roman" w:cs="Times New Roman"/>
                <w:noProof/>
              </w:rPr>
              <w:t>ого</w:t>
            </w:r>
            <w:r w:rsidRPr="0072468C">
              <w:rPr>
                <w:rFonts w:ascii="Times New Roman" w:hAnsi="Times New Roman" w:cs="Times New Roman"/>
                <w:noProof/>
              </w:rPr>
              <w:t xml:space="preserve"> район</w:t>
            </w:r>
            <w:r>
              <w:rPr>
                <w:rFonts w:ascii="Times New Roman" w:hAnsi="Times New Roman" w:cs="Times New Roman"/>
                <w:noProof/>
              </w:rPr>
              <w:t>а</w:t>
            </w:r>
          </w:p>
        </w:tc>
        <w:tc>
          <w:tcPr>
            <w:tcW w:w="941" w:type="dxa"/>
            <w:vAlign w:val="center"/>
          </w:tcPr>
          <w:p w:rsidR="00622AD8" w:rsidRPr="006069E5" w:rsidRDefault="00622AD8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992 0113 5610110290 244</w:t>
            </w:r>
          </w:p>
        </w:tc>
        <w:tc>
          <w:tcPr>
            <w:tcW w:w="126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20,0</w:t>
            </w:r>
          </w:p>
        </w:tc>
      </w:tr>
      <w:tr w:rsidR="00622AD8" w:rsidRPr="006069E5">
        <w:tc>
          <w:tcPr>
            <w:tcW w:w="1151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Контрольное событие 1.1</w:t>
            </w:r>
            <w:r>
              <w:rPr>
                <w:rFonts w:ascii="Times New Roman" w:hAnsi="Times New Roman" w:cs="Times New Roman"/>
              </w:rPr>
              <w:t>. Осуществлены мероприятия по адаптации</w:t>
            </w:r>
            <w:r w:rsidRPr="0072468C">
              <w:rPr>
                <w:rFonts w:ascii="Times New Roman" w:hAnsi="Times New Roman" w:cs="Times New Roman"/>
              </w:rPr>
              <w:t xml:space="preserve"> здания</w:t>
            </w:r>
            <w:r>
              <w:rPr>
                <w:rFonts w:ascii="Times New Roman" w:hAnsi="Times New Roman" w:cs="Times New Roman"/>
              </w:rPr>
              <w:t xml:space="preserve"> администрации Старотитаровского сельского поселения Темрюкского района</w:t>
            </w:r>
            <w:r w:rsidRPr="0072468C">
              <w:rPr>
                <w:rFonts w:ascii="Times New Roman" w:hAnsi="Times New Roman" w:cs="Times New Roman"/>
              </w:rPr>
              <w:t xml:space="preserve"> для инвалидов и МГН</w:t>
            </w:r>
          </w:p>
        </w:tc>
        <w:tc>
          <w:tcPr>
            <w:tcW w:w="941" w:type="dxa"/>
            <w:vAlign w:val="center"/>
          </w:tcPr>
          <w:p w:rsidR="00622AD8" w:rsidRPr="006069E5" w:rsidRDefault="00622AD8" w:rsidP="00307E6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622AD8" w:rsidRPr="006069E5" w:rsidRDefault="00622AD8" w:rsidP="00307E69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31.12.2023 г.</w:t>
            </w:r>
          </w:p>
        </w:tc>
        <w:tc>
          <w:tcPr>
            <w:tcW w:w="180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622AD8" w:rsidRPr="006069E5" w:rsidRDefault="00622AD8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  <w:tr w:rsidR="00622AD8" w:rsidRPr="006069E5">
        <w:tc>
          <w:tcPr>
            <w:tcW w:w="1151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22AD8" w:rsidRPr="006069E5" w:rsidRDefault="00622AD8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</w:tr>
    </w:tbl>
    <w:p w:rsidR="00622AD8" w:rsidRDefault="00622AD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D8" w:rsidRDefault="00622AD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D8" w:rsidRPr="003454FC" w:rsidRDefault="00622AD8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22AD8" w:rsidRDefault="00622AD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622AD8" w:rsidRDefault="00622AD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622AD8" w:rsidRPr="008A6FA1" w:rsidRDefault="00622AD8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 А.Ю. Лобыцина</w:t>
      </w:r>
    </w:p>
    <w:p w:rsidR="00622AD8" w:rsidRPr="0064236D" w:rsidRDefault="00622AD8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622AD8" w:rsidRPr="0064236D" w:rsidSect="007D6942">
      <w:headerReference w:type="default" r:id="rId6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2AD8" w:rsidRDefault="00622AD8" w:rsidP="007D6942">
      <w:r>
        <w:separator/>
      </w:r>
    </w:p>
  </w:endnote>
  <w:endnote w:type="continuationSeparator" w:id="0">
    <w:p w:rsidR="00622AD8" w:rsidRDefault="00622AD8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2AD8" w:rsidRDefault="00622AD8" w:rsidP="007D6942">
      <w:r>
        <w:separator/>
      </w:r>
    </w:p>
  </w:footnote>
  <w:footnote w:type="continuationSeparator" w:id="0">
    <w:p w:rsidR="00622AD8" w:rsidRDefault="00622AD8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2AD8" w:rsidRDefault="00622AD8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622AD8" w:rsidRPr="00A80EF1" w:rsidRDefault="00622AD8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110DE"/>
    <w:rsid w:val="00012E4E"/>
    <w:rsid w:val="000471A7"/>
    <w:rsid w:val="00062ED0"/>
    <w:rsid w:val="000677DD"/>
    <w:rsid w:val="00092349"/>
    <w:rsid w:val="000A1CD9"/>
    <w:rsid w:val="000F5077"/>
    <w:rsid w:val="001057E4"/>
    <w:rsid w:val="00130F43"/>
    <w:rsid w:val="00164E78"/>
    <w:rsid w:val="001D011F"/>
    <w:rsid w:val="001E7088"/>
    <w:rsid w:val="001F2603"/>
    <w:rsid w:val="00206D5E"/>
    <w:rsid w:val="00212251"/>
    <w:rsid w:val="00242116"/>
    <w:rsid w:val="00250BFB"/>
    <w:rsid w:val="002534FD"/>
    <w:rsid w:val="0026150E"/>
    <w:rsid w:val="00285170"/>
    <w:rsid w:val="0029095A"/>
    <w:rsid w:val="00294148"/>
    <w:rsid w:val="002A054F"/>
    <w:rsid w:val="00307E69"/>
    <w:rsid w:val="0032383C"/>
    <w:rsid w:val="00333296"/>
    <w:rsid w:val="003432B5"/>
    <w:rsid w:val="003454FC"/>
    <w:rsid w:val="00352444"/>
    <w:rsid w:val="00393B47"/>
    <w:rsid w:val="003A1A1D"/>
    <w:rsid w:val="003B597C"/>
    <w:rsid w:val="003C7B36"/>
    <w:rsid w:val="0042271B"/>
    <w:rsid w:val="004335C1"/>
    <w:rsid w:val="00452B4E"/>
    <w:rsid w:val="00453B10"/>
    <w:rsid w:val="00477EAE"/>
    <w:rsid w:val="00480AFB"/>
    <w:rsid w:val="004B735E"/>
    <w:rsid w:val="004C466D"/>
    <w:rsid w:val="004D5D87"/>
    <w:rsid w:val="004F53C4"/>
    <w:rsid w:val="00525CC0"/>
    <w:rsid w:val="00560C35"/>
    <w:rsid w:val="00564935"/>
    <w:rsid w:val="005A042A"/>
    <w:rsid w:val="005B0797"/>
    <w:rsid w:val="005E372B"/>
    <w:rsid w:val="006069E5"/>
    <w:rsid w:val="00622AD8"/>
    <w:rsid w:val="0064236D"/>
    <w:rsid w:val="00646A64"/>
    <w:rsid w:val="0067380F"/>
    <w:rsid w:val="006811EE"/>
    <w:rsid w:val="00682270"/>
    <w:rsid w:val="00682450"/>
    <w:rsid w:val="006F2B84"/>
    <w:rsid w:val="00705B7B"/>
    <w:rsid w:val="0071727A"/>
    <w:rsid w:val="00722692"/>
    <w:rsid w:val="0072468C"/>
    <w:rsid w:val="007D6942"/>
    <w:rsid w:val="007F7199"/>
    <w:rsid w:val="0080164D"/>
    <w:rsid w:val="0081247D"/>
    <w:rsid w:val="00842F78"/>
    <w:rsid w:val="00851081"/>
    <w:rsid w:val="008955A6"/>
    <w:rsid w:val="008A6FA1"/>
    <w:rsid w:val="008C28BE"/>
    <w:rsid w:val="00905C09"/>
    <w:rsid w:val="0096355C"/>
    <w:rsid w:val="00963883"/>
    <w:rsid w:val="009C53E4"/>
    <w:rsid w:val="009C54BC"/>
    <w:rsid w:val="009D37BC"/>
    <w:rsid w:val="009F3D7B"/>
    <w:rsid w:val="009F48C9"/>
    <w:rsid w:val="00A07A7B"/>
    <w:rsid w:val="00A10279"/>
    <w:rsid w:val="00A24EA6"/>
    <w:rsid w:val="00A41751"/>
    <w:rsid w:val="00A63C9E"/>
    <w:rsid w:val="00A745EF"/>
    <w:rsid w:val="00A80EF1"/>
    <w:rsid w:val="00A9268B"/>
    <w:rsid w:val="00AC03D6"/>
    <w:rsid w:val="00AC4B7D"/>
    <w:rsid w:val="00AC7CC0"/>
    <w:rsid w:val="00B47DD0"/>
    <w:rsid w:val="00B75B97"/>
    <w:rsid w:val="00BB6D72"/>
    <w:rsid w:val="00C35E09"/>
    <w:rsid w:val="00C71732"/>
    <w:rsid w:val="00C74FCF"/>
    <w:rsid w:val="00C7608E"/>
    <w:rsid w:val="00C830B1"/>
    <w:rsid w:val="00C97C5E"/>
    <w:rsid w:val="00CC0F3B"/>
    <w:rsid w:val="00CF73ED"/>
    <w:rsid w:val="00D04185"/>
    <w:rsid w:val="00D07A75"/>
    <w:rsid w:val="00D737C3"/>
    <w:rsid w:val="00DB24AE"/>
    <w:rsid w:val="00DB721F"/>
    <w:rsid w:val="00DC6D6A"/>
    <w:rsid w:val="00E3318F"/>
    <w:rsid w:val="00E57E39"/>
    <w:rsid w:val="00E641CE"/>
    <w:rsid w:val="00E73D5F"/>
    <w:rsid w:val="00E8140E"/>
    <w:rsid w:val="00EE3424"/>
    <w:rsid w:val="00F10576"/>
    <w:rsid w:val="00F20843"/>
    <w:rsid w:val="00F233BB"/>
    <w:rsid w:val="00F40D21"/>
    <w:rsid w:val="00F4487B"/>
    <w:rsid w:val="00F8232B"/>
    <w:rsid w:val="00FC4C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  <w:style w:type="paragraph" w:customStyle="1" w:styleId="a1">
    <w:name w:val="Знак Знак Знак Знак Знак Знак Знак Знак Знак Знак"/>
    <w:basedOn w:val="Normal"/>
    <w:uiPriority w:val="99"/>
    <w:rsid w:val="00C97C5E"/>
    <w:pPr>
      <w:widowControl/>
      <w:autoSpaceDE/>
      <w:autoSpaceDN/>
      <w:adjustRightInd/>
      <w:spacing w:before="100" w:beforeAutospacing="1" w:after="100" w:afterAutospacing="1"/>
      <w:ind w:firstLine="0"/>
    </w:pPr>
    <w:rPr>
      <w:rFonts w:ascii="Tahoma" w:eastAsia="Calibri" w:hAnsi="Tahoma" w:cs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305</TotalTime>
  <Pages>2</Pages>
  <Words>224</Words>
  <Characters>1280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67</cp:revision>
  <cp:lastPrinted>2021-12-27T06:11:00Z</cp:lastPrinted>
  <dcterms:created xsi:type="dcterms:W3CDTF">2021-05-31T11:19:00Z</dcterms:created>
  <dcterms:modified xsi:type="dcterms:W3CDTF">2022-12-15T08:18:00Z</dcterms:modified>
</cp:coreProperties>
</file>