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494" w:rsidRDefault="00034494" w:rsidP="00F330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34494" w:rsidRDefault="00034494" w:rsidP="00F330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34494" w:rsidRDefault="00034494" w:rsidP="00F330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34494" w:rsidRDefault="00034494" w:rsidP="00F3302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________________ №_____</w:t>
      </w:r>
    </w:p>
    <w:p w:rsidR="00034494" w:rsidRPr="00B9521B" w:rsidRDefault="00034494" w:rsidP="00B952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4494" w:rsidRPr="00D737C3" w:rsidRDefault="00034494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34494" w:rsidRDefault="00034494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34494" w:rsidRPr="00CC01D9" w:rsidRDefault="00034494" w:rsidP="00CC01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Pr="00CC01D9">
        <w:rPr>
          <w:b/>
          <w:bCs/>
        </w:rPr>
        <w:t xml:space="preserve"> </w:t>
      </w:r>
      <w:r w:rsidRPr="00CC01D9">
        <w:rPr>
          <w:rFonts w:ascii="Times New Roman" w:hAnsi="Times New Roman" w:cs="Times New Roman"/>
          <w:b/>
          <w:bCs/>
          <w:sz w:val="28"/>
          <w:szCs w:val="28"/>
        </w:rPr>
        <w:t>«Формирование комфортной городской среды Старотитаровского сельского поселения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C01D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34494" w:rsidRDefault="00034494" w:rsidP="00B9521B">
      <w:pPr>
        <w:jc w:val="center"/>
        <w:rPr>
          <w:b/>
          <w:bCs/>
        </w:rPr>
      </w:pPr>
    </w:p>
    <w:p w:rsidR="00034494" w:rsidRPr="003500BD" w:rsidRDefault="00034494" w:rsidP="00B952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34494" w:rsidRPr="006069E5">
        <w:tc>
          <w:tcPr>
            <w:tcW w:w="1162" w:type="dxa"/>
            <w:vMerge w:val="restart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34494" w:rsidRPr="006069E5">
        <w:tc>
          <w:tcPr>
            <w:tcW w:w="1162" w:type="dxa"/>
            <w:vMerge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34494" w:rsidRPr="006069E5" w:rsidRDefault="0003449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34494" w:rsidRPr="006069E5" w:rsidRDefault="0003449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34494" w:rsidRPr="006069E5" w:rsidRDefault="0003449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34494" w:rsidRPr="006069E5" w:rsidRDefault="0003449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34494" w:rsidRPr="0064236D" w:rsidRDefault="00034494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34494" w:rsidRPr="006069E5">
        <w:trPr>
          <w:tblHeader/>
        </w:trPr>
        <w:tc>
          <w:tcPr>
            <w:tcW w:w="1151" w:type="dxa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34494" w:rsidRPr="006069E5" w:rsidRDefault="0003449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34494" w:rsidRPr="006069E5">
        <w:tc>
          <w:tcPr>
            <w:tcW w:w="1151" w:type="dxa"/>
          </w:tcPr>
          <w:p w:rsidR="00034494" w:rsidRPr="006069E5" w:rsidRDefault="0003449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34494" w:rsidRPr="006069E5" w:rsidRDefault="0003449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34494" w:rsidRDefault="00034494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ПСД для благоустройства </w:t>
            </w:r>
            <w:r w:rsidRPr="00255F03">
              <w:rPr>
                <w:rFonts w:ascii="Times New Roman" w:hAnsi="Times New Roman" w:cs="Times New Roman"/>
              </w:rPr>
              <w:t>дворовой территории: ст. Старотитаровская  ул. Комсомольская,95,93,11,19,17</w:t>
            </w:r>
          </w:p>
          <w:p w:rsidR="00034494" w:rsidRPr="006069E5" w:rsidRDefault="00034494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34494" w:rsidRPr="006069E5" w:rsidRDefault="00034494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34494" w:rsidRPr="0021762B" w:rsidRDefault="00034494" w:rsidP="002176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1762B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034494" w:rsidRPr="00DD68EE" w:rsidRDefault="00034494" w:rsidP="0021762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34494" w:rsidRPr="006069E5" w:rsidRDefault="0003449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034494" w:rsidRPr="006069E5" w:rsidRDefault="0003449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992 0503 6800110370 244</w:t>
            </w:r>
          </w:p>
        </w:tc>
        <w:tc>
          <w:tcPr>
            <w:tcW w:w="1260" w:type="dxa"/>
          </w:tcPr>
          <w:p w:rsidR="00034494" w:rsidRPr="006069E5" w:rsidRDefault="00034494" w:rsidP="009C6C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34494" w:rsidRPr="006069E5" w:rsidRDefault="00034494" w:rsidP="009C6C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34494" w:rsidRPr="006069E5" w:rsidRDefault="00034494" w:rsidP="009C6C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034494" w:rsidRPr="006069E5" w:rsidRDefault="00034494" w:rsidP="009C6C3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4494" w:rsidRPr="006069E5">
        <w:tc>
          <w:tcPr>
            <w:tcW w:w="1151" w:type="dxa"/>
          </w:tcPr>
          <w:p w:rsidR="00034494" w:rsidRPr="006069E5" w:rsidRDefault="0003449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34494" w:rsidRDefault="00034494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34494" w:rsidRDefault="00034494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494" w:rsidRDefault="00034494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494" w:rsidRDefault="00034494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494" w:rsidRPr="0021762B" w:rsidRDefault="00034494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мероприятия по </w:t>
            </w:r>
            <w:r w:rsidRPr="0021762B">
              <w:rPr>
                <w:rFonts w:ascii="Times New Roman" w:hAnsi="Times New Roman" w:cs="Times New Roman"/>
              </w:rPr>
              <w:t>повышени</w:t>
            </w:r>
            <w:r>
              <w:rPr>
                <w:rFonts w:ascii="Times New Roman" w:hAnsi="Times New Roman" w:cs="Times New Roman"/>
              </w:rPr>
              <w:t>ю</w:t>
            </w:r>
            <w:r w:rsidRPr="0021762B">
              <w:rPr>
                <w:rFonts w:ascii="Times New Roman" w:hAnsi="Times New Roman" w:cs="Times New Roman"/>
              </w:rPr>
              <w:t xml:space="preserve"> уровня благоустройства дворовых территорий и территорий общего пользования</w:t>
            </w:r>
          </w:p>
          <w:p w:rsidR="00034494" w:rsidRPr="007A5CB9" w:rsidRDefault="00034494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34494" w:rsidRPr="006069E5" w:rsidRDefault="00034494" w:rsidP="00D93DD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34494" w:rsidRDefault="00034494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034494" w:rsidRDefault="00034494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494" w:rsidRDefault="00034494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494" w:rsidRDefault="00034494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34494" w:rsidRPr="006069E5" w:rsidRDefault="00034494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34494" w:rsidRPr="0024685E" w:rsidRDefault="00034494" w:rsidP="00D93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034494" w:rsidRPr="006069E5" w:rsidRDefault="00034494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34494" w:rsidRPr="006069E5" w:rsidRDefault="00034494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34494" w:rsidRPr="006069E5" w:rsidRDefault="00034494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34494" w:rsidRPr="006069E5" w:rsidRDefault="00034494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34494" w:rsidRPr="006069E5" w:rsidRDefault="00034494" w:rsidP="00D93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034494" w:rsidRDefault="0003449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494" w:rsidRDefault="0003449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494" w:rsidRDefault="0003449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34494" w:rsidRDefault="00034494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034494" w:rsidRDefault="00034494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34494" w:rsidRPr="0064236D" w:rsidRDefault="0003449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034494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494" w:rsidRDefault="00034494" w:rsidP="007D6942">
      <w:r>
        <w:separator/>
      </w:r>
    </w:p>
  </w:endnote>
  <w:endnote w:type="continuationSeparator" w:id="0">
    <w:p w:rsidR="00034494" w:rsidRDefault="00034494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494" w:rsidRDefault="00034494" w:rsidP="007D6942">
      <w:r>
        <w:separator/>
      </w:r>
    </w:p>
  </w:footnote>
  <w:footnote w:type="continuationSeparator" w:id="0">
    <w:p w:rsidR="00034494" w:rsidRDefault="00034494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494" w:rsidRDefault="00034494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034494" w:rsidRPr="00A80EF1" w:rsidRDefault="00034494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34494"/>
    <w:rsid w:val="00043329"/>
    <w:rsid w:val="000471A7"/>
    <w:rsid w:val="00051D95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15C64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6D5E"/>
    <w:rsid w:val="00212251"/>
    <w:rsid w:val="0021762B"/>
    <w:rsid w:val="002243E5"/>
    <w:rsid w:val="002246DC"/>
    <w:rsid w:val="00240A6A"/>
    <w:rsid w:val="00240DF8"/>
    <w:rsid w:val="00241A34"/>
    <w:rsid w:val="00244277"/>
    <w:rsid w:val="0024685E"/>
    <w:rsid w:val="00250BFB"/>
    <w:rsid w:val="00255F03"/>
    <w:rsid w:val="00285170"/>
    <w:rsid w:val="00287F42"/>
    <w:rsid w:val="00294148"/>
    <w:rsid w:val="0029793F"/>
    <w:rsid w:val="002A054F"/>
    <w:rsid w:val="002B2635"/>
    <w:rsid w:val="00302555"/>
    <w:rsid w:val="00305E61"/>
    <w:rsid w:val="00322B49"/>
    <w:rsid w:val="0032383C"/>
    <w:rsid w:val="00336F1A"/>
    <w:rsid w:val="0034154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B7D09"/>
    <w:rsid w:val="003C7B36"/>
    <w:rsid w:val="003D106F"/>
    <w:rsid w:val="003D747F"/>
    <w:rsid w:val="003F1BDD"/>
    <w:rsid w:val="003F2D98"/>
    <w:rsid w:val="004227BB"/>
    <w:rsid w:val="004335C1"/>
    <w:rsid w:val="00445026"/>
    <w:rsid w:val="00452B4E"/>
    <w:rsid w:val="00453CC9"/>
    <w:rsid w:val="00472DFB"/>
    <w:rsid w:val="00477E9D"/>
    <w:rsid w:val="0049599F"/>
    <w:rsid w:val="004C466D"/>
    <w:rsid w:val="004D08C1"/>
    <w:rsid w:val="004D5D87"/>
    <w:rsid w:val="004D6453"/>
    <w:rsid w:val="004E0B9F"/>
    <w:rsid w:val="004E1784"/>
    <w:rsid w:val="004E41F2"/>
    <w:rsid w:val="004F53C4"/>
    <w:rsid w:val="00503F7E"/>
    <w:rsid w:val="005366A2"/>
    <w:rsid w:val="0054691E"/>
    <w:rsid w:val="00546AAB"/>
    <w:rsid w:val="00555C25"/>
    <w:rsid w:val="00564935"/>
    <w:rsid w:val="0056741B"/>
    <w:rsid w:val="00580DF5"/>
    <w:rsid w:val="00584CF8"/>
    <w:rsid w:val="005959ED"/>
    <w:rsid w:val="005B0797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B1054"/>
    <w:rsid w:val="006D3EC1"/>
    <w:rsid w:val="006E3756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5A36"/>
    <w:rsid w:val="007D6942"/>
    <w:rsid w:val="007E7D6B"/>
    <w:rsid w:val="007F7199"/>
    <w:rsid w:val="0080164D"/>
    <w:rsid w:val="008032DD"/>
    <w:rsid w:val="0081142F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D3C2C"/>
    <w:rsid w:val="008D539A"/>
    <w:rsid w:val="008E6FA9"/>
    <w:rsid w:val="00905C09"/>
    <w:rsid w:val="0091231C"/>
    <w:rsid w:val="00916317"/>
    <w:rsid w:val="00930E70"/>
    <w:rsid w:val="00943806"/>
    <w:rsid w:val="00954C8E"/>
    <w:rsid w:val="00960535"/>
    <w:rsid w:val="0096355C"/>
    <w:rsid w:val="00963883"/>
    <w:rsid w:val="00967F4E"/>
    <w:rsid w:val="0098228E"/>
    <w:rsid w:val="0099006E"/>
    <w:rsid w:val="009916E6"/>
    <w:rsid w:val="009B3980"/>
    <w:rsid w:val="009C2CF1"/>
    <w:rsid w:val="009C6C3B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521B"/>
    <w:rsid w:val="00B975E4"/>
    <w:rsid w:val="00BA2BC5"/>
    <w:rsid w:val="00BC61DC"/>
    <w:rsid w:val="00BF6D41"/>
    <w:rsid w:val="00C27A6B"/>
    <w:rsid w:val="00C33EA9"/>
    <w:rsid w:val="00C35E09"/>
    <w:rsid w:val="00C400CB"/>
    <w:rsid w:val="00C71732"/>
    <w:rsid w:val="00C74FCF"/>
    <w:rsid w:val="00C7608E"/>
    <w:rsid w:val="00C825C3"/>
    <w:rsid w:val="00CB12F7"/>
    <w:rsid w:val="00CB195E"/>
    <w:rsid w:val="00CB64CE"/>
    <w:rsid w:val="00CC01D9"/>
    <w:rsid w:val="00CC0F3B"/>
    <w:rsid w:val="00CD668E"/>
    <w:rsid w:val="00CE4593"/>
    <w:rsid w:val="00CF3AB6"/>
    <w:rsid w:val="00CF7947"/>
    <w:rsid w:val="00D046B1"/>
    <w:rsid w:val="00D0612F"/>
    <w:rsid w:val="00D102AB"/>
    <w:rsid w:val="00D20829"/>
    <w:rsid w:val="00D5605F"/>
    <w:rsid w:val="00D70BE1"/>
    <w:rsid w:val="00D737C3"/>
    <w:rsid w:val="00D7385B"/>
    <w:rsid w:val="00D87360"/>
    <w:rsid w:val="00D93DD1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039F"/>
    <w:rsid w:val="00E23D36"/>
    <w:rsid w:val="00E3318F"/>
    <w:rsid w:val="00E57BE0"/>
    <w:rsid w:val="00E57E39"/>
    <w:rsid w:val="00E67030"/>
    <w:rsid w:val="00E73D5F"/>
    <w:rsid w:val="00E8140E"/>
    <w:rsid w:val="00E852DA"/>
    <w:rsid w:val="00ED3983"/>
    <w:rsid w:val="00ED5784"/>
    <w:rsid w:val="00EF1BAD"/>
    <w:rsid w:val="00EF3939"/>
    <w:rsid w:val="00F10576"/>
    <w:rsid w:val="00F14138"/>
    <w:rsid w:val="00F20843"/>
    <w:rsid w:val="00F233BB"/>
    <w:rsid w:val="00F2569A"/>
    <w:rsid w:val="00F27FC1"/>
    <w:rsid w:val="00F33020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paragraph" w:customStyle="1" w:styleId="a1">
    <w:name w:val="Знак Знак Знак Знак Знак Знак Знак Знак Знак Знак"/>
    <w:basedOn w:val="Normal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45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419</TotalTime>
  <Pages>2</Pages>
  <Words>209</Words>
  <Characters>1197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149</cp:revision>
  <cp:lastPrinted>2021-07-05T12:26:00Z</cp:lastPrinted>
  <dcterms:created xsi:type="dcterms:W3CDTF">2021-05-31T11:19:00Z</dcterms:created>
  <dcterms:modified xsi:type="dcterms:W3CDTF">2022-12-15T12:22:00Z</dcterms:modified>
</cp:coreProperties>
</file>