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38" w:rsidRDefault="003D4C38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D4C38" w:rsidRDefault="003D4C38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D4C38" w:rsidRDefault="003D4C38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D4C38" w:rsidRDefault="003D4C38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 №_____</w:t>
      </w:r>
    </w:p>
    <w:p w:rsidR="003D4C38" w:rsidRDefault="003D4C3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Pr="00D737C3" w:rsidRDefault="003D4C3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Default="003D4C3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D4C38" w:rsidRPr="003500BD" w:rsidRDefault="003D4C38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D4C38" w:rsidRPr="003500BD" w:rsidRDefault="003D4C38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Pr="00D737C3" w:rsidRDefault="003D4C3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D4C38" w:rsidRPr="006069E5">
        <w:tc>
          <w:tcPr>
            <w:tcW w:w="1162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D4C38" w:rsidRPr="006069E5">
        <w:tc>
          <w:tcPr>
            <w:tcW w:w="1162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D4C38" w:rsidRPr="006069E5" w:rsidRDefault="003D4C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D4C38" w:rsidRPr="006069E5" w:rsidRDefault="003D4C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D4C38" w:rsidRPr="006069E5" w:rsidRDefault="003D4C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D4C38" w:rsidRPr="006069E5" w:rsidRDefault="003D4C3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D4C38" w:rsidRPr="0064236D" w:rsidRDefault="003D4C3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D4C38" w:rsidRPr="006069E5">
        <w:trPr>
          <w:tblHeader/>
        </w:trPr>
        <w:tc>
          <w:tcPr>
            <w:tcW w:w="1151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D4C38" w:rsidRPr="006069E5" w:rsidRDefault="003D4C3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D4C38" w:rsidRPr="006069E5">
        <w:tc>
          <w:tcPr>
            <w:tcW w:w="1151" w:type="dxa"/>
          </w:tcPr>
          <w:p w:rsidR="003D4C38" w:rsidRPr="006069E5" w:rsidRDefault="003D4C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D4C38" w:rsidRPr="006069E5" w:rsidRDefault="003D4C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культуры, мест захоронений, </w:t>
            </w: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D4C38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D4C38" w:rsidRPr="00DD68EE" w:rsidRDefault="003D4C38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воинских захоронений на территории Старотитаровского сельского поселения Темрюкского района</w:t>
            </w:r>
          </w:p>
          <w:p w:rsidR="003D4C38" w:rsidRPr="006069E5" w:rsidRDefault="003D4C38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D4C38" w:rsidRPr="006069E5" w:rsidRDefault="003D4C3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D4C38" w:rsidRPr="00DD68EE" w:rsidRDefault="003D4C38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D4C38" w:rsidRPr="006069E5" w:rsidRDefault="003D4C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D4C38" w:rsidRPr="006069E5" w:rsidRDefault="003D4C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</w:p>
        </w:tc>
        <w:tc>
          <w:tcPr>
            <w:tcW w:w="1260" w:type="dxa"/>
          </w:tcPr>
          <w:p w:rsidR="003D4C38" w:rsidRPr="006069E5" w:rsidRDefault="003D4C38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D4C38" w:rsidRPr="006069E5" w:rsidRDefault="003D4C38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3D4C38" w:rsidRPr="006069E5" w:rsidRDefault="003D4C38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D4C38" w:rsidRPr="006069E5" w:rsidRDefault="003D4C38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4C38" w:rsidRPr="006069E5">
        <w:tc>
          <w:tcPr>
            <w:tcW w:w="1151" w:type="dxa"/>
          </w:tcPr>
          <w:p w:rsidR="003D4C38" w:rsidRPr="006069E5" w:rsidRDefault="003D4C3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D4C38" w:rsidRDefault="003D4C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D4C38" w:rsidRPr="007A5CB9" w:rsidRDefault="003D4C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3D4C38" w:rsidRPr="006069E5" w:rsidRDefault="003D4C38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D4C38" w:rsidRPr="006069E5" w:rsidRDefault="003D4C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D4C38" w:rsidRPr="0024685E" w:rsidRDefault="003D4C38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D4C38" w:rsidRPr="006069E5" w:rsidRDefault="003D4C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D4C38" w:rsidRPr="006069E5" w:rsidRDefault="003D4C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D4C38" w:rsidRPr="006069E5" w:rsidRDefault="003D4C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D4C38" w:rsidRPr="006069E5" w:rsidRDefault="003D4C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D4C38" w:rsidRPr="006069E5" w:rsidRDefault="003D4C3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D4C38" w:rsidRDefault="003D4C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Default="003D4C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Default="003D4C3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4C38" w:rsidRDefault="003D4C3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D4C38" w:rsidRDefault="003D4C3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D4C38" w:rsidRPr="0064236D" w:rsidRDefault="003D4C3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3D4C3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C38" w:rsidRDefault="003D4C38" w:rsidP="007D6942">
      <w:r>
        <w:separator/>
      </w:r>
    </w:p>
  </w:endnote>
  <w:endnote w:type="continuationSeparator" w:id="0">
    <w:p w:rsidR="003D4C38" w:rsidRDefault="003D4C3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C38" w:rsidRDefault="003D4C38" w:rsidP="007D6942">
      <w:r>
        <w:separator/>
      </w:r>
    </w:p>
  </w:footnote>
  <w:footnote w:type="continuationSeparator" w:id="0">
    <w:p w:rsidR="003D4C38" w:rsidRDefault="003D4C3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C38" w:rsidRDefault="003D4C3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D4C38" w:rsidRPr="00A80EF1" w:rsidRDefault="003D4C3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2FB4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5E56"/>
    <w:rsid w:val="00393B47"/>
    <w:rsid w:val="003A1A1D"/>
    <w:rsid w:val="003C7B36"/>
    <w:rsid w:val="003D4C38"/>
    <w:rsid w:val="003D747F"/>
    <w:rsid w:val="003F1BDD"/>
    <w:rsid w:val="003F2D98"/>
    <w:rsid w:val="004227BB"/>
    <w:rsid w:val="00431773"/>
    <w:rsid w:val="004335C1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30D67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8232B"/>
    <w:rsid w:val="00FC1E23"/>
    <w:rsid w:val="00FC4C64"/>
    <w:rsid w:val="00FC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9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2</Pages>
  <Words>243</Words>
  <Characters>1391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132</cp:revision>
  <cp:lastPrinted>2021-07-05T12:26:00Z</cp:lastPrinted>
  <dcterms:created xsi:type="dcterms:W3CDTF">2021-05-31T11:19:00Z</dcterms:created>
  <dcterms:modified xsi:type="dcterms:W3CDTF">2022-12-15T11:08:00Z</dcterms:modified>
</cp:coreProperties>
</file>