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B59" w:rsidRDefault="00C82B59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82B59" w:rsidRDefault="00C82B59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C82B59" w:rsidRDefault="00C82B59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C82B59" w:rsidRDefault="00C82B59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_____________________ №______</w:t>
      </w:r>
    </w:p>
    <w:p w:rsidR="00C82B59" w:rsidRPr="00A0260D" w:rsidRDefault="00C82B59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2B59" w:rsidRDefault="00C82B5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82B59" w:rsidRPr="00D737C3" w:rsidRDefault="00C82B5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82B59" w:rsidRDefault="00C82B5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C82B59" w:rsidRPr="00A0260D" w:rsidRDefault="00C82B59" w:rsidP="00A0260D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  в Старотитаровском сельском поселении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C82B59" w:rsidRDefault="00C82B59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C82B59" w:rsidRPr="006069E5">
        <w:tc>
          <w:tcPr>
            <w:tcW w:w="1162" w:type="dxa"/>
            <w:vMerge w:val="restart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C82B59" w:rsidRPr="006069E5">
        <w:tc>
          <w:tcPr>
            <w:tcW w:w="1162" w:type="dxa"/>
            <w:vMerge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82B59" w:rsidRPr="006069E5" w:rsidRDefault="00C82B5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C82B59" w:rsidRPr="006069E5" w:rsidRDefault="00C82B5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C82B59" w:rsidRPr="006069E5" w:rsidRDefault="00C82B5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C82B59" w:rsidRPr="006069E5" w:rsidRDefault="00C82B5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C82B59" w:rsidRPr="0064236D" w:rsidRDefault="00C82B59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C82B59" w:rsidRPr="006069E5">
        <w:trPr>
          <w:tblHeader/>
        </w:trPr>
        <w:tc>
          <w:tcPr>
            <w:tcW w:w="1151" w:type="dxa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82B59" w:rsidRPr="006069E5" w:rsidRDefault="00C82B5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C82B59" w:rsidRPr="00383247" w:rsidRDefault="00C82B59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E2BA2">
              <w:rPr>
                <w:rFonts w:ascii="Times New Roman" w:hAnsi="Times New Roman" w:cs="Times New Roman"/>
              </w:rPr>
              <w:t xml:space="preserve">Подпрограмма </w:t>
            </w:r>
            <w:r w:rsidRPr="00383247">
              <w:rPr>
                <w:rFonts w:ascii="Times New Roman" w:hAnsi="Times New Roman" w:cs="Times New Roman"/>
              </w:rPr>
              <w:t xml:space="preserve"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 </w:t>
            </w:r>
          </w:p>
          <w:p w:rsidR="00C82B59" w:rsidRPr="00930D5F" w:rsidRDefault="00C82B59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82B59" w:rsidRPr="002D1A4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D1A45">
              <w:rPr>
                <w:rFonts w:ascii="Times New Roman" w:hAnsi="Times New Roman" w:cs="Times New Roman"/>
              </w:rPr>
              <w:t>разработка ПСД на установку видеонаблюдения: объект - Сквер  по ул. Ленина</w:t>
            </w:r>
          </w:p>
          <w:p w:rsidR="00C82B59" w:rsidRPr="007A5CB9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82B59" w:rsidRPr="006069E5" w:rsidRDefault="00C82B59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2B59" w:rsidRPr="00930D5F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C82B59" w:rsidRPr="008B5654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992 0310 5710110080 244</w:t>
            </w:r>
          </w:p>
        </w:tc>
        <w:tc>
          <w:tcPr>
            <w:tcW w:w="126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82B59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</w:p>
          <w:p w:rsidR="00C82B59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C82B59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C82B59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82B59" w:rsidRPr="007A5CB9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социального объекта – Сквер по ул. Ленина системой видеонаблюдения</w:t>
            </w:r>
          </w:p>
        </w:tc>
        <w:tc>
          <w:tcPr>
            <w:tcW w:w="941" w:type="dxa"/>
            <w:vAlign w:val="center"/>
          </w:tcPr>
          <w:p w:rsidR="00C82B59" w:rsidRPr="006069E5" w:rsidRDefault="00C82B59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82B59" w:rsidRPr="0024685E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82B59" w:rsidRPr="007A5CB9" w:rsidRDefault="00C82B5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82B59" w:rsidRPr="006069E5" w:rsidRDefault="00C82B59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82B59" w:rsidRPr="006069E5" w:rsidRDefault="00C82B5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82B59" w:rsidRPr="0024685E" w:rsidRDefault="00C82B5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C82B59" w:rsidRDefault="00C82B59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«Обеспечение первичных мер пожарной безопасности в Старотитаровском сельском поселении Темрюкского района»</w:t>
            </w:r>
          </w:p>
          <w:p w:rsidR="00C82B59" w:rsidRPr="001E2BA2" w:rsidRDefault="00C82B59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069E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16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82B59" w:rsidRDefault="00C82B59" w:rsidP="007E1EF9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первичных средств пожаротушения и средств защиты</w:t>
            </w:r>
          </w:p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82B59" w:rsidRPr="006069E5" w:rsidRDefault="00C82B59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2B59" w:rsidRPr="00930D5F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C82B59" w:rsidRPr="008B5654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C82B59" w:rsidRPr="006069E5" w:rsidRDefault="00C82B59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82B59" w:rsidRPr="006069E5" w:rsidRDefault="00C82B59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82B59" w:rsidRPr="006069E5" w:rsidRDefault="00C82B59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134" w:type="dxa"/>
          </w:tcPr>
          <w:p w:rsidR="00C82B59" w:rsidRPr="006069E5" w:rsidRDefault="00C82B59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82B59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82B59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первичными средствами пожаротушения  и средствами защиты</w:t>
            </w:r>
            <w:r w:rsidRPr="00121AED">
              <w:t xml:space="preserve"> </w:t>
            </w:r>
            <w:r w:rsidRPr="00C57F83">
              <w:rPr>
                <w:rFonts w:ascii="Times New Roman" w:hAnsi="Times New Roman" w:cs="Times New Roman"/>
              </w:rPr>
              <w:t>добровольной пожарной охраны</w:t>
            </w:r>
          </w:p>
          <w:p w:rsidR="00C82B59" w:rsidRPr="007A5CB9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82B59" w:rsidRPr="006069E5" w:rsidRDefault="00C82B59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82B59" w:rsidRPr="0024685E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16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941" w:type="dxa"/>
            <w:vAlign w:val="center"/>
          </w:tcPr>
          <w:p w:rsidR="00C82B59" w:rsidRPr="006069E5" w:rsidRDefault="00C82B59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2B59" w:rsidRPr="00930D5F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C82B59" w:rsidRPr="008B5654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134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82B59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82B59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информационной и агитационной работы</w:t>
            </w:r>
          </w:p>
          <w:p w:rsidR="00C82B59" w:rsidRPr="007A5CB9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82B59" w:rsidRPr="006069E5" w:rsidRDefault="00C82B59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82B59" w:rsidRPr="0024685E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516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BC1">
              <w:rPr>
                <w:rFonts w:ascii="Times New Roman" w:hAnsi="Times New Roman" w:cs="Times New Roman"/>
              </w:rPr>
              <w:t xml:space="preserve">приобретение и замена пожарных гидрантов для </w:t>
            </w:r>
            <w:r>
              <w:rPr>
                <w:rFonts w:ascii="Times New Roman" w:hAnsi="Times New Roman" w:cs="Times New Roman"/>
              </w:rPr>
              <w:t>пер</w:t>
            </w:r>
            <w:r w:rsidRPr="00F41BC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Красноармейский,</w:t>
            </w:r>
            <w:r w:rsidRPr="00F41BC1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Широкая</w:t>
            </w:r>
          </w:p>
        </w:tc>
        <w:tc>
          <w:tcPr>
            <w:tcW w:w="941" w:type="dxa"/>
            <w:vAlign w:val="center"/>
          </w:tcPr>
          <w:p w:rsidR="00C82B59" w:rsidRPr="006069E5" w:rsidRDefault="00C82B59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2B59" w:rsidRPr="00930D5F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C82B59" w:rsidRPr="008B5654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82B59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82B59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оснащению пер</w:t>
            </w:r>
            <w:r w:rsidRPr="00F41BC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Красноармейский,</w:t>
            </w:r>
            <w:r w:rsidRPr="00F41BC1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Широкая  пожарными гидрантами</w:t>
            </w:r>
          </w:p>
          <w:p w:rsidR="00C82B59" w:rsidRPr="007A5CB9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82B59" w:rsidRPr="006069E5" w:rsidRDefault="00C82B59" w:rsidP="007E1EF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2B59" w:rsidRPr="006069E5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82B59" w:rsidRPr="0024685E" w:rsidRDefault="00C82B5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82B59" w:rsidRPr="006069E5" w:rsidRDefault="00C82B59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82B59" w:rsidRPr="007A5CB9" w:rsidRDefault="00C82B5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82B59" w:rsidRPr="006069E5" w:rsidRDefault="00C82B59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82B59" w:rsidRPr="006069E5" w:rsidRDefault="00C82B5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82B59" w:rsidRPr="0024685E" w:rsidRDefault="00C82B5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C82B59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E131A">
              <w:rPr>
                <w:rFonts w:ascii="Times New Roman" w:hAnsi="Times New Roman" w:cs="Times New Roman"/>
              </w:rPr>
              <w:t>Подпрограмма 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C82B59" w:rsidRPr="008E131A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C82B59" w:rsidRPr="006069E5" w:rsidRDefault="00C82B59" w:rsidP="008E13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82B59" w:rsidRPr="008E131A" w:rsidRDefault="00C82B5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E131A">
              <w:rPr>
                <w:rFonts w:ascii="Times New Roman" w:hAnsi="Times New Roman" w:cs="Times New Roman"/>
              </w:rPr>
              <w:t>расходы на выплату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941" w:type="dxa"/>
            <w:vAlign w:val="center"/>
          </w:tcPr>
          <w:p w:rsidR="00C82B59" w:rsidRPr="006069E5" w:rsidRDefault="00C82B59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2B59" w:rsidRPr="00930D5F" w:rsidRDefault="00C82B59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C82B59" w:rsidRPr="008B5654" w:rsidRDefault="00C82B59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82B59" w:rsidRPr="006069E5" w:rsidRDefault="00C82B59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C82B59" w:rsidRPr="006069E5" w:rsidRDefault="00C82B59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992 0314 5730110100 120</w:t>
            </w:r>
          </w:p>
        </w:tc>
        <w:tc>
          <w:tcPr>
            <w:tcW w:w="1260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080" w:type="dxa"/>
          </w:tcPr>
          <w:p w:rsidR="00C82B59" w:rsidRPr="006069E5" w:rsidRDefault="00C82B59" w:rsidP="00F609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61,2</w:t>
            </w: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82B59" w:rsidRDefault="00C82B59" w:rsidP="00857F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82B59" w:rsidRPr="007A5CB9" w:rsidRDefault="00C82B59" w:rsidP="00857F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стимулированию народных дружинников</w:t>
            </w:r>
            <w:r w:rsidRPr="008E131A">
              <w:rPr>
                <w:rFonts w:ascii="Times New Roman" w:hAnsi="Times New Roman" w:cs="Times New Roman"/>
              </w:rPr>
              <w:t xml:space="preserve"> за участие в охране общественного порядка</w:t>
            </w:r>
          </w:p>
        </w:tc>
        <w:tc>
          <w:tcPr>
            <w:tcW w:w="941" w:type="dxa"/>
            <w:vAlign w:val="center"/>
          </w:tcPr>
          <w:p w:rsidR="00C82B59" w:rsidRPr="006069E5" w:rsidRDefault="00C82B59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2B59" w:rsidRPr="006069E5" w:rsidRDefault="00C82B59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82B59" w:rsidRPr="0024685E" w:rsidRDefault="00C82B59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C82B59" w:rsidRPr="006069E5" w:rsidRDefault="00C82B59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82B59" w:rsidRPr="006069E5" w:rsidRDefault="00C82B59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2B59" w:rsidRPr="006069E5" w:rsidRDefault="00C82B59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2B59" w:rsidRPr="006069E5" w:rsidRDefault="00C82B59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82B59" w:rsidRPr="006069E5" w:rsidRDefault="00C82B59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516" w:type="dxa"/>
          </w:tcPr>
          <w:p w:rsidR="00C82B59" w:rsidRPr="006069E5" w:rsidRDefault="00C82B59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82B59" w:rsidRDefault="00C82B59" w:rsidP="00C15BA4">
            <w:pPr>
              <w:pStyle w:val="a0"/>
              <w:rPr>
                <w:rFonts w:ascii="Times New Roman" w:hAnsi="Times New Roman" w:cs="Times New Roman"/>
              </w:rPr>
            </w:pPr>
            <w:r w:rsidRPr="000A3268">
              <w:rPr>
                <w:rFonts w:ascii="Times New Roman" w:hAnsi="Times New Roman" w:cs="Times New Roman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C82B59" w:rsidRPr="007A5CB9" w:rsidRDefault="00C82B5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82B59" w:rsidRPr="006069E5" w:rsidRDefault="00C82B59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2B59" w:rsidRPr="00930D5F" w:rsidRDefault="00C82B59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C82B59" w:rsidRPr="008B5654" w:rsidRDefault="00C82B59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82B59" w:rsidRPr="006069E5" w:rsidRDefault="00C82B59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C82B59" w:rsidRPr="006069E5" w:rsidRDefault="00C82B59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992 0314 5730110100 120</w:t>
            </w:r>
          </w:p>
        </w:tc>
        <w:tc>
          <w:tcPr>
            <w:tcW w:w="1260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82B59" w:rsidRPr="006069E5" w:rsidRDefault="00C82B5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82B59" w:rsidRPr="006069E5">
        <w:tc>
          <w:tcPr>
            <w:tcW w:w="1151" w:type="dxa"/>
          </w:tcPr>
          <w:p w:rsidR="00C82B59" w:rsidRPr="006069E5" w:rsidRDefault="00C82B5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82B59" w:rsidRDefault="00C82B59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82B59" w:rsidRPr="007A5CB9" w:rsidRDefault="00C82B59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 предупреждению конфликтов на</w:t>
            </w:r>
            <w:r w:rsidRPr="000A3268">
              <w:rPr>
                <w:rFonts w:ascii="Times New Roman" w:hAnsi="Times New Roman" w:cs="Times New Roman"/>
              </w:rPr>
              <w:t xml:space="preserve"> межэтнической и межконфессиональной</w:t>
            </w:r>
            <w:r>
              <w:rPr>
                <w:rFonts w:ascii="Times New Roman" w:hAnsi="Times New Roman" w:cs="Times New Roman"/>
              </w:rPr>
              <w:t xml:space="preserve"> основе</w:t>
            </w:r>
          </w:p>
        </w:tc>
        <w:tc>
          <w:tcPr>
            <w:tcW w:w="941" w:type="dxa"/>
            <w:vAlign w:val="center"/>
          </w:tcPr>
          <w:p w:rsidR="00C82B59" w:rsidRPr="006069E5" w:rsidRDefault="00C82B59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2B59" w:rsidRPr="006069E5" w:rsidRDefault="00C82B59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82B59" w:rsidRPr="0024685E" w:rsidRDefault="00C82B59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C82B59" w:rsidRPr="006069E5" w:rsidRDefault="00C82B59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82B59" w:rsidRPr="006069E5" w:rsidRDefault="00C82B59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2B59" w:rsidRPr="006069E5" w:rsidRDefault="00C82B59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2B59" w:rsidRPr="006069E5" w:rsidRDefault="00C82B59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82B59" w:rsidRPr="006069E5" w:rsidRDefault="00C82B59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C82B59" w:rsidRDefault="00C82B5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2B59" w:rsidRDefault="00C82B5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2B59" w:rsidRDefault="00C82B5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2B59" w:rsidRDefault="00C82B5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C82B59" w:rsidRDefault="00C82B5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C82B59" w:rsidRPr="0064236D" w:rsidRDefault="00C82B59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А.Ю. Лобыцина  </w:t>
      </w:r>
    </w:p>
    <w:sectPr w:rsidR="00C82B59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B59" w:rsidRDefault="00C82B59" w:rsidP="007D6942">
      <w:r>
        <w:separator/>
      </w:r>
    </w:p>
  </w:endnote>
  <w:endnote w:type="continuationSeparator" w:id="0">
    <w:p w:rsidR="00C82B59" w:rsidRDefault="00C82B59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B59" w:rsidRDefault="00C82B59" w:rsidP="007D6942">
      <w:r>
        <w:separator/>
      </w:r>
    </w:p>
  </w:footnote>
  <w:footnote w:type="continuationSeparator" w:id="0">
    <w:p w:rsidR="00C82B59" w:rsidRDefault="00C82B59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B59" w:rsidRDefault="00C82B59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C82B59" w:rsidRPr="00A80EF1" w:rsidRDefault="00C82B59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5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35E83"/>
    <w:rsid w:val="000471A7"/>
    <w:rsid w:val="0005160B"/>
    <w:rsid w:val="000677DD"/>
    <w:rsid w:val="00076146"/>
    <w:rsid w:val="00092349"/>
    <w:rsid w:val="000A1CD9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20544"/>
    <w:rsid w:val="00121AED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2BA2"/>
    <w:rsid w:val="001E7088"/>
    <w:rsid w:val="001F2603"/>
    <w:rsid w:val="001F6E6B"/>
    <w:rsid w:val="00206D5E"/>
    <w:rsid w:val="00212251"/>
    <w:rsid w:val="00223BE5"/>
    <w:rsid w:val="002246DC"/>
    <w:rsid w:val="0023172A"/>
    <w:rsid w:val="00237032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2B3C0E"/>
    <w:rsid w:val="002D1A45"/>
    <w:rsid w:val="00302555"/>
    <w:rsid w:val="00322B49"/>
    <w:rsid w:val="0032383C"/>
    <w:rsid w:val="00331CAC"/>
    <w:rsid w:val="00336F1A"/>
    <w:rsid w:val="003432B5"/>
    <w:rsid w:val="003454FC"/>
    <w:rsid w:val="00352444"/>
    <w:rsid w:val="00364D1A"/>
    <w:rsid w:val="003751AA"/>
    <w:rsid w:val="00383247"/>
    <w:rsid w:val="00385E56"/>
    <w:rsid w:val="00393B47"/>
    <w:rsid w:val="003A1A1D"/>
    <w:rsid w:val="003A3BD7"/>
    <w:rsid w:val="003C7B36"/>
    <w:rsid w:val="003D747F"/>
    <w:rsid w:val="003F1BDD"/>
    <w:rsid w:val="003F2D98"/>
    <w:rsid w:val="004227BB"/>
    <w:rsid w:val="004335C1"/>
    <w:rsid w:val="00452B4E"/>
    <w:rsid w:val="00461630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00FE0"/>
    <w:rsid w:val="005105E5"/>
    <w:rsid w:val="005366A2"/>
    <w:rsid w:val="0054691E"/>
    <w:rsid w:val="00546AAB"/>
    <w:rsid w:val="00555C25"/>
    <w:rsid w:val="00564935"/>
    <w:rsid w:val="00580DF5"/>
    <w:rsid w:val="00584CF8"/>
    <w:rsid w:val="005B0797"/>
    <w:rsid w:val="005B60FB"/>
    <w:rsid w:val="005E372B"/>
    <w:rsid w:val="006069E5"/>
    <w:rsid w:val="0061250E"/>
    <w:rsid w:val="00635D37"/>
    <w:rsid w:val="0063740B"/>
    <w:rsid w:val="00641C11"/>
    <w:rsid w:val="0064236D"/>
    <w:rsid w:val="00664C9A"/>
    <w:rsid w:val="0067380F"/>
    <w:rsid w:val="006811EE"/>
    <w:rsid w:val="00682270"/>
    <w:rsid w:val="00682450"/>
    <w:rsid w:val="00685BB4"/>
    <w:rsid w:val="006F1FB0"/>
    <w:rsid w:val="006F2B84"/>
    <w:rsid w:val="0070118C"/>
    <w:rsid w:val="00705B7B"/>
    <w:rsid w:val="0071727A"/>
    <w:rsid w:val="0071770D"/>
    <w:rsid w:val="007202BC"/>
    <w:rsid w:val="00760FBA"/>
    <w:rsid w:val="00780C3B"/>
    <w:rsid w:val="007A15D7"/>
    <w:rsid w:val="007A5CB9"/>
    <w:rsid w:val="007D6942"/>
    <w:rsid w:val="007E1EF9"/>
    <w:rsid w:val="007F7199"/>
    <w:rsid w:val="0080164D"/>
    <w:rsid w:val="008032DD"/>
    <w:rsid w:val="0081247D"/>
    <w:rsid w:val="00827962"/>
    <w:rsid w:val="00833765"/>
    <w:rsid w:val="00843816"/>
    <w:rsid w:val="00851081"/>
    <w:rsid w:val="00853FCF"/>
    <w:rsid w:val="00857FE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C650D"/>
    <w:rsid w:val="008E131A"/>
    <w:rsid w:val="008E6FA9"/>
    <w:rsid w:val="00905C09"/>
    <w:rsid w:val="0091430F"/>
    <w:rsid w:val="00916317"/>
    <w:rsid w:val="00917B55"/>
    <w:rsid w:val="00930D5F"/>
    <w:rsid w:val="00930E70"/>
    <w:rsid w:val="00954C8E"/>
    <w:rsid w:val="00960535"/>
    <w:rsid w:val="00960C0C"/>
    <w:rsid w:val="0096196B"/>
    <w:rsid w:val="0096355C"/>
    <w:rsid w:val="00963883"/>
    <w:rsid w:val="00967F4E"/>
    <w:rsid w:val="009C2CF1"/>
    <w:rsid w:val="009D0193"/>
    <w:rsid w:val="009D2659"/>
    <w:rsid w:val="009D37BC"/>
    <w:rsid w:val="00A0201C"/>
    <w:rsid w:val="00A0260D"/>
    <w:rsid w:val="00A05631"/>
    <w:rsid w:val="00A07C8B"/>
    <w:rsid w:val="00A10279"/>
    <w:rsid w:val="00A1246C"/>
    <w:rsid w:val="00A24EA6"/>
    <w:rsid w:val="00A41751"/>
    <w:rsid w:val="00A417F1"/>
    <w:rsid w:val="00A61DEF"/>
    <w:rsid w:val="00A63C9E"/>
    <w:rsid w:val="00A80EF1"/>
    <w:rsid w:val="00A9268B"/>
    <w:rsid w:val="00A95943"/>
    <w:rsid w:val="00AC03D6"/>
    <w:rsid w:val="00AC272C"/>
    <w:rsid w:val="00AC4B7D"/>
    <w:rsid w:val="00AD1F69"/>
    <w:rsid w:val="00AD3966"/>
    <w:rsid w:val="00AE1814"/>
    <w:rsid w:val="00AF3ADF"/>
    <w:rsid w:val="00B150A3"/>
    <w:rsid w:val="00B47DD0"/>
    <w:rsid w:val="00B63D09"/>
    <w:rsid w:val="00B725A7"/>
    <w:rsid w:val="00B75B97"/>
    <w:rsid w:val="00B80DD0"/>
    <w:rsid w:val="00B80FE0"/>
    <w:rsid w:val="00B866D3"/>
    <w:rsid w:val="00B975E4"/>
    <w:rsid w:val="00BA24BF"/>
    <w:rsid w:val="00BC61DC"/>
    <w:rsid w:val="00BF6D41"/>
    <w:rsid w:val="00C00C08"/>
    <w:rsid w:val="00C15BA4"/>
    <w:rsid w:val="00C26DA5"/>
    <w:rsid w:val="00C27A6B"/>
    <w:rsid w:val="00C35E09"/>
    <w:rsid w:val="00C400CB"/>
    <w:rsid w:val="00C4036D"/>
    <w:rsid w:val="00C57F83"/>
    <w:rsid w:val="00C71732"/>
    <w:rsid w:val="00C74FCF"/>
    <w:rsid w:val="00C7608E"/>
    <w:rsid w:val="00C8240F"/>
    <w:rsid w:val="00C82B59"/>
    <w:rsid w:val="00CB195E"/>
    <w:rsid w:val="00CB64CE"/>
    <w:rsid w:val="00CC0F3B"/>
    <w:rsid w:val="00CD668E"/>
    <w:rsid w:val="00CE4593"/>
    <w:rsid w:val="00CF3AB6"/>
    <w:rsid w:val="00D03576"/>
    <w:rsid w:val="00D046B1"/>
    <w:rsid w:val="00D0612F"/>
    <w:rsid w:val="00D102AB"/>
    <w:rsid w:val="00D20829"/>
    <w:rsid w:val="00D5605F"/>
    <w:rsid w:val="00D70A5E"/>
    <w:rsid w:val="00D70BE1"/>
    <w:rsid w:val="00D737C3"/>
    <w:rsid w:val="00D7385B"/>
    <w:rsid w:val="00DA618F"/>
    <w:rsid w:val="00DB13DD"/>
    <w:rsid w:val="00DB24AE"/>
    <w:rsid w:val="00DB2A7E"/>
    <w:rsid w:val="00DB31CC"/>
    <w:rsid w:val="00DB721F"/>
    <w:rsid w:val="00DC6D6A"/>
    <w:rsid w:val="00E01366"/>
    <w:rsid w:val="00E3318F"/>
    <w:rsid w:val="00E452D8"/>
    <w:rsid w:val="00E54550"/>
    <w:rsid w:val="00E57BE0"/>
    <w:rsid w:val="00E57E39"/>
    <w:rsid w:val="00E67030"/>
    <w:rsid w:val="00E73D5F"/>
    <w:rsid w:val="00E8140E"/>
    <w:rsid w:val="00EB1257"/>
    <w:rsid w:val="00ED5D9D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487B"/>
    <w:rsid w:val="00F6099E"/>
    <w:rsid w:val="00F8232B"/>
    <w:rsid w:val="00F82665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1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428</TotalTime>
  <Pages>5</Pages>
  <Words>646</Words>
  <Characters>3686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155</cp:revision>
  <cp:lastPrinted>2021-07-05T12:26:00Z</cp:lastPrinted>
  <dcterms:created xsi:type="dcterms:W3CDTF">2021-05-31T11:19:00Z</dcterms:created>
  <dcterms:modified xsi:type="dcterms:W3CDTF">2022-12-15T10:37:00Z</dcterms:modified>
</cp:coreProperties>
</file>