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29" w:rsidRDefault="00987929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87929" w:rsidRDefault="00987929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987929" w:rsidRDefault="00987929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87929" w:rsidRDefault="00987929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 №_____</w:t>
      </w:r>
    </w:p>
    <w:p w:rsidR="00987929" w:rsidRDefault="0098792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87929" w:rsidRPr="00D737C3" w:rsidRDefault="0098792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87929" w:rsidRDefault="0098792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987929" w:rsidRPr="00876237" w:rsidRDefault="00987929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 подготовке землеустроительной документации на территории</w:t>
      </w:r>
    </w:p>
    <w:p w:rsidR="00987929" w:rsidRPr="00876237" w:rsidRDefault="00987929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Старотитаровского сельского поселения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87929" w:rsidRDefault="0098792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7929" w:rsidRPr="00D737C3" w:rsidRDefault="0098792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987929" w:rsidRPr="006069E5">
        <w:tc>
          <w:tcPr>
            <w:tcW w:w="1162" w:type="dxa"/>
            <w:vMerge w:val="restart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987929" w:rsidRPr="006069E5">
        <w:tc>
          <w:tcPr>
            <w:tcW w:w="1162" w:type="dxa"/>
            <w:vMerge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87929" w:rsidRPr="006069E5" w:rsidRDefault="0098792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987929" w:rsidRPr="006069E5" w:rsidRDefault="0098792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987929" w:rsidRPr="006069E5" w:rsidRDefault="0098792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987929" w:rsidRPr="006069E5" w:rsidRDefault="0098792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987929" w:rsidRPr="0064236D" w:rsidRDefault="0098792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987929" w:rsidRPr="006069E5">
        <w:trPr>
          <w:tblHeader/>
        </w:trPr>
        <w:tc>
          <w:tcPr>
            <w:tcW w:w="1151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87929" w:rsidRPr="006069E5" w:rsidRDefault="0098792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987929" w:rsidRPr="006069E5">
        <w:tc>
          <w:tcPr>
            <w:tcW w:w="1151" w:type="dxa"/>
          </w:tcPr>
          <w:p w:rsidR="00987929" w:rsidRPr="006069E5" w:rsidRDefault="0098792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987929" w:rsidRPr="006069E5" w:rsidRDefault="0098792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87929" w:rsidRPr="006069E5" w:rsidRDefault="00987929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41" w:type="dxa"/>
            <w:vAlign w:val="center"/>
          </w:tcPr>
          <w:p w:rsidR="00987929" w:rsidRPr="006069E5" w:rsidRDefault="00987929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87929" w:rsidRPr="008B5654" w:rsidRDefault="0098792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5654">
              <w:rPr>
                <w:rFonts w:ascii="Times New Roman" w:hAnsi="Times New Roman" w:cs="Times New Roman"/>
              </w:rPr>
              <w:t>Начальник отдела по имущественным вопросам и вопросам ЖКХ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87929" w:rsidRPr="006069E5" w:rsidRDefault="0098792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987929" w:rsidRPr="006069E5" w:rsidRDefault="0098792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992 0412 5910110160 244</w:t>
            </w:r>
          </w:p>
        </w:tc>
        <w:tc>
          <w:tcPr>
            <w:tcW w:w="1260" w:type="dxa"/>
          </w:tcPr>
          <w:p w:rsidR="00987929" w:rsidRPr="006069E5" w:rsidRDefault="00987929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987929" w:rsidRPr="006069E5" w:rsidRDefault="00987929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987929" w:rsidRPr="006069E5" w:rsidRDefault="00987929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87929" w:rsidRPr="006069E5" w:rsidRDefault="00987929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87929" w:rsidRPr="006069E5">
        <w:tc>
          <w:tcPr>
            <w:tcW w:w="1151" w:type="dxa"/>
          </w:tcPr>
          <w:p w:rsidR="00987929" w:rsidRPr="006069E5" w:rsidRDefault="0098792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87929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987929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87929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87929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87929" w:rsidRPr="007A5CB9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 w:rsidRPr="008B5654">
              <w:rPr>
                <w:rFonts w:ascii="Times New Roman" w:hAnsi="Times New Roman" w:cs="Times New Roman"/>
              </w:rPr>
              <w:t>подготовк</w:t>
            </w:r>
            <w:r>
              <w:rPr>
                <w:rFonts w:ascii="Times New Roman" w:hAnsi="Times New Roman" w:cs="Times New Roman"/>
              </w:rPr>
              <w:t>и</w:t>
            </w:r>
            <w:r w:rsidRPr="008B5654">
              <w:rPr>
                <w:rFonts w:ascii="Times New Roman" w:hAnsi="Times New Roman" w:cs="Times New Roman"/>
              </w:rPr>
              <w:t xml:space="preserve"> межевого плана на земельные участки</w:t>
            </w:r>
          </w:p>
        </w:tc>
        <w:tc>
          <w:tcPr>
            <w:tcW w:w="941" w:type="dxa"/>
            <w:vAlign w:val="center"/>
          </w:tcPr>
          <w:p w:rsidR="00987929" w:rsidRPr="006069E5" w:rsidRDefault="00987929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87929" w:rsidRPr="006069E5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87929" w:rsidRPr="0024685E" w:rsidRDefault="0098792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987929" w:rsidRPr="006069E5" w:rsidRDefault="0098792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87929" w:rsidRPr="006069E5" w:rsidRDefault="0098792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87929" w:rsidRPr="006069E5" w:rsidRDefault="0098792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87929" w:rsidRPr="006069E5" w:rsidRDefault="0098792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87929" w:rsidRPr="006069E5" w:rsidRDefault="0098792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987929" w:rsidRDefault="0098792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7929" w:rsidRDefault="0098792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7929" w:rsidRDefault="0098792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7929" w:rsidRDefault="0098792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87929" w:rsidRDefault="0098792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987929" w:rsidRPr="0064236D" w:rsidRDefault="0098792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А.Ю. Лобыцина  </w:t>
      </w:r>
    </w:p>
    <w:sectPr w:rsidR="0098792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929" w:rsidRDefault="00987929" w:rsidP="007D6942">
      <w:r>
        <w:separator/>
      </w:r>
    </w:p>
  </w:endnote>
  <w:endnote w:type="continuationSeparator" w:id="0">
    <w:p w:rsidR="00987929" w:rsidRDefault="00987929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929" w:rsidRDefault="00987929" w:rsidP="007D6942">
      <w:r>
        <w:separator/>
      </w:r>
    </w:p>
  </w:footnote>
  <w:footnote w:type="continuationSeparator" w:id="0">
    <w:p w:rsidR="00987929" w:rsidRDefault="00987929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929" w:rsidRDefault="00987929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987929" w:rsidRPr="00A80EF1" w:rsidRDefault="0098792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97ABE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35AC"/>
    <w:rsid w:val="00115768"/>
    <w:rsid w:val="00120544"/>
    <w:rsid w:val="00125796"/>
    <w:rsid w:val="00130F43"/>
    <w:rsid w:val="001471D0"/>
    <w:rsid w:val="00164E78"/>
    <w:rsid w:val="00166C53"/>
    <w:rsid w:val="00172D66"/>
    <w:rsid w:val="00185F36"/>
    <w:rsid w:val="0018768F"/>
    <w:rsid w:val="001B7323"/>
    <w:rsid w:val="001C4424"/>
    <w:rsid w:val="001D011F"/>
    <w:rsid w:val="001E7088"/>
    <w:rsid w:val="001F2603"/>
    <w:rsid w:val="00206D5E"/>
    <w:rsid w:val="00212251"/>
    <w:rsid w:val="002246DC"/>
    <w:rsid w:val="002365B5"/>
    <w:rsid w:val="00240DF8"/>
    <w:rsid w:val="0024685E"/>
    <w:rsid w:val="00250BFB"/>
    <w:rsid w:val="00285170"/>
    <w:rsid w:val="00287F42"/>
    <w:rsid w:val="002918E7"/>
    <w:rsid w:val="00294148"/>
    <w:rsid w:val="0029793F"/>
    <w:rsid w:val="002A054F"/>
    <w:rsid w:val="002B2635"/>
    <w:rsid w:val="002E44B7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635E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4236D"/>
    <w:rsid w:val="0067380F"/>
    <w:rsid w:val="00677896"/>
    <w:rsid w:val="006811EE"/>
    <w:rsid w:val="00682270"/>
    <w:rsid w:val="00682450"/>
    <w:rsid w:val="00692F34"/>
    <w:rsid w:val="006B7CCA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33765"/>
    <w:rsid w:val="00845A5D"/>
    <w:rsid w:val="00851081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5046"/>
    <w:rsid w:val="00916317"/>
    <w:rsid w:val="00930E70"/>
    <w:rsid w:val="00954C8E"/>
    <w:rsid w:val="00960535"/>
    <w:rsid w:val="0096355C"/>
    <w:rsid w:val="00963883"/>
    <w:rsid w:val="00967F4E"/>
    <w:rsid w:val="00987929"/>
    <w:rsid w:val="009C2CF1"/>
    <w:rsid w:val="009D2659"/>
    <w:rsid w:val="009D37BC"/>
    <w:rsid w:val="009D6819"/>
    <w:rsid w:val="00A0201C"/>
    <w:rsid w:val="00A10279"/>
    <w:rsid w:val="00A24EA6"/>
    <w:rsid w:val="00A36CC3"/>
    <w:rsid w:val="00A41751"/>
    <w:rsid w:val="00A417F1"/>
    <w:rsid w:val="00A63C9E"/>
    <w:rsid w:val="00A80EF1"/>
    <w:rsid w:val="00A9268B"/>
    <w:rsid w:val="00AC03D6"/>
    <w:rsid w:val="00AC21A3"/>
    <w:rsid w:val="00AC272C"/>
    <w:rsid w:val="00AC4B7D"/>
    <w:rsid w:val="00AD1F69"/>
    <w:rsid w:val="00AD3966"/>
    <w:rsid w:val="00AE1814"/>
    <w:rsid w:val="00AF3ADF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3114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6D6A"/>
    <w:rsid w:val="00E01366"/>
    <w:rsid w:val="00E3318F"/>
    <w:rsid w:val="00E57BE0"/>
    <w:rsid w:val="00E57E39"/>
    <w:rsid w:val="00E67030"/>
    <w:rsid w:val="00E73D5F"/>
    <w:rsid w:val="00E8140E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386</TotalTime>
  <Pages>2</Pages>
  <Words>207</Words>
  <Characters>1181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127</cp:revision>
  <cp:lastPrinted>2021-07-05T12:26:00Z</cp:lastPrinted>
  <dcterms:created xsi:type="dcterms:W3CDTF">2021-05-31T11:19:00Z</dcterms:created>
  <dcterms:modified xsi:type="dcterms:W3CDTF">2022-12-15T10:23:00Z</dcterms:modified>
</cp:coreProperties>
</file>