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D4" w:rsidRDefault="00192BD4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192BD4" w:rsidRDefault="00192BD4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92BD4" w:rsidRDefault="00192BD4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192BD4" w:rsidRDefault="00192BD4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192BD4" w:rsidRDefault="00192BD4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 № _____</w:t>
      </w:r>
    </w:p>
    <w:p w:rsidR="00192BD4" w:rsidRDefault="00192BD4" w:rsidP="00206D5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2BD4" w:rsidRPr="00206D5E" w:rsidRDefault="00192BD4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92BD4" w:rsidRPr="00206D5E" w:rsidRDefault="00192BD4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192BD4" w:rsidRPr="00206D5E" w:rsidRDefault="00192BD4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192BD4" w:rsidRPr="00206D5E" w:rsidRDefault="00192BD4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192BD4" w:rsidRPr="00206D5E" w:rsidRDefault="00192BD4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192BD4" w:rsidRPr="00206D5E" w:rsidRDefault="00192BD4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192BD4" w:rsidRPr="00206D5E" w:rsidRDefault="00192BD4" w:rsidP="00F233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2BD4" w:rsidRPr="008A6FA1" w:rsidRDefault="00192BD4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92BD4" w:rsidRPr="008A6FA1" w:rsidRDefault="00192BD4" w:rsidP="00206D5E">
      <w:pPr>
        <w:ind w:right="17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Старотитаровского сельского поселения </w:t>
      </w:r>
    </w:p>
    <w:p w:rsidR="00192BD4" w:rsidRPr="008A6FA1" w:rsidRDefault="00192BD4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Темрюкск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8A6FA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192BD4" w:rsidRPr="008A6FA1" w:rsidRDefault="00192BD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192BD4" w:rsidRDefault="00192BD4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92BD4" w:rsidRPr="008A6FA1" w:rsidTr="00190885">
        <w:tc>
          <w:tcPr>
            <w:tcW w:w="6374" w:type="dxa"/>
          </w:tcPr>
          <w:p w:rsidR="00192BD4" w:rsidRPr="00190885" w:rsidRDefault="00192BD4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19088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программы, тыс. рублей &lt;2&gt;</w:t>
            </w:r>
          </w:p>
        </w:tc>
        <w:tc>
          <w:tcPr>
            <w:tcW w:w="1418" w:type="dxa"/>
            <w:vMerge w:val="restart"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19088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92BD4" w:rsidRPr="00190885" w:rsidRDefault="00192BD4" w:rsidP="00190885">
            <w:pPr>
              <w:pStyle w:val="ConsPlusNormal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92BD4" w:rsidRPr="00190885" w:rsidRDefault="00192BD4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1-й год реализации</w:t>
            </w:r>
          </w:p>
        </w:tc>
        <w:tc>
          <w:tcPr>
            <w:tcW w:w="1418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2-й год реализации</w:t>
            </w:r>
          </w:p>
        </w:tc>
        <w:tc>
          <w:tcPr>
            <w:tcW w:w="1418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....</w:t>
            </w:r>
          </w:p>
        </w:tc>
        <w:tc>
          <w:tcPr>
            <w:tcW w:w="1418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№-й год реализации</w:t>
            </w:r>
          </w:p>
        </w:tc>
        <w:tc>
          <w:tcPr>
            <w:tcW w:w="1418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502ED7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14560" w:type="dxa"/>
            <w:gridSpan w:val="6"/>
          </w:tcPr>
          <w:p w:rsidR="00192BD4" w:rsidRPr="00190885" w:rsidRDefault="00192BD4" w:rsidP="00190885">
            <w:pPr>
              <w:pStyle w:val="ConsPlusNormal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реализацией проектов или программ &lt;3&gt;</w:t>
            </w: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1-й год реализации</w:t>
            </w:r>
          </w:p>
        </w:tc>
        <w:tc>
          <w:tcPr>
            <w:tcW w:w="1418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2-й год реализации</w:t>
            </w:r>
          </w:p>
        </w:tc>
        <w:tc>
          <w:tcPr>
            <w:tcW w:w="1418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....</w:t>
            </w:r>
          </w:p>
        </w:tc>
        <w:tc>
          <w:tcPr>
            <w:tcW w:w="1418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№-й год реализации</w:t>
            </w:r>
          </w:p>
        </w:tc>
        <w:tc>
          <w:tcPr>
            <w:tcW w:w="1418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80164D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14560" w:type="dxa"/>
            <w:gridSpan w:val="6"/>
          </w:tcPr>
          <w:p w:rsidR="00192BD4" w:rsidRPr="00190885" w:rsidRDefault="00192BD4" w:rsidP="00190885">
            <w:pPr>
              <w:pStyle w:val="ConsPlusNormal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92BD4" w:rsidRPr="00190885" w:rsidRDefault="00192BD4" w:rsidP="00190885">
            <w:pPr>
              <w:pStyle w:val="ConsPlusNormal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&lt;3&gt;</w:t>
            </w: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1-й год реализации</w:t>
            </w:r>
          </w:p>
        </w:tc>
        <w:tc>
          <w:tcPr>
            <w:tcW w:w="1418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2-й год реализации</w:t>
            </w:r>
          </w:p>
        </w:tc>
        <w:tc>
          <w:tcPr>
            <w:tcW w:w="1418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....</w:t>
            </w:r>
          </w:p>
        </w:tc>
        <w:tc>
          <w:tcPr>
            <w:tcW w:w="1418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E57E39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№-й год реализации</w:t>
            </w:r>
          </w:p>
        </w:tc>
        <w:tc>
          <w:tcPr>
            <w:tcW w:w="1418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6374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92BD4" w:rsidRPr="00190885" w:rsidRDefault="00192BD4" w:rsidP="0032383C">
            <w:pPr>
              <w:pStyle w:val="ConsPlusNormal"/>
              <w:rPr>
                <w:szCs w:val="28"/>
              </w:rPr>
            </w:pPr>
          </w:p>
        </w:tc>
      </w:tr>
      <w:tr w:rsidR="00192BD4" w:rsidRPr="008A6FA1" w:rsidTr="00190885">
        <w:tc>
          <w:tcPr>
            <w:tcW w:w="14560" w:type="dxa"/>
            <w:gridSpan w:val="6"/>
          </w:tcPr>
          <w:p w:rsidR="00192BD4" w:rsidRPr="00190885" w:rsidRDefault="00192BD4" w:rsidP="00190885">
            <w:pPr>
              <w:pStyle w:val="ConsPlusNormal"/>
              <w:ind w:firstLine="283"/>
              <w:jc w:val="both"/>
              <w:rPr>
                <w:szCs w:val="28"/>
              </w:rPr>
            </w:pPr>
            <w:r w:rsidRPr="00190885">
              <w:rPr>
                <w:szCs w:val="28"/>
              </w:rPr>
              <w:t>--------------------------------</w:t>
            </w:r>
          </w:p>
          <w:p w:rsidR="00192BD4" w:rsidRPr="00190885" w:rsidRDefault="00192BD4" w:rsidP="00190885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190885">
              <w:rPr>
                <w:szCs w:val="28"/>
              </w:rPr>
              <w:t>&lt;1&gt; Указывается аббревиатура (например, СЦ1, СЦ2).</w:t>
            </w:r>
          </w:p>
          <w:p w:rsidR="00192BD4" w:rsidRPr="00190885" w:rsidRDefault="00192BD4" w:rsidP="00190885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190885">
              <w:rPr>
                <w:szCs w:val="28"/>
              </w:rPr>
              <w:t>&lt;2&gt; Указывает</w:t>
            </w:r>
            <w:bookmarkStart w:id="0" w:name="_GoBack"/>
            <w:bookmarkEnd w:id="0"/>
            <w:r w:rsidRPr="00190885">
              <w:rPr>
                <w:szCs w:val="28"/>
              </w:rPr>
              <w:t>ся с точностью до одного знака после запятой.</w:t>
            </w:r>
          </w:p>
          <w:p w:rsidR="00192BD4" w:rsidRPr="00190885" w:rsidRDefault="00192BD4" w:rsidP="00190885">
            <w:pPr>
              <w:pStyle w:val="ConsPlusNormal"/>
              <w:ind w:firstLine="709"/>
              <w:rPr>
                <w:szCs w:val="28"/>
              </w:rPr>
            </w:pPr>
            <w:r w:rsidRPr="00190885">
              <w:rPr>
                <w:szCs w:val="28"/>
              </w:rPr>
              <w:t>&lt;3&gt; Указывается при наличии указанных расходов.</w:t>
            </w:r>
          </w:p>
        </w:tc>
      </w:tr>
    </w:tbl>
    <w:p w:rsidR="00192BD4" w:rsidRDefault="00192BD4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192BD4" w:rsidRDefault="00192BD4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192BD4" w:rsidRPr="008A6FA1" w:rsidRDefault="00192BD4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А.Ю. Лобыцина</w:t>
      </w:r>
    </w:p>
    <w:sectPr w:rsidR="00192BD4" w:rsidRPr="008A6FA1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BD4" w:rsidRDefault="00192BD4" w:rsidP="007D6942">
      <w:r>
        <w:separator/>
      </w:r>
    </w:p>
  </w:endnote>
  <w:endnote w:type="continuationSeparator" w:id="0">
    <w:p w:rsidR="00192BD4" w:rsidRDefault="00192BD4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BD4" w:rsidRDefault="00192BD4" w:rsidP="007D6942">
      <w:r>
        <w:separator/>
      </w:r>
    </w:p>
  </w:footnote>
  <w:footnote w:type="continuationSeparator" w:id="0">
    <w:p w:rsidR="00192BD4" w:rsidRDefault="00192BD4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BD4" w:rsidRDefault="00192BD4">
    <w:pPr>
      <w:pStyle w:val="Header"/>
    </w:pPr>
    <w:r>
      <w:rPr>
        <w:noProof/>
      </w:rPr>
      <w:pict>
        <v:rect id="Прямоугольник 3" o:spid="_x0000_s2049" style="position:absolute;left:0;text-align:left;margin-left:610.6pt;margin-top:191.3pt;width:204.95pt;height:219.35pt;rotation:8558309fd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" o:allowincell="f" stroked="f">
          <v:textbox style="layout-flow:vertical">
            <w:txbxContent>
              <w:p w:rsidR="00192BD4" w:rsidRPr="00190885" w:rsidRDefault="00192BD4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F26BF"/>
    <w:rsid w:val="001057E4"/>
    <w:rsid w:val="00136EF1"/>
    <w:rsid w:val="001474D1"/>
    <w:rsid w:val="00190885"/>
    <w:rsid w:val="00192BD4"/>
    <w:rsid w:val="00206D5E"/>
    <w:rsid w:val="00220013"/>
    <w:rsid w:val="0027343D"/>
    <w:rsid w:val="00287661"/>
    <w:rsid w:val="00294148"/>
    <w:rsid w:val="00294BBD"/>
    <w:rsid w:val="002B72FB"/>
    <w:rsid w:val="0032383C"/>
    <w:rsid w:val="00323E27"/>
    <w:rsid w:val="003A1A1D"/>
    <w:rsid w:val="003C7B36"/>
    <w:rsid w:val="0044469F"/>
    <w:rsid w:val="004D5D87"/>
    <w:rsid w:val="004F42E6"/>
    <w:rsid w:val="00502ED7"/>
    <w:rsid w:val="00544C8B"/>
    <w:rsid w:val="005C3147"/>
    <w:rsid w:val="005F5592"/>
    <w:rsid w:val="005F7EC5"/>
    <w:rsid w:val="006773F0"/>
    <w:rsid w:val="006844E9"/>
    <w:rsid w:val="006F6C0F"/>
    <w:rsid w:val="007D3B6C"/>
    <w:rsid w:val="007D6942"/>
    <w:rsid w:val="0080164D"/>
    <w:rsid w:val="008A6FA1"/>
    <w:rsid w:val="00950972"/>
    <w:rsid w:val="0096355C"/>
    <w:rsid w:val="009C5839"/>
    <w:rsid w:val="00AA2C58"/>
    <w:rsid w:val="00AB4A81"/>
    <w:rsid w:val="00B75B97"/>
    <w:rsid w:val="00C448B4"/>
    <w:rsid w:val="00CB3E9B"/>
    <w:rsid w:val="00CB6216"/>
    <w:rsid w:val="00D066D9"/>
    <w:rsid w:val="00DB721F"/>
    <w:rsid w:val="00DC6D6A"/>
    <w:rsid w:val="00E04424"/>
    <w:rsid w:val="00E57E39"/>
    <w:rsid w:val="00EA38AF"/>
    <w:rsid w:val="00EE411E"/>
    <w:rsid w:val="00F233BB"/>
    <w:rsid w:val="00F558A0"/>
    <w:rsid w:val="00F855C1"/>
    <w:rsid w:val="00F95BB5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509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097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2</Pages>
  <Words>298</Words>
  <Characters>1704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30</cp:revision>
  <cp:lastPrinted>2021-06-03T05:52:00Z</cp:lastPrinted>
  <dcterms:created xsi:type="dcterms:W3CDTF">2021-05-31T11:19:00Z</dcterms:created>
  <dcterms:modified xsi:type="dcterms:W3CDTF">2022-10-21T12:39:00Z</dcterms:modified>
</cp:coreProperties>
</file>