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696" w:rsidRDefault="00EA2696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A2696" w:rsidRDefault="00EA2696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A2696" w:rsidRDefault="00EA2696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</w:p>
    <w:p w:rsidR="00EA2696" w:rsidRDefault="00EA2696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A2696" w:rsidRDefault="00EA2696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 № ____</w:t>
      </w:r>
    </w:p>
    <w:p w:rsidR="00EA2696" w:rsidRDefault="00EA2696" w:rsidP="00012E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A2696" w:rsidRPr="00206D5E" w:rsidRDefault="00EA2696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EA2696" w:rsidRDefault="00EA2696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EA2696" w:rsidRDefault="00EA2696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EA2696" w:rsidRPr="00D737C3" w:rsidRDefault="00EA2696" w:rsidP="00273F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28.12.2021 № 287</w:t>
      </w:r>
    </w:p>
    <w:p w:rsidR="00EA2696" w:rsidRDefault="00EA2696" w:rsidP="00B90E2F">
      <w:pPr>
        <w:jc w:val="center"/>
        <w:rPr>
          <w:b/>
          <w:bCs/>
        </w:rPr>
      </w:pPr>
    </w:p>
    <w:p w:rsidR="00EA2696" w:rsidRDefault="00EA2696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2696" w:rsidRPr="00D737C3" w:rsidRDefault="00EA2696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2696" w:rsidRDefault="00EA2696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EA2696" w:rsidRPr="003500BD" w:rsidRDefault="00EA2696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DC58F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 xml:space="preserve"> Старотитаровского сельского поселения Темрюкского района»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EA2696" w:rsidRPr="003500BD" w:rsidRDefault="00EA2696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EA2696" w:rsidRPr="006069E5">
        <w:tc>
          <w:tcPr>
            <w:tcW w:w="1162" w:type="dxa"/>
            <w:vMerge w:val="restart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EA2696" w:rsidRPr="006069E5">
        <w:tc>
          <w:tcPr>
            <w:tcW w:w="1162" w:type="dxa"/>
            <w:vMerge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A2696" w:rsidRPr="006069E5" w:rsidRDefault="00EA2696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EA2696" w:rsidRPr="006069E5" w:rsidRDefault="00EA2696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EA2696" w:rsidRPr="006069E5" w:rsidRDefault="00EA2696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EA2696" w:rsidRPr="006069E5" w:rsidRDefault="00EA2696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EA2696" w:rsidRPr="0064236D" w:rsidRDefault="00EA2696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EA2696" w:rsidRPr="006069E5">
        <w:trPr>
          <w:tblHeader/>
        </w:trPr>
        <w:tc>
          <w:tcPr>
            <w:tcW w:w="1151" w:type="dxa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EA2696" w:rsidRPr="006069E5" w:rsidRDefault="00EA26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EA2696" w:rsidRPr="006069E5">
        <w:tc>
          <w:tcPr>
            <w:tcW w:w="1151" w:type="dxa"/>
          </w:tcPr>
          <w:p w:rsidR="00EA2696" w:rsidRPr="006069E5" w:rsidRDefault="00EA269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EA2696" w:rsidRPr="006069E5" w:rsidRDefault="00EA269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EA2696" w:rsidRPr="006069E5" w:rsidRDefault="00EA2696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7379B">
              <w:rPr>
                <w:rFonts w:ascii="Times New Roman" w:hAnsi="Times New Roman" w:cs="Times New Roman"/>
              </w:rPr>
              <w:t>ыплата пенсионного обеспечения за выслугу лет</w:t>
            </w:r>
          </w:p>
        </w:tc>
        <w:tc>
          <w:tcPr>
            <w:tcW w:w="941" w:type="dxa"/>
            <w:vAlign w:val="center"/>
          </w:tcPr>
          <w:p w:rsidR="00EA2696" w:rsidRPr="006069E5" w:rsidRDefault="00EA2696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A2696" w:rsidRPr="00DD68EE" w:rsidRDefault="00EA2696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A2696" w:rsidRPr="006069E5" w:rsidRDefault="00EA269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EA2696" w:rsidRPr="006069E5" w:rsidRDefault="00EA269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992 1001 6910141210 310</w:t>
            </w:r>
          </w:p>
        </w:tc>
        <w:tc>
          <w:tcPr>
            <w:tcW w:w="1260" w:type="dxa"/>
          </w:tcPr>
          <w:p w:rsidR="00EA2696" w:rsidRPr="006069E5" w:rsidRDefault="00EA2696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1080" w:type="dxa"/>
          </w:tcPr>
          <w:p w:rsidR="00EA2696" w:rsidRPr="006069E5" w:rsidRDefault="00EA2696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85,4</w:t>
            </w:r>
          </w:p>
        </w:tc>
        <w:tc>
          <w:tcPr>
            <w:tcW w:w="1080" w:type="dxa"/>
          </w:tcPr>
          <w:p w:rsidR="00EA2696" w:rsidRPr="006069E5" w:rsidRDefault="00EA2696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134" w:type="dxa"/>
          </w:tcPr>
          <w:p w:rsidR="00EA2696" w:rsidRPr="006069E5" w:rsidRDefault="00EA2696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129,5</w:t>
            </w:r>
          </w:p>
        </w:tc>
      </w:tr>
      <w:tr w:rsidR="00EA2696" w:rsidRPr="006069E5">
        <w:tc>
          <w:tcPr>
            <w:tcW w:w="1151" w:type="dxa"/>
          </w:tcPr>
          <w:p w:rsidR="00EA2696" w:rsidRPr="006069E5" w:rsidRDefault="00EA269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A2696" w:rsidRDefault="00EA2696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A2696" w:rsidRDefault="00EA2696" w:rsidP="002A04F0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Осуществлены</w:t>
            </w:r>
          </w:p>
          <w:p w:rsidR="00EA2696" w:rsidRPr="007A5CB9" w:rsidRDefault="00EA2696" w:rsidP="002A04F0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у</w:t>
            </w:r>
            <w:r w:rsidRPr="00A7379B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A7379B">
              <w:rPr>
                <w:rFonts w:ascii="Times New Roman" w:hAnsi="Times New Roman" w:cs="Times New Roman"/>
              </w:rPr>
              <w:t xml:space="preserve">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EA2696" w:rsidRPr="006069E5" w:rsidRDefault="00EA2696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A2696" w:rsidRDefault="00EA2696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</w:p>
          <w:p w:rsidR="00EA2696" w:rsidRPr="006069E5" w:rsidRDefault="00EA2696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EA2696" w:rsidRPr="0024685E" w:rsidRDefault="00EA2696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EA2696" w:rsidRPr="006069E5" w:rsidRDefault="00EA269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A2696" w:rsidRPr="006069E5" w:rsidRDefault="00EA269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A2696" w:rsidRPr="006069E5" w:rsidRDefault="00EA269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A2696" w:rsidRPr="006069E5" w:rsidRDefault="00EA269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A2696" w:rsidRPr="006069E5" w:rsidRDefault="00EA269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EA2696" w:rsidRDefault="00EA2696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2696" w:rsidRDefault="00EA2696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2696" w:rsidRDefault="00EA2696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2696" w:rsidRDefault="00EA2696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EA2696" w:rsidRDefault="00EA2696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EA2696" w:rsidRPr="0064236D" w:rsidRDefault="00EA2696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А.Ю. Лобыцина</w:t>
      </w:r>
    </w:p>
    <w:sectPr w:rsidR="00EA2696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696" w:rsidRDefault="00EA2696" w:rsidP="007D6942">
      <w:r>
        <w:separator/>
      </w:r>
    </w:p>
  </w:endnote>
  <w:endnote w:type="continuationSeparator" w:id="0">
    <w:p w:rsidR="00EA2696" w:rsidRDefault="00EA2696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696" w:rsidRDefault="00EA2696" w:rsidP="007D6942">
      <w:r>
        <w:separator/>
      </w:r>
    </w:p>
  </w:footnote>
  <w:footnote w:type="continuationSeparator" w:id="0">
    <w:p w:rsidR="00EA2696" w:rsidRDefault="00EA2696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696" w:rsidRDefault="00EA2696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EA2696" w:rsidRPr="00A80EF1" w:rsidRDefault="00EA2696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82AC3"/>
    <w:multiLevelType w:val="multilevel"/>
    <w:tmpl w:val="024EAF2A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20544"/>
    <w:rsid w:val="00125796"/>
    <w:rsid w:val="00130F43"/>
    <w:rsid w:val="00131841"/>
    <w:rsid w:val="001471D0"/>
    <w:rsid w:val="00150F07"/>
    <w:rsid w:val="00164E78"/>
    <w:rsid w:val="00172D66"/>
    <w:rsid w:val="00177D30"/>
    <w:rsid w:val="00185F36"/>
    <w:rsid w:val="0018768F"/>
    <w:rsid w:val="001915FF"/>
    <w:rsid w:val="00197A01"/>
    <w:rsid w:val="001B7323"/>
    <w:rsid w:val="001D011F"/>
    <w:rsid w:val="001D49D9"/>
    <w:rsid w:val="001E7088"/>
    <w:rsid w:val="001F2603"/>
    <w:rsid w:val="00206D5E"/>
    <w:rsid w:val="00212251"/>
    <w:rsid w:val="002246DC"/>
    <w:rsid w:val="00240DF8"/>
    <w:rsid w:val="0024685E"/>
    <w:rsid w:val="00250BFB"/>
    <w:rsid w:val="00273F2A"/>
    <w:rsid w:val="00285170"/>
    <w:rsid w:val="00287F42"/>
    <w:rsid w:val="002913CA"/>
    <w:rsid w:val="00294148"/>
    <w:rsid w:val="0029793F"/>
    <w:rsid w:val="002A04F0"/>
    <w:rsid w:val="002A054F"/>
    <w:rsid w:val="002B263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2452"/>
    <w:rsid w:val="004460CE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80DF5"/>
    <w:rsid w:val="00584CF8"/>
    <w:rsid w:val="005B0797"/>
    <w:rsid w:val="005E0D1D"/>
    <w:rsid w:val="005E372B"/>
    <w:rsid w:val="006069E5"/>
    <w:rsid w:val="00635D37"/>
    <w:rsid w:val="006363E8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03D5"/>
    <w:rsid w:val="007A1468"/>
    <w:rsid w:val="007A5CB9"/>
    <w:rsid w:val="007B53DC"/>
    <w:rsid w:val="007B77D5"/>
    <w:rsid w:val="007D6942"/>
    <w:rsid w:val="007F55FD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2F04"/>
    <w:rsid w:val="008E6FA9"/>
    <w:rsid w:val="00905C09"/>
    <w:rsid w:val="00916317"/>
    <w:rsid w:val="009260C7"/>
    <w:rsid w:val="00930E70"/>
    <w:rsid w:val="00954C8E"/>
    <w:rsid w:val="00960535"/>
    <w:rsid w:val="0096355C"/>
    <w:rsid w:val="00963883"/>
    <w:rsid w:val="00967F4E"/>
    <w:rsid w:val="0098228E"/>
    <w:rsid w:val="00992E05"/>
    <w:rsid w:val="009A7A78"/>
    <w:rsid w:val="009C0381"/>
    <w:rsid w:val="009C2CF1"/>
    <w:rsid w:val="009D2659"/>
    <w:rsid w:val="009D37BC"/>
    <w:rsid w:val="009D6338"/>
    <w:rsid w:val="00A0201C"/>
    <w:rsid w:val="00A10279"/>
    <w:rsid w:val="00A1790A"/>
    <w:rsid w:val="00A24EA6"/>
    <w:rsid w:val="00A41751"/>
    <w:rsid w:val="00A417F1"/>
    <w:rsid w:val="00A5480C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E4F09"/>
    <w:rsid w:val="00AF3ADF"/>
    <w:rsid w:val="00AF685C"/>
    <w:rsid w:val="00B05BE6"/>
    <w:rsid w:val="00B12657"/>
    <w:rsid w:val="00B150A3"/>
    <w:rsid w:val="00B47DD0"/>
    <w:rsid w:val="00B75B97"/>
    <w:rsid w:val="00B80DD0"/>
    <w:rsid w:val="00B80FE0"/>
    <w:rsid w:val="00B85962"/>
    <w:rsid w:val="00B90E2F"/>
    <w:rsid w:val="00B975E4"/>
    <w:rsid w:val="00BC61DC"/>
    <w:rsid w:val="00BF6D41"/>
    <w:rsid w:val="00C27A6B"/>
    <w:rsid w:val="00C33EA9"/>
    <w:rsid w:val="00C35E09"/>
    <w:rsid w:val="00C400CB"/>
    <w:rsid w:val="00C71732"/>
    <w:rsid w:val="00C74FCF"/>
    <w:rsid w:val="00C7608E"/>
    <w:rsid w:val="00C95B07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55A10"/>
    <w:rsid w:val="00E57BE0"/>
    <w:rsid w:val="00E57E39"/>
    <w:rsid w:val="00E67030"/>
    <w:rsid w:val="00E73D5F"/>
    <w:rsid w:val="00E8140E"/>
    <w:rsid w:val="00EA2696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D7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413</TotalTime>
  <Pages>2</Pages>
  <Words>233</Words>
  <Characters>1329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141</cp:revision>
  <cp:lastPrinted>2021-12-22T10:45:00Z</cp:lastPrinted>
  <dcterms:created xsi:type="dcterms:W3CDTF">2021-05-31T11:19:00Z</dcterms:created>
  <dcterms:modified xsi:type="dcterms:W3CDTF">2022-10-25T06:25:00Z</dcterms:modified>
</cp:coreProperties>
</file>