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D2" w:rsidRPr="00C36DC8" w:rsidRDefault="008B39D2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2</w:t>
      </w:r>
    </w:p>
    <w:p w:rsidR="008B39D2" w:rsidRPr="00C36DC8" w:rsidRDefault="008B39D2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8B39D2" w:rsidRDefault="008B39D2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</w:t>
      </w:r>
    </w:p>
    <w:p w:rsidR="008B39D2" w:rsidRPr="00C36DC8" w:rsidRDefault="008B39D2" w:rsidP="009100C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 xml:space="preserve">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8B39D2" w:rsidRDefault="008B39D2" w:rsidP="009100CB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 № _____</w:t>
      </w:r>
    </w:p>
    <w:p w:rsidR="008B39D2" w:rsidRDefault="008B39D2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39D2" w:rsidRPr="00D11775" w:rsidRDefault="008B39D2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B39D2" w:rsidRPr="00D11775" w:rsidRDefault="008B39D2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11775">
        <w:rPr>
          <w:rFonts w:ascii="Times New Roman" w:hAnsi="Times New Roman"/>
          <w:sz w:val="28"/>
          <w:szCs w:val="28"/>
        </w:rPr>
        <w:t>программе</w:t>
      </w:r>
    </w:p>
    <w:p w:rsidR="008B39D2" w:rsidRPr="00D11775" w:rsidRDefault="008B39D2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«</w:t>
      </w:r>
      <w:r w:rsidRPr="00D11775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8B39D2" w:rsidRPr="00D11775" w:rsidRDefault="008B39D2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среднего предпринимательства</w:t>
      </w:r>
    </w:p>
    <w:p w:rsidR="008B39D2" w:rsidRPr="00D11775" w:rsidRDefault="008B39D2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8B39D2" w:rsidRPr="00D11775" w:rsidRDefault="008B39D2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8B39D2" w:rsidRPr="00D11775" w:rsidRDefault="008B39D2" w:rsidP="009A6491">
      <w:pPr>
        <w:jc w:val="right"/>
        <w:rPr>
          <w:rFonts w:ascii="Times New Roman" w:hAnsi="Times New Roman"/>
          <w:spacing w:val="-12"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02.11.2020 г.</w:t>
      </w:r>
      <w:r w:rsidRPr="00D11775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201</w:t>
      </w:r>
    </w:p>
    <w:p w:rsidR="008B39D2" w:rsidRPr="00D11775" w:rsidRDefault="008B39D2" w:rsidP="00DC23D0">
      <w:pPr>
        <w:tabs>
          <w:tab w:val="left" w:pos="1332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8B39D2" w:rsidRDefault="008B39D2" w:rsidP="00DC23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39D2" w:rsidRDefault="008B39D2" w:rsidP="00DC23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Перечень</w:t>
      </w:r>
      <w:r w:rsidRPr="00D11775">
        <w:rPr>
          <w:rFonts w:ascii="Times New Roman" w:hAnsi="Times New Roman"/>
          <w:b/>
          <w:sz w:val="28"/>
          <w:szCs w:val="28"/>
        </w:rPr>
        <w:br/>
        <w:t xml:space="preserve">основных мероприятий подпрограммы  «Поддержка и развитие малого и среднего предпринимательства </w:t>
      </w:r>
      <w:r w:rsidRPr="00D11775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 w:rsidRPr="00D11775">
        <w:rPr>
          <w:rFonts w:ascii="Times New Roman" w:hAnsi="Times New Roman"/>
          <w:b/>
          <w:sz w:val="28"/>
          <w:szCs w:val="28"/>
        </w:rPr>
        <w:t xml:space="preserve"> </w:t>
      </w:r>
      <w:r w:rsidRPr="00D11775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8B39D2" w:rsidRPr="00D11775" w:rsidRDefault="008B39D2" w:rsidP="00DC23D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8B39D2" w:rsidRDefault="008B39D2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8B39D2" w:rsidTr="00634E67">
        <w:tc>
          <w:tcPr>
            <w:tcW w:w="648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8B39D2" w:rsidRPr="00EC544E" w:rsidRDefault="008B39D2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9D2" w:rsidTr="00634E67">
        <w:tc>
          <w:tcPr>
            <w:tcW w:w="64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B39D2" w:rsidRPr="00EC544E" w:rsidRDefault="008B39D2" w:rsidP="00C15CF9">
            <w:pPr>
              <w:rPr>
                <w:rFonts w:ascii="Times New Roman" w:hAnsi="Times New Roman"/>
              </w:rPr>
            </w:pPr>
          </w:p>
        </w:tc>
      </w:tr>
      <w:tr w:rsidR="008B39D2" w:rsidTr="00634E67">
        <w:tc>
          <w:tcPr>
            <w:tcW w:w="64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B39D2" w:rsidRPr="00EC544E" w:rsidRDefault="008B39D2" w:rsidP="00C15CF9">
            <w:pPr>
              <w:rPr>
                <w:rFonts w:ascii="Times New Roman" w:hAnsi="Times New Roman"/>
              </w:rPr>
            </w:pPr>
          </w:p>
        </w:tc>
      </w:tr>
      <w:tr w:rsidR="008B39D2" w:rsidTr="00634E67">
        <w:tc>
          <w:tcPr>
            <w:tcW w:w="64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8B39D2" w:rsidRDefault="008B39D2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8B39D2" w:rsidRPr="00D47072" w:rsidRDefault="008B39D2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9D2" w:rsidTr="00634E67">
        <w:tc>
          <w:tcPr>
            <w:tcW w:w="64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20" w:type="dxa"/>
            <w:gridSpan w:val="10"/>
          </w:tcPr>
          <w:p w:rsidR="008B39D2" w:rsidRPr="00634E67" w:rsidRDefault="008B39D2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8B39D2" w:rsidRPr="00634E67" w:rsidRDefault="008B39D2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8B39D2" w:rsidRDefault="008B39D2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634E67">
              <w:rPr>
                <w:rFonts w:ascii="Times New Roman" w:hAnsi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8B39D2" w:rsidRPr="00EC544E" w:rsidRDefault="008B39D2" w:rsidP="00DC23D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8B39D2" w:rsidTr="00634E67">
        <w:trPr>
          <w:trHeight w:val="2112"/>
        </w:trPr>
        <w:tc>
          <w:tcPr>
            <w:tcW w:w="64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8B39D2" w:rsidRDefault="008B39D2" w:rsidP="00634E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C03ED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9C03ED">
              <w:rPr>
                <w:rFonts w:ascii="Times New Roman" w:hAnsi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8B39D2" w:rsidRPr="00EC544E" w:rsidRDefault="008B39D2" w:rsidP="00C15CF9">
            <w:pPr>
              <w:rPr>
                <w:rFonts w:ascii="Times New Roman" w:hAnsi="Times New Roman"/>
              </w:rPr>
            </w:pPr>
          </w:p>
        </w:tc>
        <w:tc>
          <w:tcPr>
            <w:tcW w:w="82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A1500F">
              <w:rPr>
                <w:rFonts w:ascii="Times New Roman" w:hAnsi="Times New Roman"/>
              </w:rPr>
              <w:t>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A1500F">
              <w:rPr>
                <w:rFonts w:ascii="Times New Roman" w:hAnsi="Times New Roman"/>
              </w:rPr>
              <w:t>,0</w:t>
            </w:r>
          </w:p>
        </w:tc>
        <w:tc>
          <w:tcPr>
            <w:tcW w:w="1128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B39D2" w:rsidRPr="00EC544E" w:rsidRDefault="008B39D2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8B39D2" w:rsidRPr="00EC544E" w:rsidRDefault="008B39D2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B39D2" w:rsidTr="00634E67">
        <w:tc>
          <w:tcPr>
            <w:tcW w:w="64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A1500F">
              <w:rPr>
                <w:rFonts w:ascii="Times New Roman" w:hAnsi="Times New Roman"/>
              </w:rPr>
              <w:t>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A1500F">
              <w:rPr>
                <w:rFonts w:ascii="Times New Roman" w:hAnsi="Times New Roman"/>
              </w:rPr>
              <w:t>,0</w:t>
            </w:r>
          </w:p>
        </w:tc>
        <w:tc>
          <w:tcPr>
            <w:tcW w:w="1128" w:type="dxa"/>
          </w:tcPr>
          <w:p w:rsidR="008B39D2" w:rsidRPr="00A1500F" w:rsidRDefault="008B39D2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8B39D2" w:rsidRPr="00EC544E" w:rsidRDefault="008B39D2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B39D2" w:rsidRDefault="008B39D2" w:rsidP="00DC23D0">
      <w:pPr>
        <w:rPr>
          <w:rFonts w:ascii="Times New Roman" w:hAnsi="Times New Roman"/>
          <w:bCs/>
        </w:rPr>
      </w:pPr>
    </w:p>
    <w:p w:rsidR="008B39D2" w:rsidRDefault="008B39D2" w:rsidP="00DC23D0">
      <w:pPr>
        <w:rPr>
          <w:rFonts w:ascii="Times New Roman" w:hAnsi="Times New Roman"/>
          <w:bCs/>
        </w:rPr>
      </w:pPr>
    </w:p>
    <w:p w:rsidR="008B39D2" w:rsidRDefault="008B39D2" w:rsidP="00DC23D0">
      <w:pPr>
        <w:rPr>
          <w:rFonts w:ascii="Times New Roman" w:hAnsi="Times New Roman"/>
          <w:bCs/>
        </w:rPr>
      </w:pPr>
    </w:p>
    <w:p w:rsidR="008B39D2" w:rsidRDefault="008B39D2" w:rsidP="00DC23D0">
      <w:pPr>
        <w:rPr>
          <w:rFonts w:ascii="Times New Roman" w:hAnsi="Times New Roman"/>
          <w:bCs/>
        </w:rPr>
      </w:pPr>
    </w:p>
    <w:bookmarkEnd w:id="0"/>
    <w:p w:rsidR="008B39D2" w:rsidRPr="00D11775" w:rsidRDefault="008B39D2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Заместитель главы</w:t>
      </w:r>
    </w:p>
    <w:p w:rsidR="008B39D2" w:rsidRPr="00D11775" w:rsidRDefault="008B39D2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8B39D2" w:rsidRPr="00D11775" w:rsidRDefault="008B39D2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8B39D2" w:rsidRPr="00D11775" w:rsidRDefault="008B39D2">
      <w:pPr>
        <w:rPr>
          <w:rFonts w:ascii="Times New Roman" w:hAnsi="Times New Roman"/>
          <w:sz w:val="28"/>
          <w:szCs w:val="28"/>
        </w:rPr>
      </w:pPr>
    </w:p>
    <w:sectPr w:rsidR="008B39D2" w:rsidRPr="00D11775" w:rsidSect="009A6491">
      <w:headerReference w:type="default" r:id="rId7"/>
      <w:pgSz w:w="16840" w:h="11907" w:orient="landscape" w:code="9"/>
      <w:pgMar w:top="1797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9D2" w:rsidRDefault="008B39D2">
      <w:r>
        <w:separator/>
      </w:r>
    </w:p>
  </w:endnote>
  <w:endnote w:type="continuationSeparator" w:id="0">
    <w:p w:rsidR="008B39D2" w:rsidRDefault="008B3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9D2" w:rsidRDefault="008B39D2">
      <w:r>
        <w:separator/>
      </w:r>
    </w:p>
  </w:footnote>
  <w:footnote w:type="continuationSeparator" w:id="0">
    <w:p w:rsidR="008B39D2" w:rsidRDefault="008B3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9D2" w:rsidRDefault="008B39D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B39D2" w:rsidRDefault="008B39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95DAA"/>
    <w:rsid w:val="001A28A4"/>
    <w:rsid w:val="001A603E"/>
    <w:rsid w:val="001A6FE6"/>
    <w:rsid w:val="001D438F"/>
    <w:rsid w:val="001E134E"/>
    <w:rsid w:val="001E489F"/>
    <w:rsid w:val="001E64CF"/>
    <w:rsid w:val="001F130E"/>
    <w:rsid w:val="00204A70"/>
    <w:rsid w:val="00207A02"/>
    <w:rsid w:val="00220E51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14CFD"/>
    <w:rsid w:val="00517B13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E7733"/>
    <w:rsid w:val="005F4300"/>
    <w:rsid w:val="00624DB5"/>
    <w:rsid w:val="00634E67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0C57"/>
    <w:rsid w:val="006F5A4F"/>
    <w:rsid w:val="007020E4"/>
    <w:rsid w:val="00703C6F"/>
    <w:rsid w:val="00705888"/>
    <w:rsid w:val="00735685"/>
    <w:rsid w:val="007509B6"/>
    <w:rsid w:val="007528EF"/>
    <w:rsid w:val="007568B3"/>
    <w:rsid w:val="00775D65"/>
    <w:rsid w:val="00791DE4"/>
    <w:rsid w:val="0079677E"/>
    <w:rsid w:val="007A6384"/>
    <w:rsid w:val="007B34C4"/>
    <w:rsid w:val="007B71E5"/>
    <w:rsid w:val="007C2ABE"/>
    <w:rsid w:val="007C3B8D"/>
    <w:rsid w:val="007F3398"/>
    <w:rsid w:val="00804AAE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B39D2"/>
    <w:rsid w:val="008D4716"/>
    <w:rsid w:val="008F1FBE"/>
    <w:rsid w:val="008F3336"/>
    <w:rsid w:val="008F523A"/>
    <w:rsid w:val="009100CB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A6491"/>
    <w:rsid w:val="009B2A51"/>
    <w:rsid w:val="009B6D7E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500F"/>
    <w:rsid w:val="00A1695C"/>
    <w:rsid w:val="00A23C33"/>
    <w:rsid w:val="00A23D77"/>
    <w:rsid w:val="00A36A1F"/>
    <w:rsid w:val="00A3740B"/>
    <w:rsid w:val="00A40CFD"/>
    <w:rsid w:val="00A54AE0"/>
    <w:rsid w:val="00A57BD0"/>
    <w:rsid w:val="00A65613"/>
    <w:rsid w:val="00A66766"/>
    <w:rsid w:val="00A83FE2"/>
    <w:rsid w:val="00A874EA"/>
    <w:rsid w:val="00A87FA6"/>
    <w:rsid w:val="00AA0281"/>
    <w:rsid w:val="00AC3DE7"/>
    <w:rsid w:val="00AD3B9F"/>
    <w:rsid w:val="00AE218C"/>
    <w:rsid w:val="00AE7724"/>
    <w:rsid w:val="00AF1D20"/>
    <w:rsid w:val="00B06BE3"/>
    <w:rsid w:val="00B11BB8"/>
    <w:rsid w:val="00B350EF"/>
    <w:rsid w:val="00B45B21"/>
    <w:rsid w:val="00B54883"/>
    <w:rsid w:val="00B65CCC"/>
    <w:rsid w:val="00B6642E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6DC8"/>
    <w:rsid w:val="00C3705A"/>
    <w:rsid w:val="00C41A41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11B1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B2F74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15B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4E6A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98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9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281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33</cp:revision>
  <cp:lastPrinted>2014-12-09T12:10:00Z</cp:lastPrinted>
  <dcterms:created xsi:type="dcterms:W3CDTF">2014-11-12T06:48:00Z</dcterms:created>
  <dcterms:modified xsi:type="dcterms:W3CDTF">2021-12-21T09:02:00Z</dcterms:modified>
</cp:coreProperties>
</file>