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D1D31" w:rsidRPr="00DF2090" w:rsidTr="00DF2090">
        <w:tc>
          <w:tcPr>
            <w:tcW w:w="8934" w:type="dxa"/>
          </w:tcPr>
          <w:p w:rsidR="00FD1D31" w:rsidRPr="00DF2090" w:rsidRDefault="00FD1D31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D1D31" w:rsidRPr="00EE5BAC" w:rsidRDefault="00FD1D31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D1D31" w:rsidRPr="00EE5BAC" w:rsidRDefault="00FD1D31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FD1D31" w:rsidRPr="00EE5BAC" w:rsidRDefault="00FD1D31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D1D31" w:rsidRPr="00EE5BAC" w:rsidRDefault="00FD1D31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D1D31" w:rsidRPr="00EE5BAC" w:rsidRDefault="00FD1D31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D1D31" w:rsidRPr="00DF2090" w:rsidRDefault="00FD1D31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FD1D31" w:rsidRPr="00885C29" w:rsidRDefault="00FD1D31" w:rsidP="001157F7"/>
    <w:p w:rsidR="00FD1D31" w:rsidRDefault="00FD1D31" w:rsidP="001157F7">
      <w:pPr>
        <w:jc w:val="center"/>
        <w:rPr>
          <w:b/>
        </w:rPr>
      </w:pPr>
    </w:p>
    <w:p w:rsidR="00FD1D31" w:rsidRDefault="00FD1D3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D1D31" w:rsidRPr="00FC3BBA" w:rsidRDefault="00FD1D31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FD1D31" w:rsidRDefault="00FD1D31" w:rsidP="00BB769B">
      <w:pPr>
        <w:jc w:val="center"/>
        <w:rPr>
          <w:b/>
          <w:szCs w:val="28"/>
        </w:rPr>
      </w:pPr>
    </w:p>
    <w:p w:rsidR="00FD1D31" w:rsidRPr="00950972" w:rsidRDefault="00FD1D3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D1D31" w:rsidRPr="00950972" w:rsidRDefault="00FD1D31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FD1D31" w:rsidRPr="00FC3BBA" w:rsidRDefault="00FD1D31" w:rsidP="00E17F3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FD1D31" w:rsidRDefault="00FD1D31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D1D31" w:rsidRPr="00855115" w:rsidRDefault="00FD1D31" w:rsidP="000870F9">
            <w:pPr>
              <w:rPr>
                <w:szCs w:val="28"/>
              </w:rPr>
            </w:pPr>
            <w:r>
              <w:rPr>
                <w:szCs w:val="28"/>
              </w:rPr>
              <w:t>Отдел по имущественным вопросам и вопросам ЖКХ администрации Старотитаровского сельского поселения Темрюкского района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D1D31" w:rsidRDefault="00FD1D31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D1D31" w:rsidRPr="00157189" w:rsidRDefault="00FD1D31" w:rsidP="000870F9">
            <w:pPr>
              <w:rPr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D1D31" w:rsidRDefault="00FD1D31" w:rsidP="000870F9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D1D31" w:rsidRPr="00190885" w:rsidRDefault="00FD1D31" w:rsidP="000870F9">
            <w:pPr>
              <w:rPr>
                <w:b/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D1D31" w:rsidRDefault="00FD1D31" w:rsidP="000870F9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FD1D31" w:rsidRPr="00190885" w:rsidRDefault="00FD1D31" w:rsidP="000870F9">
            <w:pPr>
              <w:rPr>
                <w:b/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D1D31" w:rsidRPr="00E40609" w:rsidRDefault="00FD1D31" w:rsidP="0059637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E40609">
              <w:rPr>
                <w:szCs w:val="28"/>
              </w:rPr>
              <w:t xml:space="preserve">беспечение устойчивого территориального развития </w:t>
            </w:r>
            <w:r>
              <w:rPr>
                <w:szCs w:val="28"/>
              </w:rPr>
              <w:t xml:space="preserve">  Старотитаровского сельского поселения Темрюкского района </w:t>
            </w:r>
            <w:r w:rsidRPr="00E40609">
              <w:rPr>
                <w:szCs w:val="28"/>
              </w:rPr>
              <w:t>посредством совершенствования системы расселения, застройки, благоустройства поселени</w:t>
            </w:r>
            <w:r>
              <w:rPr>
                <w:szCs w:val="28"/>
              </w:rPr>
              <w:t>я, его инженерной и социальной инфраструктуры</w:t>
            </w:r>
          </w:p>
          <w:p w:rsidR="00FD1D31" w:rsidRPr="00190885" w:rsidRDefault="00FD1D31" w:rsidP="00596372">
            <w:pPr>
              <w:rPr>
                <w:b/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D1D31" w:rsidRPr="00582EA2" w:rsidRDefault="00FD1D31" w:rsidP="00596372">
            <w:pPr>
              <w:jc w:val="both"/>
              <w:rPr>
                <w:szCs w:val="28"/>
              </w:rPr>
            </w:pPr>
            <w:r w:rsidRPr="00E40609">
              <w:rPr>
                <w:szCs w:val="28"/>
              </w:rPr>
              <w:t xml:space="preserve">подготовка документации </w:t>
            </w:r>
            <w:r>
              <w:rPr>
                <w:szCs w:val="28"/>
              </w:rPr>
              <w:t>для формирования земельных участков для продажи</w:t>
            </w:r>
          </w:p>
          <w:p w:rsidR="00FD1D31" w:rsidRPr="004D1434" w:rsidRDefault="00FD1D31" w:rsidP="000870F9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FD1D31" w:rsidRPr="000C3C23" w:rsidRDefault="00FD1D31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D1D31" w:rsidRDefault="00FD1D31" w:rsidP="000870F9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FD1D31" w:rsidRPr="00596372" w:rsidRDefault="00FD1D31" w:rsidP="000870F9">
            <w:pPr>
              <w:rPr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D1D31" w:rsidRDefault="00FD1D31" w:rsidP="000870F9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D1D31" w:rsidRPr="00A46A72" w:rsidRDefault="00FD1D31" w:rsidP="000870F9">
            <w:pPr>
              <w:rPr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D1D31" w:rsidRPr="00A46A72" w:rsidRDefault="00FD1D31" w:rsidP="000870F9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D1D31" w:rsidRPr="00190885" w:rsidRDefault="00FD1D31" w:rsidP="000870F9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D1D31" w:rsidRPr="00190885" w:rsidRDefault="00FD1D31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D1D31" w:rsidRPr="00190885" w:rsidRDefault="00FD1D31" w:rsidP="000870F9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D1D31" w:rsidRPr="00190885" w:rsidRDefault="00FD1D31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D1D31" w:rsidRPr="00190885" w:rsidRDefault="00FD1D31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D1D31" w:rsidRPr="00190885" w:rsidRDefault="00FD1D31" w:rsidP="000870F9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1842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201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1842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70,0</w:t>
            </w:r>
          </w:p>
        </w:tc>
        <w:tc>
          <w:tcPr>
            <w:tcW w:w="201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1D31" w:rsidRPr="008A6FA1" w:rsidTr="000870F9">
        <w:tc>
          <w:tcPr>
            <w:tcW w:w="14560" w:type="dxa"/>
            <w:gridSpan w:val="6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1D31" w:rsidRPr="008A6FA1" w:rsidTr="000870F9">
        <w:tc>
          <w:tcPr>
            <w:tcW w:w="14560" w:type="dxa"/>
            <w:gridSpan w:val="6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</w:p>
        </w:tc>
      </w:tr>
      <w:tr w:rsidR="00FD1D31" w:rsidRPr="008A6FA1" w:rsidTr="000870F9">
        <w:tc>
          <w:tcPr>
            <w:tcW w:w="6374" w:type="dxa"/>
          </w:tcPr>
          <w:p w:rsidR="00FD1D31" w:rsidRPr="00190885" w:rsidRDefault="00FD1D31" w:rsidP="000870F9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1D31" w:rsidRPr="00190885" w:rsidRDefault="00FD1D31" w:rsidP="000870F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D1D31" w:rsidRDefault="00FD1D31" w:rsidP="000336F7">
      <w:pPr>
        <w:jc w:val="center"/>
        <w:rPr>
          <w:b/>
          <w:szCs w:val="28"/>
        </w:rPr>
      </w:pPr>
    </w:p>
    <w:p w:rsidR="00FD1D31" w:rsidRDefault="00FD1D31" w:rsidP="000336F7">
      <w:pPr>
        <w:jc w:val="center"/>
        <w:rPr>
          <w:b/>
          <w:szCs w:val="28"/>
        </w:rPr>
      </w:pPr>
    </w:p>
    <w:p w:rsidR="00FD1D31" w:rsidRDefault="00FD1D31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FD1D31" w:rsidRPr="00FC3BBA" w:rsidRDefault="00FD1D31" w:rsidP="007821D3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7821D3">
        <w:rPr>
          <w:b/>
        </w:rPr>
        <w:t>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FD1D31" w:rsidRPr="004408E3" w:rsidRDefault="00FD1D31" w:rsidP="007821D3">
      <w:pPr>
        <w:jc w:val="center"/>
        <w:rPr>
          <w:sz w:val="24"/>
          <w:szCs w:val="24"/>
        </w:rPr>
      </w:pPr>
    </w:p>
    <w:p w:rsidR="00FD1D31" w:rsidRDefault="00FD1D31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FD1D31" w:rsidRDefault="00FD1D31" w:rsidP="00EF6F81">
      <w:pPr>
        <w:jc w:val="center"/>
        <w:rPr>
          <w:szCs w:val="28"/>
        </w:rPr>
      </w:pPr>
    </w:p>
    <w:p w:rsidR="00FD1D31" w:rsidRPr="00FC3BBA" w:rsidRDefault="00FD1D31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FD1D31" w:rsidRPr="00A74297" w:rsidRDefault="00FD1D31" w:rsidP="00225687">
      <w:pPr>
        <w:jc w:val="center"/>
        <w:rPr>
          <w:b/>
          <w:szCs w:val="28"/>
        </w:rPr>
      </w:pPr>
    </w:p>
    <w:p w:rsidR="00FD1D31" w:rsidRPr="00225687" w:rsidRDefault="00FD1D31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FD1D31" w:rsidTr="00D02E64">
        <w:tc>
          <w:tcPr>
            <w:tcW w:w="648" w:type="dxa"/>
            <w:vMerge w:val="restart"/>
            <w:vAlign w:val="center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FD1D31" w:rsidRPr="00AC26F6" w:rsidRDefault="00FD1D31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FD1D31" w:rsidRPr="00AC26F6" w:rsidRDefault="00FD1D31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FD1D31" w:rsidTr="00D02E64">
        <w:tc>
          <w:tcPr>
            <w:tcW w:w="648" w:type="dxa"/>
            <w:vMerge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FD1D31" w:rsidRPr="00AC26F6" w:rsidRDefault="00FD1D31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FD1D31" w:rsidRPr="00AC26F6" w:rsidRDefault="00FD1D31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FD1D31" w:rsidTr="00D02E64">
        <w:tc>
          <w:tcPr>
            <w:tcW w:w="648" w:type="dxa"/>
          </w:tcPr>
          <w:p w:rsidR="00FD1D31" w:rsidRPr="00AC26F6" w:rsidRDefault="00FD1D31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FD1D31" w:rsidRPr="00AC26F6" w:rsidRDefault="00FD1D31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FD1D31" w:rsidRPr="00AC26F6" w:rsidRDefault="00FD1D31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FD1D31" w:rsidRPr="00AC26F6" w:rsidRDefault="00FD1D31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FD1D31" w:rsidRPr="00AC26F6" w:rsidRDefault="00FD1D31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FD1D31" w:rsidRPr="00AC26F6" w:rsidRDefault="00FD1D31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FD1D31" w:rsidTr="00D02E64">
        <w:tc>
          <w:tcPr>
            <w:tcW w:w="648" w:type="dxa"/>
            <w:vAlign w:val="center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FD1D31" w:rsidRDefault="00FD1D31" w:rsidP="000123B5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596372">
              <w:rPr>
                <w:szCs w:val="28"/>
              </w:rPr>
              <w:t xml:space="preserve">одготовка межевого плана на бесхозяйственные  земельные участки  </w:t>
            </w:r>
          </w:p>
          <w:p w:rsidR="00FD1D31" w:rsidRPr="00AC26F6" w:rsidRDefault="00FD1D31" w:rsidP="00D02E64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FD1D31" w:rsidRPr="00AC26F6" w:rsidRDefault="00FD1D31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</w:tbl>
    <w:p w:rsidR="00FD1D31" w:rsidRDefault="00FD1D31" w:rsidP="0054045D">
      <w:pPr>
        <w:pStyle w:val="ConsPlusNormal0"/>
        <w:jc w:val="center"/>
        <w:rPr>
          <w:b/>
        </w:rPr>
      </w:pPr>
    </w:p>
    <w:p w:rsidR="00FD1D31" w:rsidRDefault="00FD1D31" w:rsidP="0054045D">
      <w:pPr>
        <w:pStyle w:val="ConsPlusNormal0"/>
        <w:jc w:val="center"/>
        <w:rPr>
          <w:b/>
        </w:rPr>
      </w:pPr>
    </w:p>
    <w:p w:rsidR="00FD1D31" w:rsidRDefault="00FD1D31" w:rsidP="0054045D">
      <w:pPr>
        <w:pStyle w:val="ConsPlusNormal0"/>
        <w:jc w:val="center"/>
        <w:rPr>
          <w:b/>
        </w:rPr>
      </w:pPr>
    </w:p>
    <w:p w:rsidR="00FD1D31" w:rsidRDefault="00FD1D31" w:rsidP="0054045D">
      <w:pPr>
        <w:pStyle w:val="ConsPlusNormal0"/>
        <w:jc w:val="center"/>
        <w:rPr>
          <w:b/>
        </w:rPr>
      </w:pPr>
    </w:p>
    <w:p w:rsidR="00FD1D31" w:rsidRDefault="00FD1D31" w:rsidP="0054045D">
      <w:pPr>
        <w:pStyle w:val="ConsPlusNormal0"/>
        <w:jc w:val="center"/>
        <w:rPr>
          <w:b/>
        </w:rPr>
      </w:pPr>
    </w:p>
    <w:p w:rsidR="00FD1D31" w:rsidRDefault="00FD1D31" w:rsidP="0054045D">
      <w:pPr>
        <w:pStyle w:val="ConsPlusNormal0"/>
        <w:jc w:val="center"/>
        <w:rPr>
          <w:b/>
        </w:rPr>
      </w:pPr>
    </w:p>
    <w:p w:rsidR="00FD1D31" w:rsidRPr="003C75F8" w:rsidRDefault="00FD1D31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FD1D31" w:rsidRPr="003C75F8" w:rsidRDefault="00FD1D31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FD1D31" w:rsidRPr="00FC3BBA" w:rsidRDefault="00FD1D31" w:rsidP="000123B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0123B5">
        <w:rPr>
          <w:b/>
        </w:rPr>
        <w:t>показателей муниципальной программы</w:t>
      </w:r>
      <w: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FD1D31" w:rsidRPr="00A74297" w:rsidRDefault="00FD1D31" w:rsidP="000123B5">
      <w:pPr>
        <w:jc w:val="center"/>
        <w:rPr>
          <w:b/>
          <w:szCs w:val="28"/>
        </w:rPr>
      </w:pPr>
    </w:p>
    <w:p w:rsidR="00FD1D31" w:rsidRPr="003C75F8" w:rsidRDefault="00FD1D31" w:rsidP="000123B5">
      <w:pPr>
        <w:jc w:val="center"/>
      </w:pPr>
    </w:p>
    <w:p w:rsidR="00FD1D31" w:rsidRPr="0054045D" w:rsidRDefault="00FD1D31">
      <w:pPr>
        <w:rPr>
          <w:sz w:val="6"/>
          <w:szCs w:val="6"/>
        </w:rPr>
      </w:pPr>
    </w:p>
    <w:p w:rsidR="00FD1D31" w:rsidRDefault="00FD1D31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FD1D31" w:rsidRPr="00BD6669" w:rsidTr="00D02E64">
        <w:tc>
          <w:tcPr>
            <w:tcW w:w="593" w:type="dxa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FD1D31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FD1D31" w:rsidRPr="00C400CB" w:rsidRDefault="00FD1D3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FD1D31" w:rsidRPr="00C400CB" w:rsidRDefault="00FD1D3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FD1D31" w:rsidRPr="00C400CB" w:rsidRDefault="00FD1D3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FD1D31" w:rsidRPr="00C400CB" w:rsidRDefault="00FD1D3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FD1D31" w:rsidRPr="00C400CB" w:rsidRDefault="00FD1D3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FD1D31" w:rsidRPr="00C400CB" w:rsidRDefault="00FD1D3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FD1D31" w:rsidRPr="00C400CB" w:rsidRDefault="00FD1D3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FD1D31" w:rsidRPr="00C400CB" w:rsidRDefault="00FD1D31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FD1D31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FD1D31" w:rsidRPr="000123B5" w:rsidRDefault="00FD1D31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 xml:space="preserve">подготовка межевого плана на бесхозяйственные  земельные участки  </w:t>
            </w:r>
          </w:p>
          <w:p w:rsidR="00FD1D31" w:rsidRPr="000123B5" w:rsidRDefault="00FD1D31" w:rsidP="00D02E64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</w:t>
            </w:r>
            <w:r w:rsidRPr="00C400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  <w:gridSpan w:val="2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FD1D31" w:rsidRPr="00C400CB" w:rsidRDefault="00FD1D31" w:rsidP="000123B5">
            <w:pPr>
              <w:rPr>
                <w:sz w:val="24"/>
                <w:szCs w:val="24"/>
              </w:rPr>
            </w:pPr>
            <w:r w:rsidRPr="000123B5">
              <w:rPr>
                <w:sz w:val="24"/>
                <w:szCs w:val="24"/>
              </w:rPr>
              <w:t>Отдел по имущественным вопросам и вопросам ЖКХ</w:t>
            </w:r>
            <w:r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>а</w:t>
            </w:r>
            <w:r w:rsidRPr="00C400CB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и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FD1D31" w:rsidRPr="00C400CB" w:rsidRDefault="00FD1D31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FD1D31" w:rsidRDefault="00FD1D31" w:rsidP="00FA1A72">
      <w:pPr>
        <w:jc w:val="both"/>
        <w:rPr>
          <w:szCs w:val="28"/>
        </w:rPr>
      </w:pPr>
    </w:p>
    <w:p w:rsidR="00FD1D31" w:rsidRDefault="00FD1D31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FD1D31" w:rsidRPr="00FC3BBA" w:rsidRDefault="00FD1D31" w:rsidP="001D141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C3BBA">
        <w:rPr>
          <w:b/>
          <w:szCs w:val="28"/>
        </w:rPr>
        <w:t xml:space="preserve">«О подготовке землеустроительной документации на территории  </w:t>
      </w:r>
      <w:r>
        <w:rPr>
          <w:b/>
          <w:szCs w:val="28"/>
        </w:rPr>
        <w:t xml:space="preserve">Старотитаровского </w:t>
      </w:r>
      <w:r w:rsidRPr="00FC3BBA">
        <w:rPr>
          <w:b/>
          <w:szCs w:val="28"/>
        </w:rPr>
        <w:t>сельского поселения Темрюкского района</w:t>
      </w:r>
      <w:r>
        <w:rPr>
          <w:b/>
          <w:szCs w:val="28"/>
        </w:rPr>
        <w:t xml:space="preserve">» </w:t>
      </w:r>
    </w:p>
    <w:p w:rsidR="00FD1D31" w:rsidRPr="00A74297" w:rsidRDefault="00FD1D31" w:rsidP="001D1415">
      <w:pPr>
        <w:jc w:val="center"/>
        <w:rPr>
          <w:b/>
          <w:szCs w:val="28"/>
        </w:rPr>
      </w:pPr>
    </w:p>
    <w:p w:rsidR="00FD1D31" w:rsidRDefault="00FD1D31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D1D31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D1D31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1D31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B6573C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D31" w:rsidRPr="00500747" w:rsidRDefault="00FD1D31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1D31" w:rsidRDefault="00FD1D31" w:rsidP="00EF6F81">
      <w:pPr>
        <w:jc w:val="center"/>
        <w:rPr>
          <w:szCs w:val="28"/>
        </w:rPr>
      </w:pPr>
    </w:p>
    <w:p w:rsidR="00FD1D31" w:rsidRDefault="00FD1D31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D1D31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FD1D31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D31" w:rsidRPr="001D1415" w:rsidRDefault="00FD1D31" w:rsidP="000870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1D1415">
              <w:rPr>
                <w:sz w:val="24"/>
                <w:szCs w:val="24"/>
              </w:rPr>
              <w:t>беспечение устойчивого территориального развития   Старотитаровского сельского поселения Темрюкского района посредством совершенствования системы расселения, застройки, благоустройства поселения, его инженерной и социальной инфраструктуры</w:t>
            </w:r>
          </w:p>
          <w:p w:rsidR="00FD1D31" w:rsidRPr="001D1415" w:rsidRDefault="00FD1D31" w:rsidP="000870F9">
            <w:pPr>
              <w:rPr>
                <w:b/>
                <w:sz w:val="24"/>
                <w:szCs w:val="24"/>
              </w:rPr>
            </w:pPr>
          </w:p>
        </w:tc>
      </w:tr>
      <w:tr w:rsidR="00FD1D31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D31" w:rsidRPr="001D1415" w:rsidRDefault="00FD1D31" w:rsidP="000870F9">
            <w:pPr>
              <w:jc w:val="both"/>
              <w:rPr>
                <w:sz w:val="24"/>
                <w:szCs w:val="24"/>
              </w:rPr>
            </w:pPr>
            <w:r w:rsidRPr="001D1415">
              <w:rPr>
                <w:sz w:val="24"/>
                <w:szCs w:val="24"/>
              </w:rPr>
              <w:t>подготовка документации для формирования земельных участков для продажи</w:t>
            </w:r>
          </w:p>
          <w:p w:rsidR="00FD1D31" w:rsidRPr="001D1415" w:rsidRDefault="00FD1D31" w:rsidP="000870F9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D31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0"/>
              <w:rPr>
                <w:rFonts w:ascii="Times New Roman" w:hAnsi="Times New Roman" w:cs="Times New Roman"/>
              </w:rPr>
            </w:pPr>
            <w:r w:rsidRPr="00302555">
              <w:rPr>
                <w:rFonts w:ascii="Times New Roman" w:hAnsi="Times New Roman"/>
              </w:rPr>
              <w:t>Мероприятия по землеустройству и землепользованию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C400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D31" w:rsidRPr="00ED52A3" w:rsidRDefault="00FD1D31" w:rsidP="001D1415">
            <w:pPr>
              <w:rPr>
                <w:sz w:val="24"/>
                <w:szCs w:val="24"/>
              </w:rPr>
            </w:pPr>
            <w:r w:rsidRPr="00ED52A3">
              <w:rPr>
                <w:sz w:val="24"/>
                <w:szCs w:val="24"/>
              </w:rPr>
              <w:t>подготовка межевого плана на земельны</w:t>
            </w:r>
            <w:r>
              <w:rPr>
                <w:sz w:val="24"/>
                <w:szCs w:val="24"/>
              </w:rPr>
              <w:t>е</w:t>
            </w:r>
            <w:r w:rsidRPr="00ED52A3">
              <w:rPr>
                <w:sz w:val="24"/>
                <w:szCs w:val="24"/>
              </w:rPr>
              <w:t xml:space="preserve"> участк</w:t>
            </w:r>
            <w:r>
              <w:rPr>
                <w:sz w:val="24"/>
                <w:szCs w:val="24"/>
              </w:rPr>
              <w:t>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D1D31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D1D31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D1D31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1D31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D31" w:rsidRPr="00C400CB" w:rsidRDefault="00FD1D31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D1D31" w:rsidRPr="00C400CB" w:rsidRDefault="00FD1D31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D1D31" w:rsidRDefault="00FD1D31" w:rsidP="00EF6F81">
      <w:pPr>
        <w:jc w:val="center"/>
        <w:rPr>
          <w:szCs w:val="28"/>
        </w:rPr>
        <w:sectPr w:rsidR="00FD1D31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FD1D31" w:rsidRPr="00484E94" w:rsidRDefault="00FD1D31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FD1D31" w:rsidRPr="00484E94" w:rsidRDefault="00FD1D3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FD1D31" w:rsidRPr="00484E94" w:rsidRDefault="00FD1D31" w:rsidP="00484E94">
      <w:pPr>
        <w:pStyle w:val="ConsPlusNormal0"/>
        <w:jc w:val="center"/>
        <w:rPr>
          <w:szCs w:val="28"/>
        </w:rPr>
      </w:pPr>
    </w:p>
    <w:p w:rsidR="00FD1D31" w:rsidRPr="0016103B" w:rsidRDefault="00FD1D31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FD1D31" w:rsidRPr="00484E94" w:rsidRDefault="00FD1D31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FD1D31" w:rsidRPr="00484E94" w:rsidRDefault="00FD1D31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FD1D31" w:rsidRDefault="00FD1D31" w:rsidP="00484E94">
      <w:pPr>
        <w:jc w:val="both"/>
      </w:pPr>
    </w:p>
    <w:p w:rsidR="00FD1D31" w:rsidRPr="00484E94" w:rsidRDefault="00FD1D31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FD1D31" w:rsidRPr="00484E94" w:rsidRDefault="00FD1D31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FD1D31" w:rsidRPr="00484E94" w:rsidRDefault="00FD1D31" w:rsidP="00484E94">
      <w:pPr>
        <w:pStyle w:val="ConsPlusNormal0"/>
        <w:jc w:val="both"/>
        <w:rPr>
          <w:szCs w:val="28"/>
        </w:rPr>
      </w:pP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FD1D31" w:rsidRDefault="00FD1D31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FD1D31" w:rsidRPr="007F34E4" w:rsidRDefault="00FD1D31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FD1D31" w:rsidRPr="007F34E4" w:rsidRDefault="00FD1D31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FD1D31" w:rsidRPr="007F34E4" w:rsidRDefault="00FD1D31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FD1D31" w:rsidRPr="007F34E4" w:rsidRDefault="00FD1D31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FD1D31" w:rsidRPr="007F34E4" w:rsidRDefault="00FD1D31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FD1D31" w:rsidRDefault="00FD1D31" w:rsidP="00484E94">
      <w:pPr>
        <w:ind w:firstLine="709"/>
        <w:jc w:val="both"/>
        <w:rPr>
          <w:szCs w:val="28"/>
        </w:rPr>
      </w:pPr>
    </w:p>
    <w:p w:rsidR="00FD1D31" w:rsidRDefault="00FD1D31" w:rsidP="00484E94">
      <w:pPr>
        <w:ind w:firstLine="709"/>
        <w:jc w:val="both"/>
        <w:rPr>
          <w:szCs w:val="28"/>
        </w:rPr>
      </w:pPr>
    </w:p>
    <w:p w:rsidR="00FD1D31" w:rsidRDefault="00FD1D31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D1D31" w:rsidRDefault="00FD1D31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D1D31" w:rsidRDefault="00FD1D31" w:rsidP="00B96477">
      <w:pPr>
        <w:rPr>
          <w:szCs w:val="28"/>
        </w:rPr>
        <w:sectPr w:rsidR="00FD1D31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Е.М. Зимина</w:t>
      </w:r>
    </w:p>
    <w:p w:rsidR="00FD1D31" w:rsidRDefault="00FD1D31" w:rsidP="001F5CA2">
      <w:pPr>
        <w:jc w:val="center"/>
        <w:rPr>
          <w:b/>
        </w:rPr>
      </w:pPr>
    </w:p>
    <w:sectPr w:rsidR="00FD1D3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1D31" w:rsidRDefault="00FD1D31" w:rsidP="00EF6F81">
      <w:r>
        <w:separator/>
      </w:r>
    </w:p>
  </w:endnote>
  <w:endnote w:type="continuationSeparator" w:id="0">
    <w:p w:rsidR="00FD1D31" w:rsidRDefault="00FD1D3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1D31" w:rsidRDefault="00FD1D31" w:rsidP="00EF6F81">
      <w:r>
        <w:separator/>
      </w:r>
    </w:p>
  </w:footnote>
  <w:footnote w:type="continuationSeparator" w:id="0">
    <w:p w:rsidR="00FD1D31" w:rsidRDefault="00FD1D3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D31" w:rsidRDefault="00FD1D31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D31" w:rsidRDefault="00FD1D31">
    <w:pPr>
      <w:pStyle w:val="Header"/>
      <w:jc w:val="center"/>
    </w:pPr>
  </w:p>
  <w:p w:rsidR="00FD1D31" w:rsidRDefault="00FD1D31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D1D31" w:rsidRPr="00DF2090" w:rsidRDefault="00FD1D31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23B5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870F9"/>
    <w:rsid w:val="000A5167"/>
    <w:rsid w:val="000B4AE6"/>
    <w:rsid w:val="000C1918"/>
    <w:rsid w:val="000C25E0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1415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2555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9A4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2AC4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65CE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82EA2"/>
    <w:rsid w:val="00595B9D"/>
    <w:rsid w:val="00596372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1A1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1D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06DE9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ABB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A5E25"/>
    <w:rsid w:val="00DC2B12"/>
    <w:rsid w:val="00DC605B"/>
    <w:rsid w:val="00DD1C2E"/>
    <w:rsid w:val="00DD49F6"/>
    <w:rsid w:val="00DD5F0A"/>
    <w:rsid w:val="00DE264F"/>
    <w:rsid w:val="00DE754D"/>
    <w:rsid w:val="00DF2090"/>
    <w:rsid w:val="00DF23BC"/>
    <w:rsid w:val="00E00492"/>
    <w:rsid w:val="00E005C3"/>
    <w:rsid w:val="00E03A2A"/>
    <w:rsid w:val="00E17C37"/>
    <w:rsid w:val="00E17F30"/>
    <w:rsid w:val="00E21261"/>
    <w:rsid w:val="00E21615"/>
    <w:rsid w:val="00E23571"/>
    <w:rsid w:val="00E24387"/>
    <w:rsid w:val="00E26841"/>
    <w:rsid w:val="00E33916"/>
    <w:rsid w:val="00E40609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52A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C3BBA"/>
    <w:rsid w:val="00FD1D31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0336F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2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2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2102</TotalTime>
  <Pages>10</Pages>
  <Words>1583</Words>
  <Characters>9028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196</cp:revision>
  <cp:lastPrinted>2021-06-11T06:36:00Z</cp:lastPrinted>
  <dcterms:created xsi:type="dcterms:W3CDTF">2018-08-07T11:48:00Z</dcterms:created>
  <dcterms:modified xsi:type="dcterms:W3CDTF">2021-09-28T07:58:00Z</dcterms:modified>
</cp:coreProperties>
</file>