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B26044" w:rsidRPr="00F945BC" w:rsidTr="00F945BC">
        <w:tc>
          <w:tcPr>
            <w:tcW w:w="8934" w:type="dxa"/>
          </w:tcPr>
          <w:p w:rsidR="00B26044" w:rsidRPr="00F945BC" w:rsidRDefault="00B26044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B26044" w:rsidRPr="00EE5BAC" w:rsidRDefault="00B26044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B26044" w:rsidRPr="00EE5BAC" w:rsidRDefault="00B26044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B26044" w:rsidRPr="00EE5BAC" w:rsidRDefault="00B26044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B26044" w:rsidRPr="00EE5BAC" w:rsidRDefault="00B26044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B26044" w:rsidRPr="00EE5BAC" w:rsidRDefault="00B26044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B26044" w:rsidRDefault="00B26044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от _______________№ _______________</w:t>
            </w:r>
          </w:p>
          <w:p w:rsidR="00B26044" w:rsidRPr="00F945BC" w:rsidRDefault="00B26044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B26044" w:rsidRPr="00885C29" w:rsidRDefault="00B26044" w:rsidP="001157F7"/>
    <w:p w:rsidR="00B26044" w:rsidRDefault="00B26044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B26044" w:rsidRDefault="00B26044" w:rsidP="00B86C1B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B26044" w:rsidRDefault="00B26044" w:rsidP="00BB769B">
      <w:pPr>
        <w:jc w:val="center"/>
        <w:rPr>
          <w:b/>
          <w:szCs w:val="28"/>
        </w:rPr>
      </w:pPr>
    </w:p>
    <w:p w:rsidR="00B26044" w:rsidRPr="00950972" w:rsidRDefault="00B26044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B26044" w:rsidRDefault="00B26044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B26044" w:rsidRPr="00950972" w:rsidRDefault="00B26044" w:rsidP="00BB769B">
      <w:pPr>
        <w:jc w:val="center"/>
        <w:rPr>
          <w:b/>
          <w:szCs w:val="28"/>
        </w:rPr>
      </w:pPr>
    </w:p>
    <w:p w:rsidR="00B26044" w:rsidRPr="00950972" w:rsidRDefault="00B26044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B26044" w:rsidRPr="008A6FA1" w:rsidTr="00F9512D">
        <w:tc>
          <w:tcPr>
            <w:tcW w:w="6374" w:type="dxa"/>
          </w:tcPr>
          <w:p w:rsidR="00B26044" w:rsidRPr="00190885" w:rsidRDefault="00B2604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B26044" w:rsidRDefault="00B26044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B26044" w:rsidRPr="00855115" w:rsidRDefault="00B26044" w:rsidP="00F9512D">
            <w:pPr>
              <w:rPr>
                <w:szCs w:val="28"/>
              </w:rPr>
            </w:pPr>
          </w:p>
        </w:tc>
      </w:tr>
      <w:tr w:rsidR="00B26044" w:rsidRPr="008A6FA1" w:rsidTr="00F9512D">
        <w:tc>
          <w:tcPr>
            <w:tcW w:w="6374" w:type="dxa"/>
          </w:tcPr>
          <w:p w:rsidR="00B26044" w:rsidRPr="00190885" w:rsidRDefault="00B2604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B26044" w:rsidRPr="0096600F" w:rsidRDefault="00B26044" w:rsidP="00F9512D">
            <w:pPr>
              <w:rPr>
                <w:szCs w:val="28"/>
              </w:rPr>
            </w:pPr>
            <w:r>
              <w:rPr>
                <w:szCs w:val="28"/>
              </w:rPr>
              <w:t>- ф</w:t>
            </w:r>
            <w:r w:rsidRPr="0096600F">
              <w:rPr>
                <w:szCs w:val="28"/>
              </w:rPr>
              <w:t>инансовый отдел администрации Старотитаровского сельского поселения Темрюкского района;</w:t>
            </w:r>
          </w:p>
          <w:p w:rsidR="00B26044" w:rsidRDefault="00B26044" w:rsidP="00F9512D">
            <w:pPr>
              <w:rPr>
                <w:szCs w:val="28"/>
              </w:rPr>
            </w:pPr>
            <w:r w:rsidRPr="0096600F">
              <w:rPr>
                <w:szCs w:val="28"/>
              </w:rPr>
              <w:t>- отдел по имущественным отношениям и вопросам ЖКХ администрации Старотитаровского сельского поселения Темрюкского района</w:t>
            </w:r>
          </w:p>
          <w:p w:rsidR="00B26044" w:rsidRPr="0096600F" w:rsidRDefault="00B26044" w:rsidP="00F9512D">
            <w:pPr>
              <w:rPr>
                <w:szCs w:val="28"/>
              </w:rPr>
            </w:pPr>
          </w:p>
        </w:tc>
      </w:tr>
      <w:tr w:rsidR="00B26044" w:rsidRPr="008A6FA1" w:rsidTr="00F9512D">
        <w:tc>
          <w:tcPr>
            <w:tcW w:w="6374" w:type="dxa"/>
          </w:tcPr>
          <w:p w:rsidR="00B26044" w:rsidRPr="00190885" w:rsidRDefault="00B2604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B26044" w:rsidRDefault="00B26044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B26044" w:rsidRPr="00190885" w:rsidRDefault="00B26044" w:rsidP="00F9512D">
            <w:pPr>
              <w:rPr>
                <w:b/>
                <w:szCs w:val="28"/>
              </w:rPr>
            </w:pPr>
          </w:p>
        </w:tc>
      </w:tr>
      <w:tr w:rsidR="00B26044" w:rsidRPr="008A6FA1" w:rsidTr="00F9512D">
        <w:tc>
          <w:tcPr>
            <w:tcW w:w="6374" w:type="dxa"/>
          </w:tcPr>
          <w:p w:rsidR="00B26044" w:rsidRPr="00190885" w:rsidRDefault="00B2604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B26044" w:rsidRPr="00E823BE" w:rsidRDefault="00B26044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 «Материально-техническое обеспечение и содержание администрации Старотитаровского сельского поселения Темрюкского района»;</w:t>
            </w:r>
          </w:p>
          <w:p w:rsidR="00B26044" w:rsidRPr="00E823BE" w:rsidRDefault="00B26044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 «Поддержка деятельности территориального общественного самоуправления  на территории Старотитаровского сельского поселения Темрюкского района»;</w:t>
            </w:r>
          </w:p>
          <w:p w:rsidR="00B26044" w:rsidRPr="00E823BE" w:rsidRDefault="00B26044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3. Подпрограмма «</w:t>
            </w:r>
            <w:r w:rsidRPr="00E823BE">
              <w:t>Реализация муниципальной политики в сфере приватизации муниципального имущества Старотитаровского сельского поселения Темрюкского района</w:t>
            </w:r>
            <w:r w:rsidRPr="00E823BE">
              <w:rPr>
                <w:szCs w:val="28"/>
              </w:rPr>
              <w:t>»;</w:t>
            </w:r>
          </w:p>
          <w:p w:rsidR="00B26044" w:rsidRDefault="00B26044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 xml:space="preserve">4. Подпрограмма </w:t>
            </w:r>
            <w:r w:rsidRPr="00F24CB1">
              <w:rPr>
                <w:b/>
                <w:szCs w:val="28"/>
              </w:rPr>
              <w:t>«</w:t>
            </w:r>
            <w:r w:rsidRPr="00F24CB1">
              <w:rPr>
                <w:rStyle w:val="a4"/>
                <w:b w:val="0"/>
                <w:bCs/>
                <w:szCs w:val="28"/>
              </w:rPr>
              <w:t>О мероприятиях</w:t>
            </w:r>
            <w:r w:rsidRPr="00E823BE">
              <w:rPr>
                <w:rStyle w:val="a4"/>
                <w:bCs/>
                <w:szCs w:val="28"/>
              </w:rPr>
              <w:t xml:space="preserve"> </w:t>
            </w:r>
            <w:r w:rsidRPr="00E823BE">
              <w:rPr>
                <w:szCs w:val="28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</w:p>
          <w:p w:rsidR="00B26044" w:rsidRPr="00190885" w:rsidRDefault="00B26044" w:rsidP="00F9512D">
            <w:pPr>
              <w:rPr>
                <w:b/>
                <w:szCs w:val="28"/>
              </w:rPr>
            </w:pPr>
          </w:p>
        </w:tc>
      </w:tr>
      <w:tr w:rsidR="00B26044" w:rsidRPr="008A6FA1" w:rsidTr="00F9512D">
        <w:tc>
          <w:tcPr>
            <w:tcW w:w="6374" w:type="dxa"/>
          </w:tcPr>
          <w:p w:rsidR="00B26044" w:rsidRPr="00190885" w:rsidRDefault="00B2604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B26044" w:rsidRPr="005F0511" w:rsidRDefault="00B26044" w:rsidP="00F9512D">
            <w:pPr>
              <w:contextualSpacing/>
            </w:pPr>
            <w:r w:rsidRPr="005F0511">
              <w:rPr>
                <w:szCs w:val="28"/>
              </w:rPr>
              <w:t>совершенствование муниципальной политики и развитие гражданского общества</w:t>
            </w:r>
            <w:r w:rsidRPr="0010064A">
              <w:t xml:space="preserve"> Старотитаровского сельского поселения Темрюкского района</w:t>
            </w:r>
          </w:p>
          <w:p w:rsidR="00B26044" w:rsidRPr="00190885" w:rsidRDefault="00B26044" w:rsidP="00F9512D">
            <w:pPr>
              <w:rPr>
                <w:b/>
                <w:szCs w:val="28"/>
              </w:rPr>
            </w:pPr>
          </w:p>
        </w:tc>
      </w:tr>
      <w:tr w:rsidR="00B26044" w:rsidRPr="008A6FA1" w:rsidTr="00F9512D">
        <w:tc>
          <w:tcPr>
            <w:tcW w:w="6374" w:type="dxa"/>
          </w:tcPr>
          <w:p w:rsidR="00B26044" w:rsidRPr="00190885" w:rsidRDefault="00B2604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B26044" w:rsidRDefault="00B26044" w:rsidP="00F9512D">
            <w:pPr>
              <w:rPr>
                <w:szCs w:val="28"/>
              </w:rPr>
            </w:pPr>
            <w:r>
              <w:rPr>
                <w:szCs w:val="28"/>
              </w:rPr>
              <w:t>- создание благоприятных условий для эффективного функционирования органов местного самоуправления Старотитаровского сельского поселения</w:t>
            </w:r>
            <w:r w:rsidRPr="00E6543F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E6543F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а;</w:t>
            </w:r>
          </w:p>
          <w:p w:rsidR="00B26044" w:rsidRDefault="00B26044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8C2B7A">
              <w:rPr>
                <w:szCs w:val="28"/>
              </w:rPr>
              <w:t xml:space="preserve">поддержка деятельности территориального общественного самоуправления на территории Старотитаровского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оплате коммунальных услуг, услуг связи, </w:t>
            </w:r>
            <w:r>
              <w:rPr>
                <w:szCs w:val="28"/>
              </w:rPr>
              <w:t>канцелярских товаров;</w:t>
            </w:r>
          </w:p>
          <w:p w:rsidR="00B26044" w:rsidRDefault="00B26044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C321E">
              <w:rPr>
                <w:szCs w:val="28"/>
              </w:rPr>
              <w:t>повышение эффективности и качества управления муниципальной собственностью</w:t>
            </w:r>
            <w:r>
              <w:rPr>
                <w:szCs w:val="28"/>
              </w:rPr>
              <w:t xml:space="preserve"> Старотитаровского сельского поселения Темрюкского района;</w:t>
            </w:r>
          </w:p>
          <w:p w:rsidR="00B26044" w:rsidRDefault="00B26044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556E6">
              <w:rPr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  <w:p w:rsidR="00B26044" w:rsidRPr="009F22D5" w:rsidRDefault="00B26044" w:rsidP="00F9512D">
            <w:pPr>
              <w:rPr>
                <w:szCs w:val="28"/>
              </w:rPr>
            </w:pPr>
          </w:p>
        </w:tc>
      </w:tr>
      <w:tr w:rsidR="00B26044" w:rsidRPr="008A6FA1" w:rsidTr="00F9512D">
        <w:tc>
          <w:tcPr>
            <w:tcW w:w="6374" w:type="dxa"/>
          </w:tcPr>
          <w:p w:rsidR="00B26044" w:rsidRPr="00190885" w:rsidRDefault="00B2604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B26044" w:rsidRPr="000C3C23" w:rsidRDefault="00B26044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B26044" w:rsidRPr="008A6FA1" w:rsidTr="00F9512D">
        <w:tc>
          <w:tcPr>
            <w:tcW w:w="6374" w:type="dxa"/>
          </w:tcPr>
          <w:p w:rsidR="00B26044" w:rsidRPr="00190885" w:rsidRDefault="00B2604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B26044" w:rsidRDefault="00B26044" w:rsidP="00F9512D">
            <w:pPr>
              <w:rPr>
                <w:szCs w:val="28"/>
              </w:rPr>
            </w:pPr>
            <w:r w:rsidRPr="003B4B63">
              <w:rPr>
                <w:szCs w:val="28"/>
              </w:rPr>
              <w:t>- содержание и техническое обслуживание</w:t>
            </w:r>
            <w:r>
              <w:rPr>
                <w:szCs w:val="28"/>
              </w:rPr>
              <w:t xml:space="preserve"> административных  </w:t>
            </w:r>
            <w:r w:rsidRPr="003B4B63">
              <w:rPr>
                <w:szCs w:val="28"/>
              </w:rPr>
              <w:t xml:space="preserve"> помещений</w:t>
            </w:r>
            <w:r>
              <w:rPr>
                <w:szCs w:val="28"/>
              </w:rPr>
              <w:t xml:space="preserve"> и </w:t>
            </w:r>
            <w:r w:rsidRPr="00770883">
              <w:rPr>
                <w:szCs w:val="28"/>
              </w:rPr>
              <w:t>инженерных коммуникаций</w:t>
            </w:r>
            <w:r>
              <w:rPr>
                <w:szCs w:val="28"/>
              </w:rPr>
              <w:t>;</w:t>
            </w:r>
          </w:p>
          <w:p w:rsidR="00B26044" w:rsidRDefault="00B26044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3B4B63">
              <w:rPr>
                <w:szCs w:val="28"/>
              </w:rPr>
              <w:t>техническое обслуживание и регламент</w:t>
            </w:r>
            <w:r>
              <w:rPr>
                <w:szCs w:val="28"/>
              </w:rPr>
              <w:t>н</w:t>
            </w:r>
            <w:r w:rsidRPr="003B4B63">
              <w:rPr>
                <w:szCs w:val="28"/>
              </w:rPr>
              <w:t>о-профилактический ремонт систем кондиционирования и вентиляции</w:t>
            </w:r>
            <w:r>
              <w:rPr>
                <w:szCs w:val="28"/>
              </w:rPr>
              <w:t>;</w:t>
            </w:r>
          </w:p>
          <w:p w:rsidR="00B26044" w:rsidRDefault="00B26044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11DA9">
              <w:rPr>
                <w:szCs w:val="28"/>
              </w:rPr>
              <w:t>сбор и транспортиров</w:t>
            </w:r>
            <w:r>
              <w:rPr>
                <w:szCs w:val="28"/>
              </w:rPr>
              <w:t>ка</w:t>
            </w:r>
            <w:r w:rsidRPr="00911DA9">
              <w:rPr>
                <w:szCs w:val="28"/>
              </w:rPr>
              <w:t xml:space="preserve"> твёрдых коммунальных отходов</w:t>
            </w:r>
            <w:r>
              <w:rPr>
                <w:szCs w:val="28"/>
              </w:rPr>
              <w:t>;</w:t>
            </w:r>
          </w:p>
          <w:p w:rsidR="00B26044" w:rsidRDefault="00B26044" w:rsidP="00F9512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E64AB4">
              <w:rPr>
                <w:szCs w:val="28"/>
              </w:rPr>
              <w:t>ереплет книг дела</w:t>
            </w:r>
            <w:r>
              <w:rPr>
                <w:szCs w:val="28"/>
              </w:rPr>
              <w:t>;</w:t>
            </w:r>
          </w:p>
          <w:p w:rsidR="00B26044" w:rsidRDefault="00B26044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>компенсационные выплаты руководителям  органов ТОС</w:t>
            </w:r>
            <w:r>
              <w:rPr>
                <w:szCs w:val="28"/>
              </w:rPr>
              <w:t>;</w:t>
            </w:r>
          </w:p>
          <w:p w:rsidR="00B26044" w:rsidRDefault="00B26044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 xml:space="preserve"> </w:t>
            </w: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  <w:r>
              <w:rPr>
                <w:szCs w:val="28"/>
              </w:rPr>
              <w:t>;</w:t>
            </w:r>
          </w:p>
          <w:p w:rsidR="00B26044" w:rsidRDefault="00B26044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  <w:p w:rsidR="00B26044" w:rsidRPr="000C3C23" w:rsidRDefault="00B26044" w:rsidP="00F9512D">
            <w:pPr>
              <w:rPr>
                <w:szCs w:val="28"/>
              </w:rPr>
            </w:pPr>
          </w:p>
        </w:tc>
      </w:tr>
      <w:tr w:rsidR="00B26044" w:rsidRPr="008A6FA1" w:rsidTr="00F9512D">
        <w:tc>
          <w:tcPr>
            <w:tcW w:w="6374" w:type="dxa"/>
          </w:tcPr>
          <w:p w:rsidR="00B26044" w:rsidRPr="00190885" w:rsidRDefault="00B2604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B26044" w:rsidRPr="00A46A72" w:rsidRDefault="00B26044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B26044" w:rsidRPr="008A6FA1" w:rsidTr="00F9512D">
        <w:tc>
          <w:tcPr>
            <w:tcW w:w="6374" w:type="dxa"/>
          </w:tcPr>
          <w:p w:rsidR="00B26044" w:rsidRPr="00190885" w:rsidRDefault="00B2604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B26044" w:rsidRPr="00A46A72" w:rsidRDefault="00B26044" w:rsidP="00F9512D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B26044" w:rsidRPr="008A6FA1" w:rsidTr="00F9512D">
        <w:tc>
          <w:tcPr>
            <w:tcW w:w="6374" w:type="dxa"/>
          </w:tcPr>
          <w:p w:rsidR="00B26044" w:rsidRPr="00190885" w:rsidRDefault="00B26044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B26044" w:rsidRPr="00190885" w:rsidRDefault="00B26044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B26044" w:rsidRPr="00190885" w:rsidRDefault="00B2604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B26044" w:rsidRPr="008A6FA1" w:rsidTr="00F9512D">
        <w:tc>
          <w:tcPr>
            <w:tcW w:w="6374" w:type="dxa"/>
          </w:tcPr>
          <w:p w:rsidR="00B26044" w:rsidRPr="00190885" w:rsidRDefault="00B26044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B26044" w:rsidRPr="00190885" w:rsidRDefault="00B26044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B26044" w:rsidRPr="00190885" w:rsidRDefault="00B2604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B26044" w:rsidRPr="00190885" w:rsidRDefault="00B2604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B26044" w:rsidRPr="00190885" w:rsidRDefault="00B2604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B26044" w:rsidRPr="00190885" w:rsidRDefault="00B2604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B26044" w:rsidRPr="008A6FA1" w:rsidTr="00F9512D">
        <w:tc>
          <w:tcPr>
            <w:tcW w:w="6374" w:type="dxa"/>
          </w:tcPr>
          <w:p w:rsidR="00B26044" w:rsidRPr="00190885" w:rsidRDefault="00B26044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B26044" w:rsidRPr="00190885" w:rsidRDefault="00B2604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861,0</w:t>
            </w:r>
          </w:p>
        </w:tc>
        <w:tc>
          <w:tcPr>
            <w:tcW w:w="1842" w:type="dxa"/>
            <w:vAlign w:val="center"/>
          </w:tcPr>
          <w:p w:rsidR="00B26044" w:rsidRPr="00190885" w:rsidRDefault="00B2604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26044" w:rsidRPr="00190885" w:rsidRDefault="00B2604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26044" w:rsidRPr="00190885" w:rsidRDefault="00B2604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861,0</w:t>
            </w:r>
          </w:p>
        </w:tc>
        <w:tc>
          <w:tcPr>
            <w:tcW w:w="2019" w:type="dxa"/>
            <w:vAlign w:val="center"/>
          </w:tcPr>
          <w:p w:rsidR="00B26044" w:rsidRPr="00190885" w:rsidRDefault="00B2604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26044" w:rsidRPr="008A6FA1" w:rsidTr="00F9512D">
        <w:tc>
          <w:tcPr>
            <w:tcW w:w="6374" w:type="dxa"/>
          </w:tcPr>
          <w:p w:rsidR="00B26044" w:rsidRPr="00190885" w:rsidRDefault="00B2604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26044" w:rsidRPr="00190885" w:rsidRDefault="00B2604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B26044" w:rsidRPr="00190885" w:rsidRDefault="00B2604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26044" w:rsidRPr="00190885" w:rsidRDefault="00B2604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B26044" w:rsidRPr="00190885" w:rsidRDefault="00B2604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26044" w:rsidRPr="00190885" w:rsidRDefault="00B26044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26044" w:rsidRPr="008A6FA1" w:rsidTr="00F9512D">
        <w:tc>
          <w:tcPr>
            <w:tcW w:w="6374" w:type="dxa"/>
          </w:tcPr>
          <w:p w:rsidR="00B26044" w:rsidRPr="00190885" w:rsidRDefault="00B26044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26044" w:rsidRPr="00190885" w:rsidRDefault="00B2604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861,0</w:t>
            </w:r>
          </w:p>
        </w:tc>
        <w:tc>
          <w:tcPr>
            <w:tcW w:w="1842" w:type="dxa"/>
            <w:vAlign w:val="center"/>
          </w:tcPr>
          <w:p w:rsidR="00B26044" w:rsidRPr="00190885" w:rsidRDefault="00B2604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26044" w:rsidRPr="00190885" w:rsidRDefault="00B2604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26044" w:rsidRPr="00190885" w:rsidRDefault="00B2604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861,0</w:t>
            </w:r>
          </w:p>
        </w:tc>
        <w:tc>
          <w:tcPr>
            <w:tcW w:w="2019" w:type="dxa"/>
            <w:vAlign w:val="center"/>
          </w:tcPr>
          <w:p w:rsidR="00B26044" w:rsidRPr="00190885" w:rsidRDefault="00B2604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26044" w:rsidRPr="008A6FA1" w:rsidTr="00F9512D">
        <w:tc>
          <w:tcPr>
            <w:tcW w:w="14560" w:type="dxa"/>
            <w:gridSpan w:val="6"/>
          </w:tcPr>
          <w:p w:rsidR="00B26044" w:rsidRPr="00190885" w:rsidRDefault="00B2604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B26044" w:rsidRPr="008A6FA1" w:rsidTr="00F9512D">
        <w:tc>
          <w:tcPr>
            <w:tcW w:w="6374" w:type="dxa"/>
          </w:tcPr>
          <w:p w:rsidR="00B26044" w:rsidRPr="00190885" w:rsidRDefault="00B26044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B26044" w:rsidRPr="00190885" w:rsidRDefault="00B2604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B26044" w:rsidRPr="00190885" w:rsidRDefault="00B2604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26044" w:rsidRPr="00190885" w:rsidRDefault="00B2604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26044" w:rsidRPr="00190885" w:rsidRDefault="00B2604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26044" w:rsidRPr="00190885" w:rsidRDefault="00B2604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26044" w:rsidRPr="008A6FA1" w:rsidTr="00F9512D">
        <w:tc>
          <w:tcPr>
            <w:tcW w:w="6374" w:type="dxa"/>
          </w:tcPr>
          <w:p w:rsidR="00B26044" w:rsidRPr="00190885" w:rsidRDefault="00B2604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26044" w:rsidRPr="00190885" w:rsidRDefault="00B2604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B26044" w:rsidRPr="00190885" w:rsidRDefault="00B2604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26044" w:rsidRPr="00190885" w:rsidRDefault="00B2604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B26044" w:rsidRPr="00190885" w:rsidRDefault="00B2604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26044" w:rsidRPr="00190885" w:rsidRDefault="00B26044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26044" w:rsidRPr="008A6FA1" w:rsidTr="00F9512D">
        <w:tc>
          <w:tcPr>
            <w:tcW w:w="6374" w:type="dxa"/>
          </w:tcPr>
          <w:p w:rsidR="00B26044" w:rsidRPr="00190885" w:rsidRDefault="00B26044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26044" w:rsidRPr="00190885" w:rsidRDefault="00B2604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B26044" w:rsidRPr="00190885" w:rsidRDefault="00B2604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26044" w:rsidRPr="00190885" w:rsidRDefault="00B2604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26044" w:rsidRPr="00190885" w:rsidRDefault="00B2604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26044" w:rsidRPr="00190885" w:rsidRDefault="00B2604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26044" w:rsidRPr="008A6FA1" w:rsidTr="00F9512D">
        <w:tc>
          <w:tcPr>
            <w:tcW w:w="14560" w:type="dxa"/>
            <w:gridSpan w:val="6"/>
          </w:tcPr>
          <w:p w:rsidR="00B26044" w:rsidRPr="00190885" w:rsidRDefault="00B2604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26044" w:rsidRPr="00190885" w:rsidRDefault="00B2604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B26044" w:rsidRPr="008A6FA1" w:rsidTr="00F9512D">
        <w:tc>
          <w:tcPr>
            <w:tcW w:w="6374" w:type="dxa"/>
          </w:tcPr>
          <w:p w:rsidR="00B26044" w:rsidRPr="00190885" w:rsidRDefault="00B26044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B26044" w:rsidRPr="00190885" w:rsidRDefault="00B2604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B26044" w:rsidRPr="00190885" w:rsidRDefault="00B2604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26044" w:rsidRPr="00190885" w:rsidRDefault="00B2604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26044" w:rsidRPr="00190885" w:rsidRDefault="00B2604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26044" w:rsidRPr="00190885" w:rsidRDefault="00B2604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26044" w:rsidRPr="008A6FA1" w:rsidTr="00F9512D">
        <w:tc>
          <w:tcPr>
            <w:tcW w:w="6374" w:type="dxa"/>
          </w:tcPr>
          <w:p w:rsidR="00B26044" w:rsidRPr="00190885" w:rsidRDefault="00B2604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B26044" w:rsidRPr="00190885" w:rsidRDefault="00B2604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B26044" w:rsidRPr="00190885" w:rsidRDefault="00B2604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B26044" w:rsidRPr="00190885" w:rsidRDefault="00B2604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B26044" w:rsidRPr="00190885" w:rsidRDefault="00B2604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B26044" w:rsidRPr="00190885" w:rsidRDefault="00B26044" w:rsidP="00F9512D">
            <w:pPr>
              <w:pStyle w:val="ConsPlusNormal0"/>
              <w:rPr>
                <w:szCs w:val="28"/>
              </w:rPr>
            </w:pPr>
          </w:p>
        </w:tc>
      </w:tr>
      <w:tr w:rsidR="00B26044" w:rsidRPr="008A6FA1" w:rsidTr="00F9512D">
        <w:tc>
          <w:tcPr>
            <w:tcW w:w="6374" w:type="dxa"/>
          </w:tcPr>
          <w:p w:rsidR="00B26044" w:rsidRPr="00190885" w:rsidRDefault="00B26044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26044" w:rsidRPr="00190885" w:rsidRDefault="00B2604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B26044" w:rsidRPr="00190885" w:rsidRDefault="00B2604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26044" w:rsidRPr="00190885" w:rsidRDefault="00B2604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26044" w:rsidRPr="00190885" w:rsidRDefault="00B2604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26044" w:rsidRPr="00190885" w:rsidRDefault="00B2604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B26044" w:rsidRDefault="00B26044" w:rsidP="00EF6F81">
      <w:pPr>
        <w:jc w:val="center"/>
        <w:rPr>
          <w:szCs w:val="28"/>
        </w:rPr>
        <w:sectPr w:rsidR="00B26044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B26044" w:rsidRDefault="00B26044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B26044" w:rsidRPr="004408E3" w:rsidRDefault="00B26044" w:rsidP="00B86C1B">
      <w:pPr>
        <w:pStyle w:val="ListParagraph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B26044" w:rsidRDefault="00B26044" w:rsidP="00225687">
      <w:pPr>
        <w:ind w:firstLine="709"/>
        <w:jc w:val="both"/>
      </w:pPr>
    </w:p>
    <w:p w:rsidR="00B26044" w:rsidRDefault="00B26044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B26044" w:rsidRDefault="00B26044" w:rsidP="00EF6F81">
      <w:pPr>
        <w:jc w:val="center"/>
        <w:rPr>
          <w:szCs w:val="28"/>
        </w:rPr>
      </w:pPr>
    </w:p>
    <w:p w:rsidR="00B26044" w:rsidRPr="004408E3" w:rsidRDefault="00B26044" w:rsidP="00B86C1B">
      <w:pPr>
        <w:pStyle w:val="ListParagraph"/>
        <w:ind w:left="360"/>
        <w:jc w:val="center"/>
        <w:rPr>
          <w:b/>
          <w:sz w:val="24"/>
          <w:szCs w:val="24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B26044" w:rsidRDefault="00B26044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B26044" w:rsidTr="00F9512D">
        <w:tc>
          <w:tcPr>
            <w:tcW w:w="648" w:type="dxa"/>
            <w:vMerge w:val="restart"/>
            <w:vAlign w:val="center"/>
          </w:tcPr>
          <w:p w:rsidR="00B26044" w:rsidRPr="00AC26F6" w:rsidRDefault="00B26044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B26044" w:rsidRPr="00AC26F6" w:rsidRDefault="00B2604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B26044" w:rsidRPr="00AC26F6" w:rsidRDefault="00B26044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B26044" w:rsidRPr="00AC26F6" w:rsidRDefault="00B26044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B26044" w:rsidRPr="00AC26F6" w:rsidRDefault="00B2604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B26044" w:rsidTr="00F9512D">
        <w:tc>
          <w:tcPr>
            <w:tcW w:w="648" w:type="dxa"/>
            <w:vMerge/>
          </w:tcPr>
          <w:p w:rsidR="00B26044" w:rsidRPr="00AC26F6" w:rsidRDefault="00B26044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B26044" w:rsidRPr="00AC26F6" w:rsidRDefault="00B26044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B26044" w:rsidRPr="00AC26F6" w:rsidRDefault="00B26044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B26044" w:rsidRPr="00AC26F6" w:rsidRDefault="00B26044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26044" w:rsidRPr="00AC26F6" w:rsidRDefault="00B2604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B26044" w:rsidRPr="00AC26F6" w:rsidRDefault="00B2604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B26044" w:rsidTr="00F9512D">
        <w:tc>
          <w:tcPr>
            <w:tcW w:w="648" w:type="dxa"/>
          </w:tcPr>
          <w:p w:rsidR="00B26044" w:rsidRPr="00AC26F6" w:rsidRDefault="00B26044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B26044" w:rsidRPr="00AC26F6" w:rsidRDefault="00B26044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B26044" w:rsidRPr="00AC26F6" w:rsidRDefault="00B26044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B26044" w:rsidRPr="00AC26F6" w:rsidRDefault="00B26044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B26044" w:rsidRPr="00AC26F6" w:rsidRDefault="00B26044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B26044" w:rsidRPr="00AC26F6" w:rsidRDefault="00B26044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B26044" w:rsidTr="00F9512D">
        <w:tc>
          <w:tcPr>
            <w:tcW w:w="648" w:type="dxa"/>
          </w:tcPr>
          <w:p w:rsidR="00B26044" w:rsidRPr="00AC26F6" w:rsidRDefault="00B2604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B26044" w:rsidRDefault="00B26044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B169D6">
              <w:rPr>
                <w:szCs w:val="28"/>
              </w:rPr>
              <w:t>«Материально-техническое обеспечение и содержание администрации Старотитаровского сельского поселения Темрюкского района»</w:t>
            </w:r>
          </w:p>
          <w:p w:rsidR="00B26044" w:rsidRPr="00AC26F6" w:rsidRDefault="00B26044" w:rsidP="00F9512D">
            <w:pPr>
              <w:jc w:val="center"/>
              <w:rPr>
                <w:szCs w:val="28"/>
              </w:rPr>
            </w:pPr>
          </w:p>
        </w:tc>
      </w:tr>
      <w:tr w:rsidR="00B26044" w:rsidTr="00F9512D">
        <w:tc>
          <w:tcPr>
            <w:tcW w:w="648" w:type="dxa"/>
            <w:vAlign w:val="center"/>
          </w:tcPr>
          <w:p w:rsidR="00B26044" w:rsidRPr="00AC26F6" w:rsidRDefault="00B2604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B26044" w:rsidRPr="00C25175" w:rsidRDefault="00B26044" w:rsidP="00F9512D">
            <w:pPr>
              <w:rPr>
                <w:b/>
                <w:szCs w:val="28"/>
              </w:rPr>
            </w:pPr>
            <w:r w:rsidRPr="003B4B63">
              <w:rPr>
                <w:szCs w:val="28"/>
              </w:rPr>
              <w:t>содержание и техническое обслуживание</w:t>
            </w:r>
            <w:r>
              <w:rPr>
                <w:szCs w:val="28"/>
              </w:rPr>
              <w:t xml:space="preserve"> административных  </w:t>
            </w:r>
            <w:r w:rsidRPr="003B4B63">
              <w:rPr>
                <w:szCs w:val="28"/>
              </w:rPr>
              <w:t xml:space="preserve"> помещений</w:t>
            </w:r>
            <w:r>
              <w:rPr>
                <w:szCs w:val="28"/>
              </w:rPr>
              <w:t xml:space="preserve"> и </w:t>
            </w:r>
            <w:r w:rsidRPr="00770883">
              <w:rPr>
                <w:szCs w:val="28"/>
              </w:rPr>
              <w:t>инженерных коммуникаций</w:t>
            </w:r>
          </w:p>
        </w:tc>
        <w:tc>
          <w:tcPr>
            <w:tcW w:w="1620" w:type="dxa"/>
            <w:vAlign w:val="center"/>
          </w:tcPr>
          <w:p w:rsidR="00B26044" w:rsidRPr="00C25175" w:rsidRDefault="00B260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B26044" w:rsidRPr="00C25175" w:rsidRDefault="00B260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26044" w:rsidRDefault="00B26044" w:rsidP="00F9512D">
            <w:pPr>
              <w:jc w:val="center"/>
              <w:rPr>
                <w:szCs w:val="28"/>
              </w:rPr>
            </w:pPr>
          </w:p>
          <w:p w:rsidR="00B26044" w:rsidRDefault="00B260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B26044" w:rsidRPr="00C25175" w:rsidRDefault="00B26044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B26044" w:rsidRPr="00877383" w:rsidRDefault="00B260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B26044" w:rsidTr="00F9512D">
        <w:tc>
          <w:tcPr>
            <w:tcW w:w="648" w:type="dxa"/>
            <w:vAlign w:val="center"/>
          </w:tcPr>
          <w:p w:rsidR="00B26044" w:rsidRPr="00AC26F6" w:rsidRDefault="00B2604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B26044" w:rsidRPr="00C25175" w:rsidRDefault="00B26044" w:rsidP="00F9512D">
            <w:pPr>
              <w:rPr>
                <w:b/>
                <w:szCs w:val="28"/>
              </w:rPr>
            </w:pPr>
            <w:r w:rsidRPr="003B4B63">
              <w:rPr>
                <w:szCs w:val="28"/>
              </w:rPr>
              <w:t>техническое обслуживание и регламент</w:t>
            </w:r>
            <w:r>
              <w:rPr>
                <w:szCs w:val="28"/>
              </w:rPr>
              <w:t>н</w:t>
            </w:r>
            <w:r w:rsidRPr="003B4B63">
              <w:rPr>
                <w:szCs w:val="28"/>
              </w:rPr>
              <w:t>о-профилактический ремонт систем кондиционирования и вентиляции</w:t>
            </w:r>
          </w:p>
        </w:tc>
        <w:tc>
          <w:tcPr>
            <w:tcW w:w="1620" w:type="dxa"/>
            <w:vAlign w:val="center"/>
          </w:tcPr>
          <w:p w:rsidR="00B26044" w:rsidRPr="00C25175" w:rsidRDefault="00B260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26044" w:rsidRPr="00C25175" w:rsidRDefault="00B260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26044" w:rsidRPr="00C25175" w:rsidRDefault="00B260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26044" w:rsidRPr="00877383" w:rsidRDefault="00B260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</w:tr>
      <w:tr w:rsidR="00B26044" w:rsidTr="00F9512D">
        <w:tc>
          <w:tcPr>
            <w:tcW w:w="648" w:type="dxa"/>
            <w:vAlign w:val="center"/>
          </w:tcPr>
          <w:p w:rsidR="00B26044" w:rsidRPr="00AC26F6" w:rsidRDefault="00B2604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B26044" w:rsidRPr="00C25175" w:rsidRDefault="00B26044" w:rsidP="00F9512D">
            <w:pPr>
              <w:rPr>
                <w:b/>
                <w:szCs w:val="28"/>
              </w:rPr>
            </w:pPr>
            <w:r w:rsidRPr="00911DA9">
              <w:rPr>
                <w:szCs w:val="28"/>
              </w:rPr>
              <w:t>сбор и транспортиров</w:t>
            </w:r>
            <w:r>
              <w:rPr>
                <w:szCs w:val="28"/>
              </w:rPr>
              <w:t>ка</w:t>
            </w:r>
            <w:r w:rsidRPr="00911DA9">
              <w:rPr>
                <w:szCs w:val="28"/>
              </w:rPr>
              <w:t xml:space="preserve"> твёрдых коммунальных отходов</w:t>
            </w:r>
          </w:p>
        </w:tc>
        <w:tc>
          <w:tcPr>
            <w:tcW w:w="1620" w:type="dxa"/>
            <w:vAlign w:val="center"/>
          </w:tcPr>
          <w:p w:rsidR="00B26044" w:rsidRPr="00C25175" w:rsidRDefault="00B260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³</w:t>
            </w:r>
          </w:p>
        </w:tc>
        <w:tc>
          <w:tcPr>
            <w:tcW w:w="900" w:type="dxa"/>
            <w:vAlign w:val="center"/>
          </w:tcPr>
          <w:p w:rsidR="00B26044" w:rsidRPr="00C25175" w:rsidRDefault="00B260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26044" w:rsidRPr="00C25175" w:rsidRDefault="00B260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26044" w:rsidRPr="00877383" w:rsidRDefault="00B260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20,3</w:t>
            </w:r>
          </w:p>
        </w:tc>
      </w:tr>
      <w:tr w:rsidR="00B26044" w:rsidTr="00F9512D">
        <w:tc>
          <w:tcPr>
            <w:tcW w:w="648" w:type="dxa"/>
            <w:vAlign w:val="center"/>
          </w:tcPr>
          <w:p w:rsidR="00B26044" w:rsidRPr="00AC26F6" w:rsidRDefault="00B260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B26044" w:rsidRPr="00C25175" w:rsidRDefault="00B2604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E64AB4">
              <w:rPr>
                <w:szCs w:val="28"/>
              </w:rPr>
              <w:t>ереплет книг дела</w:t>
            </w:r>
          </w:p>
        </w:tc>
        <w:tc>
          <w:tcPr>
            <w:tcW w:w="1620" w:type="dxa"/>
            <w:vAlign w:val="center"/>
          </w:tcPr>
          <w:p w:rsidR="00B26044" w:rsidRPr="00C25175" w:rsidRDefault="00B260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26044" w:rsidRPr="00C25175" w:rsidRDefault="00B260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26044" w:rsidRPr="00C25175" w:rsidRDefault="00B260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</w:t>
            </w:r>
          </w:p>
        </w:tc>
        <w:tc>
          <w:tcPr>
            <w:tcW w:w="2160" w:type="dxa"/>
            <w:vAlign w:val="center"/>
          </w:tcPr>
          <w:p w:rsidR="00B26044" w:rsidRPr="00C25175" w:rsidRDefault="00B260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</w:t>
            </w:r>
          </w:p>
        </w:tc>
      </w:tr>
      <w:tr w:rsidR="00B26044" w:rsidTr="00F9512D">
        <w:tc>
          <w:tcPr>
            <w:tcW w:w="648" w:type="dxa"/>
            <w:vAlign w:val="center"/>
          </w:tcPr>
          <w:p w:rsidR="00B26044" w:rsidRPr="00AC26F6" w:rsidRDefault="00B26044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B26044" w:rsidRPr="00AC26F6" w:rsidRDefault="00B26044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B26044" w:rsidRPr="00AC26F6" w:rsidRDefault="00B26044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B26044" w:rsidRPr="00AC26F6" w:rsidRDefault="00B26044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26044" w:rsidRPr="00AC26F6" w:rsidRDefault="00B26044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B26044" w:rsidRPr="00AC26F6" w:rsidRDefault="00B26044" w:rsidP="00F9512D">
            <w:pPr>
              <w:jc w:val="center"/>
              <w:rPr>
                <w:szCs w:val="28"/>
              </w:rPr>
            </w:pPr>
          </w:p>
        </w:tc>
      </w:tr>
      <w:tr w:rsidR="00B26044" w:rsidTr="00F9512D">
        <w:tc>
          <w:tcPr>
            <w:tcW w:w="648" w:type="dxa"/>
            <w:vAlign w:val="center"/>
          </w:tcPr>
          <w:p w:rsidR="00B26044" w:rsidRPr="00AC26F6" w:rsidRDefault="00B260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B26044" w:rsidRDefault="00B26044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107AF9">
              <w:rPr>
                <w:szCs w:val="28"/>
              </w:rPr>
              <w:t>«Поддержка деятельности территориального общественного самоуправления  на территории Старотитаровского сельского поселения Темрюкского района»</w:t>
            </w:r>
            <w:r>
              <w:rPr>
                <w:b/>
                <w:szCs w:val="28"/>
              </w:rPr>
              <w:t xml:space="preserve"> </w:t>
            </w:r>
            <w:r w:rsidRPr="00DA00D1">
              <w:rPr>
                <w:b/>
                <w:szCs w:val="28"/>
              </w:rPr>
              <w:t xml:space="preserve"> </w:t>
            </w:r>
          </w:p>
          <w:p w:rsidR="00B26044" w:rsidRPr="00AC26F6" w:rsidRDefault="00B26044" w:rsidP="00F9512D">
            <w:pPr>
              <w:jc w:val="center"/>
              <w:rPr>
                <w:szCs w:val="28"/>
              </w:rPr>
            </w:pPr>
          </w:p>
        </w:tc>
      </w:tr>
      <w:tr w:rsidR="00B26044" w:rsidTr="00F9512D">
        <w:tc>
          <w:tcPr>
            <w:tcW w:w="648" w:type="dxa"/>
            <w:vAlign w:val="center"/>
          </w:tcPr>
          <w:p w:rsidR="00B26044" w:rsidRPr="00AC26F6" w:rsidRDefault="00B260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B26044" w:rsidRPr="00C25175" w:rsidRDefault="00B26044" w:rsidP="00F9512D">
            <w:pPr>
              <w:rPr>
                <w:b/>
                <w:szCs w:val="28"/>
              </w:rPr>
            </w:pPr>
            <w:r w:rsidRPr="004E3B65">
              <w:rPr>
                <w:szCs w:val="28"/>
              </w:rPr>
              <w:t xml:space="preserve">компенсационные выплаты руководителям  органов ТОС </w:t>
            </w:r>
          </w:p>
        </w:tc>
        <w:tc>
          <w:tcPr>
            <w:tcW w:w="1620" w:type="dxa"/>
            <w:vAlign w:val="center"/>
          </w:tcPr>
          <w:p w:rsidR="00B26044" w:rsidRPr="00C25175" w:rsidRDefault="00B260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B26044" w:rsidRPr="00C25175" w:rsidRDefault="00B260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26044" w:rsidRPr="00C25175" w:rsidRDefault="00B260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B26044" w:rsidRPr="00877383" w:rsidRDefault="00B260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B26044" w:rsidTr="00F9512D">
        <w:tc>
          <w:tcPr>
            <w:tcW w:w="648" w:type="dxa"/>
            <w:vAlign w:val="center"/>
          </w:tcPr>
          <w:p w:rsidR="00B26044" w:rsidRPr="00AC26F6" w:rsidRDefault="00B26044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B26044" w:rsidRPr="00AC26F6" w:rsidRDefault="00B26044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B26044" w:rsidRPr="00AC26F6" w:rsidRDefault="00B26044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B26044" w:rsidRPr="00AC26F6" w:rsidRDefault="00B26044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26044" w:rsidRPr="00AC26F6" w:rsidRDefault="00B26044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B26044" w:rsidRPr="00AC26F6" w:rsidRDefault="00B26044" w:rsidP="00F9512D">
            <w:pPr>
              <w:jc w:val="center"/>
              <w:rPr>
                <w:szCs w:val="28"/>
              </w:rPr>
            </w:pPr>
          </w:p>
        </w:tc>
      </w:tr>
      <w:tr w:rsidR="00B26044" w:rsidTr="00F9512D">
        <w:tc>
          <w:tcPr>
            <w:tcW w:w="648" w:type="dxa"/>
            <w:vAlign w:val="center"/>
          </w:tcPr>
          <w:p w:rsidR="00B26044" w:rsidRPr="00AC26F6" w:rsidRDefault="00B260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B26044" w:rsidRDefault="00B26044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7B1928">
              <w:rPr>
                <w:szCs w:val="28"/>
              </w:rPr>
              <w:t>«</w:t>
            </w:r>
            <w:r w:rsidRPr="007B1928">
              <w:t>Реализация муниципальной политики в сфере приватизации муниципального имущества Старотитаровского сельского поселения Темрюкского района</w:t>
            </w:r>
            <w:r w:rsidRPr="007B1928">
              <w:rPr>
                <w:szCs w:val="28"/>
              </w:rPr>
              <w:t>»</w:t>
            </w:r>
            <w:r w:rsidRPr="00107AF9">
              <w:rPr>
                <w:szCs w:val="28"/>
              </w:rPr>
              <w:t xml:space="preserve"> </w:t>
            </w:r>
          </w:p>
          <w:p w:rsidR="00B26044" w:rsidRPr="00AC26F6" w:rsidRDefault="00B26044" w:rsidP="00F9512D">
            <w:pPr>
              <w:jc w:val="center"/>
              <w:rPr>
                <w:szCs w:val="28"/>
              </w:rPr>
            </w:pPr>
          </w:p>
        </w:tc>
      </w:tr>
      <w:tr w:rsidR="00B26044" w:rsidTr="00F9512D">
        <w:tc>
          <w:tcPr>
            <w:tcW w:w="648" w:type="dxa"/>
            <w:vAlign w:val="center"/>
          </w:tcPr>
          <w:p w:rsidR="00B26044" w:rsidRPr="00AC26F6" w:rsidRDefault="00B260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B26044" w:rsidRPr="00C25175" w:rsidRDefault="00B26044" w:rsidP="00F9512D">
            <w:pPr>
              <w:contextualSpacing/>
              <w:rPr>
                <w:b/>
                <w:szCs w:val="28"/>
              </w:rPr>
            </w:pP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</w:p>
        </w:tc>
        <w:tc>
          <w:tcPr>
            <w:tcW w:w="1620" w:type="dxa"/>
            <w:vAlign w:val="center"/>
          </w:tcPr>
          <w:p w:rsidR="00B26044" w:rsidRPr="00C25175" w:rsidRDefault="00B260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26044" w:rsidRPr="00C25175" w:rsidRDefault="00B260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26044" w:rsidRPr="00C25175" w:rsidRDefault="00B260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B26044" w:rsidRPr="00877383" w:rsidRDefault="00B260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B26044" w:rsidTr="00F9512D">
        <w:tc>
          <w:tcPr>
            <w:tcW w:w="648" w:type="dxa"/>
            <w:vAlign w:val="center"/>
          </w:tcPr>
          <w:p w:rsidR="00B26044" w:rsidRDefault="00B26044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B26044" w:rsidRPr="00C25175" w:rsidRDefault="00B26044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B26044" w:rsidRPr="00C25175" w:rsidRDefault="00B26044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B26044" w:rsidRPr="00C25175" w:rsidRDefault="00B26044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26044" w:rsidRPr="00C25175" w:rsidRDefault="00B26044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B26044" w:rsidRPr="00C25175" w:rsidRDefault="00B26044" w:rsidP="00F9512D">
            <w:pPr>
              <w:jc w:val="center"/>
              <w:rPr>
                <w:szCs w:val="28"/>
              </w:rPr>
            </w:pPr>
          </w:p>
        </w:tc>
      </w:tr>
      <w:tr w:rsidR="00B26044" w:rsidTr="00F9512D">
        <w:tc>
          <w:tcPr>
            <w:tcW w:w="648" w:type="dxa"/>
            <w:vAlign w:val="center"/>
          </w:tcPr>
          <w:p w:rsidR="00B26044" w:rsidRPr="00AC26F6" w:rsidRDefault="00B260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3860" w:type="dxa"/>
            <w:gridSpan w:val="5"/>
          </w:tcPr>
          <w:p w:rsidR="00B26044" w:rsidRDefault="00B26044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AF7ACB">
              <w:rPr>
                <w:b/>
                <w:szCs w:val="28"/>
              </w:rPr>
              <w:t>«</w:t>
            </w:r>
            <w:r w:rsidRPr="00215EF9">
              <w:rPr>
                <w:rStyle w:val="a4"/>
                <w:b w:val="0"/>
                <w:bCs/>
                <w:color w:val="auto"/>
                <w:szCs w:val="28"/>
              </w:rPr>
              <w:t>О мероприятиях</w:t>
            </w:r>
            <w:r w:rsidRPr="00AF7ACB">
              <w:rPr>
                <w:rStyle w:val="a4"/>
                <w:bCs/>
                <w:szCs w:val="28"/>
              </w:rPr>
              <w:t xml:space="preserve"> </w:t>
            </w:r>
            <w:r w:rsidRPr="00AF7ACB">
              <w:rPr>
                <w:szCs w:val="28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>
              <w:rPr>
                <w:b/>
                <w:szCs w:val="28"/>
              </w:rPr>
              <w:t xml:space="preserve"> </w:t>
            </w:r>
          </w:p>
          <w:p w:rsidR="00B26044" w:rsidRPr="00C25175" w:rsidRDefault="00B26044" w:rsidP="00F9512D">
            <w:pPr>
              <w:jc w:val="center"/>
              <w:rPr>
                <w:szCs w:val="28"/>
              </w:rPr>
            </w:pPr>
          </w:p>
        </w:tc>
      </w:tr>
      <w:tr w:rsidR="00B26044" w:rsidTr="00F9512D">
        <w:tc>
          <w:tcPr>
            <w:tcW w:w="648" w:type="dxa"/>
            <w:vAlign w:val="center"/>
          </w:tcPr>
          <w:p w:rsidR="00B26044" w:rsidRPr="00AC26F6" w:rsidRDefault="00B260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4.1</w:t>
            </w:r>
          </w:p>
        </w:tc>
        <w:tc>
          <w:tcPr>
            <w:tcW w:w="7380" w:type="dxa"/>
          </w:tcPr>
          <w:p w:rsidR="00B26044" w:rsidRPr="00C25175" w:rsidRDefault="00B26044" w:rsidP="00F9512D">
            <w:pPr>
              <w:contextualSpacing/>
              <w:rPr>
                <w:b/>
                <w:szCs w:val="28"/>
              </w:rPr>
            </w:pP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</w:tc>
        <w:tc>
          <w:tcPr>
            <w:tcW w:w="1620" w:type="dxa"/>
            <w:vAlign w:val="center"/>
          </w:tcPr>
          <w:p w:rsidR="00B26044" w:rsidRPr="00C25175" w:rsidRDefault="00B260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26044" w:rsidRPr="00C25175" w:rsidRDefault="00B260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26044" w:rsidRPr="00C25175" w:rsidRDefault="00B260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2160" w:type="dxa"/>
            <w:vAlign w:val="center"/>
          </w:tcPr>
          <w:p w:rsidR="00B26044" w:rsidRPr="00877383" w:rsidRDefault="00B260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</w:tr>
    </w:tbl>
    <w:p w:rsidR="00B26044" w:rsidRPr="00A74297" w:rsidRDefault="00B26044" w:rsidP="00225687">
      <w:pPr>
        <w:jc w:val="center"/>
        <w:rPr>
          <w:b/>
          <w:szCs w:val="28"/>
        </w:rPr>
      </w:pPr>
    </w:p>
    <w:p w:rsidR="00B26044" w:rsidRPr="00225687" w:rsidRDefault="00B26044">
      <w:pPr>
        <w:rPr>
          <w:sz w:val="6"/>
          <w:szCs w:val="6"/>
        </w:rPr>
      </w:pPr>
    </w:p>
    <w:p w:rsidR="00B26044" w:rsidRDefault="00B26044" w:rsidP="0054045D">
      <w:pPr>
        <w:pStyle w:val="ConsPlusNormal0"/>
        <w:jc w:val="center"/>
        <w:rPr>
          <w:b/>
        </w:rPr>
      </w:pPr>
    </w:p>
    <w:p w:rsidR="00B26044" w:rsidRDefault="00B26044" w:rsidP="0054045D">
      <w:pPr>
        <w:pStyle w:val="ConsPlusNormal0"/>
        <w:jc w:val="center"/>
        <w:rPr>
          <w:b/>
        </w:rPr>
      </w:pPr>
    </w:p>
    <w:p w:rsidR="00B26044" w:rsidRDefault="00B26044" w:rsidP="0054045D">
      <w:pPr>
        <w:pStyle w:val="ConsPlusNormal0"/>
        <w:jc w:val="center"/>
        <w:rPr>
          <w:b/>
        </w:rPr>
      </w:pPr>
    </w:p>
    <w:p w:rsidR="00B26044" w:rsidRDefault="00B26044" w:rsidP="0054045D">
      <w:pPr>
        <w:pStyle w:val="ConsPlusNormal0"/>
        <w:jc w:val="center"/>
        <w:rPr>
          <w:b/>
        </w:rPr>
      </w:pPr>
    </w:p>
    <w:p w:rsidR="00B26044" w:rsidRDefault="00B26044" w:rsidP="0054045D">
      <w:pPr>
        <w:pStyle w:val="ConsPlusNormal0"/>
        <w:jc w:val="center"/>
        <w:rPr>
          <w:b/>
        </w:rPr>
      </w:pPr>
    </w:p>
    <w:p w:rsidR="00B26044" w:rsidRDefault="00B26044" w:rsidP="0054045D">
      <w:pPr>
        <w:pStyle w:val="ConsPlusNormal0"/>
        <w:jc w:val="center"/>
        <w:rPr>
          <w:b/>
        </w:rPr>
      </w:pPr>
    </w:p>
    <w:p w:rsidR="00B26044" w:rsidRDefault="00B26044" w:rsidP="0054045D">
      <w:pPr>
        <w:pStyle w:val="ConsPlusNormal0"/>
        <w:jc w:val="center"/>
        <w:rPr>
          <w:b/>
        </w:rPr>
      </w:pPr>
    </w:p>
    <w:p w:rsidR="00B26044" w:rsidRDefault="00B26044" w:rsidP="0054045D">
      <w:pPr>
        <w:pStyle w:val="ConsPlusNormal0"/>
        <w:jc w:val="center"/>
        <w:rPr>
          <w:b/>
        </w:rPr>
      </w:pPr>
    </w:p>
    <w:p w:rsidR="00B26044" w:rsidRDefault="00B26044" w:rsidP="0054045D">
      <w:pPr>
        <w:pStyle w:val="ConsPlusNormal0"/>
        <w:jc w:val="center"/>
        <w:rPr>
          <w:b/>
        </w:rPr>
      </w:pPr>
    </w:p>
    <w:p w:rsidR="00B26044" w:rsidRDefault="00B26044" w:rsidP="0054045D">
      <w:pPr>
        <w:pStyle w:val="ConsPlusNormal0"/>
        <w:jc w:val="center"/>
        <w:rPr>
          <w:b/>
        </w:rPr>
      </w:pPr>
    </w:p>
    <w:p w:rsidR="00B26044" w:rsidRDefault="00B26044" w:rsidP="0054045D">
      <w:pPr>
        <w:pStyle w:val="ConsPlusNormal0"/>
        <w:jc w:val="center"/>
        <w:rPr>
          <w:b/>
        </w:rPr>
      </w:pPr>
    </w:p>
    <w:p w:rsidR="00B26044" w:rsidRDefault="00B26044" w:rsidP="0054045D">
      <w:pPr>
        <w:pStyle w:val="ConsPlusNormal0"/>
        <w:jc w:val="center"/>
        <w:rPr>
          <w:b/>
        </w:rPr>
      </w:pPr>
    </w:p>
    <w:p w:rsidR="00B26044" w:rsidRDefault="00B26044" w:rsidP="0054045D">
      <w:pPr>
        <w:pStyle w:val="ConsPlusNormal0"/>
        <w:jc w:val="center"/>
        <w:rPr>
          <w:b/>
        </w:rPr>
      </w:pPr>
    </w:p>
    <w:p w:rsidR="00B26044" w:rsidRPr="003C75F8" w:rsidRDefault="00B26044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B26044" w:rsidRPr="003C75F8" w:rsidRDefault="00B26044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B26044" w:rsidRPr="004408E3" w:rsidRDefault="00B26044" w:rsidP="00C404E0">
      <w:pPr>
        <w:pStyle w:val="ListParagraph"/>
        <w:ind w:left="360"/>
        <w:jc w:val="center"/>
        <w:rPr>
          <w:b/>
          <w:sz w:val="24"/>
          <w:szCs w:val="24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B26044" w:rsidRPr="003C75F8" w:rsidRDefault="00B26044" w:rsidP="0054045D">
      <w:pPr>
        <w:pStyle w:val="ConsPlusNormal0"/>
        <w:jc w:val="center"/>
        <w:rPr>
          <w:b/>
        </w:rPr>
      </w:pPr>
    </w:p>
    <w:p w:rsidR="00B26044" w:rsidRPr="003C75F8" w:rsidRDefault="00B26044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B26044" w:rsidRPr="00C404E0" w:rsidTr="00C404E0">
        <w:tc>
          <w:tcPr>
            <w:tcW w:w="730" w:type="dxa"/>
          </w:tcPr>
          <w:p w:rsidR="00B26044" w:rsidRPr="00C404E0" w:rsidRDefault="00B2604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B26044" w:rsidRPr="00C404E0" w:rsidRDefault="00B2604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B26044" w:rsidRPr="00C404E0" w:rsidRDefault="00B2604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B26044" w:rsidRPr="00C404E0" w:rsidRDefault="00B2604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B26044" w:rsidRPr="00C404E0" w:rsidRDefault="00B2604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B26044" w:rsidRPr="00C404E0" w:rsidRDefault="00B2604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B26044" w:rsidRPr="00C404E0" w:rsidRDefault="00B2604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B26044" w:rsidRPr="00C404E0" w:rsidRDefault="00B2604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B26044" w:rsidRPr="0054045D" w:rsidRDefault="00B26044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B26044" w:rsidRPr="000B0521" w:rsidTr="00C404E0">
        <w:tc>
          <w:tcPr>
            <w:tcW w:w="726" w:type="dxa"/>
          </w:tcPr>
          <w:p w:rsidR="00B26044" w:rsidRPr="000B0521" w:rsidRDefault="00B2604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B26044" w:rsidRPr="000B0521" w:rsidRDefault="00B2604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B26044" w:rsidRPr="000B0521" w:rsidRDefault="00B2604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B26044" w:rsidRPr="000B0521" w:rsidRDefault="00B2604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B26044" w:rsidRPr="000B0521" w:rsidRDefault="00B2604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B26044" w:rsidRPr="000B0521" w:rsidRDefault="00B2604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B26044" w:rsidRPr="000B0521" w:rsidRDefault="00B2604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B26044" w:rsidRPr="000B0521" w:rsidRDefault="00B2604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B26044" w:rsidRPr="00F945BC" w:rsidTr="00C404E0">
        <w:tc>
          <w:tcPr>
            <w:tcW w:w="726" w:type="dxa"/>
          </w:tcPr>
          <w:p w:rsidR="00B26044" w:rsidRPr="00C404E0" w:rsidRDefault="00B2604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B26044" w:rsidRPr="00C404E0" w:rsidRDefault="00B26044" w:rsidP="00C404E0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Подпрограммы «Материально-техническое обеспечение и содержание администрации Старотитаровского сельского поселения Темрюкского района»</w:t>
            </w:r>
          </w:p>
        </w:tc>
      </w:tr>
      <w:tr w:rsidR="00B26044" w:rsidRPr="00F945BC" w:rsidTr="00C404E0">
        <w:tc>
          <w:tcPr>
            <w:tcW w:w="726" w:type="dxa"/>
          </w:tcPr>
          <w:p w:rsidR="00B26044" w:rsidRPr="00C404E0" w:rsidRDefault="00B2604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B26044" w:rsidRPr="00C404E0" w:rsidRDefault="00B26044" w:rsidP="00F9512D">
            <w:pPr>
              <w:rPr>
                <w:b/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содержание и техническое обслуживание административных   помещений и инженерных коммуникаций</w:t>
            </w:r>
          </w:p>
        </w:tc>
        <w:tc>
          <w:tcPr>
            <w:tcW w:w="1519" w:type="dxa"/>
            <w:vAlign w:val="center"/>
          </w:tcPr>
          <w:p w:rsidR="00B26044" w:rsidRPr="00C404E0" w:rsidRDefault="00B26044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B26044" w:rsidRPr="00B51199" w:rsidRDefault="00B26044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26044" w:rsidRPr="00F57EFB" w:rsidRDefault="00B26044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B26044" w:rsidRPr="00F57EFB" w:rsidRDefault="00B26044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B26044" w:rsidRPr="00F57EFB" w:rsidRDefault="00B26044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B26044" w:rsidRPr="00F945BC" w:rsidRDefault="00B26044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B26044" w:rsidRPr="00F945BC" w:rsidTr="00C404E0">
        <w:tc>
          <w:tcPr>
            <w:tcW w:w="726" w:type="dxa"/>
          </w:tcPr>
          <w:p w:rsidR="00B26044" w:rsidRPr="00C404E0" w:rsidRDefault="00B2604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B26044" w:rsidRPr="00C404E0" w:rsidRDefault="00B26044" w:rsidP="00F9512D">
            <w:pPr>
              <w:rPr>
                <w:b/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техническое обслуживание и регламентно-профилактический ремонт систем кондиционирования и вентиляции</w:t>
            </w:r>
          </w:p>
        </w:tc>
        <w:tc>
          <w:tcPr>
            <w:tcW w:w="1519" w:type="dxa"/>
            <w:vAlign w:val="center"/>
          </w:tcPr>
          <w:p w:rsidR="00B26044" w:rsidRPr="00C404E0" w:rsidRDefault="00B26044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B26044" w:rsidRPr="00F945BC" w:rsidRDefault="00B26044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26044" w:rsidRPr="00F945BC" w:rsidRDefault="00B26044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B26044" w:rsidRPr="00F945BC" w:rsidRDefault="00B26044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B26044" w:rsidRPr="00F945BC" w:rsidRDefault="00B26044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B26044" w:rsidRPr="00F945BC" w:rsidRDefault="00B26044" w:rsidP="00F945BC">
            <w:pPr>
              <w:jc w:val="center"/>
              <w:rPr>
                <w:szCs w:val="28"/>
              </w:rPr>
            </w:pPr>
          </w:p>
        </w:tc>
      </w:tr>
      <w:tr w:rsidR="00B26044" w:rsidRPr="00F945BC" w:rsidTr="00C404E0">
        <w:tc>
          <w:tcPr>
            <w:tcW w:w="726" w:type="dxa"/>
          </w:tcPr>
          <w:p w:rsidR="00B26044" w:rsidRPr="00C404E0" w:rsidRDefault="00B2604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B26044" w:rsidRPr="00C404E0" w:rsidRDefault="00B26044" w:rsidP="00F9512D">
            <w:pPr>
              <w:rPr>
                <w:b/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сбор и транспортиров</w:t>
            </w:r>
            <w:r>
              <w:rPr>
                <w:sz w:val="24"/>
                <w:szCs w:val="24"/>
              </w:rPr>
              <w:t>ка</w:t>
            </w:r>
            <w:r w:rsidRPr="00C404E0">
              <w:rPr>
                <w:sz w:val="24"/>
                <w:szCs w:val="24"/>
              </w:rPr>
              <w:t xml:space="preserve"> твёрдых коммунальных отходов</w:t>
            </w:r>
          </w:p>
        </w:tc>
        <w:tc>
          <w:tcPr>
            <w:tcW w:w="1519" w:type="dxa"/>
            <w:vAlign w:val="center"/>
          </w:tcPr>
          <w:p w:rsidR="00B26044" w:rsidRPr="00C404E0" w:rsidRDefault="00B26044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rFonts w:ascii="Arial" w:hAnsi="Arial" w:cs="Arial"/>
                <w:sz w:val="24"/>
                <w:szCs w:val="24"/>
              </w:rPr>
              <w:t>³</w:t>
            </w:r>
          </w:p>
        </w:tc>
        <w:tc>
          <w:tcPr>
            <w:tcW w:w="1546" w:type="dxa"/>
          </w:tcPr>
          <w:p w:rsidR="00B26044" w:rsidRPr="00F945BC" w:rsidRDefault="00B26044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26044" w:rsidRPr="00F945BC" w:rsidRDefault="00B26044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B26044" w:rsidRPr="00F945BC" w:rsidRDefault="00B26044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B26044" w:rsidRPr="00F945BC" w:rsidRDefault="00B26044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B26044" w:rsidRPr="00F945BC" w:rsidRDefault="00B26044" w:rsidP="00F945BC">
            <w:pPr>
              <w:jc w:val="center"/>
              <w:rPr>
                <w:szCs w:val="28"/>
              </w:rPr>
            </w:pPr>
          </w:p>
        </w:tc>
      </w:tr>
      <w:tr w:rsidR="00B26044" w:rsidRPr="00F945BC" w:rsidTr="00C404E0">
        <w:tc>
          <w:tcPr>
            <w:tcW w:w="726" w:type="dxa"/>
          </w:tcPr>
          <w:p w:rsidR="00B26044" w:rsidRPr="00C404E0" w:rsidRDefault="00B2604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B26044" w:rsidRPr="00C404E0" w:rsidRDefault="00B26044" w:rsidP="00F9512D">
            <w:pPr>
              <w:rPr>
                <w:b/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переплет книг дела</w:t>
            </w:r>
          </w:p>
        </w:tc>
        <w:tc>
          <w:tcPr>
            <w:tcW w:w="1519" w:type="dxa"/>
            <w:vAlign w:val="center"/>
          </w:tcPr>
          <w:p w:rsidR="00B26044" w:rsidRPr="00C404E0" w:rsidRDefault="00B26044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B26044" w:rsidRPr="00F945BC" w:rsidRDefault="00B26044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26044" w:rsidRPr="00F945BC" w:rsidRDefault="00B26044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B26044" w:rsidRPr="00F945BC" w:rsidRDefault="00B26044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B26044" w:rsidRPr="00F945BC" w:rsidRDefault="00B26044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B26044" w:rsidRPr="00F945BC" w:rsidRDefault="00B26044" w:rsidP="00F945BC">
            <w:pPr>
              <w:jc w:val="center"/>
              <w:rPr>
                <w:szCs w:val="28"/>
              </w:rPr>
            </w:pPr>
          </w:p>
        </w:tc>
      </w:tr>
      <w:tr w:rsidR="00B26044" w:rsidRPr="00F945BC" w:rsidTr="00C667BF">
        <w:tc>
          <w:tcPr>
            <w:tcW w:w="726" w:type="dxa"/>
          </w:tcPr>
          <w:p w:rsidR="00B26044" w:rsidRPr="00C404E0" w:rsidRDefault="00B2604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B26044" w:rsidRPr="00215EF9" w:rsidRDefault="00B26044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Подпрограммы «Поддержка деятельности территориального общественного самоуправления  на территории Старотитаровского сельского поселения Темрюкского района»</w:t>
            </w:r>
            <w:r w:rsidRPr="00215EF9">
              <w:rPr>
                <w:b/>
                <w:sz w:val="24"/>
                <w:szCs w:val="24"/>
              </w:rPr>
              <w:t xml:space="preserve">  </w:t>
            </w:r>
          </w:p>
          <w:p w:rsidR="00B26044" w:rsidRPr="00F945BC" w:rsidRDefault="00B26044" w:rsidP="00F945BC">
            <w:pPr>
              <w:jc w:val="center"/>
              <w:rPr>
                <w:szCs w:val="28"/>
              </w:rPr>
            </w:pPr>
          </w:p>
        </w:tc>
      </w:tr>
      <w:tr w:rsidR="00B26044" w:rsidRPr="00F945BC" w:rsidTr="00215EF9">
        <w:tc>
          <w:tcPr>
            <w:tcW w:w="726" w:type="dxa"/>
          </w:tcPr>
          <w:p w:rsidR="00B26044" w:rsidRPr="00C404E0" w:rsidRDefault="00B2604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B26044" w:rsidRPr="00215EF9" w:rsidRDefault="00B26044" w:rsidP="00215EF9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компенсационные выплаты руководителям  органов ТОС</w:t>
            </w:r>
          </w:p>
        </w:tc>
        <w:tc>
          <w:tcPr>
            <w:tcW w:w="1519" w:type="dxa"/>
            <w:vAlign w:val="center"/>
          </w:tcPr>
          <w:p w:rsidR="00B26044" w:rsidRPr="00C404E0" w:rsidRDefault="00B26044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546" w:type="dxa"/>
          </w:tcPr>
          <w:p w:rsidR="00B26044" w:rsidRPr="00F945BC" w:rsidRDefault="00B26044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26044" w:rsidRPr="00F945BC" w:rsidRDefault="00B26044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B26044" w:rsidRPr="00F57EFB" w:rsidRDefault="00B26044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B26044" w:rsidRPr="00F57EFB" w:rsidRDefault="00B26044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B26044" w:rsidRPr="00F945BC" w:rsidRDefault="00B26044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B26044" w:rsidRPr="00F945BC" w:rsidTr="0070794F">
        <w:tc>
          <w:tcPr>
            <w:tcW w:w="726" w:type="dxa"/>
          </w:tcPr>
          <w:p w:rsidR="00B26044" w:rsidRPr="00C404E0" w:rsidRDefault="00B2604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B26044" w:rsidRPr="00215EF9" w:rsidRDefault="00B26044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«Реализация муниципальной политики в сфере приватизации муниципального имущества Старотитаровского сельского поселения Темрюкского района» </w:t>
            </w:r>
          </w:p>
          <w:p w:rsidR="00B26044" w:rsidRPr="00F945BC" w:rsidRDefault="00B26044" w:rsidP="00F9512D">
            <w:pPr>
              <w:jc w:val="center"/>
              <w:rPr>
                <w:szCs w:val="28"/>
              </w:rPr>
            </w:pPr>
          </w:p>
        </w:tc>
      </w:tr>
      <w:tr w:rsidR="00B26044" w:rsidRPr="00F945BC" w:rsidTr="00215EF9">
        <w:tc>
          <w:tcPr>
            <w:tcW w:w="726" w:type="dxa"/>
          </w:tcPr>
          <w:p w:rsidR="00B26044" w:rsidRPr="00C404E0" w:rsidRDefault="00B2604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B26044" w:rsidRPr="00215EF9" w:rsidRDefault="00B26044" w:rsidP="00215EF9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оценка недвижимого имущества в целях дальнейшей приватизации</w:t>
            </w:r>
          </w:p>
        </w:tc>
        <w:tc>
          <w:tcPr>
            <w:tcW w:w="1519" w:type="dxa"/>
            <w:vAlign w:val="center"/>
          </w:tcPr>
          <w:p w:rsidR="00B26044" w:rsidRPr="00C404E0" w:rsidRDefault="00B26044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B26044" w:rsidRPr="00F945BC" w:rsidRDefault="00B26044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26044" w:rsidRPr="00F945BC" w:rsidRDefault="00B26044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B26044" w:rsidRPr="00F57EFB" w:rsidRDefault="00B26044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B26044" w:rsidRPr="00F57EFB" w:rsidRDefault="00B26044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B26044" w:rsidRPr="00F945BC" w:rsidRDefault="00B26044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B26044" w:rsidRPr="00F945BC" w:rsidTr="00487F47">
        <w:tc>
          <w:tcPr>
            <w:tcW w:w="726" w:type="dxa"/>
          </w:tcPr>
          <w:p w:rsidR="00B26044" w:rsidRPr="00C404E0" w:rsidRDefault="00B2604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834" w:type="dxa"/>
            <w:gridSpan w:val="7"/>
          </w:tcPr>
          <w:p w:rsidR="00B26044" w:rsidRPr="00215EF9" w:rsidRDefault="00B26044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215EF9">
              <w:rPr>
                <w:b/>
                <w:sz w:val="24"/>
                <w:szCs w:val="24"/>
              </w:rPr>
              <w:t>«</w:t>
            </w:r>
            <w:r w:rsidRPr="00215EF9">
              <w:rPr>
                <w:rStyle w:val="a4"/>
                <w:b w:val="0"/>
                <w:bCs/>
                <w:color w:val="auto"/>
                <w:sz w:val="24"/>
                <w:szCs w:val="24"/>
              </w:rPr>
              <w:t>О мероприятиях</w:t>
            </w:r>
            <w:r w:rsidRPr="00215EF9">
              <w:rPr>
                <w:rStyle w:val="a4"/>
                <w:bCs/>
                <w:sz w:val="24"/>
                <w:szCs w:val="24"/>
              </w:rPr>
              <w:t xml:space="preserve"> </w:t>
            </w:r>
            <w:r w:rsidRPr="00215EF9">
              <w:rPr>
                <w:sz w:val="24"/>
                <w:szCs w:val="24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 w:rsidRPr="00215EF9">
              <w:rPr>
                <w:b/>
                <w:sz w:val="24"/>
                <w:szCs w:val="24"/>
              </w:rPr>
              <w:t xml:space="preserve"> </w:t>
            </w:r>
          </w:p>
          <w:p w:rsidR="00B26044" w:rsidRPr="00F945BC" w:rsidRDefault="00B26044" w:rsidP="00F9512D">
            <w:pPr>
              <w:jc w:val="center"/>
              <w:rPr>
                <w:szCs w:val="28"/>
              </w:rPr>
            </w:pPr>
          </w:p>
        </w:tc>
      </w:tr>
      <w:tr w:rsidR="00B26044" w:rsidRPr="00F945BC" w:rsidTr="00215EF9">
        <w:tc>
          <w:tcPr>
            <w:tcW w:w="726" w:type="dxa"/>
          </w:tcPr>
          <w:p w:rsidR="00B26044" w:rsidRPr="00C404E0" w:rsidRDefault="00B2604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2293" w:type="dxa"/>
          </w:tcPr>
          <w:p w:rsidR="00B26044" w:rsidRPr="00215EF9" w:rsidRDefault="00B26044" w:rsidP="00215EF9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</w:tc>
        <w:tc>
          <w:tcPr>
            <w:tcW w:w="1519" w:type="dxa"/>
            <w:vAlign w:val="center"/>
          </w:tcPr>
          <w:p w:rsidR="00B26044" w:rsidRPr="00C404E0" w:rsidRDefault="00B26044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B26044" w:rsidRPr="00F945BC" w:rsidRDefault="00B26044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26044" w:rsidRPr="00F945BC" w:rsidRDefault="00B26044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B26044" w:rsidRPr="00F57EFB" w:rsidRDefault="00B26044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B26044" w:rsidRPr="00F57EFB" w:rsidRDefault="00B26044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B26044" w:rsidRPr="00F945BC" w:rsidRDefault="00B26044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B26044" w:rsidRDefault="00B26044" w:rsidP="00FA1A72">
      <w:pPr>
        <w:jc w:val="both"/>
        <w:rPr>
          <w:szCs w:val="28"/>
        </w:rPr>
      </w:pPr>
    </w:p>
    <w:p w:rsidR="00B26044" w:rsidRDefault="00B26044" w:rsidP="00FA1A72">
      <w:pPr>
        <w:jc w:val="both"/>
        <w:rPr>
          <w:szCs w:val="28"/>
        </w:rPr>
      </w:pPr>
    </w:p>
    <w:p w:rsidR="00B26044" w:rsidRDefault="00B26044" w:rsidP="00FA1A72">
      <w:pPr>
        <w:jc w:val="both"/>
        <w:rPr>
          <w:szCs w:val="28"/>
        </w:rPr>
      </w:pPr>
    </w:p>
    <w:p w:rsidR="00B26044" w:rsidRDefault="00B26044" w:rsidP="00FA1A72">
      <w:pPr>
        <w:jc w:val="both"/>
        <w:rPr>
          <w:szCs w:val="28"/>
        </w:rPr>
      </w:pPr>
    </w:p>
    <w:p w:rsidR="00B26044" w:rsidRDefault="00B26044" w:rsidP="00FA1A72">
      <w:pPr>
        <w:jc w:val="both"/>
        <w:rPr>
          <w:szCs w:val="28"/>
        </w:rPr>
      </w:pPr>
    </w:p>
    <w:p w:rsidR="00B26044" w:rsidRDefault="00B26044" w:rsidP="00FA1A72">
      <w:pPr>
        <w:jc w:val="both"/>
        <w:rPr>
          <w:szCs w:val="28"/>
        </w:rPr>
      </w:pPr>
    </w:p>
    <w:p w:rsidR="00B26044" w:rsidRDefault="00B26044" w:rsidP="00FA1A72">
      <w:pPr>
        <w:jc w:val="both"/>
        <w:rPr>
          <w:szCs w:val="28"/>
        </w:rPr>
      </w:pPr>
    </w:p>
    <w:p w:rsidR="00B26044" w:rsidRDefault="00B26044" w:rsidP="00FA1A72">
      <w:pPr>
        <w:jc w:val="both"/>
        <w:rPr>
          <w:szCs w:val="28"/>
        </w:rPr>
      </w:pPr>
    </w:p>
    <w:p w:rsidR="00B26044" w:rsidRDefault="00B26044" w:rsidP="00FA1A72">
      <w:pPr>
        <w:jc w:val="both"/>
        <w:rPr>
          <w:szCs w:val="28"/>
        </w:rPr>
      </w:pPr>
    </w:p>
    <w:p w:rsidR="00B26044" w:rsidRDefault="00B26044" w:rsidP="00FA1A72">
      <w:pPr>
        <w:jc w:val="both"/>
        <w:rPr>
          <w:szCs w:val="28"/>
        </w:rPr>
      </w:pPr>
    </w:p>
    <w:p w:rsidR="00B26044" w:rsidRDefault="00B26044" w:rsidP="00FA1A72">
      <w:pPr>
        <w:jc w:val="both"/>
        <w:rPr>
          <w:szCs w:val="28"/>
        </w:rPr>
      </w:pPr>
    </w:p>
    <w:p w:rsidR="00B26044" w:rsidRDefault="00B26044" w:rsidP="00FA1A72">
      <w:pPr>
        <w:jc w:val="both"/>
        <w:rPr>
          <w:szCs w:val="28"/>
        </w:rPr>
      </w:pPr>
    </w:p>
    <w:p w:rsidR="00B26044" w:rsidRDefault="00B26044" w:rsidP="00FA1A72">
      <w:pPr>
        <w:jc w:val="both"/>
        <w:rPr>
          <w:szCs w:val="28"/>
        </w:rPr>
      </w:pPr>
    </w:p>
    <w:p w:rsidR="00B26044" w:rsidRDefault="00B26044" w:rsidP="00FA1A72">
      <w:pPr>
        <w:jc w:val="both"/>
        <w:rPr>
          <w:szCs w:val="28"/>
        </w:rPr>
      </w:pPr>
    </w:p>
    <w:p w:rsidR="00B26044" w:rsidRDefault="00B26044" w:rsidP="00FA1A72">
      <w:pPr>
        <w:jc w:val="both"/>
        <w:rPr>
          <w:szCs w:val="28"/>
        </w:rPr>
      </w:pPr>
    </w:p>
    <w:p w:rsidR="00B26044" w:rsidRDefault="00B26044" w:rsidP="00FA1A72">
      <w:pPr>
        <w:jc w:val="both"/>
        <w:rPr>
          <w:szCs w:val="28"/>
        </w:rPr>
      </w:pPr>
    </w:p>
    <w:p w:rsidR="00B26044" w:rsidRDefault="00B26044" w:rsidP="00FA1A72">
      <w:pPr>
        <w:jc w:val="both"/>
        <w:rPr>
          <w:szCs w:val="28"/>
        </w:rPr>
      </w:pPr>
    </w:p>
    <w:p w:rsidR="00B26044" w:rsidRDefault="00B26044" w:rsidP="00FA1A72">
      <w:pPr>
        <w:jc w:val="both"/>
        <w:rPr>
          <w:szCs w:val="28"/>
        </w:rPr>
      </w:pPr>
    </w:p>
    <w:p w:rsidR="00B26044" w:rsidRDefault="00B26044" w:rsidP="00FA1A72">
      <w:pPr>
        <w:jc w:val="both"/>
        <w:rPr>
          <w:szCs w:val="28"/>
        </w:rPr>
      </w:pPr>
    </w:p>
    <w:p w:rsidR="00B26044" w:rsidRDefault="00B26044" w:rsidP="00FA1A72">
      <w:pPr>
        <w:jc w:val="both"/>
        <w:rPr>
          <w:szCs w:val="28"/>
        </w:rPr>
      </w:pPr>
    </w:p>
    <w:p w:rsidR="00B26044" w:rsidRDefault="00B26044" w:rsidP="00FA1A72">
      <w:pPr>
        <w:jc w:val="both"/>
        <w:rPr>
          <w:szCs w:val="28"/>
        </w:rPr>
      </w:pPr>
    </w:p>
    <w:p w:rsidR="00B26044" w:rsidRDefault="00B26044" w:rsidP="00FA1A72">
      <w:pPr>
        <w:jc w:val="both"/>
        <w:rPr>
          <w:szCs w:val="28"/>
        </w:rPr>
      </w:pPr>
    </w:p>
    <w:p w:rsidR="00B26044" w:rsidRPr="00FD34F6" w:rsidRDefault="00B26044">
      <w:pPr>
        <w:rPr>
          <w:sz w:val="6"/>
          <w:szCs w:val="6"/>
        </w:rPr>
      </w:pPr>
    </w:p>
    <w:p w:rsidR="00B26044" w:rsidRDefault="00B26044" w:rsidP="00EF6F81">
      <w:pPr>
        <w:jc w:val="center"/>
        <w:rPr>
          <w:szCs w:val="28"/>
        </w:rPr>
        <w:sectPr w:rsidR="00B26044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B26044" w:rsidRDefault="00B26044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26044" w:rsidRPr="00484E94" w:rsidRDefault="00B26044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B26044" w:rsidRPr="00484E94" w:rsidRDefault="00B2604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B26044" w:rsidRPr="00484E94" w:rsidRDefault="00B26044" w:rsidP="00484E94">
      <w:pPr>
        <w:pStyle w:val="ConsPlusNormal0"/>
        <w:jc w:val="center"/>
        <w:rPr>
          <w:szCs w:val="28"/>
        </w:rPr>
      </w:pPr>
    </w:p>
    <w:p w:rsidR="00B26044" w:rsidRPr="0016103B" w:rsidRDefault="00B26044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B26044" w:rsidRPr="00484E94" w:rsidRDefault="00B26044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B26044" w:rsidRDefault="00B26044" w:rsidP="00484E94">
      <w:pPr>
        <w:jc w:val="both"/>
      </w:pPr>
    </w:p>
    <w:p w:rsidR="00B26044" w:rsidRPr="00484E94" w:rsidRDefault="00B26044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B26044" w:rsidRPr="00484E94" w:rsidRDefault="00B2604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B26044" w:rsidRPr="00484E94" w:rsidRDefault="00B26044" w:rsidP="00484E94">
      <w:pPr>
        <w:pStyle w:val="ConsPlusNormal0"/>
        <w:jc w:val="both"/>
        <w:rPr>
          <w:szCs w:val="28"/>
        </w:rPr>
      </w:pPr>
    </w:p>
    <w:p w:rsidR="00B26044" w:rsidRPr="007F34E4" w:rsidRDefault="00B26044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B26044" w:rsidRPr="007F34E4" w:rsidRDefault="00B2604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B26044" w:rsidRPr="007F34E4" w:rsidRDefault="00B2604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B26044" w:rsidRPr="007F34E4" w:rsidRDefault="00B2604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B26044" w:rsidRPr="007F34E4" w:rsidRDefault="00B2604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B26044" w:rsidRPr="007F34E4" w:rsidRDefault="00B2604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B26044" w:rsidRPr="007F34E4" w:rsidRDefault="00B2604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B26044" w:rsidRPr="007F34E4" w:rsidRDefault="00B2604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B26044" w:rsidRPr="007F34E4" w:rsidRDefault="00B2604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B26044" w:rsidRPr="007F34E4" w:rsidRDefault="00B2604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B26044" w:rsidRPr="007F34E4" w:rsidRDefault="00B2604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B26044" w:rsidRPr="007F34E4" w:rsidRDefault="00B2604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B26044" w:rsidRPr="007F34E4" w:rsidRDefault="00B2604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B26044" w:rsidRPr="007F34E4" w:rsidRDefault="00B2604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B26044" w:rsidRDefault="00B26044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B26044" w:rsidRPr="007F34E4" w:rsidRDefault="00B26044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B26044" w:rsidRPr="007F34E4" w:rsidRDefault="00B2604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B26044" w:rsidRPr="007F34E4" w:rsidRDefault="00B2604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B26044" w:rsidRPr="007F34E4" w:rsidRDefault="00B26044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B26044" w:rsidRPr="007F34E4" w:rsidRDefault="00B26044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B26044" w:rsidRPr="007F34E4" w:rsidRDefault="00B2604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B26044" w:rsidRPr="007F34E4" w:rsidRDefault="00B26044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B26044" w:rsidRPr="007F34E4" w:rsidRDefault="00B26044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B26044" w:rsidRPr="007F34E4" w:rsidRDefault="00B2604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B26044" w:rsidRPr="007F34E4" w:rsidRDefault="00B2604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B26044" w:rsidRPr="007F34E4" w:rsidRDefault="00B26044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B26044" w:rsidRPr="007F34E4" w:rsidRDefault="00B26044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B26044" w:rsidRDefault="00B26044" w:rsidP="00484E94">
      <w:pPr>
        <w:ind w:firstLine="709"/>
        <w:jc w:val="both"/>
        <w:rPr>
          <w:szCs w:val="28"/>
        </w:rPr>
      </w:pPr>
    </w:p>
    <w:p w:rsidR="00B26044" w:rsidRDefault="00B26044" w:rsidP="00484E94">
      <w:pPr>
        <w:ind w:firstLine="709"/>
        <w:jc w:val="both"/>
        <w:rPr>
          <w:szCs w:val="28"/>
        </w:rPr>
      </w:pPr>
    </w:p>
    <w:p w:rsidR="00B26044" w:rsidRDefault="00B26044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B26044" w:rsidRDefault="00B26044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B26044" w:rsidRDefault="00B26044" w:rsidP="00B47CC7">
      <w:pPr>
        <w:rPr>
          <w:szCs w:val="28"/>
        </w:rPr>
        <w:sectPr w:rsidR="00B26044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Т.И. Опарина</w:t>
      </w:r>
    </w:p>
    <w:p w:rsidR="00B26044" w:rsidRDefault="00B26044" w:rsidP="001F5CA2">
      <w:pPr>
        <w:jc w:val="center"/>
        <w:rPr>
          <w:b/>
        </w:rPr>
      </w:pPr>
    </w:p>
    <w:sectPr w:rsidR="00B2604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044" w:rsidRDefault="00B26044" w:rsidP="00EF6F81">
      <w:r>
        <w:separator/>
      </w:r>
    </w:p>
  </w:endnote>
  <w:endnote w:type="continuationSeparator" w:id="0">
    <w:p w:rsidR="00B26044" w:rsidRDefault="00B26044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044" w:rsidRDefault="00B26044" w:rsidP="00EF6F81">
      <w:r>
        <w:separator/>
      </w:r>
    </w:p>
  </w:footnote>
  <w:footnote w:type="continuationSeparator" w:id="0">
    <w:p w:rsidR="00B26044" w:rsidRDefault="00B26044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044" w:rsidRDefault="00B26044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044" w:rsidRDefault="00B26044">
    <w:pPr>
      <w:pStyle w:val="Header"/>
      <w:jc w:val="center"/>
    </w:pPr>
  </w:p>
  <w:p w:rsidR="00B26044" w:rsidRDefault="00B26044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B26044" w:rsidRPr="00F945BC" w:rsidRDefault="00B2604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5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3A2B"/>
    <w:rsid w:val="000A5167"/>
    <w:rsid w:val="000B0521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36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50378D"/>
    <w:rsid w:val="00503DDC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F55"/>
    <w:rsid w:val="005716FF"/>
    <w:rsid w:val="00571FAC"/>
    <w:rsid w:val="005734E0"/>
    <w:rsid w:val="005750C3"/>
    <w:rsid w:val="0058240E"/>
    <w:rsid w:val="00595B9D"/>
    <w:rsid w:val="005A42C8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7C47"/>
    <w:rsid w:val="006C4020"/>
    <w:rsid w:val="006C6075"/>
    <w:rsid w:val="006C707C"/>
    <w:rsid w:val="006D0695"/>
    <w:rsid w:val="006E70C7"/>
    <w:rsid w:val="006E7655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28D4"/>
    <w:rsid w:val="0084599C"/>
    <w:rsid w:val="00845C4E"/>
    <w:rsid w:val="00846A87"/>
    <w:rsid w:val="00855115"/>
    <w:rsid w:val="00876805"/>
    <w:rsid w:val="00877383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0621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26044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3C8C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C605B"/>
    <w:rsid w:val="00DD1C2E"/>
    <w:rsid w:val="00DD49F6"/>
    <w:rsid w:val="00DD4EA0"/>
    <w:rsid w:val="00DD5F0A"/>
    <w:rsid w:val="00DE264F"/>
    <w:rsid w:val="00DE754D"/>
    <w:rsid w:val="00DF23BC"/>
    <w:rsid w:val="00DF42DA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3892"/>
    <w:rsid w:val="00E746A1"/>
    <w:rsid w:val="00E803BD"/>
    <w:rsid w:val="00E823BE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06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2321</TotalTime>
  <Pages>13</Pages>
  <Words>2150</Words>
  <Characters>12258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196</cp:revision>
  <cp:lastPrinted>2021-06-11T06:36:00Z</cp:lastPrinted>
  <dcterms:created xsi:type="dcterms:W3CDTF">2018-08-07T11:48:00Z</dcterms:created>
  <dcterms:modified xsi:type="dcterms:W3CDTF">2021-09-28T08:11:00Z</dcterms:modified>
</cp:coreProperties>
</file>