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F03C00" w:rsidRPr="00DF2090" w:rsidTr="00DF2090">
        <w:tc>
          <w:tcPr>
            <w:tcW w:w="8934" w:type="dxa"/>
          </w:tcPr>
          <w:p w:rsidR="00F03C00" w:rsidRPr="00DF2090" w:rsidRDefault="00F03C00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03C00" w:rsidRPr="00EE5BAC" w:rsidRDefault="00F03C00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3C00" w:rsidRPr="00EE5BAC" w:rsidRDefault="00F03C00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03C00" w:rsidRPr="00EE5BAC" w:rsidRDefault="00F03C00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3C00" w:rsidRPr="00EE5BAC" w:rsidRDefault="00F03C00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3C00" w:rsidRPr="00EE5BAC" w:rsidRDefault="00F03C00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3C00" w:rsidRPr="00DF2090" w:rsidRDefault="00F03C00" w:rsidP="000336F7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</w:tc>
      </w:tr>
    </w:tbl>
    <w:p w:rsidR="00F03C00" w:rsidRPr="00885C29" w:rsidRDefault="00F03C00" w:rsidP="001157F7"/>
    <w:p w:rsidR="00F03C00" w:rsidRDefault="00F03C00" w:rsidP="001157F7">
      <w:pPr>
        <w:jc w:val="center"/>
        <w:rPr>
          <w:b/>
        </w:rPr>
      </w:pPr>
    </w:p>
    <w:p w:rsidR="00F03C00" w:rsidRDefault="00F03C0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3C00" w:rsidRPr="00F200BA" w:rsidRDefault="00F03C00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F03C00" w:rsidRDefault="00F03C00" w:rsidP="00BB769B">
      <w:pPr>
        <w:jc w:val="center"/>
        <w:rPr>
          <w:b/>
          <w:szCs w:val="28"/>
        </w:rPr>
      </w:pPr>
    </w:p>
    <w:p w:rsidR="00F03C00" w:rsidRDefault="00F03C00" w:rsidP="00BB769B">
      <w:pPr>
        <w:jc w:val="center"/>
        <w:rPr>
          <w:b/>
          <w:szCs w:val="28"/>
        </w:rPr>
      </w:pPr>
    </w:p>
    <w:p w:rsidR="00F03C00" w:rsidRPr="00950972" w:rsidRDefault="00F03C0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3C00" w:rsidRPr="00950972" w:rsidRDefault="00F03C00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F03C00" w:rsidRDefault="00F03C00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F03C00" w:rsidRPr="00F200BA" w:rsidRDefault="00F03C00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3C00" w:rsidRDefault="00F03C00" w:rsidP="00D02E64">
            <w:pPr>
              <w:rPr>
                <w:szCs w:val="28"/>
              </w:rPr>
            </w:pPr>
            <w:r>
              <w:rPr>
                <w:szCs w:val="28"/>
              </w:rPr>
              <w:t>общий</w:t>
            </w:r>
            <w:r w:rsidRPr="00855115">
              <w:rPr>
                <w:szCs w:val="28"/>
              </w:rPr>
              <w:t xml:space="preserve"> отдел администрации Старотитаровского сельского поселения Темрюкского района</w:t>
            </w:r>
          </w:p>
          <w:p w:rsidR="00F03C00" w:rsidRPr="00855115" w:rsidRDefault="00F03C00" w:rsidP="00D02E64">
            <w:pPr>
              <w:rPr>
                <w:szCs w:val="28"/>
              </w:rPr>
            </w:pP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3C00" w:rsidRDefault="00F03C00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03C00" w:rsidRPr="00157189" w:rsidRDefault="00F03C00" w:rsidP="00D02E64">
            <w:pPr>
              <w:rPr>
                <w:szCs w:val="28"/>
              </w:rPr>
            </w:pP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3C00" w:rsidRDefault="00F03C00" w:rsidP="00D02E64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3C00" w:rsidRPr="00190885" w:rsidRDefault="00F03C00" w:rsidP="00D02E64">
            <w:pPr>
              <w:rPr>
                <w:b/>
                <w:szCs w:val="28"/>
              </w:rPr>
            </w:pP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3C00" w:rsidRDefault="00F03C00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03C00" w:rsidRPr="00190885" w:rsidRDefault="00F03C00" w:rsidP="00D02E64">
            <w:pPr>
              <w:rPr>
                <w:b/>
                <w:szCs w:val="28"/>
              </w:rPr>
            </w:pP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3C00" w:rsidRPr="00190885" w:rsidRDefault="00F03C00" w:rsidP="00D02E64">
            <w:pPr>
              <w:rPr>
                <w:b/>
                <w:szCs w:val="28"/>
              </w:rPr>
            </w:pPr>
            <w:r w:rsidRPr="00C727C7">
              <w:rPr>
                <w:szCs w:val="28"/>
              </w:rPr>
              <w:t>проведение эффективной политики по предупреждению коррупции в администрации Старотитаровского сельского поселения</w:t>
            </w:r>
            <w:r>
              <w:rPr>
                <w:szCs w:val="28"/>
              </w:rPr>
              <w:t xml:space="preserve"> Темрюкского района и</w:t>
            </w:r>
            <w:r w:rsidRPr="00C727C7">
              <w:rPr>
                <w:szCs w:val="28"/>
              </w:rPr>
              <w:t xml:space="preserve"> укрепление доверия жителей Старотитаровского сельского поселения к органам местного самоуправления</w:t>
            </w: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3C00" w:rsidRPr="00326BC3" w:rsidRDefault="00F03C00" w:rsidP="00D02E6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BC3">
              <w:rPr>
                <w:rFonts w:ascii="Times New Roman" w:hAnsi="Times New Roman"/>
                <w:sz w:val="28"/>
                <w:szCs w:val="28"/>
              </w:rPr>
              <w:t xml:space="preserve">повышение профессионального уровня муниципальных служащих </w:t>
            </w: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F03C00" w:rsidRPr="000C3C23" w:rsidRDefault="00F03C00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3C00" w:rsidRPr="00770CD2" w:rsidRDefault="00F03C00" w:rsidP="00D02E64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3C00" w:rsidRPr="00A46A72" w:rsidRDefault="00F03C00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3C00" w:rsidRPr="00A46A72" w:rsidRDefault="00F03C00" w:rsidP="00D02E64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3C00" w:rsidRPr="00190885" w:rsidRDefault="00F03C00" w:rsidP="00D02E64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3C00" w:rsidRPr="00190885" w:rsidRDefault="00F03C00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3C00" w:rsidRPr="00190885" w:rsidRDefault="00F03C00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3C00" w:rsidRPr="00190885" w:rsidRDefault="00F03C00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3C00" w:rsidRPr="00190885" w:rsidRDefault="00F03C00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3C00" w:rsidRPr="00190885" w:rsidRDefault="00F03C00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3C00" w:rsidRPr="008A6FA1" w:rsidTr="00D02E64">
        <w:tc>
          <w:tcPr>
            <w:tcW w:w="14560" w:type="dxa"/>
            <w:gridSpan w:val="6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3C00" w:rsidRPr="008A6FA1" w:rsidTr="00D02E64">
        <w:tc>
          <w:tcPr>
            <w:tcW w:w="14560" w:type="dxa"/>
            <w:gridSpan w:val="6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3C00" w:rsidRPr="00190885" w:rsidRDefault="00F03C00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3C00" w:rsidRPr="00190885" w:rsidRDefault="00F03C00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3C00" w:rsidRPr="00190885" w:rsidRDefault="00F03C00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3C00" w:rsidRPr="00190885" w:rsidRDefault="00F03C00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3C00" w:rsidRPr="00190885" w:rsidRDefault="00F03C00" w:rsidP="00D02E64">
            <w:pPr>
              <w:pStyle w:val="ConsPlusNormal0"/>
              <w:rPr>
                <w:szCs w:val="28"/>
              </w:rPr>
            </w:pPr>
          </w:p>
        </w:tc>
      </w:tr>
      <w:tr w:rsidR="00F03C00" w:rsidRPr="008A6FA1" w:rsidTr="00D02E64">
        <w:tc>
          <w:tcPr>
            <w:tcW w:w="6374" w:type="dxa"/>
          </w:tcPr>
          <w:p w:rsidR="00F03C00" w:rsidRPr="00190885" w:rsidRDefault="00F03C00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3C00" w:rsidRPr="00190885" w:rsidRDefault="00F03C0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3C00" w:rsidRDefault="00F03C00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F03C00" w:rsidRDefault="00F03C00" w:rsidP="000336F7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F03C00" w:rsidRPr="004408E3" w:rsidRDefault="00F03C00" w:rsidP="000336F7">
      <w:pPr>
        <w:pStyle w:val="ListParagraph"/>
        <w:ind w:left="360"/>
        <w:jc w:val="center"/>
        <w:rPr>
          <w:b/>
          <w:sz w:val="24"/>
          <w:szCs w:val="24"/>
        </w:rPr>
      </w:pPr>
    </w:p>
    <w:p w:rsidR="00F03C00" w:rsidRDefault="00F03C0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03C00" w:rsidRDefault="00F03C00" w:rsidP="00EF6F81">
      <w:pPr>
        <w:jc w:val="center"/>
        <w:rPr>
          <w:szCs w:val="28"/>
        </w:rPr>
      </w:pPr>
    </w:p>
    <w:p w:rsidR="00F03C00" w:rsidRDefault="00F03C00" w:rsidP="000336F7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F03C00" w:rsidRPr="00A74297" w:rsidRDefault="00F03C00" w:rsidP="00225687">
      <w:pPr>
        <w:jc w:val="center"/>
        <w:rPr>
          <w:b/>
          <w:szCs w:val="28"/>
        </w:rPr>
      </w:pPr>
    </w:p>
    <w:p w:rsidR="00F03C00" w:rsidRPr="00225687" w:rsidRDefault="00F03C00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F03C00" w:rsidTr="00D02E64">
        <w:tc>
          <w:tcPr>
            <w:tcW w:w="648" w:type="dxa"/>
            <w:vMerge w:val="restart"/>
            <w:vAlign w:val="center"/>
          </w:tcPr>
          <w:p w:rsidR="00F03C00" w:rsidRPr="00AC26F6" w:rsidRDefault="00F03C00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03C00" w:rsidRPr="00AC26F6" w:rsidRDefault="00F03C00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03C00" w:rsidRPr="00AC26F6" w:rsidRDefault="00F03C00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03C00" w:rsidRPr="00AC26F6" w:rsidRDefault="00F03C00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03C00" w:rsidRPr="00AC26F6" w:rsidRDefault="00F03C00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03C00" w:rsidTr="00D02E64">
        <w:tc>
          <w:tcPr>
            <w:tcW w:w="648" w:type="dxa"/>
            <w:vMerge/>
          </w:tcPr>
          <w:p w:rsidR="00F03C00" w:rsidRPr="00AC26F6" w:rsidRDefault="00F03C00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03C00" w:rsidRPr="00AC26F6" w:rsidRDefault="00F03C00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03C00" w:rsidRPr="00AC26F6" w:rsidRDefault="00F03C00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03C00" w:rsidRPr="00AC26F6" w:rsidRDefault="00F03C00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3C00" w:rsidRPr="00AC26F6" w:rsidRDefault="00F03C00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F03C00" w:rsidRPr="00AC26F6" w:rsidRDefault="00F03C00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F03C00" w:rsidTr="00D02E64">
        <w:tc>
          <w:tcPr>
            <w:tcW w:w="648" w:type="dxa"/>
          </w:tcPr>
          <w:p w:rsidR="00F03C00" w:rsidRPr="00AC26F6" w:rsidRDefault="00F03C00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03C00" w:rsidRPr="00AC26F6" w:rsidRDefault="00F03C00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03C00" w:rsidRPr="00AC26F6" w:rsidRDefault="00F03C00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03C00" w:rsidRPr="00AC26F6" w:rsidRDefault="00F03C00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03C00" w:rsidRPr="00AC26F6" w:rsidRDefault="00F03C00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03C00" w:rsidRPr="00AC26F6" w:rsidRDefault="00F03C00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03C00" w:rsidTr="00D02E64">
        <w:tc>
          <w:tcPr>
            <w:tcW w:w="648" w:type="dxa"/>
            <w:vAlign w:val="center"/>
          </w:tcPr>
          <w:p w:rsidR="00F03C00" w:rsidRPr="00AC26F6" w:rsidRDefault="00F03C00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F03C00" w:rsidRPr="00AC26F6" w:rsidRDefault="00F03C00" w:rsidP="00D02E64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  <w:tc>
          <w:tcPr>
            <w:tcW w:w="1620" w:type="dxa"/>
            <w:vAlign w:val="center"/>
          </w:tcPr>
          <w:p w:rsidR="00F03C00" w:rsidRPr="00AC26F6" w:rsidRDefault="00F03C00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F03C00" w:rsidRPr="00AC26F6" w:rsidRDefault="00F03C00" w:rsidP="00D02E64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3C00" w:rsidRPr="00AC26F6" w:rsidRDefault="00F03C00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F03C00" w:rsidRPr="00AC26F6" w:rsidRDefault="00F03C00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F03C00" w:rsidRDefault="00F03C00" w:rsidP="0054045D">
      <w:pPr>
        <w:pStyle w:val="ConsPlusNormal0"/>
        <w:jc w:val="center"/>
        <w:rPr>
          <w:b/>
        </w:rPr>
      </w:pPr>
    </w:p>
    <w:p w:rsidR="00F03C00" w:rsidRDefault="00F03C00" w:rsidP="0054045D">
      <w:pPr>
        <w:pStyle w:val="ConsPlusNormal0"/>
        <w:jc w:val="center"/>
        <w:rPr>
          <w:b/>
        </w:rPr>
      </w:pPr>
    </w:p>
    <w:p w:rsidR="00F03C00" w:rsidRDefault="00F03C00" w:rsidP="0054045D">
      <w:pPr>
        <w:pStyle w:val="ConsPlusNormal0"/>
        <w:jc w:val="center"/>
        <w:rPr>
          <w:b/>
        </w:rPr>
      </w:pPr>
    </w:p>
    <w:p w:rsidR="00F03C00" w:rsidRDefault="00F03C00" w:rsidP="0054045D">
      <w:pPr>
        <w:pStyle w:val="ConsPlusNormal0"/>
        <w:jc w:val="center"/>
        <w:rPr>
          <w:b/>
        </w:rPr>
      </w:pPr>
    </w:p>
    <w:p w:rsidR="00F03C00" w:rsidRDefault="00F03C00" w:rsidP="0054045D">
      <w:pPr>
        <w:pStyle w:val="ConsPlusNormal0"/>
        <w:jc w:val="center"/>
        <w:rPr>
          <w:b/>
        </w:rPr>
      </w:pPr>
    </w:p>
    <w:p w:rsidR="00F03C00" w:rsidRDefault="00F03C00" w:rsidP="0054045D">
      <w:pPr>
        <w:pStyle w:val="ConsPlusNormal0"/>
        <w:jc w:val="center"/>
        <w:rPr>
          <w:b/>
        </w:rPr>
      </w:pPr>
    </w:p>
    <w:p w:rsidR="00F03C00" w:rsidRDefault="00F03C00" w:rsidP="0054045D">
      <w:pPr>
        <w:pStyle w:val="ConsPlusNormal0"/>
        <w:jc w:val="center"/>
        <w:rPr>
          <w:b/>
        </w:rPr>
      </w:pPr>
    </w:p>
    <w:p w:rsidR="00F03C00" w:rsidRDefault="00F03C00" w:rsidP="0054045D">
      <w:pPr>
        <w:pStyle w:val="ConsPlusNormal0"/>
        <w:jc w:val="center"/>
        <w:rPr>
          <w:b/>
        </w:rPr>
      </w:pPr>
    </w:p>
    <w:p w:rsidR="00F03C00" w:rsidRDefault="00F03C00" w:rsidP="0054045D">
      <w:pPr>
        <w:pStyle w:val="ConsPlusNormal0"/>
        <w:jc w:val="center"/>
        <w:rPr>
          <w:b/>
        </w:rPr>
      </w:pPr>
    </w:p>
    <w:p w:rsidR="00F03C00" w:rsidRDefault="00F03C00" w:rsidP="0054045D">
      <w:pPr>
        <w:pStyle w:val="ConsPlusNormal0"/>
        <w:jc w:val="center"/>
        <w:rPr>
          <w:b/>
        </w:rPr>
      </w:pPr>
    </w:p>
    <w:p w:rsidR="00F03C00" w:rsidRDefault="00F03C00" w:rsidP="0054045D">
      <w:pPr>
        <w:pStyle w:val="ConsPlusNormal0"/>
        <w:jc w:val="center"/>
        <w:rPr>
          <w:b/>
        </w:rPr>
      </w:pPr>
    </w:p>
    <w:p w:rsidR="00F03C00" w:rsidRDefault="00F03C00" w:rsidP="0054045D">
      <w:pPr>
        <w:pStyle w:val="ConsPlusNormal0"/>
        <w:jc w:val="center"/>
        <w:rPr>
          <w:b/>
        </w:rPr>
      </w:pPr>
    </w:p>
    <w:p w:rsidR="00F03C00" w:rsidRPr="003C75F8" w:rsidRDefault="00F03C00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F03C00" w:rsidRPr="003C75F8" w:rsidRDefault="00F03C0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03C00" w:rsidRDefault="00F03C00" w:rsidP="008A3DAD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F03C00" w:rsidRPr="003C75F8" w:rsidRDefault="00F03C00" w:rsidP="0054045D">
      <w:pPr>
        <w:pStyle w:val="ConsPlusNormal0"/>
        <w:jc w:val="center"/>
        <w:rPr>
          <w:b/>
        </w:rPr>
      </w:pPr>
    </w:p>
    <w:p w:rsidR="00F03C00" w:rsidRPr="0054045D" w:rsidRDefault="00F03C00">
      <w:pPr>
        <w:rPr>
          <w:sz w:val="6"/>
          <w:szCs w:val="6"/>
        </w:rPr>
      </w:pPr>
    </w:p>
    <w:p w:rsidR="00F03C00" w:rsidRDefault="00F03C00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F03C00" w:rsidRPr="00BD6669" w:rsidTr="00D02E64">
        <w:tc>
          <w:tcPr>
            <w:tcW w:w="593" w:type="dxa"/>
          </w:tcPr>
          <w:p w:rsidR="00F03C00" w:rsidRPr="00C400CB" w:rsidRDefault="00F03C00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F03C00" w:rsidRPr="00C400CB" w:rsidRDefault="00F03C00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F03C00" w:rsidRPr="00C400CB" w:rsidRDefault="00F03C00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F03C00" w:rsidRPr="00C400CB" w:rsidRDefault="00F03C00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F03C00" w:rsidRPr="00C400CB" w:rsidRDefault="00F03C00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F03C00" w:rsidRPr="00C400CB" w:rsidRDefault="00F03C00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F03C00" w:rsidRPr="00C400CB" w:rsidRDefault="00F03C00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F03C00" w:rsidRPr="00C400CB" w:rsidRDefault="00F03C00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F03C00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F03C00" w:rsidRPr="00C400CB" w:rsidRDefault="00F03C00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F03C00" w:rsidRPr="00C400CB" w:rsidRDefault="00F03C00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F03C00" w:rsidRPr="00C400CB" w:rsidRDefault="00F03C00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F03C00" w:rsidRPr="00C400CB" w:rsidRDefault="00F03C00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F03C00" w:rsidRPr="00C400CB" w:rsidRDefault="00F03C00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F03C00" w:rsidRPr="00C400CB" w:rsidRDefault="00F03C00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F03C00" w:rsidRPr="00C400CB" w:rsidRDefault="00F03C00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F03C00" w:rsidRPr="00C400CB" w:rsidRDefault="00F03C00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F03C00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F03C00" w:rsidRPr="00C400CB" w:rsidRDefault="00F03C00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F03C00" w:rsidRPr="00C400CB" w:rsidRDefault="00F03C00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обучение муниципальных служащих в рамках противодействия коррупции</w:t>
            </w:r>
          </w:p>
        </w:tc>
        <w:tc>
          <w:tcPr>
            <w:tcW w:w="1220" w:type="dxa"/>
          </w:tcPr>
          <w:p w:rsidR="00F03C00" w:rsidRPr="00C400CB" w:rsidRDefault="00F03C00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F03C00" w:rsidRPr="00C400CB" w:rsidRDefault="00F03C00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03C00" w:rsidRPr="00C400CB" w:rsidRDefault="00F03C00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03C00" w:rsidRPr="00C400CB" w:rsidRDefault="00F03C00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F03C00" w:rsidRPr="00C400CB" w:rsidRDefault="00F03C00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F03C00" w:rsidRPr="00C400CB" w:rsidRDefault="00F03C00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F03C00" w:rsidRDefault="00F03C00" w:rsidP="00FA1A72">
      <w:pPr>
        <w:jc w:val="both"/>
        <w:rPr>
          <w:szCs w:val="28"/>
        </w:rPr>
      </w:pPr>
    </w:p>
    <w:p w:rsidR="00F03C00" w:rsidRDefault="00F03C00" w:rsidP="00FA1A72">
      <w:pPr>
        <w:jc w:val="both"/>
        <w:rPr>
          <w:szCs w:val="28"/>
        </w:rPr>
      </w:pPr>
    </w:p>
    <w:p w:rsidR="00F03C00" w:rsidRDefault="00F03C00" w:rsidP="00FA1A72">
      <w:pPr>
        <w:jc w:val="both"/>
        <w:rPr>
          <w:szCs w:val="28"/>
        </w:rPr>
      </w:pPr>
    </w:p>
    <w:p w:rsidR="00F03C00" w:rsidRDefault="00F03C00" w:rsidP="00FA1A72">
      <w:pPr>
        <w:jc w:val="both"/>
        <w:rPr>
          <w:szCs w:val="28"/>
        </w:rPr>
      </w:pPr>
    </w:p>
    <w:p w:rsidR="00F03C00" w:rsidRDefault="00F03C00" w:rsidP="00FA1A72">
      <w:pPr>
        <w:jc w:val="both"/>
        <w:rPr>
          <w:szCs w:val="28"/>
        </w:rPr>
      </w:pPr>
    </w:p>
    <w:p w:rsidR="00F03C00" w:rsidRDefault="00F03C00" w:rsidP="00FA1A72">
      <w:pPr>
        <w:jc w:val="both"/>
        <w:rPr>
          <w:szCs w:val="28"/>
        </w:rPr>
      </w:pPr>
    </w:p>
    <w:p w:rsidR="00F03C00" w:rsidRDefault="00F03C00" w:rsidP="00FA1A72">
      <w:pPr>
        <w:jc w:val="both"/>
        <w:rPr>
          <w:szCs w:val="28"/>
        </w:rPr>
      </w:pPr>
    </w:p>
    <w:p w:rsidR="00F03C00" w:rsidRDefault="00F03C00" w:rsidP="00C400CB">
      <w:pPr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F03C00" w:rsidRDefault="00F03C00" w:rsidP="00C400CB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F03C00" w:rsidRPr="00484E94" w:rsidRDefault="00F03C00" w:rsidP="00B30DE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03C00" w:rsidRDefault="00F03C00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03C00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B6573C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B6573C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B6573C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B6573C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B6573C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B6573C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3C00" w:rsidRPr="00B6573C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03C00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500747" w:rsidRDefault="00F03C00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500747" w:rsidRDefault="00F03C00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500747" w:rsidRDefault="00F03C00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500747" w:rsidRDefault="00F03C00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B6573C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B6573C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500747" w:rsidRDefault="00F03C00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00" w:rsidRPr="00500747" w:rsidRDefault="00F03C00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C00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500747" w:rsidRDefault="00F03C00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500747" w:rsidRDefault="00F03C00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500747" w:rsidRDefault="00F03C00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500747" w:rsidRDefault="00F03C00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500747" w:rsidRDefault="00F03C00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B6573C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B6573C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B6573C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B6573C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500747" w:rsidRDefault="00F03C00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00" w:rsidRPr="00500747" w:rsidRDefault="00F03C00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3C00" w:rsidRDefault="00F03C00" w:rsidP="00EF6F81">
      <w:pPr>
        <w:jc w:val="center"/>
        <w:rPr>
          <w:szCs w:val="28"/>
        </w:rPr>
      </w:pPr>
    </w:p>
    <w:p w:rsidR="00F03C00" w:rsidRDefault="00F03C00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03C00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F03C00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00" w:rsidRDefault="00F03C00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проведение эффективной политики по предупреждению коррупции в администрации Старотитаровского сельского поселения Темрюкского района и укрепление доверия жителей Старотитаровского сельского поселения к органам местного самоуправления</w:t>
            </w:r>
          </w:p>
          <w:p w:rsidR="00F03C00" w:rsidRPr="00C400CB" w:rsidRDefault="00F03C00" w:rsidP="00D02E64">
            <w:pPr>
              <w:rPr>
                <w:sz w:val="24"/>
                <w:szCs w:val="24"/>
              </w:rPr>
            </w:pPr>
          </w:p>
        </w:tc>
      </w:tr>
      <w:tr w:rsidR="00F03C00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00" w:rsidRDefault="00F03C00" w:rsidP="00D02E6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0CB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  <w:p w:rsidR="00F03C00" w:rsidRPr="00C400CB" w:rsidRDefault="00F03C00" w:rsidP="00D02E6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C00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ind w:right="253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Проведение обучения сотрудников администрации повышение эффективности антикоррупционной работы </w:t>
            </w:r>
          </w:p>
          <w:p w:rsidR="00F03C00" w:rsidRPr="00C400CB" w:rsidRDefault="00F03C00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C400C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снижения коррупционных рисков и осуществления внутреннего антикоррупционного контроля за 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03C00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03C00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03C00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C00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00" w:rsidRPr="00C400CB" w:rsidRDefault="00F03C00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03C00" w:rsidRPr="00C400CB" w:rsidRDefault="00F03C00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03C00" w:rsidRDefault="00F03C00" w:rsidP="00EF6F81">
      <w:pPr>
        <w:jc w:val="center"/>
        <w:rPr>
          <w:szCs w:val="28"/>
        </w:rPr>
        <w:sectPr w:rsidR="00F03C0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3C00" w:rsidRPr="00484E94" w:rsidRDefault="00F03C00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03C00" w:rsidRPr="00484E94" w:rsidRDefault="00F03C0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03C00" w:rsidRPr="00484E94" w:rsidRDefault="00F03C00" w:rsidP="00484E94">
      <w:pPr>
        <w:pStyle w:val="ConsPlusNormal0"/>
        <w:jc w:val="center"/>
        <w:rPr>
          <w:szCs w:val="28"/>
        </w:rPr>
      </w:pPr>
    </w:p>
    <w:p w:rsidR="00F03C00" w:rsidRPr="0016103B" w:rsidRDefault="00F03C00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03C00" w:rsidRPr="00484E94" w:rsidRDefault="00F03C00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03C00" w:rsidRPr="00484E94" w:rsidRDefault="00F03C00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F03C00" w:rsidRDefault="00F03C00" w:rsidP="00484E94">
      <w:pPr>
        <w:jc w:val="both"/>
      </w:pPr>
    </w:p>
    <w:p w:rsidR="00F03C00" w:rsidRPr="00484E94" w:rsidRDefault="00F03C00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03C00" w:rsidRPr="00484E94" w:rsidRDefault="00F03C0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03C00" w:rsidRPr="00484E94" w:rsidRDefault="00F03C00" w:rsidP="00484E94">
      <w:pPr>
        <w:pStyle w:val="ConsPlusNormal0"/>
        <w:jc w:val="both"/>
        <w:rPr>
          <w:szCs w:val="28"/>
        </w:rPr>
      </w:pP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F03C00" w:rsidRDefault="00F03C00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F03C00" w:rsidRPr="007F34E4" w:rsidRDefault="00F03C00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F03C00" w:rsidRPr="007F34E4" w:rsidRDefault="00F03C00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F03C00" w:rsidRPr="007F34E4" w:rsidRDefault="00F03C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F03C00" w:rsidRPr="007F34E4" w:rsidRDefault="00F03C00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03C00" w:rsidRPr="007F34E4" w:rsidRDefault="00F03C00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F03C00" w:rsidRDefault="00F03C00" w:rsidP="00484E94">
      <w:pPr>
        <w:ind w:firstLine="709"/>
        <w:jc w:val="both"/>
        <w:rPr>
          <w:szCs w:val="28"/>
        </w:rPr>
      </w:pPr>
    </w:p>
    <w:p w:rsidR="00F03C00" w:rsidRDefault="00F03C00" w:rsidP="00484E94">
      <w:pPr>
        <w:ind w:firstLine="709"/>
        <w:jc w:val="both"/>
        <w:rPr>
          <w:szCs w:val="28"/>
        </w:rPr>
      </w:pPr>
    </w:p>
    <w:p w:rsidR="00F03C00" w:rsidRDefault="00F03C0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03C00" w:rsidRDefault="00F03C00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03C00" w:rsidRDefault="00F03C00" w:rsidP="00B96477">
      <w:pPr>
        <w:rPr>
          <w:szCs w:val="28"/>
        </w:rPr>
        <w:sectPr w:rsidR="00F03C0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 </w:t>
      </w:r>
      <w:bookmarkStart w:id="0" w:name="_GoBack"/>
      <w:bookmarkEnd w:id="0"/>
      <w:r>
        <w:rPr>
          <w:szCs w:val="28"/>
        </w:rPr>
        <w:t xml:space="preserve">                                                            Т.И. Опарина</w:t>
      </w:r>
    </w:p>
    <w:p w:rsidR="00F03C00" w:rsidRDefault="00F03C00" w:rsidP="001F5CA2">
      <w:pPr>
        <w:jc w:val="center"/>
        <w:rPr>
          <w:b/>
        </w:rPr>
      </w:pPr>
    </w:p>
    <w:sectPr w:rsidR="00F03C0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C00" w:rsidRDefault="00F03C00" w:rsidP="00EF6F81">
      <w:r>
        <w:separator/>
      </w:r>
    </w:p>
  </w:endnote>
  <w:endnote w:type="continuationSeparator" w:id="0">
    <w:p w:rsidR="00F03C00" w:rsidRDefault="00F03C0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C00" w:rsidRDefault="00F03C00" w:rsidP="00EF6F81">
      <w:r>
        <w:separator/>
      </w:r>
    </w:p>
  </w:footnote>
  <w:footnote w:type="continuationSeparator" w:id="0">
    <w:p w:rsidR="00F03C00" w:rsidRDefault="00F03C0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C00" w:rsidRDefault="00F03C00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C00" w:rsidRDefault="00F03C00">
    <w:pPr>
      <w:pStyle w:val="Header"/>
      <w:jc w:val="center"/>
    </w:pPr>
  </w:p>
  <w:p w:rsidR="00F03C00" w:rsidRDefault="00F03C00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03C00" w:rsidRPr="00DF2090" w:rsidRDefault="00F03C0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4C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CD2"/>
    <w:rsid w:val="00782AE6"/>
    <w:rsid w:val="00783D2D"/>
    <w:rsid w:val="0078526C"/>
    <w:rsid w:val="007962B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2C10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D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004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1C79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5B2A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769AB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76C0"/>
    <w:rsid w:val="00C71CC2"/>
    <w:rsid w:val="00C727C7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2E64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2B12"/>
    <w:rsid w:val="00DC605B"/>
    <w:rsid w:val="00DD1C2E"/>
    <w:rsid w:val="00DD49F6"/>
    <w:rsid w:val="00DD5F0A"/>
    <w:rsid w:val="00DD70D3"/>
    <w:rsid w:val="00DE264F"/>
    <w:rsid w:val="00DE754D"/>
    <w:rsid w:val="00DF2090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C00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0336F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49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2094</TotalTime>
  <Pages>10</Pages>
  <Words>1581</Words>
  <Characters>9013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193</cp:revision>
  <cp:lastPrinted>2021-06-11T06:36:00Z</cp:lastPrinted>
  <dcterms:created xsi:type="dcterms:W3CDTF">2018-08-07T11:48:00Z</dcterms:created>
  <dcterms:modified xsi:type="dcterms:W3CDTF">2021-10-22T08:11:00Z</dcterms:modified>
</cp:coreProperties>
</file>