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F17108" w:rsidRPr="004E6D75" w:rsidTr="002431BD">
        <w:tc>
          <w:tcPr>
            <w:tcW w:w="8788" w:type="dxa"/>
          </w:tcPr>
          <w:p w:rsidR="00F17108" w:rsidRPr="004E6D75" w:rsidRDefault="00F17108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F17108" w:rsidRPr="00C96AAF" w:rsidRDefault="00F1710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F17108" w:rsidRDefault="00F1710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17108" w:rsidRPr="008C32F5" w:rsidRDefault="00F17108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F17108" w:rsidRDefault="00F17108" w:rsidP="002431BD">
            <w:pPr>
              <w:jc w:val="right"/>
              <w:rPr>
                <w:szCs w:val="28"/>
              </w:rPr>
            </w:pPr>
          </w:p>
          <w:p w:rsidR="00F17108" w:rsidRPr="004E6D75" w:rsidRDefault="00F17108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17108" w:rsidRPr="006341E7" w:rsidRDefault="00F17108" w:rsidP="003E51DA">
      <w:pPr>
        <w:ind w:firstLine="709"/>
        <w:rPr>
          <w:sz w:val="24"/>
          <w:szCs w:val="24"/>
        </w:rPr>
      </w:pPr>
    </w:p>
    <w:p w:rsidR="00F17108" w:rsidRDefault="00F1710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17108" w:rsidRDefault="00F17108" w:rsidP="002431BD">
      <w:pPr>
        <w:ind w:left="360"/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F17108" w:rsidRDefault="00F17108" w:rsidP="003E51DA">
      <w:pPr>
        <w:jc w:val="center"/>
        <w:rPr>
          <w:b/>
          <w:szCs w:val="28"/>
        </w:rPr>
      </w:pPr>
    </w:p>
    <w:p w:rsidR="00F17108" w:rsidRPr="009E44C2" w:rsidRDefault="00F1710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17108" w:rsidRDefault="00F17108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F17108" w:rsidRPr="009E44C2" w:rsidRDefault="00F1710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17108" w:rsidRPr="009E44C2" w:rsidTr="00F508F2">
        <w:tc>
          <w:tcPr>
            <w:tcW w:w="6012" w:type="dxa"/>
          </w:tcPr>
          <w:p w:rsidR="00F17108" w:rsidRPr="002940B0" w:rsidRDefault="00F1710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17108" w:rsidRDefault="00F17108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17108" w:rsidRPr="00F470FB" w:rsidRDefault="00F17108" w:rsidP="00F508F2">
            <w:pPr>
              <w:rPr>
                <w:szCs w:val="28"/>
              </w:rPr>
            </w:pPr>
          </w:p>
        </w:tc>
      </w:tr>
      <w:tr w:rsidR="00F17108" w:rsidRPr="009E44C2" w:rsidTr="00F508F2">
        <w:tc>
          <w:tcPr>
            <w:tcW w:w="6012" w:type="dxa"/>
          </w:tcPr>
          <w:p w:rsidR="00F17108" w:rsidRPr="002940B0" w:rsidRDefault="00F1710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17108" w:rsidRDefault="00F17108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F17108" w:rsidRDefault="00F17108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17108" w:rsidRPr="00827FDC" w:rsidRDefault="00F17108" w:rsidP="00F508F2">
            <w:pPr>
              <w:rPr>
                <w:b/>
                <w:szCs w:val="28"/>
              </w:rPr>
            </w:pPr>
          </w:p>
        </w:tc>
      </w:tr>
      <w:tr w:rsidR="00F17108" w:rsidRPr="009E44C2" w:rsidTr="00F508F2">
        <w:tc>
          <w:tcPr>
            <w:tcW w:w="6012" w:type="dxa"/>
          </w:tcPr>
          <w:p w:rsidR="00F17108" w:rsidRPr="002940B0" w:rsidRDefault="00F1710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17108" w:rsidRDefault="00F17108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</w:p>
          <w:p w:rsidR="00F17108" w:rsidRPr="00E6543F" w:rsidRDefault="00F17108" w:rsidP="00F508F2">
            <w:pPr>
              <w:contextualSpacing/>
              <w:rPr>
                <w:b/>
                <w:szCs w:val="28"/>
              </w:rPr>
            </w:pPr>
          </w:p>
        </w:tc>
      </w:tr>
      <w:tr w:rsidR="00F17108" w:rsidRPr="009E44C2" w:rsidTr="00F508F2">
        <w:tc>
          <w:tcPr>
            <w:tcW w:w="6012" w:type="dxa"/>
          </w:tcPr>
          <w:p w:rsidR="00F17108" w:rsidRPr="002940B0" w:rsidRDefault="00F1710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17108" w:rsidRDefault="00F17108" w:rsidP="00F508F2">
            <w:pPr>
              <w:rPr>
                <w:szCs w:val="28"/>
              </w:rPr>
            </w:pPr>
            <w:r w:rsidRPr="00271849">
              <w:rPr>
                <w:szCs w:val="28"/>
              </w:rPr>
              <w:t>улучшение сферы услуг физкультурно-оздоровительной и спортивной направленности</w:t>
            </w:r>
          </w:p>
          <w:p w:rsidR="00F17108" w:rsidRPr="00487189" w:rsidRDefault="00F17108" w:rsidP="00F508F2">
            <w:pPr>
              <w:rPr>
                <w:b/>
                <w:szCs w:val="28"/>
              </w:rPr>
            </w:pPr>
          </w:p>
        </w:tc>
      </w:tr>
      <w:tr w:rsidR="00F17108" w:rsidRPr="009E44C2" w:rsidTr="00F508F2">
        <w:tc>
          <w:tcPr>
            <w:tcW w:w="6012" w:type="dxa"/>
          </w:tcPr>
          <w:p w:rsidR="00F17108" w:rsidRPr="002940B0" w:rsidRDefault="00F1710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17108" w:rsidRDefault="00F17108" w:rsidP="00654B98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F17108" w:rsidRDefault="00F17108" w:rsidP="00654B98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F17108" w:rsidRDefault="00F17108" w:rsidP="00654B98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F17108" w:rsidRDefault="00F17108" w:rsidP="00654B98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F17108" w:rsidRDefault="00F17108" w:rsidP="00654B98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F17108" w:rsidRDefault="00F17108" w:rsidP="00AE512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F17108" w:rsidRDefault="00F17108" w:rsidP="00654B98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F17108" w:rsidRPr="00E64AB4" w:rsidRDefault="00F17108" w:rsidP="00E40A63">
            <w:pPr>
              <w:rPr>
                <w:szCs w:val="28"/>
              </w:rPr>
            </w:pPr>
          </w:p>
        </w:tc>
      </w:tr>
      <w:tr w:rsidR="00F17108" w:rsidRPr="009E44C2" w:rsidTr="00F508F2">
        <w:tc>
          <w:tcPr>
            <w:tcW w:w="6012" w:type="dxa"/>
          </w:tcPr>
          <w:p w:rsidR="00F17108" w:rsidRPr="002940B0" w:rsidRDefault="00F1710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17108" w:rsidRDefault="00F1710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17108" w:rsidRPr="002503EF" w:rsidRDefault="00F17108" w:rsidP="00F508F2">
            <w:pPr>
              <w:rPr>
                <w:szCs w:val="28"/>
              </w:rPr>
            </w:pPr>
          </w:p>
        </w:tc>
      </w:tr>
      <w:tr w:rsidR="00F17108" w:rsidRPr="009E44C2" w:rsidTr="00F508F2">
        <w:tc>
          <w:tcPr>
            <w:tcW w:w="6012" w:type="dxa"/>
          </w:tcPr>
          <w:p w:rsidR="00F17108" w:rsidRPr="002940B0" w:rsidRDefault="00F1710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17108" w:rsidRDefault="00F17108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F17108" w:rsidRPr="009011B8" w:rsidRDefault="00F17108" w:rsidP="00F508F2">
            <w:pPr>
              <w:rPr>
                <w:szCs w:val="28"/>
              </w:rPr>
            </w:pPr>
          </w:p>
        </w:tc>
      </w:tr>
      <w:tr w:rsidR="00F17108" w:rsidRPr="009E44C2" w:rsidTr="00F508F2">
        <w:tc>
          <w:tcPr>
            <w:tcW w:w="6012" w:type="dxa"/>
          </w:tcPr>
          <w:p w:rsidR="00F17108" w:rsidRPr="002940B0" w:rsidRDefault="00F1710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17108" w:rsidRPr="002940B0" w:rsidRDefault="00F1710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17108" w:rsidRPr="002940B0" w:rsidRDefault="00F1710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17108" w:rsidRPr="009E44C2" w:rsidTr="00F508F2">
        <w:tc>
          <w:tcPr>
            <w:tcW w:w="6012" w:type="dxa"/>
          </w:tcPr>
          <w:p w:rsidR="00F17108" w:rsidRPr="002940B0" w:rsidRDefault="00F1710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17108" w:rsidRPr="002940B0" w:rsidRDefault="00F1710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17108" w:rsidRPr="002940B0" w:rsidRDefault="00F1710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17108" w:rsidRPr="002940B0" w:rsidRDefault="00F1710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17108" w:rsidRPr="002940B0" w:rsidRDefault="00F1710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17108" w:rsidRPr="009E44C2" w:rsidTr="00F508F2">
        <w:tc>
          <w:tcPr>
            <w:tcW w:w="6012" w:type="dxa"/>
          </w:tcPr>
          <w:p w:rsidR="00F17108" w:rsidRPr="002940B0" w:rsidRDefault="00F17108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5 360,5</w:t>
            </w:r>
          </w:p>
        </w:tc>
        <w:tc>
          <w:tcPr>
            <w:tcW w:w="1808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7108" w:rsidRPr="002940B0" w:rsidRDefault="00F17108" w:rsidP="003C1FE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5 360,5</w:t>
            </w:r>
          </w:p>
        </w:tc>
        <w:tc>
          <w:tcPr>
            <w:tcW w:w="2019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7108" w:rsidRPr="009E44C2" w:rsidTr="00F508F2">
        <w:tc>
          <w:tcPr>
            <w:tcW w:w="6012" w:type="dxa"/>
          </w:tcPr>
          <w:p w:rsidR="00F17108" w:rsidRPr="002940B0" w:rsidRDefault="00F17108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7108" w:rsidRPr="002940B0" w:rsidRDefault="00F17108" w:rsidP="003C1FE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7108" w:rsidRPr="009E44C2" w:rsidTr="00F508F2">
        <w:tc>
          <w:tcPr>
            <w:tcW w:w="6012" w:type="dxa"/>
          </w:tcPr>
          <w:p w:rsidR="00F17108" w:rsidRPr="002940B0" w:rsidRDefault="00F17108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5 360,5</w:t>
            </w:r>
          </w:p>
        </w:tc>
        <w:tc>
          <w:tcPr>
            <w:tcW w:w="1808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7108" w:rsidRPr="002940B0" w:rsidRDefault="00F17108" w:rsidP="003C1FE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5 360,5</w:t>
            </w:r>
          </w:p>
        </w:tc>
        <w:tc>
          <w:tcPr>
            <w:tcW w:w="2019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7108" w:rsidRPr="009E44C2" w:rsidTr="00F508F2">
        <w:tc>
          <w:tcPr>
            <w:tcW w:w="14560" w:type="dxa"/>
            <w:gridSpan w:val="6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17108" w:rsidRPr="009E44C2" w:rsidTr="00F508F2">
        <w:tc>
          <w:tcPr>
            <w:tcW w:w="6012" w:type="dxa"/>
          </w:tcPr>
          <w:p w:rsidR="00F17108" w:rsidRPr="002940B0" w:rsidRDefault="00F17108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7108" w:rsidRPr="009E44C2" w:rsidTr="00F508F2">
        <w:tc>
          <w:tcPr>
            <w:tcW w:w="6012" w:type="dxa"/>
          </w:tcPr>
          <w:p w:rsidR="00F17108" w:rsidRPr="002940B0" w:rsidRDefault="00F17108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7108" w:rsidRPr="009E44C2" w:rsidTr="00F508F2">
        <w:tc>
          <w:tcPr>
            <w:tcW w:w="6012" w:type="dxa"/>
          </w:tcPr>
          <w:p w:rsidR="00F17108" w:rsidRPr="002940B0" w:rsidRDefault="00F17108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7108" w:rsidRPr="009E44C2" w:rsidTr="00F508F2">
        <w:tc>
          <w:tcPr>
            <w:tcW w:w="14560" w:type="dxa"/>
            <w:gridSpan w:val="6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17108" w:rsidRPr="009E44C2" w:rsidTr="00F508F2">
        <w:tc>
          <w:tcPr>
            <w:tcW w:w="6012" w:type="dxa"/>
          </w:tcPr>
          <w:p w:rsidR="00F17108" w:rsidRPr="002940B0" w:rsidRDefault="00F17108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7108" w:rsidRPr="009E44C2" w:rsidTr="00F508F2">
        <w:tc>
          <w:tcPr>
            <w:tcW w:w="6012" w:type="dxa"/>
          </w:tcPr>
          <w:p w:rsidR="00F17108" w:rsidRPr="002940B0" w:rsidRDefault="00F17108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7108" w:rsidRPr="009E44C2" w:rsidTr="00F508F2">
        <w:tc>
          <w:tcPr>
            <w:tcW w:w="6012" w:type="dxa"/>
          </w:tcPr>
          <w:p w:rsidR="00F17108" w:rsidRPr="002940B0" w:rsidRDefault="00F17108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7108" w:rsidRPr="002940B0" w:rsidRDefault="00F1710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</w:p>
    <w:p w:rsidR="00F17108" w:rsidRDefault="00F1710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17108" w:rsidRDefault="00F17108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F17108" w:rsidRPr="00500747" w:rsidRDefault="00F17108" w:rsidP="007A6F08">
      <w:pPr>
        <w:jc w:val="center"/>
        <w:rPr>
          <w:b/>
          <w:szCs w:val="28"/>
        </w:rPr>
      </w:pPr>
    </w:p>
    <w:p w:rsidR="00F17108" w:rsidRPr="009D244C" w:rsidRDefault="00F1710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1710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1710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1710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17108" w:rsidRDefault="00F1710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17108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1710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7108" w:rsidRPr="00A90FEC" w:rsidRDefault="00F17108" w:rsidP="00DE6DCB">
            <w:pPr>
              <w:contextualSpacing/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F17108" w:rsidRPr="00A90FEC" w:rsidRDefault="00F17108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1710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7108" w:rsidRPr="00A90FEC" w:rsidRDefault="00F17108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F17108" w:rsidRPr="00A90FEC" w:rsidRDefault="00F17108" w:rsidP="00DE6DCB">
            <w:pPr>
              <w:rPr>
                <w:b/>
                <w:sz w:val="24"/>
                <w:szCs w:val="24"/>
              </w:rPr>
            </w:pPr>
          </w:p>
        </w:tc>
      </w:tr>
      <w:tr w:rsidR="00F17108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0F6657" w:rsidRDefault="00F17108" w:rsidP="008D3C2C">
            <w:pPr>
              <w:pStyle w:val="a0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5 360,5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108" w:rsidRPr="004822E2" w:rsidRDefault="00F17108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17108" w:rsidRDefault="00F17108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F17108" w:rsidRPr="000A5BEE" w:rsidRDefault="00F17108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17108" w:rsidRPr="000A5BEE" w:rsidRDefault="00F17108" w:rsidP="00544C62">
            <w:pPr>
              <w:rPr>
                <w:sz w:val="24"/>
                <w:szCs w:val="24"/>
              </w:rPr>
            </w:pPr>
          </w:p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1710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5 360,5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1710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17108" w:rsidRPr="00DB6469" w:rsidTr="00DB6400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467725" w:rsidRDefault="00F17108" w:rsidP="00DB6400">
            <w:pPr>
              <w:jc w:val="center"/>
              <w:rPr>
                <w:sz w:val="24"/>
                <w:szCs w:val="24"/>
              </w:rPr>
            </w:pPr>
            <w:r w:rsidRPr="00467725">
              <w:rPr>
                <w:sz w:val="24"/>
                <w:szCs w:val="24"/>
              </w:rPr>
              <w:t>5 360,5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467725" w:rsidRDefault="00F17108" w:rsidP="003C1FE7">
            <w:pPr>
              <w:jc w:val="center"/>
              <w:rPr>
                <w:sz w:val="24"/>
                <w:szCs w:val="24"/>
              </w:rPr>
            </w:pPr>
            <w:r w:rsidRPr="00467725">
              <w:rPr>
                <w:sz w:val="24"/>
                <w:szCs w:val="24"/>
              </w:rPr>
              <w:t>5 360,5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108" w:rsidRPr="00DB6469" w:rsidTr="00DB6400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467725" w:rsidRDefault="00F17108" w:rsidP="00DB6400">
            <w:pPr>
              <w:jc w:val="center"/>
              <w:rPr>
                <w:sz w:val="24"/>
                <w:szCs w:val="24"/>
              </w:rPr>
            </w:pPr>
            <w:r w:rsidRPr="00467725">
              <w:rPr>
                <w:sz w:val="24"/>
                <w:szCs w:val="24"/>
              </w:rPr>
              <w:t>5 360,5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467725" w:rsidRDefault="00F17108" w:rsidP="003C1FE7">
            <w:pPr>
              <w:jc w:val="center"/>
              <w:rPr>
                <w:sz w:val="24"/>
                <w:szCs w:val="24"/>
              </w:rPr>
            </w:pPr>
            <w:r w:rsidRPr="00467725">
              <w:rPr>
                <w:sz w:val="24"/>
                <w:szCs w:val="24"/>
              </w:rPr>
              <w:t>5 360,5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08" w:rsidRPr="00DB6469" w:rsidRDefault="00F1710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17108" w:rsidRPr="00DB6469" w:rsidRDefault="00F1710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17108" w:rsidRDefault="00F17108" w:rsidP="003E51DA">
      <w:pPr>
        <w:jc w:val="center"/>
        <w:rPr>
          <w:b/>
          <w:szCs w:val="28"/>
        </w:rPr>
      </w:pPr>
    </w:p>
    <w:p w:rsidR="00F17108" w:rsidRPr="009E44C2" w:rsidRDefault="00F17108" w:rsidP="003E51DA">
      <w:pPr>
        <w:jc w:val="center"/>
        <w:rPr>
          <w:b/>
          <w:szCs w:val="28"/>
        </w:rPr>
      </w:pPr>
    </w:p>
    <w:p w:rsidR="00F17108" w:rsidRDefault="00F17108" w:rsidP="007A6F08">
      <w:pPr>
        <w:rPr>
          <w:sz w:val="24"/>
          <w:szCs w:val="24"/>
        </w:rPr>
        <w:sectPr w:rsidR="00F1710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17108" w:rsidRPr="003E51DA" w:rsidRDefault="00F17108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F17108" w:rsidRDefault="00F17108" w:rsidP="003E51DA">
      <w:pPr>
        <w:pStyle w:val="ConsPlusNormal0"/>
        <w:ind w:firstLine="709"/>
        <w:jc w:val="both"/>
      </w:pPr>
    </w:p>
    <w:p w:rsidR="00F17108" w:rsidRDefault="00F1710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17108" w:rsidRDefault="00F1710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17108" w:rsidRDefault="00F1710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17108" w:rsidRDefault="00F1710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17108" w:rsidRDefault="00F1710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17108" w:rsidRDefault="00F1710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17108" w:rsidRDefault="00F1710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17108" w:rsidRDefault="00F1710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17108" w:rsidRDefault="00F1710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17108" w:rsidRDefault="00F1710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17108" w:rsidRDefault="00F1710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17108" w:rsidRDefault="00F1710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17108" w:rsidRDefault="00F1710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17108" w:rsidRDefault="00F1710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17108" w:rsidRDefault="00F17108" w:rsidP="00EF6F81">
      <w:pPr>
        <w:jc w:val="center"/>
        <w:rPr>
          <w:b/>
        </w:rPr>
      </w:pPr>
    </w:p>
    <w:p w:rsidR="00F17108" w:rsidRDefault="00F17108" w:rsidP="00EF6F81">
      <w:pPr>
        <w:jc w:val="center"/>
        <w:rPr>
          <w:b/>
        </w:rPr>
      </w:pPr>
    </w:p>
    <w:p w:rsidR="00F17108" w:rsidRDefault="00F1710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17108" w:rsidRDefault="00F1710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17108" w:rsidRDefault="00F17108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F17108" w:rsidRDefault="00F17108" w:rsidP="00413494">
      <w:pPr>
        <w:jc w:val="both"/>
        <w:rPr>
          <w:szCs w:val="28"/>
        </w:rPr>
      </w:pPr>
    </w:p>
    <w:p w:rsidR="00F17108" w:rsidRDefault="00F17108" w:rsidP="00413494">
      <w:pPr>
        <w:jc w:val="both"/>
        <w:rPr>
          <w:szCs w:val="28"/>
        </w:rPr>
      </w:pPr>
    </w:p>
    <w:p w:rsidR="00F17108" w:rsidRDefault="00F17108" w:rsidP="00413494">
      <w:pPr>
        <w:jc w:val="both"/>
        <w:rPr>
          <w:szCs w:val="28"/>
        </w:rPr>
      </w:pPr>
    </w:p>
    <w:p w:rsidR="00F17108" w:rsidRDefault="00F17108" w:rsidP="00413494">
      <w:pPr>
        <w:jc w:val="both"/>
        <w:rPr>
          <w:szCs w:val="28"/>
        </w:rPr>
      </w:pPr>
    </w:p>
    <w:p w:rsidR="00F17108" w:rsidRDefault="00F17108" w:rsidP="00413494">
      <w:pPr>
        <w:jc w:val="both"/>
        <w:rPr>
          <w:szCs w:val="28"/>
        </w:rPr>
      </w:pPr>
    </w:p>
    <w:p w:rsidR="00F17108" w:rsidRDefault="00F17108" w:rsidP="00413494">
      <w:pPr>
        <w:jc w:val="both"/>
        <w:rPr>
          <w:b/>
        </w:rPr>
        <w:sectPr w:rsidR="00F1710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17108" w:rsidRDefault="00F17108" w:rsidP="00E6162A">
      <w:pPr>
        <w:jc w:val="center"/>
        <w:rPr>
          <w:b/>
        </w:rPr>
      </w:pPr>
    </w:p>
    <w:sectPr w:rsidR="00F1710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108" w:rsidRDefault="00F17108" w:rsidP="00EF6F81">
      <w:r>
        <w:separator/>
      </w:r>
    </w:p>
  </w:endnote>
  <w:endnote w:type="continuationSeparator" w:id="0">
    <w:p w:rsidR="00F17108" w:rsidRDefault="00F1710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108" w:rsidRDefault="00F17108" w:rsidP="00EF6F81">
      <w:r>
        <w:separator/>
      </w:r>
    </w:p>
  </w:footnote>
  <w:footnote w:type="continuationSeparator" w:id="0">
    <w:p w:rsidR="00F17108" w:rsidRDefault="00F1710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108" w:rsidRDefault="00F17108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108" w:rsidRDefault="00F17108">
    <w:pPr>
      <w:pStyle w:val="Header"/>
      <w:jc w:val="center"/>
    </w:pPr>
  </w:p>
  <w:p w:rsidR="00F17108" w:rsidRDefault="00F17108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17108" w:rsidRPr="004E6D75" w:rsidRDefault="00F1710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1FE7"/>
    <w:rsid w:val="003C217C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67725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96DD9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4E0F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01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2157</TotalTime>
  <Pages>7</Pages>
  <Words>875</Words>
  <Characters>4991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218</cp:revision>
  <cp:lastPrinted>2021-06-11T06:36:00Z</cp:lastPrinted>
  <dcterms:created xsi:type="dcterms:W3CDTF">2018-08-07T11:48:00Z</dcterms:created>
  <dcterms:modified xsi:type="dcterms:W3CDTF">2021-10-22T08:19:00Z</dcterms:modified>
</cp:coreProperties>
</file>