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92717" w:rsidRPr="00064846" w:rsidTr="00064846">
        <w:tc>
          <w:tcPr>
            <w:tcW w:w="8934" w:type="dxa"/>
          </w:tcPr>
          <w:p w:rsidR="00192717" w:rsidRPr="00064846" w:rsidRDefault="00192717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92717" w:rsidRPr="00EE5BAC" w:rsidRDefault="00192717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92717" w:rsidRPr="00EE5BAC" w:rsidRDefault="00192717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92717" w:rsidRPr="00EE5BAC" w:rsidRDefault="00192717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92717" w:rsidRPr="00EE5BAC" w:rsidRDefault="00192717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92717" w:rsidRPr="00EE5BAC" w:rsidRDefault="00192717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92717" w:rsidRPr="00064846" w:rsidRDefault="00192717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192717" w:rsidRPr="00885C29" w:rsidRDefault="00192717" w:rsidP="001157F7"/>
    <w:p w:rsidR="00192717" w:rsidRDefault="0019271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92717" w:rsidRPr="00C2162A" w:rsidRDefault="00192717" w:rsidP="00C3496C">
      <w:pPr>
        <w:jc w:val="center"/>
        <w:rPr>
          <w:b/>
          <w:szCs w:val="28"/>
        </w:rPr>
      </w:pP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192717" w:rsidRDefault="00192717" w:rsidP="00C3496C">
      <w:pPr>
        <w:rPr>
          <w:b/>
          <w:szCs w:val="28"/>
        </w:rPr>
      </w:pPr>
    </w:p>
    <w:p w:rsidR="00192717" w:rsidRPr="00950972" w:rsidRDefault="0019271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92717" w:rsidRPr="00C2162A" w:rsidRDefault="00192717" w:rsidP="00C3496C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192717" w:rsidRDefault="00192717" w:rsidP="00C3496C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Pr="00855115" w:rsidRDefault="00192717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92717" w:rsidRDefault="00192717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92717" w:rsidRPr="00157189" w:rsidRDefault="00192717" w:rsidP="006F209F">
            <w:pPr>
              <w:rPr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Default="00192717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92717" w:rsidRPr="00190885" w:rsidRDefault="00192717" w:rsidP="006F209F">
            <w:pPr>
              <w:rPr>
                <w:b/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Default="00192717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92717" w:rsidRPr="00190885" w:rsidRDefault="00192717" w:rsidP="006F209F">
            <w:pPr>
              <w:rPr>
                <w:b/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Default="00192717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192717" w:rsidRPr="00A56F12" w:rsidRDefault="00192717" w:rsidP="006F209F">
            <w:pPr>
              <w:rPr>
                <w:b/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Default="00192717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192717" w:rsidRPr="004D1434" w:rsidRDefault="00192717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92717" w:rsidRPr="000C3C23" w:rsidRDefault="00192717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Pr="008E147E" w:rsidRDefault="00192717" w:rsidP="00C76CC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92717" w:rsidRPr="00A46A72" w:rsidRDefault="00192717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92717" w:rsidRPr="00A46A72" w:rsidRDefault="00192717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92717" w:rsidRPr="00190885" w:rsidRDefault="00192717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92717" w:rsidRPr="00190885" w:rsidRDefault="0019271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92717" w:rsidRPr="00190885" w:rsidRDefault="00192717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92717" w:rsidRPr="00190885" w:rsidRDefault="0019271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92717" w:rsidRPr="00190885" w:rsidRDefault="0019271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92717" w:rsidRPr="00190885" w:rsidRDefault="00192717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2717" w:rsidRPr="008A6FA1" w:rsidTr="006F209F">
        <w:tc>
          <w:tcPr>
            <w:tcW w:w="14560" w:type="dxa"/>
            <w:gridSpan w:val="6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2717" w:rsidRPr="008A6FA1" w:rsidTr="006F209F">
        <w:tc>
          <w:tcPr>
            <w:tcW w:w="14560" w:type="dxa"/>
            <w:gridSpan w:val="6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</w:p>
        </w:tc>
      </w:tr>
      <w:tr w:rsidR="00192717" w:rsidRPr="008A6FA1" w:rsidTr="006F209F">
        <w:tc>
          <w:tcPr>
            <w:tcW w:w="6374" w:type="dxa"/>
          </w:tcPr>
          <w:p w:rsidR="00192717" w:rsidRPr="00190885" w:rsidRDefault="00192717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92717" w:rsidRPr="00190885" w:rsidRDefault="00192717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92717" w:rsidRDefault="00192717" w:rsidP="00EF6F81">
      <w:pPr>
        <w:jc w:val="center"/>
        <w:rPr>
          <w:szCs w:val="28"/>
        </w:rPr>
        <w:sectPr w:rsidR="0019271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92717" w:rsidRDefault="00192717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192717" w:rsidRPr="00C2162A" w:rsidRDefault="00192717" w:rsidP="008E147E">
      <w:pPr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192717" w:rsidRDefault="00192717" w:rsidP="00225687">
      <w:pPr>
        <w:ind w:firstLine="709"/>
        <w:jc w:val="both"/>
      </w:pPr>
    </w:p>
    <w:p w:rsidR="00192717" w:rsidRDefault="0019271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92717" w:rsidRDefault="00192717" w:rsidP="00EF6F81">
      <w:pPr>
        <w:jc w:val="center"/>
        <w:rPr>
          <w:szCs w:val="28"/>
        </w:rPr>
      </w:pPr>
    </w:p>
    <w:p w:rsidR="00192717" w:rsidRPr="00C2162A" w:rsidRDefault="00192717" w:rsidP="008E147E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192717" w:rsidRPr="00631DB2" w:rsidRDefault="00192717" w:rsidP="00515088">
      <w:pPr>
        <w:tabs>
          <w:tab w:val="left" w:pos="4264"/>
        </w:tabs>
        <w:jc w:val="center"/>
        <w:rPr>
          <w:b/>
          <w:szCs w:val="28"/>
        </w:rPr>
      </w:pPr>
      <w:r w:rsidRPr="00F36F5A">
        <w:rPr>
          <w:b/>
          <w:szCs w:val="28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92717" w:rsidTr="006F209F">
        <w:tc>
          <w:tcPr>
            <w:tcW w:w="648" w:type="dxa"/>
            <w:vMerge w:val="restart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92717" w:rsidRPr="00AC26F6" w:rsidRDefault="00192717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92717" w:rsidRPr="00AC26F6" w:rsidRDefault="00192717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92717" w:rsidTr="006F209F">
        <w:tc>
          <w:tcPr>
            <w:tcW w:w="648" w:type="dxa"/>
            <w:vMerge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92717" w:rsidRPr="00AC26F6" w:rsidRDefault="00192717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92717" w:rsidRPr="00AC26F6" w:rsidRDefault="00192717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92717" w:rsidTr="006F209F">
        <w:tc>
          <w:tcPr>
            <w:tcW w:w="648" w:type="dxa"/>
          </w:tcPr>
          <w:p w:rsidR="00192717" w:rsidRPr="00AC26F6" w:rsidRDefault="00192717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92717" w:rsidRPr="00AC26F6" w:rsidRDefault="00192717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92717" w:rsidRPr="00AC26F6" w:rsidRDefault="00192717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92717" w:rsidRPr="00AC26F6" w:rsidRDefault="00192717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92717" w:rsidRPr="00AC26F6" w:rsidRDefault="00192717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92717" w:rsidRPr="00AC26F6" w:rsidRDefault="00192717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92717" w:rsidTr="006F209F">
        <w:tc>
          <w:tcPr>
            <w:tcW w:w="648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92717" w:rsidRPr="008903E0" w:rsidRDefault="00192717" w:rsidP="008903E0">
            <w:pPr>
              <w:pStyle w:val="a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192717" w:rsidRPr="00AC26F6" w:rsidRDefault="00192717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92717" w:rsidRPr="00A74297" w:rsidRDefault="00192717" w:rsidP="00225687">
      <w:pPr>
        <w:jc w:val="center"/>
        <w:rPr>
          <w:b/>
          <w:szCs w:val="28"/>
        </w:rPr>
      </w:pPr>
    </w:p>
    <w:p w:rsidR="00192717" w:rsidRPr="00225687" w:rsidRDefault="00192717">
      <w:pPr>
        <w:rPr>
          <w:sz w:val="6"/>
          <w:szCs w:val="6"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Default="00192717" w:rsidP="0054045D">
      <w:pPr>
        <w:pStyle w:val="ConsPlusNormal0"/>
        <w:jc w:val="center"/>
        <w:rPr>
          <w:b/>
        </w:rPr>
      </w:pPr>
    </w:p>
    <w:p w:rsidR="00192717" w:rsidRPr="003C75F8" w:rsidRDefault="0019271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92717" w:rsidRPr="003C75F8" w:rsidRDefault="0019271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92717" w:rsidRPr="00C2162A" w:rsidRDefault="00192717" w:rsidP="00D91BFA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192717" w:rsidRPr="00F36F5A" w:rsidRDefault="00192717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192717" w:rsidRPr="003C75F8" w:rsidRDefault="00192717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92717" w:rsidRPr="00515088" w:rsidTr="006F209F">
        <w:tc>
          <w:tcPr>
            <w:tcW w:w="593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92717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192717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92717" w:rsidRPr="00D91BFA" w:rsidRDefault="00192717" w:rsidP="000319AE">
            <w:pPr>
              <w:pStyle w:val="a0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92717" w:rsidRPr="00515088" w:rsidRDefault="00192717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92717" w:rsidRDefault="00192717" w:rsidP="0054045D">
      <w:pPr>
        <w:jc w:val="center"/>
        <w:rPr>
          <w:b/>
          <w:szCs w:val="28"/>
        </w:rPr>
      </w:pPr>
    </w:p>
    <w:p w:rsidR="00192717" w:rsidRPr="003C75F8" w:rsidRDefault="00192717" w:rsidP="0054045D">
      <w:pPr>
        <w:jc w:val="center"/>
        <w:rPr>
          <w:b/>
          <w:szCs w:val="28"/>
        </w:rPr>
      </w:pPr>
    </w:p>
    <w:p w:rsidR="00192717" w:rsidRPr="0054045D" w:rsidRDefault="00192717">
      <w:pPr>
        <w:rPr>
          <w:sz w:val="6"/>
          <w:szCs w:val="6"/>
        </w:rPr>
      </w:pPr>
    </w:p>
    <w:p w:rsidR="00192717" w:rsidRDefault="00192717" w:rsidP="00FA1A72">
      <w:pPr>
        <w:jc w:val="both"/>
        <w:rPr>
          <w:szCs w:val="28"/>
        </w:rPr>
      </w:pPr>
    </w:p>
    <w:p w:rsidR="00192717" w:rsidRDefault="00192717" w:rsidP="00FA1A72">
      <w:pPr>
        <w:jc w:val="both"/>
        <w:rPr>
          <w:szCs w:val="28"/>
        </w:rPr>
      </w:pPr>
    </w:p>
    <w:p w:rsidR="00192717" w:rsidRDefault="00192717" w:rsidP="00FA1A72">
      <w:pPr>
        <w:jc w:val="both"/>
        <w:rPr>
          <w:szCs w:val="28"/>
        </w:rPr>
      </w:pPr>
    </w:p>
    <w:p w:rsidR="00192717" w:rsidRDefault="00192717" w:rsidP="00FA1A72">
      <w:pPr>
        <w:jc w:val="both"/>
        <w:rPr>
          <w:szCs w:val="28"/>
        </w:rPr>
      </w:pPr>
    </w:p>
    <w:p w:rsidR="00192717" w:rsidRDefault="00192717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192717" w:rsidRPr="00C2162A" w:rsidRDefault="00192717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92B5C">
        <w:rPr>
          <w:b/>
          <w:szCs w:val="28"/>
        </w:rPr>
        <w:t>«Поддержка и развитие малого и среднего предпринимательства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szCs w:val="28"/>
        </w:rPr>
        <w:t xml:space="preserve"> </w:t>
      </w:r>
      <w:r>
        <w:rPr>
          <w:b/>
          <w:bCs/>
          <w:szCs w:val="28"/>
        </w:rPr>
        <w:t xml:space="preserve"> Темрюкского района» </w:t>
      </w:r>
    </w:p>
    <w:p w:rsidR="00192717" w:rsidRDefault="00192717" w:rsidP="00CC0414">
      <w:pPr>
        <w:jc w:val="center"/>
        <w:rPr>
          <w:b/>
          <w:szCs w:val="28"/>
        </w:rPr>
      </w:pPr>
    </w:p>
    <w:p w:rsidR="00192717" w:rsidRDefault="00192717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92717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92717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2717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Pr="00500747" w:rsidRDefault="00192717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2717" w:rsidRDefault="00192717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92717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Pr="00500747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92717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Default="00192717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192717" w:rsidRPr="0072468C" w:rsidRDefault="00192717" w:rsidP="006F209F"/>
        </w:tc>
      </w:tr>
      <w:tr w:rsidR="00192717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Pr="004163DD" w:rsidRDefault="00192717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192717" w:rsidRPr="004163DD" w:rsidRDefault="00192717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717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4163DD" w:rsidRDefault="00192717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192717" w:rsidRPr="0072468C" w:rsidRDefault="00192717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717" w:rsidRPr="004163DD" w:rsidRDefault="00192717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192717" w:rsidRPr="0072468C" w:rsidRDefault="00192717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92717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92717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0319AE" w:rsidRDefault="00192717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0319AE" w:rsidRDefault="00192717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2717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0319AE" w:rsidRDefault="00192717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0319AE" w:rsidRDefault="00192717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717" w:rsidRPr="00B6573C" w:rsidRDefault="00192717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92717" w:rsidRPr="00B6573C" w:rsidRDefault="00192717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92717" w:rsidRDefault="00192717" w:rsidP="00EF6F81">
      <w:pPr>
        <w:jc w:val="center"/>
        <w:rPr>
          <w:szCs w:val="28"/>
        </w:rPr>
      </w:pPr>
    </w:p>
    <w:p w:rsidR="00192717" w:rsidRDefault="00192717" w:rsidP="00EF6F81">
      <w:pPr>
        <w:jc w:val="center"/>
        <w:rPr>
          <w:szCs w:val="28"/>
        </w:rPr>
        <w:sectPr w:rsidR="0019271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92717" w:rsidRPr="00484E94" w:rsidRDefault="00192717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92717" w:rsidRPr="00484E94" w:rsidRDefault="001927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92717" w:rsidRPr="00484E94" w:rsidRDefault="00192717" w:rsidP="00484E94">
      <w:pPr>
        <w:pStyle w:val="ConsPlusNormal0"/>
        <w:jc w:val="center"/>
        <w:rPr>
          <w:szCs w:val="28"/>
        </w:rPr>
      </w:pPr>
    </w:p>
    <w:p w:rsidR="00192717" w:rsidRPr="0016103B" w:rsidRDefault="00192717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92717" w:rsidRPr="00484E94" w:rsidRDefault="00192717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92717" w:rsidRPr="00484E94" w:rsidRDefault="00192717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92717" w:rsidRDefault="00192717" w:rsidP="00484E94">
      <w:pPr>
        <w:jc w:val="both"/>
      </w:pPr>
    </w:p>
    <w:p w:rsidR="00192717" w:rsidRPr="00484E94" w:rsidRDefault="00192717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92717" w:rsidRPr="00484E94" w:rsidRDefault="0019271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92717" w:rsidRPr="00484E94" w:rsidRDefault="00192717" w:rsidP="00484E94">
      <w:pPr>
        <w:pStyle w:val="ConsPlusNormal0"/>
        <w:jc w:val="both"/>
        <w:rPr>
          <w:szCs w:val="28"/>
        </w:rPr>
      </w:pP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92717" w:rsidRDefault="00192717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92717" w:rsidRPr="007F34E4" w:rsidRDefault="00192717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92717" w:rsidRPr="007F34E4" w:rsidRDefault="00192717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92717" w:rsidRPr="007F34E4" w:rsidRDefault="00192717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92717" w:rsidRPr="007F34E4" w:rsidRDefault="00192717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92717" w:rsidRPr="007F34E4" w:rsidRDefault="00192717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92717" w:rsidRDefault="00192717" w:rsidP="00484E94">
      <w:pPr>
        <w:ind w:firstLine="709"/>
        <w:jc w:val="both"/>
        <w:rPr>
          <w:szCs w:val="28"/>
        </w:rPr>
      </w:pPr>
    </w:p>
    <w:p w:rsidR="00192717" w:rsidRDefault="00192717" w:rsidP="00484E94">
      <w:pPr>
        <w:ind w:firstLine="709"/>
        <w:jc w:val="both"/>
        <w:rPr>
          <w:szCs w:val="28"/>
        </w:rPr>
      </w:pPr>
    </w:p>
    <w:p w:rsidR="00192717" w:rsidRDefault="0019271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92717" w:rsidRDefault="00192717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92717" w:rsidRDefault="00192717" w:rsidP="00956CCE">
      <w:pPr>
        <w:rPr>
          <w:szCs w:val="28"/>
        </w:rPr>
        <w:sectPr w:rsidR="0019271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192717" w:rsidRDefault="00192717" w:rsidP="001F5CA2">
      <w:pPr>
        <w:jc w:val="center"/>
        <w:rPr>
          <w:b/>
        </w:rPr>
      </w:pPr>
    </w:p>
    <w:sectPr w:rsidR="0019271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717" w:rsidRDefault="00192717" w:rsidP="00EF6F81">
      <w:r>
        <w:separator/>
      </w:r>
    </w:p>
  </w:endnote>
  <w:endnote w:type="continuationSeparator" w:id="0">
    <w:p w:rsidR="00192717" w:rsidRDefault="0019271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717" w:rsidRDefault="00192717" w:rsidP="00EF6F81">
      <w:r>
        <w:separator/>
      </w:r>
    </w:p>
  </w:footnote>
  <w:footnote w:type="continuationSeparator" w:id="0">
    <w:p w:rsidR="00192717" w:rsidRDefault="0019271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7" w:rsidRDefault="0019271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2717" w:rsidRDefault="00192717">
    <w:pPr>
      <w:pStyle w:val="Header"/>
      <w:jc w:val="center"/>
    </w:pPr>
  </w:p>
  <w:p w:rsidR="00192717" w:rsidRDefault="0019271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92717" w:rsidRPr="00064846" w:rsidRDefault="001927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84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2110</TotalTime>
  <Pages>10</Pages>
  <Words>1583</Words>
  <Characters>9025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198</cp:revision>
  <cp:lastPrinted>2021-06-11T06:36:00Z</cp:lastPrinted>
  <dcterms:created xsi:type="dcterms:W3CDTF">2018-08-07T11:48:00Z</dcterms:created>
  <dcterms:modified xsi:type="dcterms:W3CDTF">2021-09-28T08:47:00Z</dcterms:modified>
</cp:coreProperties>
</file>