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7858DD" w:rsidRPr="00C96AAF" w:rsidTr="00FD0C3A">
        <w:tc>
          <w:tcPr>
            <w:tcW w:w="8788" w:type="dxa"/>
          </w:tcPr>
          <w:p w:rsidR="007858DD" w:rsidRPr="00C96AAF" w:rsidRDefault="007858DD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7858DD" w:rsidRPr="00C96AAF" w:rsidRDefault="007858DD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858DD" w:rsidRDefault="007858D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858DD" w:rsidRPr="00AA240D" w:rsidRDefault="007858DD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7858DD" w:rsidRPr="00C96AAF" w:rsidRDefault="007858D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7858DD" w:rsidRPr="00C96AAF" w:rsidRDefault="007858DD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7858DD" w:rsidRPr="006341E7" w:rsidRDefault="007858DD" w:rsidP="003E51DA">
      <w:pPr>
        <w:ind w:firstLine="709"/>
        <w:rPr>
          <w:sz w:val="24"/>
          <w:szCs w:val="24"/>
        </w:rPr>
      </w:pPr>
    </w:p>
    <w:p w:rsidR="007858DD" w:rsidRDefault="007858D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858DD" w:rsidRPr="00DE71AE" w:rsidRDefault="007858DD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858DD" w:rsidRPr="000C41ED" w:rsidRDefault="007858DD" w:rsidP="003E51DA">
      <w:pPr>
        <w:jc w:val="center"/>
        <w:rPr>
          <w:b/>
          <w:szCs w:val="28"/>
        </w:rPr>
      </w:pPr>
    </w:p>
    <w:p w:rsidR="007858DD" w:rsidRPr="009E44C2" w:rsidRDefault="007858D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858DD" w:rsidRPr="00DE71AE" w:rsidRDefault="007858DD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858DD" w:rsidRDefault="007858D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858DD" w:rsidRPr="00AA240D" w:rsidRDefault="007858DD" w:rsidP="00AA240D">
            <w:pPr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858DD" w:rsidRPr="00827FDC" w:rsidRDefault="007858DD" w:rsidP="00AA240D">
            <w:pPr>
              <w:rPr>
                <w:b/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7858DD" w:rsidRPr="002940B0" w:rsidRDefault="007858DD" w:rsidP="000F1BD5">
            <w:pPr>
              <w:rPr>
                <w:b/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7858DD" w:rsidRDefault="007858DD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7858DD" w:rsidRPr="002940B0" w:rsidRDefault="007858DD" w:rsidP="000F1BD5">
            <w:pPr>
              <w:rPr>
                <w:b/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7858DD" w:rsidRDefault="007858DD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7858DD" w:rsidRPr="00121AED" w:rsidRDefault="007858DD" w:rsidP="00AA240D">
            <w:pPr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858DD" w:rsidRPr="002503EF" w:rsidRDefault="007858DD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858DD" w:rsidRDefault="007858DD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858DD" w:rsidRPr="009011B8" w:rsidRDefault="007858DD" w:rsidP="000F1BD5">
            <w:pPr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858DD" w:rsidRPr="002940B0" w:rsidRDefault="007858DD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858DD" w:rsidRPr="002940B0" w:rsidRDefault="007858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858DD" w:rsidRPr="002940B0" w:rsidRDefault="007858DD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858DD" w:rsidRPr="002940B0" w:rsidRDefault="007858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858DD" w:rsidRPr="002940B0" w:rsidRDefault="007858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858DD" w:rsidRPr="002940B0" w:rsidRDefault="007858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58DD" w:rsidRPr="009E44C2" w:rsidTr="000F1BD5">
        <w:tc>
          <w:tcPr>
            <w:tcW w:w="14560" w:type="dxa"/>
            <w:gridSpan w:val="6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58DD" w:rsidRPr="009E44C2" w:rsidTr="000F1BD5">
        <w:tc>
          <w:tcPr>
            <w:tcW w:w="14560" w:type="dxa"/>
            <w:gridSpan w:val="6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58DD" w:rsidRPr="009E44C2" w:rsidTr="000F1BD5">
        <w:tc>
          <w:tcPr>
            <w:tcW w:w="6012" w:type="dxa"/>
          </w:tcPr>
          <w:p w:rsidR="007858DD" w:rsidRPr="002940B0" w:rsidRDefault="007858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58DD" w:rsidRPr="002940B0" w:rsidRDefault="007858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858DD" w:rsidRDefault="007858D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58DD" w:rsidRDefault="007858D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58DD" w:rsidRPr="009A1CC2" w:rsidRDefault="007858DD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7858DD" w:rsidRPr="00DE71AE" w:rsidRDefault="007858DD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858DD" w:rsidRPr="00500747" w:rsidRDefault="007858DD" w:rsidP="007A6F08">
      <w:pPr>
        <w:jc w:val="center"/>
        <w:rPr>
          <w:b/>
          <w:szCs w:val="28"/>
        </w:rPr>
      </w:pPr>
    </w:p>
    <w:p w:rsidR="007858DD" w:rsidRPr="009D244C" w:rsidRDefault="007858DD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7858DD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858DD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58DD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858DD" w:rsidRPr="00E724E6" w:rsidRDefault="007858DD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7858DD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7858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4C2EFF" w:rsidRDefault="007858DD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7858DD" w:rsidRPr="00E724E6" w:rsidRDefault="007858DD" w:rsidP="000F1BD5">
            <w:pPr>
              <w:rPr>
                <w:sz w:val="24"/>
                <w:szCs w:val="24"/>
              </w:rPr>
            </w:pPr>
          </w:p>
        </w:tc>
      </w:tr>
      <w:tr w:rsidR="007858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4C2EFF" w:rsidRDefault="007858DD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7858DD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7858DD" w:rsidRPr="00C57F83" w:rsidRDefault="007858DD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8DD" w:rsidRPr="00E724E6" w:rsidRDefault="007858DD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858DD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58DD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58DD" w:rsidRPr="00E724E6" w:rsidRDefault="007858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8DD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C2479E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7858DD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F41BC1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858DD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58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58DD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7858DD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DD" w:rsidRPr="00E724E6" w:rsidRDefault="007858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858DD" w:rsidRPr="00E724E6" w:rsidRDefault="007858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858DD" w:rsidRPr="00E724E6" w:rsidRDefault="007858DD" w:rsidP="003E51DA">
      <w:pPr>
        <w:jc w:val="center"/>
        <w:rPr>
          <w:b/>
          <w:sz w:val="24"/>
          <w:szCs w:val="24"/>
        </w:rPr>
      </w:pPr>
    </w:p>
    <w:p w:rsidR="007858DD" w:rsidRPr="00E724E6" w:rsidRDefault="007858DD" w:rsidP="003E51DA">
      <w:pPr>
        <w:jc w:val="center"/>
        <w:rPr>
          <w:b/>
          <w:sz w:val="24"/>
          <w:szCs w:val="24"/>
        </w:rPr>
      </w:pPr>
    </w:p>
    <w:p w:rsidR="007858DD" w:rsidRDefault="007858DD" w:rsidP="007A6F08">
      <w:pPr>
        <w:rPr>
          <w:sz w:val="24"/>
          <w:szCs w:val="24"/>
        </w:rPr>
        <w:sectPr w:rsidR="007858DD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858DD" w:rsidRPr="003E51DA" w:rsidRDefault="007858DD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858DD" w:rsidRDefault="007858DD" w:rsidP="003E51DA">
      <w:pPr>
        <w:pStyle w:val="ConsPlusNormal0"/>
        <w:ind w:firstLine="709"/>
        <w:jc w:val="both"/>
      </w:pPr>
    </w:p>
    <w:p w:rsidR="007858DD" w:rsidRDefault="007858D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858DD" w:rsidRDefault="007858D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858DD" w:rsidRDefault="007858D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858DD" w:rsidRDefault="007858D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858DD" w:rsidRDefault="007858D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858DD" w:rsidRDefault="007858D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858DD" w:rsidRDefault="007858D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858DD" w:rsidRDefault="007858D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858DD" w:rsidRDefault="007858D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858DD" w:rsidRDefault="007858DD" w:rsidP="00EF6F81">
      <w:pPr>
        <w:jc w:val="center"/>
        <w:rPr>
          <w:b/>
        </w:rPr>
      </w:pPr>
    </w:p>
    <w:p w:rsidR="007858DD" w:rsidRDefault="007858DD" w:rsidP="00EF6F81">
      <w:pPr>
        <w:jc w:val="center"/>
        <w:rPr>
          <w:b/>
        </w:rPr>
      </w:pPr>
    </w:p>
    <w:p w:rsidR="007858DD" w:rsidRDefault="007858DD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7858DD" w:rsidRDefault="007858DD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7858DD" w:rsidRDefault="007858DD" w:rsidP="00413494">
      <w:pPr>
        <w:jc w:val="both"/>
        <w:rPr>
          <w:b/>
        </w:rPr>
        <w:sectPr w:rsidR="007858D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858DD" w:rsidRDefault="007858DD" w:rsidP="00E6162A">
      <w:pPr>
        <w:jc w:val="center"/>
        <w:rPr>
          <w:b/>
        </w:rPr>
      </w:pPr>
    </w:p>
    <w:sectPr w:rsidR="007858D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8DD" w:rsidRDefault="007858DD" w:rsidP="00EF6F81">
      <w:r>
        <w:separator/>
      </w:r>
    </w:p>
  </w:endnote>
  <w:endnote w:type="continuationSeparator" w:id="0">
    <w:p w:rsidR="007858DD" w:rsidRDefault="007858D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8DD" w:rsidRDefault="007858DD" w:rsidP="00EF6F81">
      <w:r>
        <w:separator/>
      </w:r>
    </w:p>
  </w:footnote>
  <w:footnote w:type="continuationSeparator" w:id="0">
    <w:p w:rsidR="007858DD" w:rsidRDefault="007858D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8DD" w:rsidRDefault="007858D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8DD" w:rsidRDefault="007858DD">
    <w:pPr>
      <w:pStyle w:val="Header"/>
      <w:jc w:val="center"/>
    </w:pPr>
  </w:p>
  <w:p w:rsidR="007858DD" w:rsidRDefault="007858D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858DD" w:rsidRPr="00C96AAF" w:rsidRDefault="007858D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2130</TotalTime>
  <Pages>6</Pages>
  <Words>956</Words>
  <Characters>5455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2021-10-22T08:00:00Z</dcterms:modified>
</cp:coreProperties>
</file>