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590A89" w:rsidRPr="004E6D75" w:rsidTr="002431BD">
        <w:tc>
          <w:tcPr>
            <w:tcW w:w="8788" w:type="dxa"/>
          </w:tcPr>
          <w:p w:rsidR="00590A89" w:rsidRPr="004E6D75" w:rsidRDefault="00590A8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590A89" w:rsidRPr="00C96AAF" w:rsidRDefault="00590A8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90A89" w:rsidRDefault="00590A8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90A89" w:rsidRDefault="00590A89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590A89" w:rsidRPr="004E6D75" w:rsidRDefault="00590A8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590A89" w:rsidRPr="006341E7" w:rsidRDefault="00590A89" w:rsidP="003E51DA">
      <w:pPr>
        <w:ind w:firstLine="709"/>
        <w:rPr>
          <w:sz w:val="24"/>
          <w:szCs w:val="24"/>
        </w:rPr>
      </w:pPr>
    </w:p>
    <w:p w:rsidR="00590A89" w:rsidRDefault="00590A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90A89" w:rsidRDefault="00590A89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590A89" w:rsidRDefault="00590A89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590A89" w:rsidRDefault="00590A89" w:rsidP="003E51DA">
      <w:pPr>
        <w:jc w:val="center"/>
        <w:rPr>
          <w:b/>
          <w:szCs w:val="28"/>
        </w:rPr>
      </w:pPr>
    </w:p>
    <w:p w:rsidR="00590A89" w:rsidRPr="009E44C2" w:rsidRDefault="00590A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90A89" w:rsidRDefault="00590A8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590A89" w:rsidRPr="009E44C2" w:rsidRDefault="00590A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90A89" w:rsidRDefault="00590A8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590A89" w:rsidRPr="00F470FB" w:rsidRDefault="00590A89" w:rsidP="00F508F2">
            <w:pPr>
              <w:rPr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90A89" w:rsidRDefault="00590A8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590A89" w:rsidRDefault="00590A8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590A89" w:rsidRPr="00827FDC" w:rsidRDefault="00590A89" w:rsidP="00F508F2">
            <w:pPr>
              <w:rPr>
                <w:b/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90A89" w:rsidRDefault="00590A89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590A89" w:rsidRPr="00E6543F" w:rsidRDefault="00590A89" w:rsidP="00F508F2">
            <w:pPr>
              <w:contextualSpacing/>
              <w:rPr>
                <w:b/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90A89" w:rsidRDefault="00590A89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590A89" w:rsidRPr="00487189" w:rsidRDefault="00590A89" w:rsidP="00F508F2">
            <w:pPr>
              <w:rPr>
                <w:b/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90A89" w:rsidRDefault="00590A89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590A89" w:rsidRDefault="00590A89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590A89" w:rsidRDefault="00590A89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590A89" w:rsidRDefault="00590A89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590A89" w:rsidRDefault="00590A89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590A89" w:rsidRDefault="00590A89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590A89" w:rsidRDefault="00590A89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590A89" w:rsidRPr="00E64AB4" w:rsidRDefault="00590A89" w:rsidP="002431BD">
            <w:pPr>
              <w:rPr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90A89" w:rsidRDefault="00590A8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90A89" w:rsidRPr="002503EF" w:rsidRDefault="00590A89" w:rsidP="00F508F2">
            <w:pPr>
              <w:rPr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90A89" w:rsidRDefault="00590A8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590A89" w:rsidRPr="009011B8" w:rsidRDefault="00590A89" w:rsidP="00F508F2">
            <w:pPr>
              <w:rPr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90A89" w:rsidRPr="002940B0" w:rsidRDefault="00590A8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90A89" w:rsidRPr="002940B0" w:rsidRDefault="00590A8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90A89" w:rsidRPr="002940B0" w:rsidRDefault="00590A8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90A89" w:rsidRPr="002940B0" w:rsidRDefault="00590A8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90A89" w:rsidRPr="002940B0" w:rsidRDefault="00590A8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90A89" w:rsidRPr="002940B0" w:rsidRDefault="00590A8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9 037,3</w:t>
            </w: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9 037,3</w:t>
            </w: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9 037,3</w:t>
            </w: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9 037,3</w:t>
            </w: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0A89" w:rsidRPr="009E44C2" w:rsidTr="00F508F2">
        <w:tc>
          <w:tcPr>
            <w:tcW w:w="14560" w:type="dxa"/>
            <w:gridSpan w:val="6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0A89" w:rsidRPr="009E44C2" w:rsidTr="00F508F2">
        <w:tc>
          <w:tcPr>
            <w:tcW w:w="14560" w:type="dxa"/>
            <w:gridSpan w:val="6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90A89" w:rsidRPr="009E44C2" w:rsidTr="00F508F2">
        <w:tc>
          <w:tcPr>
            <w:tcW w:w="6012" w:type="dxa"/>
          </w:tcPr>
          <w:p w:rsidR="00590A89" w:rsidRPr="002940B0" w:rsidRDefault="00590A8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90A89" w:rsidRPr="002940B0" w:rsidRDefault="00590A8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90A89" w:rsidRPr="00500747" w:rsidRDefault="00590A8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590A89" w:rsidRDefault="00590A89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590A89" w:rsidRPr="00500747" w:rsidRDefault="00590A89" w:rsidP="007A6F08">
      <w:pPr>
        <w:jc w:val="center"/>
        <w:rPr>
          <w:b/>
          <w:szCs w:val="28"/>
        </w:rPr>
      </w:pPr>
    </w:p>
    <w:p w:rsidR="00590A89" w:rsidRPr="009D244C" w:rsidRDefault="00590A8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590A8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90A8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90A8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90A89" w:rsidRDefault="00590A8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590A8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590A8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A89" w:rsidRPr="008D3C2C" w:rsidRDefault="00590A89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590A8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A89" w:rsidRPr="008D3C2C" w:rsidRDefault="00590A89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590A8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0F6657" w:rsidRDefault="00590A89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A89" w:rsidRPr="004822E2" w:rsidRDefault="00590A89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90A89" w:rsidRPr="00084F22" w:rsidRDefault="00590A8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90A8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90A8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90A89" w:rsidRPr="00DB6469" w:rsidTr="00F508F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0A89" w:rsidRPr="00DB6469" w:rsidTr="00F508F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89" w:rsidRPr="00DB6469" w:rsidRDefault="00590A8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90A89" w:rsidRPr="00DB6469" w:rsidRDefault="00590A8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90A89" w:rsidRDefault="00590A89" w:rsidP="003E51DA">
      <w:pPr>
        <w:jc w:val="center"/>
        <w:rPr>
          <w:b/>
          <w:szCs w:val="28"/>
        </w:rPr>
      </w:pPr>
    </w:p>
    <w:p w:rsidR="00590A89" w:rsidRPr="009E44C2" w:rsidRDefault="00590A89" w:rsidP="003E51DA">
      <w:pPr>
        <w:jc w:val="center"/>
        <w:rPr>
          <w:b/>
          <w:szCs w:val="28"/>
        </w:rPr>
      </w:pPr>
    </w:p>
    <w:p w:rsidR="00590A89" w:rsidRDefault="00590A89" w:rsidP="007A6F08">
      <w:pPr>
        <w:rPr>
          <w:sz w:val="24"/>
          <w:szCs w:val="24"/>
        </w:rPr>
        <w:sectPr w:rsidR="00590A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90A89" w:rsidRPr="003E51DA" w:rsidRDefault="00590A89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90A89" w:rsidRDefault="00590A89" w:rsidP="003E51DA">
      <w:pPr>
        <w:pStyle w:val="ConsPlusNormal0"/>
        <w:ind w:firstLine="709"/>
        <w:jc w:val="both"/>
      </w:pPr>
    </w:p>
    <w:p w:rsidR="00590A89" w:rsidRDefault="00590A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90A89" w:rsidRDefault="00590A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90A89" w:rsidRDefault="00590A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90A89" w:rsidRDefault="00590A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90A89" w:rsidRDefault="00590A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90A89" w:rsidRDefault="00590A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90A89" w:rsidRDefault="00590A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90A89" w:rsidRDefault="00590A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90A89" w:rsidRDefault="00590A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90A89" w:rsidRDefault="00590A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90A89" w:rsidRDefault="00590A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90A89" w:rsidRDefault="00590A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90A89" w:rsidRDefault="00590A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90A89" w:rsidRDefault="00590A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90A89" w:rsidRDefault="00590A89" w:rsidP="00EF6F81">
      <w:pPr>
        <w:jc w:val="center"/>
        <w:rPr>
          <w:b/>
        </w:rPr>
      </w:pPr>
    </w:p>
    <w:p w:rsidR="00590A89" w:rsidRDefault="00590A89" w:rsidP="00EF6F81">
      <w:pPr>
        <w:jc w:val="center"/>
        <w:rPr>
          <w:b/>
        </w:rPr>
      </w:pPr>
    </w:p>
    <w:p w:rsidR="00590A89" w:rsidRDefault="00590A8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90A89" w:rsidRDefault="00590A8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90A89" w:rsidRDefault="00590A8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590A89" w:rsidRDefault="00590A89" w:rsidP="00413494">
      <w:pPr>
        <w:jc w:val="both"/>
        <w:rPr>
          <w:szCs w:val="28"/>
        </w:rPr>
      </w:pPr>
    </w:p>
    <w:p w:rsidR="00590A89" w:rsidRDefault="00590A89" w:rsidP="00413494">
      <w:pPr>
        <w:jc w:val="both"/>
        <w:rPr>
          <w:szCs w:val="28"/>
        </w:rPr>
      </w:pPr>
    </w:p>
    <w:p w:rsidR="00590A89" w:rsidRDefault="00590A89" w:rsidP="00413494">
      <w:pPr>
        <w:jc w:val="both"/>
        <w:rPr>
          <w:szCs w:val="28"/>
        </w:rPr>
      </w:pPr>
    </w:p>
    <w:p w:rsidR="00590A89" w:rsidRDefault="00590A89" w:rsidP="00413494">
      <w:pPr>
        <w:jc w:val="both"/>
        <w:rPr>
          <w:szCs w:val="28"/>
        </w:rPr>
      </w:pPr>
    </w:p>
    <w:p w:rsidR="00590A89" w:rsidRDefault="00590A89" w:rsidP="00413494">
      <w:pPr>
        <w:jc w:val="both"/>
        <w:rPr>
          <w:szCs w:val="28"/>
        </w:rPr>
      </w:pPr>
    </w:p>
    <w:p w:rsidR="00590A89" w:rsidRDefault="00590A89" w:rsidP="00413494">
      <w:pPr>
        <w:jc w:val="both"/>
        <w:rPr>
          <w:b/>
        </w:rPr>
        <w:sectPr w:rsidR="00590A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90A89" w:rsidRDefault="00590A89" w:rsidP="00E6162A">
      <w:pPr>
        <w:jc w:val="center"/>
        <w:rPr>
          <w:b/>
        </w:rPr>
      </w:pPr>
    </w:p>
    <w:sectPr w:rsidR="00590A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A89" w:rsidRDefault="00590A89" w:rsidP="00EF6F81">
      <w:r>
        <w:separator/>
      </w:r>
    </w:p>
  </w:endnote>
  <w:endnote w:type="continuationSeparator" w:id="0">
    <w:p w:rsidR="00590A89" w:rsidRDefault="00590A8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A89" w:rsidRDefault="00590A89" w:rsidP="00EF6F81">
      <w:r>
        <w:separator/>
      </w:r>
    </w:p>
  </w:footnote>
  <w:footnote w:type="continuationSeparator" w:id="0">
    <w:p w:rsidR="00590A89" w:rsidRDefault="00590A8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A89" w:rsidRDefault="00590A8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A89" w:rsidRDefault="00590A89">
    <w:pPr>
      <w:pStyle w:val="Header"/>
      <w:jc w:val="center"/>
    </w:pPr>
  </w:p>
  <w:p w:rsidR="00590A89" w:rsidRDefault="00590A8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90A89" w:rsidRPr="004E6D75" w:rsidRDefault="00590A8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2135</TotalTime>
  <Pages>6</Pages>
  <Words>818</Words>
  <Characters>4667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206</cp:revision>
  <cp:lastPrinted>2021-06-11T06:36:00Z</cp:lastPrinted>
  <dcterms:created xsi:type="dcterms:W3CDTF">2018-08-07T11:48:00Z</dcterms:created>
  <dcterms:modified xsi:type="dcterms:W3CDTF">2021-09-13T08:30:00Z</dcterms:modified>
</cp:coreProperties>
</file>