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631DE4" w:rsidRPr="00DF2090" w:rsidTr="00DF2090">
        <w:tc>
          <w:tcPr>
            <w:tcW w:w="8934" w:type="dxa"/>
          </w:tcPr>
          <w:p w:rsidR="00631DE4" w:rsidRPr="00DF2090" w:rsidRDefault="00631DE4" w:rsidP="00DF2090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631DE4" w:rsidRPr="00EE5BAC" w:rsidRDefault="00631DE4" w:rsidP="000336F7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631DE4" w:rsidRPr="00EE5BAC" w:rsidRDefault="00631DE4" w:rsidP="000336F7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631DE4" w:rsidRPr="00EE5BAC" w:rsidRDefault="00631DE4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631DE4" w:rsidRPr="00EE5BAC" w:rsidRDefault="00631DE4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631DE4" w:rsidRPr="00EE5BAC" w:rsidRDefault="00631DE4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631DE4" w:rsidRPr="00DF2090" w:rsidRDefault="00631DE4" w:rsidP="000336F7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от _______________№ _______________</w:t>
            </w:r>
          </w:p>
        </w:tc>
      </w:tr>
    </w:tbl>
    <w:p w:rsidR="00631DE4" w:rsidRPr="00885C29" w:rsidRDefault="00631DE4" w:rsidP="001157F7"/>
    <w:p w:rsidR="00631DE4" w:rsidRDefault="00631DE4" w:rsidP="001157F7">
      <w:pPr>
        <w:jc w:val="center"/>
        <w:rPr>
          <w:b/>
        </w:rPr>
      </w:pPr>
    </w:p>
    <w:p w:rsidR="00631DE4" w:rsidRDefault="00631DE4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631DE4" w:rsidRPr="00F200BA" w:rsidRDefault="00631DE4" w:rsidP="000336F7">
      <w:pPr>
        <w:jc w:val="center"/>
        <w:rPr>
          <w:b/>
          <w:szCs w:val="28"/>
        </w:rPr>
      </w:pP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631DE4" w:rsidRDefault="00631DE4" w:rsidP="00BB769B">
      <w:pPr>
        <w:jc w:val="center"/>
        <w:rPr>
          <w:b/>
          <w:szCs w:val="28"/>
        </w:rPr>
      </w:pPr>
    </w:p>
    <w:p w:rsidR="00631DE4" w:rsidRDefault="00631DE4" w:rsidP="00BB769B">
      <w:pPr>
        <w:jc w:val="center"/>
        <w:rPr>
          <w:b/>
          <w:szCs w:val="28"/>
        </w:rPr>
      </w:pPr>
    </w:p>
    <w:p w:rsidR="00631DE4" w:rsidRPr="00950972" w:rsidRDefault="00631DE4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631DE4" w:rsidRPr="00950972" w:rsidRDefault="00631DE4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</w:p>
    <w:p w:rsidR="00631DE4" w:rsidRDefault="00631DE4" w:rsidP="000336F7">
      <w:pPr>
        <w:jc w:val="center"/>
        <w:rPr>
          <w:b/>
          <w:szCs w:val="28"/>
        </w:rPr>
      </w:pP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631DE4" w:rsidRPr="00F200BA" w:rsidRDefault="00631DE4" w:rsidP="000336F7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631DE4" w:rsidRPr="008A6FA1" w:rsidTr="00D02E64">
        <w:tc>
          <w:tcPr>
            <w:tcW w:w="6374" w:type="dxa"/>
          </w:tcPr>
          <w:p w:rsidR="00631DE4" w:rsidRPr="00190885" w:rsidRDefault="00631DE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631DE4" w:rsidRDefault="00631DE4" w:rsidP="00D02E64">
            <w:pPr>
              <w:rPr>
                <w:szCs w:val="28"/>
              </w:rPr>
            </w:pPr>
            <w:r>
              <w:rPr>
                <w:szCs w:val="28"/>
              </w:rPr>
              <w:t>общий</w:t>
            </w:r>
            <w:r w:rsidRPr="00855115">
              <w:rPr>
                <w:szCs w:val="28"/>
              </w:rPr>
              <w:t xml:space="preserve"> отдел администрации Старотитаровского сельского поселения Темрюкского района</w:t>
            </w:r>
          </w:p>
          <w:p w:rsidR="00631DE4" w:rsidRPr="00855115" w:rsidRDefault="00631DE4" w:rsidP="00D02E64">
            <w:pPr>
              <w:rPr>
                <w:szCs w:val="28"/>
              </w:rPr>
            </w:pPr>
          </w:p>
        </w:tc>
      </w:tr>
      <w:tr w:rsidR="00631DE4" w:rsidRPr="008A6FA1" w:rsidTr="00D02E64">
        <w:tc>
          <w:tcPr>
            <w:tcW w:w="6374" w:type="dxa"/>
          </w:tcPr>
          <w:p w:rsidR="00631DE4" w:rsidRPr="00190885" w:rsidRDefault="00631DE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631DE4" w:rsidRDefault="00631DE4" w:rsidP="00D02E64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631DE4" w:rsidRPr="00157189" w:rsidRDefault="00631DE4" w:rsidP="00D02E64">
            <w:pPr>
              <w:rPr>
                <w:szCs w:val="28"/>
              </w:rPr>
            </w:pPr>
          </w:p>
        </w:tc>
      </w:tr>
      <w:tr w:rsidR="00631DE4" w:rsidRPr="008A6FA1" w:rsidTr="00D02E64">
        <w:tc>
          <w:tcPr>
            <w:tcW w:w="6374" w:type="dxa"/>
          </w:tcPr>
          <w:p w:rsidR="00631DE4" w:rsidRPr="00190885" w:rsidRDefault="00631DE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631DE4" w:rsidRDefault="00631DE4" w:rsidP="00D02E64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631DE4" w:rsidRPr="00190885" w:rsidRDefault="00631DE4" w:rsidP="00D02E64">
            <w:pPr>
              <w:rPr>
                <w:b/>
                <w:szCs w:val="28"/>
              </w:rPr>
            </w:pPr>
          </w:p>
        </w:tc>
      </w:tr>
      <w:tr w:rsidR="00631DE4" w:rsidRPr="008A6FA1" w:rsidTr="00D02E64">
        <w:tc>
          <w:tcPr>
            <w:tcW w:w="6374" w:type="dxa"/>
          </w:tcPr>
          <w:p w:rsidR="00631DE4" w:rsidRPr="00190885" w:rsidRDefault="00631DE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631DE4" w:rsidRDefault="00631DE4" w:rsidP="00D02E64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631DE4" w:rsidRPr="00190885" w:rsidRDefault="00631DE4" w:rsidP="00D02E64">
            <w:pPr>
              <w:rPr>
                <w:b/>
                <w:szCs w:val="28"/>
              </w:rPr>
            </w:pPr>
          </w:p>
        </w:tc>
      </w:tr>
      <w:tr w:rsidR="00631DE4" w:rsidRPr="008A6FA1" w:rsidTr="00D02E64">
        <w:tc>
          <w:tcPr>
            <w:tcW w:w="6374" w:type="dxa"/>
          </w:tcPr>
          <w:p w:rsidR="00631DE4" w:rsidRPr="00190885" w:rsidRDefault="00631DE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631DE4" w:rsidRPr="00190885" w:rsidRDefault="00631DE4" w:rsidP="00D02E64">
            <w:pPr>
              <w:rPr>
                <w:b/>
                <w:szCs w:val="28"/>
              </w:rPr>
            </w:pPr>
            <w:r w:rsidRPr="00C727C7">
              <w:rPr>
                <w:szCs w:val="28"/>
              </w:rPr>
              <w:t>проведение эффективной политики по предупреждению коррупции в администрации Старотитаровского сельского поселения</w:t>
            </w:r>
            <w:r>
              <w:rPr>
                <w:szCs w:val="28"/>
              </w:rPr>
              <w:t xml:space="preserve"> Темрюкского района и</w:t>
            </w:r>
            <w:r w:rsidRPr="00C727C7">
              <w:rPr>
                <w:szCs w:val="28"/>
              </w:rPr>
              <w:t xml:space="preserve"> укрепление доверия жителей Старотитаровского сельского поселения к органам местного самоуправления</w:t>
            </w:r>
          </w:p>
        </w:tc>
      </w:tr>
      <w:tr w:rsidR="00631DE4" w:rsidRPr="008A6FA1" w:rsidTr="00D02E64">
        <w:tc>
          <w:tcPr>
            <w:tcW w:w="6374" w:type="dxa"/>
          </w:tcPr>
          <w:p w:rsidR="00631DE4" w:rsidRPr="00190885" w:rsidRDefault="00631DE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631DE4" w:rsidRPr="00326BC3" w:rsidRDefault="00631DE4" w:rsidP="00D02E64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BC3">
              <w:rPr>
                <w:rFonts w:ascii="Times New Roman" w:hAnsi="Times New Roman"/>
                <w:sz w:val="28"/>
                <w:szCs w:val="28"/>
              </w:rPr>
              <w:t xml:space="preserve">повышение профессионального уровня муниципальных служащих </w:t>
            </w:r>
          </w:p>
        </w:tc>
      </w:tr>
      <w:tr w:rsidR="00631DE4" w:rsidRPr="008A6FA1" w:rsidTr="00D02E64">
        <w:tc>
          <w:tcPr>
            <w:tcW w:w="6374" w:type="dxa"/>
          </w:tcPr>
          <w:p w:rsidR="00631DE4" w:rsidRPr="00190885" w:rsidRDefault="00631DE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631DE4" w:rsidRPr="000C3C23" w:rsidRDefault="00631DE4" w:rsidP="00D02E64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631DE4" w:rsidRPr="008A6FA1" w:rsidTr="00D02E64">
        <w:tc>
          <w:tcPr>
            <w:tcW w:w="6374" w:type="dxa"/>
          </w:tcPr>
          <w:p w:rsidR="00631DE4" w:rsidRPr="00190885" w:rsidRDefault="00631DE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631DE4" w:rsidRPr="00770CD2" w:rsidRDefault="00631DE4" w:rsidP="00D02E64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770CD2">
              <w:rPr>
                <w:szCs w:val="28"/>
              </w:rPr>
              <w:t>бучение мун</w:t>
            </w:r>
            <w:r>
              <w:rPr>
                <w:szCs w:val="28"/>
              </w:rPr>
              <w:t>иципальных служащих в рамках п</w:t>
            </w:r>
            <w:r w:rsidRPr="00770CD2">
              <w:rPr>
                <w:szCs w:val="28"/>
              </w:rPr>
              <w:t>ротиводействи</w:t>
            </w:r>
            <w:r>
              <w:rPr>
                <w:szCs w:val="28"/>
              </w:rPr>
              <w:t>я</w:t>
            </w:r>
            <w:r w:rsidRPr="00770CD2">
              <w:rPr>
                <w:szCs w:val="28"/>
              </w:rPr>
              <w:t xml:space="preserve"> коррупции</w:t>
            </w:r>
          </w:p>
        </w:tc>
      </w:tr>
      <w:tr w:rsidR="00631DE4" w:rsidRPr="008A6FA1" w:rsidTr="00D02E64">
        <w:tc>
          <w:tcPr>
            <w:tcW w:w="6374" w:type="dxa"/>
          </w:tcPr>
          <w:p w:rsidR="00631DE4" w:rsidRPr="00190885" w:rsidRDefault="00631DE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631DE4" w:rsidRPr="00A46A72" w:rsidRDefault="00631DE4" w:rsidP="00D02E64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631DE4" w:rsidRPr="008A6FA1" w:rsidTr="00D02E64">
        <w:tc>
          <w:tcPr>
            <w:tcW w:w="6374" w:type="dxa"/>
          </w:tcPr>
          <w:p w:rsidR="00631DE4" w:rsidRPr="00190885" w:rsidRDefault="00631DE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631DE4" w:rsidRPr="00A46A72" w:rsidRDefault="00631DE4" w:rsidP="00D02E64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631DE4" w:rsidRPr="008A6FA1" w:rsidTr="00D02E64">
        <w:tc>
          <w:tcPr>
            <w:tcW w:w="6374" w:type="dxa"/>
          </w:tcPr>
          <w:p w:rsidR="00631DE4" w:rsidRPr="00190885" w:rsidRDefault="00631DE4" w:rsidP="00D02E64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631DE4" w:rsidRPr="00190885" w:rsidRDefault="00631DE4" w:rsidP="00D02E64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631DE4" w:rsidRPr="00190885" w:rsidRDefault="00631DE4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631DE4" w:rsidRPr="008A6FA1" w:rsidTr="00D02E64">
        <w:tc>
          <w:tcPr>
            <w:tcW w:w="6374" w:type="dxa"/>
          </w:tcPr>
          <w:p w:rsidR="00631DE4" w:rsidRPr="00190885" w:rsidRDefault="00631DE4" w:rsidP="00D02E64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631DE4" w:rsidRPr="00190885" w:rsidRDefault="00631DE4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631DE4" w:rsidRPr="00190885" w:rsidRDefault="00631DE4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631DE4" w:rsidRPr="00190885" w:rsidRDefault="00631DE4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631DE4" w:rsidRPr="00190885" w:rsidRDefault="00631DE4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631DE4" w:rsidRPr="00190885" w:rsidRDefault="00631DE4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631DE4" w:rsidRPr="008A6FA1" w:rsidTr="00D02E64">
        <w:tc>
          <w:tcPr>
            <w:tcW w:w="6374" w:type="dxa"/>
          </w:tcPr>
          <w:p w:rsidR="00631DE4" w:rsidRPr="00190885" w:rsidRDefault="00631DE4" w:rsidP="00D02E6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631DE4" w:rsidRPr="00190885" w:rsidRDefault="00631DE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1842" w:type="dxa"/>
            <w:vAlign w:val="center"/>
          </w:tcPr>
          <w:p w:rsidR="00631DE4" w:rsidRPr="00190885" w:rsidRDefault="00631DE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631DE4" w:rsidRPr="00190885" w:rsidRDefault="00631DE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631DE4" w:rsidRPr="00190885" w:rsidRDefault="00631DE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2019" w:type="dxa"/>
            <w:vAlign w:val="center"/>
          </w:tcPr>
          <w:p w:rsidR="00631DE4" w:rsidRPr="00190885" w:rsidRDefault="00631DE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31DE4" w:rsidRPr="008A6FA1" w:rsidTr="00D02E64">
        <w:tc>
          <w:tcPr>
            <w:tcW w:w="6374" w:type="dxa"/>
          </w:tcPr>
          <w:p w:rsidR="00631DE4" w:rsidRPr="00190885" w:rsidRDefault="00631DE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31DE4" w:rsidRPr="00190885" w:rsidRDefault="00631DE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631DE4" w:rsidRPr="00190885" w:rsidRDefault="00631DE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31DE4" w:rsidRPr="00190885" w:rsidRDefault="00631DE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631DE4" w:rsidRPr="00190885" w:rsidRDefault="00631DE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31DE4" w:rsidRPr="00190885" w:rsidRDefault="00631DE4" w:rsidP="00D02E64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31DE4" w:rsidRPr="008A6FA1" w:rsidTr="00D02E64">
        <w:tc>
          <w:tcPr>
            <w:tcW w:w="6374" w:type="dxa"/>
          </w:tcPr>
          <w:p w:rsidR="00631DE4" w:rsidRPr="00190885" w:rsidRDefault="00631DE4" w:rsidP="00D02E64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631DE4" w:rsidRPr="00190885" w:rsidRDefault="00631DE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1842" w:type="dxa"/>
            <w:vAlign w:val="center"/>
          </w:tcPr>
          <w:p w:rsidR="00631DE4" w:rsidRPr="00190885" w:rsidRDefault="00631DE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631DE4" w:rsidRPr="00190885" w:rsidRDefault="00631DE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631DE4" w:rsidRPr="00190885" w:rsidRDefault="00631DE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2019" w:type="dxa"/>
            <w:vAlign w:val="center"/>
          </w:tcPr>
          <w:p w:rsidR="00631DE4" w:rsidRPr="00190885" w:rsidRDefault="00631DE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31DE4" w:rsidRPr="008A6FA1" w:rsidTr="00D02E64">
        <w:tc>
          <w:tcPr>
            <w:tcW w:w="14560" w:type="dxa"/>
            <w:gridSpan w:val="6"/>
          </w:tcPr>
          <w:p w:rsidR="00631DE4" w:rsidRPr="00190885" w:rsidRDefault="00631DE4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631DE4" w:rsidRPr="008A6FA1" w:rsidTr="00D02E64">
        <w:tc>
          <w:tcPr>
            <w:tcW w:w="6374" w:type="dxa"/>
          </w:tcPr>
          <w:p w:rsidR="00631DE4" w:rsidRPr="00190885" w:rsidRDefault="00631DE4" w:rsidP="00D02E6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631DE4" w:rsidRPr="00190885" w:rsidRDefault="00631DE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631DE4" w:rsidRPr="00190885" w:rsidRDefault="00631DE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631DE4" w:rsidRPr="00190885" w:rsidRDefault="00631DE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631DE4" w:rsidRPr="00190885" w:rsidRDefault="00631DE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31DE4" w:rsidRPr="00190885" w:rsidRDefault="00631DE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31DE4" w:rsidRPr="008A6FA1" w:rsidTr="00D02E64">
        <w:tc>
          <w:tcPr>
            <w:tcW w:w="6374" w:type="dxa"/>
          </w:tcPr>
          <w:p w:rsidR="00631DE4" w:rsidRPr="00190885" w:rsidRDefault="00631DE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31DE4" w:rsidRPr="00190885" w:rsidRDefault="00631DE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631DE4" w:rsidRPr="00190885" w:rsidRDefault="00631DE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31DE4" w:rsidRPr="00190885" w:rsidRDefault="00631DE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631DE4" w:rsidRPr="00190885" w:rsidRDefault="00631DE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31DE4" w:rsidRPr="00190885" w:rsidRDefault="00631DE4" w:rsidP="00D02E64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31DE4" w:rsidRPr="008A6FA1" w:rsidTr="00D02E64">
        <w:tc>
          <w:tcPr>
            <w:tcW w:w="6374" w:type="dxa"/>
          </w:tcPr>
          <w:p w:rsidR="00631DE4" w:rsidRPr="00190885" w:rsidRDefault="00631DE4" w:rsidP="00D02E64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631DE4" w:rsidRPr="00190885" w:rsidRDefault="00631DE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631DE4" w:rsidRPr="00190885" w:rsidRDefault="00631DE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631DE4" w:rsidRPr="00190885" w:rsidRDefault="00631DE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631DE4" w:rsidRPr="00190885" w:rsidRDefault="00631DE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31DE4" w:rsidRPr="00190885" w:rsidRDefault="00631DE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31DE4" w:rsidRPr="008A6FA1" w:rsidTr="00D02E64">
        <w:tc>
          <w:tcPr>
            <w:tcW w:w="14560" w:type="dxa"/>
            <w:gridSpan w:val="6"/>
          </w:tcPr>
          <w:p w:rsidR="00631DE4" w:rsidRPr="00190885" w:rsidRDefault="00631DE4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631DE4" w:rsidRPr="00190885" w:rsidRDefault="00631DE4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631DE4" w:rsidRPr="008A6FA1" w:rsidTr="00D02E64">
        <w:tc>
          <w:tcPr>
            <w:tcW w:w="6374" w:type="dxa"/>
          </w:tcPr>
          <w:p w:rsidR="00631DE4" w:rsidRPr="00190885" w:rsidRDefault="00631DE4" w:rsidP="00D02E6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631DE4" w:rsidRPr="00190885" w:rsidRDefault="00631DE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631DE4" w:rsidRPr="00190885" w:rsidRDefault="00631DE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631DE4" w:rsidRPr="00190885" w:rsidRDefault="00631DE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631DE4" w:rsidRPr="00190885" w:rsidRDefault="00631DE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31DE4" w:rsidRPr="00190885" w:rsidRDefault="00631DE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31DE4" w:rsidRPr="008A6FA1" w:rsidTr="00D02E64">
        <w:tc>
          <w:tcPr>
            <w:tcW w:w="6374" w:type="dxa"/>
          </w:tcPr>
          <w:p w:rsidR="00631DE4" w:rsidRPr="00190885" w:rsidRDefault="00631DE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631DE4" w:rsidRPr="00190885" w:rsidRDefault="00631DE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631DE4" w:rsidRPr="00190885" w:rsidRDefault="00631DE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631DE4" w:rsidRPr="00190885" w:rsidRDefault="00631DE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631DE4" w:rsidRPr="00190885" w:rsidRDefault="00631DE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631DE4" w:rsidRPr="00190885" w:rsidRDefault="00631DE4" w:rsidP="00D02E64">
            <w:pPr>
              <w:pStyle w:val="ConsPlusNormal0"/>
              <w:rPr>
                <w:szCs w:val="28"/>
              </w:rPr>
            </w:pPr>
          </w:p>
        </w:tc>
      </w:tr>
      <w:tr w:rsidR="00631DE4" w:rsidRPr="008A6FA1" w:rsidTr="00D02E64">
        <w:tc>
          <w:tcPr>
            <w:tcW w:w="6374" w:type="dxa"/>
          </w:tcPr>
          <w:p w:rsidR="00631DE4" w:rsidRPr="00190885" w:rsidRDefault="00631DE4" w:rsidP="00D02E64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631DE4" w:rsidRPr="00190885" w:rsidRDefault="00631DE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631DE4" w:rsidRPr="00190885" w:rsidRDefault="00631DE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631DE4" w:rsidRPr="00190885" w:rsidRDefault="00631DE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631DE4" w:rsidRPr="00190885" w:rsidRDefault="00631DE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31DE4" w:rsidRPr="00190885" w:rsidRDefault="00631DE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631DE4" w:rsidRDefault="00631DE4" w:rsidP="00EA5C73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  <w:r>
        <w:rPr>
          <w:b/>
          <w:szCs w:val="28"/>
        </w:rPr>
        <w:t xml:space="preserve"> </w:t>
      </w:r>
    </w:p>
    <w:p w:rsidR="00631DE4" w:rsidRDefault="00631DE4" w:rsidP="000336F7">
      <w:pPr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631DE4" w:rsidRPr="004408E3" w:rsidRDefault="00631DE4" w:rsidP="000336F7">
      <w:pPr>
        <w:pStyle w:val="ListParagraph"/>
        <w:ind w:left="360"/>
        <w:jc w:val="center"/>
        <w:rPr>
          <w:b/>
          <w:sz w:val="24"/>
          <w:szCs w:val="24"/>
        </w:rPr>
      </w:pPr>
    </w:p>
    <w:p w:rsidR="00631DE4" w:rsidRDefault="00631DE4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631DE4" w:rsidRDefault="00631DE4" w:rsidP="00EF6F81">
      <w:pPr>
        <w:jc w:val="center"/>
        <w:rPr>
          <w:szCs w:val="28"/>
        </w:rPr>
      </w:pPr>
    </w:p>
    <w:p w:rsidR="00631DE4" w:rsidRDefault="00631DE4" w:rsidP="000336F7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 xml:space="preserve"> 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631DE4" w:rsidRPr="00A74297" w:rsidRDefault="00631DE4" w:rsidP="00225687">
      <w:pPr>
        <w:jc w:val="center"/>
        <w:rPr>
          <w:b/>
          <w:szCs w:val="28"/>
        </w:rPr>
      </w:pPr>
    </w:p>
    <w:p w:rsidR="00631DE4" w:rsidRPr="00225687" w:rsidRDefault="00631DE4">
      <w:pPr>
        <w:rPr>
          <w:sz w:val="6"/>
          <w:szCs w:val="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631DE4" w:rsidTr="00D02E64">
        <w:tc>
          <w:tcPr>
            <w:tcW w:w="648" w:type="dxa"/>
            <w:vMerge w:val="restart"/>
            <w:vAlign w:val="center"/>
          </w:tcPr>
          <w:p w:rsidR="00631DE4" w:rsidRPr="00AC26F6" w:rsidRDefault="00631DE4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631DE4" w:rsidRPr="00AC26F6" w:rsidRDefault="00631DE4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631DE4" w:rsidRPr="00AC26F6" w:rsidRDefault="00631DE4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631DE4" w:rsidRPr="00AC26F6" w:rsidRDefault="00631DE4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631DE4" w:rsidRPr="00AC26F6" w:rsidRDefault="00631DE4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631DE4" w:rsidTr="00D02E64">
        <w:tc>
          <w:tcPr>
            <w:tcW w:w="648" w:type="dxa"/>
            <w:vMerge/>
          </w:tcPr>
          <w:p w:rsidR="00631DE4" w:rsidRPr="00AC26F6" w:rsidRDefault="00631DE4" w:rsidP="00D02E64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631DE4" w:rsidRPr="00AC26F6" w:rsidRDefault="00631DE4" w:rsidP="00D02E64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631DE4" w:rsidRPr="00AC26F6" w:rsidRDefault="00631DE4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631DE4" w:rsidRPr="00AC26F6" w:rsidRDefault="00631DE4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31DE4" w:rsidRPr="00AC26F6" w:rsidRDefault="00631DE4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631DE4" w:rsidRPr="00AC26F6" w:rsidRDefault="00631DE4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631DE4" w:rsidTr="00D02E64">
        <w:tc>
          <w:tcPr>
            <w:tcW w:w="648" w:type="dxa"/>
          </w:tcPr>
          <w:p w:rsidR="00631DE4" w:rsidRPr="00AC26F6" w:rsidRDefault="00631DE4" w:rsidP="00D02E64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631DE4" w:rsidRPr="00AC26F6" w:rsidRDefault="00631DE4" w:rsidP="00D02E64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631DE4" w:rsidRPr="00AC26F6" w:rsidRDefault="00631DE4" w:rsidP="00D02E64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631DE4" w:rsidRPr="00AC26F6" w:rsidRDefault="00631DE4" w:rsidP="00D02E64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631DE4" w:rsidRPr="00AC26F6" w:rsidRDefault="00631DE4" w:rsidP="00D02E64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631DE4" w:rsidRPr="00AC26F6" w:rsidRDefault="00631DE4" w:rsidP="00D02E64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631DE4" w:rsidTr="00D02E64">
        <w:tc>
          <w:tcPr>
            <w:tcW w:w="648" w:type="dxa"/>
            <w:vAlign w:val="center"/>
          </w:tcPr>
          <w:p w:rsidR="00631DE4" w:rsidRPr="00AC26F6" w:rsidRDefault="00631DE4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631DE4" w:rsidRPr="00AC26F6" w:rsidRDefault="00631DE4" w:rsidP="00D02E64">
            <w:pPr>
              <w:rPr>
                <w:b/>
                <w:szCs w:val="28"/>
              </w:rPr>
            </w:pPr>
            <w:r>
              <w:rPr>
                <w:szCs w:val="28"/>
              </w:rPr>
              <w:t>о</w:t>
            </w:r>
            <w:r w:rsidRPr="00770CD2">
              <w:rPr>
                <w:szCs w:val="28"/>
              </w:rPr>
              <w:t>бучение мун</w:t>
            </w:r>
            <w:r>
              <w:rPr>
                <w:szCs w:val="28"/>
              </w:rPr>
              <w:t>иципальных служащих в рамках п</w:t>
            </w:r>
            <w:r w:rsidRPr="00770CD2">
              <w:rPr>
                <w:szCs w:val="28"/>
              </w:rPr>
              <w:t>ротиводействи</w:t>
            </w:r>
            <w:r>
              <w:rPr>
                <w:szCs w:val="28"/>
              </w:rPr>
              <w:t>я</w:t>
            </w:r>
            <w:r w:rsidRPr="00770CD2">
              <w:rPr>
                <w:szCs w:val="28"/>
              </w:rPr>
              <w:t xml:space="preserve"> коррупции</w:t>
            </w:r>
          </w:p>
        </w:tc>
        <w:tc>
          <w:tcPr>
            <w:tcW w:w="1620" w:type="dxa"/>
            <w:vAlign w:val="center"/>
          </w:tcPr>
          <w:p w:rsidR="00631DE4" w:rsidRPr="00AC26F6" w:rsidRDefault="00631DE4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чел.</w:t>
            </w:r>
          </w:p>
        </w:tc>
        <w:tc>
          <w:tcPr>
            <w:tcW w:w="900" w:type="dxa"/>
            <w:vAlign w:val="center"/>
          </w:tcPr>
          <w:p w:rsidR="00631DE4" w:rsidRPr="00AC26F6" w:rsidRDefault="00631DE4" w:rsidP="00D02E64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31DE4" w:rsidRPr="00AC26F6" w:rsidRDefault="00631DE4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631DE4" w:rsidRPr="00AC26F6" w:rsidRDefault="00631DE4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631DE4" w:rsidRDefault="00631DE4" w:rsidP="0054045D">
      <w:pPr>
        <w:pStyle w:val="ConsPlusNormal0"/>
        <w:jc w:val="center"/>
        <w:rPr>
          <w:b/>
        </w:rPr>
      </w:pPr>
    </w:p>
    <w:p w:rsidR="00631DE4" w:rsidRDefault="00631DE4" w:rsidP="0054045D">
      <w:pPr>
        <w:pStyle w:val="ConsPlusNormal0"/>
        <w:jc w:val="center"/>
        <w:rPr>
          <w:b/>
        </w:rPr>
      </w:pPr>
    </w:p>
    <w:p w:rsidR="00631DE4" w:rsidRDefault="00631DE4" w:rsidP="0054045D">
      <w:pPr>
        <w:pStyle w:val="ConsPlusNormal0"/>
        <w:jc w:val="center"/>
        <w:rPr>
          <w:b/>
        </w:rPr>
      </w:pPr>
    </w:p>
    <w:p w:rsidR="00631DE4" w:rsidRDefault="00631DE4" w:rsidP="0054045D">
      <w:pPr>
        <w:pStyle w:val="ConsPlusNormal0"/>
        <w:jc w:val="center"/>
        <w:rPr>
          <w:b/>
        </w:rPr>
      </w:pPr>
    </w:p>
    <w:p w:rsidR="00631DE4" w:rsidRDefault="00631DE4" w:rsidP="0054045D">
      <w:pPr>
        <w:pStyle w:val="ConsPlusNormal0"/>
        <w:jc w:val="center"/>
        <w:rPr>
          <w:b/>
        </w:rPr>
      </w:pPr>
    </w:p>
    <w:p w:rsidR="00631DE4" w:rsidRDefault="00631DE4" w:rsidP="0054045D">
      <w:pPr>
        <w:pStyle w:val="ConsPlusNormal0"/>
        <w:jc w:val="center"/>
        <w:rPr>
          <w:b/>
        </w:rPr>
      </w:pPr>
    </w:p>
    <w:p w:rsidR="00631DE4" w:rsidRDefault="00631DE4" w:rsidP="0054045D">
      <w:pPr>
        <w:pStyle w:val="ConsPlusNormal0"/>
        <w:jc w:val="center"/>
        <w:rPr>
          <w:b/>
        </w:rPr>
      </w:pPr>
    </w:p>
    <w:p w:rsidR="00631DE4" w:rsidRDefault="00631DE4" w:rsidP="0054045D">
      <w:pPr>
        <w:pStyle w:val="ConsPlusNormal0"/>
        <w:jc w:val="center"/>
        <w:rPr>
          <w:b/>
        </w:rPr>
      </w:pPr>
    </w:p>
    <w:p w:rsidR="00631DE4" w:rsidRDefault="00631DE4" w:rsidP="0054045D">
      <w:pPr>
        <w:pStyle w:val="ConsPlusNormal0"/>
        <w:jc w:val="center"/>
        <w:rPr>
          <w:b/>
        </w:rPr>
      </w:pPr>
    </w:p>
    <w:p w:rsidR="00631DE4" w:rsidRDefault="00631DE4" w:rsidP="0054045D">
      <w:pPr>
        <w:pStyle w:val="ConsPlusNormal0"/>
        <w:jc w:val="center"/>
        <w:rPr>
          <w:b/>
        </w:rPr>
      </w:pPr>
    </w:p>
    <w:p w:rsidR="00631DE4" w:rsidRDefault="00631DE4" w:rsidP="0054045D">
      <w:pPr>
        <w:pStyle w:val="ConsPlusNormal0"/>
        <w:jc w:val="center"/>
        <w:rPr>
          <w:b/>
        </w:rPr>
      </w:pPr>
    </w:p>
    <w:p w:rsidR="00631DE4" w:rsidRDefault="00631DE4" w:rsidP="0054045D">
      <w:pPr>
        <w:pStyle w:val="ConsPlusNormal0"/>
        <w:jc w:val="center"/>
        <w:rPr>
          <w:b/>
        </w:rPr>
      </w:pPr>
    </w:p>
    <w:p w:rsidR="00631DE4" w:rsidRPr="003C75F8" w:rsidRDefault="00631DE4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631DE4" w:rsidRPr="003C75F8" w:rsidRDefault="00631DE4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631DE4" w:rsidRDefault="00631DE4" w:rsidP="008A3DAD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631DE4" w:rsidRPr="003C75F8" w:rsidRDefault="00631DE4" w:rsidP="0054045D">
      <w:pPr>
        <w:pStyle w:val="ConsPlusNormal0"/>
        <w:jc w:val="center"/>
        <w:rPr>
          <w:b/>
        </w:rPr>
      </w:pPr>
    </w:p>
    <w:p w:rsidR="00631DE4" w:rsidRPr="0054045D" w:rsidRDefault="00631DE4">
      <w:pPr>
        <w:rPr>
          <w:sz w:val="6"/>
          <w:szCs w:val="6"/>
        </w:rPr>
      </w:pPr>
    </w:p>
    <w:p w:rsidR="00631DE4" w:rsidRDefault="00631DE4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631DE4" w:rsidRPr="00BD6669" w:rsidTr="00D02E64">
        <w:tc>
          <w:tcPr>
            <w:tcW w:w="593" w:type="dxa"/>
          </w:tcPr>
          <w:p w:rsidR="00631DE4" w:rsidRPr="00C400CB" w:rsidRDefault="00631DE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631DE4" w:rsidRPr="00C400CB" w:rsidRDefault="00631DE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631DE4" w:rsidRPr="00C400CB" w:rsidRDefault="00631DE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631DE4" w:rsidRPr="00C400CB" w:rsidRDefault="00631DE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631DE4" w:rsidRPr="00C400CB" w:rsidRDefault="00631DE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631DE4" w:rsidRPr="00C400CB" w:rsidRDefault="00631DE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631DE4" w:rsidRPr="00C400CB" w:rsidRDefault="00631DE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631DE4" w:rsidRPr="00C400CB" w:rsidRDefault="00631DE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631DE4" w:rsidRPr="00C400CB" w:rsidTr="00D02E64">
        <w:trPr>
          <w:gridAfter w:val="1"/>
          <w:wAfter w:w="82" w:type="dxa"/>
          <w:tblHeader/>
        </w:trPr>
        <w:tc>
          <w:tcPr>
            <w:tcW w:w="593" w:type="dxa"/>
          </w:tcPr>
          <w:p w:rsidR="00631DE4" w:rsidRPr="00C400CB" w:rsidRDefault="00631DE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1</w:t>
            </w:r>
          </w:p>
        </w:tc>
        <w:tc>
          <w:tcPr>
            <w:tcW w:w="2758" w:type="dxa"/>
          </w:tcPr>
          <w:p w:rsidR="00631DE4" w:rsidRPr="00C400CB" w:rsidRDefault="00631DE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2</w:t>
            </w:r>
          </w:p>
        </w:tc>
        <w:tc>
          <w:tcPr>
            <w:tcW w:w="1220" w:type="dxa"/>
          </w:tcPr>
          <w:p w:rsidR="00631DE4" w:rsidRPr="00C400CB" w:rsidRDefault="00631DE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3</w:t>
            </w:r>
          </w:p>
        </w:tc>
        <w:tc>
          <w:tcPr>
            <w:tcW w:w="1770" w:type="dxa"/>
            <w:gridSpan w:val="2"/>
          </w:tcPr>
          <w:p w:rsidR="00631DE4" w:rsidRPr="00C400CB" w:rsidRDefault="00631DE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4</w:t>
            </w:r>
          </w:p>
        </w:tc>
        <w:tc>
          <w:tcPr>
            <w:tcW w:w="2360" w:type="dxa"/>
            <w:gridSpan w:val="2"/>
          </w:tcPr>
          <w:p w:rsidR="00631DE4" w:rsidRPr="00C400CB" w:rsidRDefault="00631DE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5</w:t>
            </w:r>
          </w:p>
        </w:tc>
        <w:tc>
          <w:tcPr>
            <w:tcW w:w="2028" w:type="dxa"/>
            <w:gridSpan w:val="2"/>
          </w:tcPr>
          <w:p w:rsidR="00631DE4" w:rsidRPr="00C400CB" w:rsidRDefault="00631DE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6</w:t>
            </w:r>
          </w:p>
        </w:tc>
        <w:tc>
          <w:tcPr>
            <w:tcW w:w="2519" w:type="dxa"/>
          </w:tcPr>
          <w:p w:rsidR="00631DE4" w:rsidRPr="00C400CB" w:rsidRDefault="00631DE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7</w:t>
            </w:r>
          </w:p>
        </w:tc>
        <w:tc>
          <w:tcPr>
            <w:tcW w:w="1538" w:type="dxa"/>
          </w:tcPr>
          <w:p w:rsidR="00631DE4" w:rsidRPr="00C400CB" w:rsidRDefault="00631DE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8</w:t>
            </w:r>
          </w:p>
        </w:tc>
      </w:tr>
      <w:tr w:rsidR="00631DE4" w:rsidRPr="00BD6669" w:rsidTr="00D02E64">
        <w:trPr>
          <w:gridAfter w:val="1"/>
          <w:wAfter w:w="82" w:type="dxa"/>
        </w:trPr>
        <w:tc>
          <w:tcPr>
            <w:tcW w:w="593" w:type="dxa"/>
          </w:tcPr>
          <w:p w:rsidR="00631DE4" w:rsidRPr="00C400CB" w:rsidRDefault="00631DE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631DE4" w:rsidRPr="00C400CB" w:rsidRDefault="00631DE4" w:rsidP="00D02E64">
            <w:pPr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обучение муниципальных служащих в рамках противодействия коррупции</w:t>
            </w:r>
          </w:p>
        </w:tc>
        <w:tc>
          <w:tcPr>
            <w:tcW w:w="1220" w:type="dxa"/>
          </w:tcPr>
          <w:p w:rsidR="00631DE4" w:rsidRPr="00C400CB" w:rsidRDefault="00631DE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чел.</w:t>
            </w:r>
          </w:p>
        </w:tc>
        <w:tc>
          <w:tcPr>
            <w:tcW w:w="1770" w:type="dxa"/>
            <w:gridSpan w:val="2"/>
          </w:tcPr>
          <w:p w:rsidR="00631DE4" w:rsidRPr="00C400CB" w:rsidRDefault="00631DE4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C400CB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631DE4" w:rsidRPr="00C400CB" w:rsidRDefault="00631DE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631DE4" w:rsidRPr="00C400CB" w:rsidRDefault="00631DE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631DE4" w:rsidRPr="00C400CB" w:rsidRDefault="00631DE4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</w:t>
            </w:r>
            <w:r w:rsidRPr="00C400CB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631DE4" w:rsidRPr="00C400CB" w:rsidRDefault="00631DE4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C400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631DE4" w:rsidRDefault="00631DE4" w:rsidP="00FA1A72">
      <w:pPr>
        <w:jc w:val="both"/>
        <w:rPr>
          <w:szCs w:val="28"/>
        </w:rPr>
      </w:pPr>
    </w:p>
    <w:p w:rsidR="00631DE4" w:rsidRDefault="00631DE4" w:rsidP="00FA1A72">
      <w:pPr>
        <w:jc w:val="both"/>
        <w:rPr>
          <w:szCs w:val="28"/>
        </w:rPr>
      </w:pPr>
    </w:p>
    <w:p w:rsidR="00631DE4" w:rsidRDefault="00631DE4" w:rsidP="00FA1A72">
      <w:pPr>
        <w:jc w:val="both"/>
        <w:rPr>
          <w:szCs w:val="28"/>
        </w:rPr>
      </w:pPr>
    </w:p>
    <w:p w:rsidR="00631DE4" w:rsidRDefault="00631DE4" w:rsidP="00FA1A72">
      <w:pPr>
        <w:jc w:val="both"/>
        <w:rPr>
          <w:szCs w:val="28"/>
        </w:rPr>
      </w:pPr>
    </w:p>
    <w:p w:rsidR="00631DE4" w:rsidRDefault="00631DE4" w:rsidP="00FA1A72">
      <w:pPr>
        <w:jc w:val="both"/>
        <w:rPr>
          <w:szCs w:val="28"/>
        </w:rPr>
      </w:pPr>
    </w:p>
    <w:p w:rsidR="00631DE4" w:rsidRDefault="00631DE4" w:rsidP="00FA1A72">
      <w:pPr>
        <w:jc w:val="both"/>
        <w:rPr>
          <w:szCs w:val="28"/>
        </w:rPr>
      </w:pPr>
    </w:p>
    <w:p w:rsidR="00631DE4" w:rsidRDefault="00631DE4" w:rsidP="00FA1A72">
      <w:pPr>
        <w:jc w:val="both"/>
        <w:rPr>
          <w:szCs w:val="28"/>
        </w:rPr>
      </w:pPr>
    </w:p>
    <w:p w:rsidR="00631DE4" w:rsidRDefault="00631DE4" w:rsidP="00C400CB">
      <w:pPr>
        <w:jc w:val="center"/>
        <w:rPr>
          <w:b/>
          <w:szCs w:val="28"/>
        </w:rPr>
      </w:pPr>
      <w:r>
        <w:rPr>
          <w:b/>
          <w:szCs w:val="28"/>
        </w:rPr>
        <w:t>4</w:t>
      </w:r>
      <w:r w:rsidRPr="00C400CB">
        <w:rPr>
          <w:b/>
          <w:szCs w:val="28"/>
        </w:rPr>
        <w:t>.</w:t>
      </w:r>
      <w:r w:rsidRPr="00C400CB">
        <w:rPr>
          <w:b/>
        </w:rPr>
        <w:t xml:space="preserve"> </w:t>
      </w:r>
      <w:r w:rsidRPr="00C400CB">
        <w:rPr>
          <w:b/>
          <w:szCs w:val="28"/>
        </w:rPr>
        <w:t>ПЕРЕЧЕНЬ ОСНОВНЫХ МЕРОПРИЯТИЙ</w:t>
      </w:r>
      <w:r w:rsidRPr="002175EF">
        <w:rPr>
          <w:b/>
          <w:szCs w:val="28"/>
        </w:rPr>
        <w:t xml:space="preserve"> </w:t>
      </w:r>
    </w:p>
    <w:p w:rsidR="00631DE4" w:rsidRDefault="00631DE4" w:rsidP="00C400CB">
      <w:pPr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631DE4" w:rsidRPr="00484E94" w:rsidRDefault="00631DE4" w:rsidP="00B30DE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31DE4" w:rsidRDefault="00631DE4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631DE4" w:rsidRPr="00500747" w:rsidTr="00D02E64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E4" w:rsidRPr="00B6573C" w:rsidRDefault="00631DE4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E4" w:rsidRPr="00B6573C" w:rsidRDefault="00631DE4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DE4" w:rsidRPr="00B6573C" w:rsidRDefault="00631DE4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DE4" w:rsidRPr="00B6573C" w:rsidRDefault="00631DE4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E4" w:rsidRPr="00B6573C" w:rsidRDefault="00631DE4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DE4" w:rsidRPr="00B6573C" w:rsidRDefault="00631DE4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1DE4" w:rsidRPr="00B6573C" w:rsidRDefault="00631DE4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31DE4" w:rsidRPr="00500747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E4" w:rsidRPr="00500747" w:rsidRDefault="00631DE4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E4" w:rsidRPr="00500747" w:rsidRDefault="00631DE4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E4" w:rsidRPr="00500747" w:rsidRDefault="00631DE4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E4" w:rsidRPr="00500747" w:rsidRDefault="00631DE4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E4" w:rsidRPr="00B6573C" w:rsidRDefault="00631DE4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E4" w:rsidRPr="00B6573C" w:rsidRDefault="00631DE4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E4" w:rsidRPr="00500747" w:rsidRDefault="00631DE4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DE4" w:rsidRPr="00500747" w:rsidRDefault="00631DE4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DE4" w:rsidRPr="00500747" w:rsidTr="00D02E64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E4" w:rsidRPr="00500747" w:rsidRDefault="00631DE4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E4" w:rsidRPr="00500747" w:rsidRDefault="00631DE4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E4" w:rsidRPr="00500747" w:rsidRDefault="00631DE4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E4" w:rsidRPr="00500747" w:rsidRDefault="00631DE4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E4" w:rsidRPr="00500747" w:rsidRDefault="00631DE4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DE4" w:rsidRPr="00B6573C" w:rsidRDefault="00631DE4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DE4" w:rsidRPr="00B6573C" w:rsidRDefault="00631DE4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DE4" w:rsidRPr="00B6573C" w:rsidRDefault="00631DE4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DE4" w:rsidRPr="00B6573C" w:rsidRDefault="00631DE4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E4" w:rsidRPr="00500747" w:rsidRDefault="00631DE4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DE4" w:rsidRPr="00500747" w:rsidRDefault="00631DE4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1DE4" w:rsidRDefault="00631DE4" w:rsidP="00EF6F81">
      <w:pPr>
        <w:jc w:val="center"/>
        <w:rPr>
          <w:szCs w:val="28"/>
        </w:rPr>
      </w:pPr>
    </w:p>
    <w:p w:rsidR="00631DE4" w:rsidRDefault="00631DE4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631DE4" w:rsidRPr="00500747" w:rsidTr="00D02E64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E4" w:rsidRPr="00C400CB" w:rsidRDefault="00631DE4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E4" w:rsidRPr="00C400CB" w:rsidRDefault="00631DE4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E4" w:rsidRPr="00C400CB" w:rsidRDefault="00631DE4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E4" w:rsidRPr="00C400CB" w:rsidRDefault="00631DE4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E4" w:rsidRPr="00C400CB" w:rsidRDefault="00631DE4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E4" w:rsidRPr="00C400CB" w:rsidRDefault="00631DE4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E4" w:rsidRPr="00C400CB" w:rsidRDefault="00631DE4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E4" w:rsidRPr="00C400CB" w:rsidRDefault="00631DE4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E4" w:rsidRPr="00C400CB" w:rsidRDefault="00631DE4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E4" w:rsidRPr="00C400CB" w:rsidRDefault="00631DE4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DE4" w:rsidRPr="00C400CB" w:rsidRDefault="00631DE4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11</w:t>
            </w:r>
          </w:p>
        </w:tc>
      </w:tr>
      <w:tr w:rsidR="00631DE4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E4" w:rsidRPr="00C400CB" w:rsidRDefault="00631DE4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E4" w:rsidRPr="00C400CB" w:rsidRDefault="00631DE4" w:rsidP="00D02E64">
            <w:pPr>
              <w:pStyle w:val="a0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DE4" w:rsidRDefault="00631DE4" w:rsidP="00D02E64">
            <w:pPr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проведение эффективной политики по предупреждению коррупции в администрации Старотитаровского сельского поселения Темрюкского района и укрепление доверия жителей Старотитаровского сельского поселения к органам местного самоуправления</w:t>
            </w:r>
          </w:p>
          <w:p w:rsidR="00631DE4" w:rsidRPr="00C400CB" w:rsidRDefault="00631DE4" w:rsidP="00D02E64">
            <w:pPr>
              <w:rPr>
                <w:sz w:val="24"/>
                <w:szCs w:val="24"/>
              </w:rPr>
            </w:pPr>
          </w:p>
        </w:tc>
      </w:tr>
      <w:tr w:rsidR="00631DE4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E4" w:rsidRPr="00C400CB" w:rsidRDefault="00631DE4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E4" w:rsidRPr="00C400CB" w:rsidRDefault="00631DE4" w:rsidP="00D02E64">
            <w:pPr>
              <w:pStyle w:val="a0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DE4" w:rsidRDefault="00631DE4" w:rsidP="00D02E6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00CB">
              <w:rPr>
                <w:rFonts w:ascii="Times New Roman" w:hAnsi="Times New Roman"/>
                <w:sz w:val="24"/>
                <w:szCs w:val="24"/>
              </w:rPr>
              <w:t>повышение профессионального уровня муниципальных служащих</w:t>
            </w:r>
          </w:p>
          <w:p w:rsidR="00631DE4" w:rsidRPr="00C400CB" w:rsidRDefault="00631DE4" w:rsidP="00D02E6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1DE4" w:rsidRPr="00B6573C" w:rsidTr="00C400CB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E4" w:rsidRPr="00C400CB" w:rsidRDefault="00631DE4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E4" w:rsidRPr="00C400CB" w:rsidRDefault="00631DE4" w:rsidP="00D02E64">
            <w:pPr>
              <w:ind w:right="253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 xml:space="preserve">Проведение обучения сотрудников администрации повышение эффективности антикоррупционной работы </w:t>
            </w:r>
          </w:p>
          <w:p w:rsidR="00631DE4" w:rsidRPr="00C400CB" w:rsidRDefault="00631DE4" w:rsidP="00D02E64">
            <w:pPr>
              <w:pStyle w:val="a0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Старотитаровского сельского поселения Темрюкского района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DE4" w:rsidRPr="00C400CB" w:rsidRDefault="00631DE4" w:rsidP="00C400C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DE4" w:rsidRPr="00C400CB" w:rsidRDefault="00631DE4" w:rsidP="00D02E6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DE4" w:rsidRPr="00C400CB" w:rsidRDefault="00631DE4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DE4" w:rsidRPr="00C400CB" w:rsidRDefault="00631DE4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DE4" w:rsidRPr="00C400CB" w:rsidRDefault="00631DE4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DE4" w:rsidRPr="00C400CB" w:rsidRDefault="00631DE4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DE4" w:rsidRPr="00C400CB" w:rsidRDefault="00631DE4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1DE4" w:rsidRPr="00C400CB" w:rsidRDefault="00631DE4" w:rsidP="00D02E64">
            <w:pPr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снижения коррупционных рисков и осуществления внутреннего антикоррупционного контроля за деятельностью муниципальных служащих администрации Старотитаровского сельского поселения Темрюкского района, замещающих наиболее коррупциогенные должности</w:t>
            </w:r>
          </w:p>
          <w:p w:rsidR="00631DE4" w:rsidRPr="00C400CB" w:rsidRDefault="00631DE4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DE4" w:rsidRPr="00C400CB" w:rsidRDefault="00631DE4" w:rsidP="00D02E64">
            <w:pPr>
              <w:pStyle w:val="a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631DE4" w:rsidRPr="00B6573C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E4" w:rsidRPr="00C400CB" w:rsidRDefault="00631DE4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E4" w:rsidRPr="00C400CB" w:rsidRDefault="00631DE4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E4" w:rsidRPr="00C400CB" w:rsidRDefault="00631DE4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DE4" w:rsidRPr="00C400CB" w:rsidRDefault="00631DE4" w:rsidP="00D02E6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DE4" w:rsidRPr="00C400CB" w:rsidRDefault="00631DE4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DE4" w:rsidRPr="00C400CB" w:rsidRDefault="00631DE4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DE4" w:rsidRPr="00C400CB" w:rsidRDefault="00631DE4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DE4" w:rsidRPr="00C400CB" w:rsidRDefault="00631DE4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DE4" w:rsidRPr="00C400CB" w:rsidRDefault="00631DE4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E4" w:rsidRPr="00C400CB" w:rsidRDefault="00631DE4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DE4" w:rsidRPr="00C400CB" w:rsidRDefault="00631DE4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631DE4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E4" w:rsidRPr="00C400CB" w:rsidRDefault="00631DE4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E4" w:rsidRPr="00C400CB" w:rsidRDefault="00631DE4" w:rsidP="00D02E64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E4" w:rsidRPr="00C400CB" w:rsidRDefault="00631DE4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E4" w:rsidRPr="00C400CB" w:rsidRDefault="00631DE4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E4" w:rsidRPr="00C400CB" w:rsidRDefault="00631DE4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E4" w:rsidRPr="00C400CB" w:rsidRDefault="00631DE4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E4" w:rsidRPr="00C400CB" w:rsidRDefault="00631DE4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E4" w:rsidRPr="00C400CB" w:rsidRDefault="00631DE4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E4" w:rsidRPr="00C400CB" w:rsidRDefault="00631DE4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E4" w:rsidRPr="00C400CB" w:rsidRDefault="00631DE4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DE4" w:rsidRPr="00C400CB" w:rsidRDefault="00631DE4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631DE4" w:rsidRPr="00B6573C" w:rsidTr="00D02E64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E4" w:rsidRPr="00C400CB" w:rsidRDefault="00631DE4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E4" w:rsidRPr="00C400CB" w:rsidRDefault="00631DE4" w:rsidP="00D02E64">
            <w:pPr>
              <w:pStyle w:val="a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E4" w:rsidRPr="00C400CB" w:rsidRDefault="00631DE4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DE4" w:rsidRPr="00C400CB" w:rsidRDefault="00631DE4" w:rsidP="00D02E6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DE4" w:rsidRPr="00C400CB" w:rsidRDefault="00631DE4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DE4" w:rsidRPr="00C400CB" w:rsidRDefault="00631DE4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DE4" w:rsidRPr="00C400CB" w:rsidRDefault="00631DE4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DE4" w:rsidRPr="00C400CB" w:rsidRDefault="00631DE4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DE4" w:rsidRPr="00C400CB" w:rsidRDefault="00631DE4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631DE4" w:rsidRPr="00C400CB" w:rsidRDefault="00631DE4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631DE4" w:rsidRPr="00C400CB" w:rsidRDefault="00631DE4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DE4" w:rsidRPr="00B6573C" w:rsidTr="00D02E64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E4" w:rsidRPr="00C400CB" w:rsidRDefault="00631DE4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E4" w:rsidRPr="00C400CB" w:rsidRDefault="00631DE4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E4" w:rsidRPr="00C400CB" w:rsidRDefault="00631DE4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DE4" w:rsidRPr="00C400CB" w:rsidRDefault="00631DE4" w:rsidP="00D02E6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DE4" w:rsidRPr="00C400CB" w:rsidRDefault="00631DE4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DE4" w:rsidRPr="00C400CB" w:rsidRDefault="00631DE4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DE4" w:rsidRPr="00C400CB" w:rsidRDefault="00631DE4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DE4" w:rsidRPr="00C400CB" w:rsidRDefault="00631DE4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DE4" w:rsidRPr="00C400CB" w:rsidRDefault="00631DE4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E4" w:rsidRPr="00C400CB" w:rsidRDefault="00631DE4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631DE4" w:rsidRPr="00C400CB" w:rsidRDefault="00631DE4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631DE4" w:rsidRDefault="00631DE4" w:rsidP="00EF6F81">
      <w:pPr>
        <w:jc w:val="center"/>
        <w:rPr>
          <w:szCs w:val="28"/>
        </w:rPr>
        <w:sectPr w:rsidR="00631DE4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631DE4" w:rsidRPr="00484E94" w:rsidRDefault="00631DE4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631DE4" w:rsidRPr="00484E94" w:rsidRDefault="00631DE4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631DE4" w:rsidRPr="00484E94" w:rsidRDefault="00631DE4" w:rsidP="00484E94">
      <w:pPr>
        <w:pStyle w:val="ConsPlusNormal0"/>
        <w:jc w:val="center"/>
        <w:rPr>
          <w:szCs w:val="28"/>
        </w:rPr>
      </w:pPr>
    </w:p>
    <w:p w:rsidR="00631DE4" w:rsidRPr="0016103B" w:rsidRDefault="00631DE4" w:rsidP="00DC2B12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_______________</w:t>
      </w:r>
      <w:r w:rsidRPr="00465E45">
        <w:t xml:space="preserve"> 2021 года № </w:t>
      </w:r>
      <w:r>
        <w:t>_______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631DE4" w:rsidRPr="00484E94" w:rsidRDefault="00631DE4" w:rsidP="00DC2B12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631DE4" w:rsidRPr="00484E94" w:rsidRDefault="00631DE4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631DE4" w:rsidRDefault="00631DE4" w:rsidP="00484E94">
      <w:pPr>
        <w:jc w:val="both"/>
      </w:pPr>
    </w:p>
    <w:p w:rsidR="00631DE4" w:rsidRPr="00484E94" w:rsidRDefault="00631DE4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631DE4" w:rsidRPr="00484E94" w:rsidRDefault="00631DE4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631DE4" w:rsidRPr="00484E94" w:rsidRDefault="00631DE4" w:rsidP="00484E94">
      <w:pPr>
        <w:pStyle w:val="ConsPlusNormal0"/>
        <w:jc w:val="both"/>
        <w:rPr>
          <w:szCs w:val="28"/>
        </w:rPr>
      </w:pPr>
    </w:p>
    <w:p w:rsidR="00631DE4" w:rsidRPr="007F34E4" w:rsidRDefault="00631DE4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631DE4" w:rsidRPr="007F34E4" w:rsidRDefault="00631DE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631DE4" w:rsidRPr="007F34E4" w:rsidRDefault="00631DE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631DE4" w:rsidRPr="007F34E4" w:rsidRDefault="00631DE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631DE4" w:rsidRPr="007F34E4" w:rsidRDefault="00631DE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631DE4" w:rsidRPr="007F34E4" w:rsidRDefault="00631DE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631DE4" w:rsidRPr="007F34E4" w:rsidRDefault="00631DE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631DE4" w:rsidRPr="007F34E4" w:rsidRDefault="00631DE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631DE4" w:rsidRPr="007F34E4" w:rsidRDefault="00631DE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631DE4" w:rsidRPr="007F34E4" w:rsidRDefault="00631DE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631DE4" w:rsidRPr="007F34E4" w:rsidRDefault="00631DE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631DE4" w:rsidRPr="007F34E4" w:rsidRDefault="00631DE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631DE4" w:rsidRPr="007F34E4" w:rsidRDefault="00631DE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631DE4" w:rsidRPr="007F34E4" w:rsidRDefault="00631DE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631DE4" w:rsidRDefault="00631DE4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631DE4" w:rsidRPr="007F34E4" w:rsidRDefault="00631DE4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631DE4" w:rsidRPr="007F34E4" w:rsidRDefault="00631DE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631DE4" w:rsidRPr="007F34E4" w:rsidRDefault="00631DE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631DE4" w:rsidRPr="007F34E4" w:rsidRDefault="00631DE4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631DE4" w:rsidRPr="007F34E4" w:rsidRDefault="00631DE4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631DE4" w:rsidRPr="007F34E4" w:rsidRDefault="00631DE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631DE4" w:rsidRPr="007F34E4" w:rsidRDefault="00631DE4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631DE4" w:rsidRPr="007F34E4" w:rsidRDefault="00631DE4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631DE4" w:rsidRPr="007F34E4" w:rsidRDefault="00631DE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631DE4" w:rsidRPr="007F34E4" w:rsidRDefault="00631DE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631DE4" w:rsidRPr="007F34E4" w:rsidRDefault="00631DE4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631DE4" w:rsidRPr="007F34E4" w:rsidRDefault="00631DE4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631DE4" w:rsidRDefault="00631DE4" w:rsidP="00484E94">
      <w:pPr>
        <w:ind w:firstLine="709"/>
        <w:jc w:val="both"/>
        <w:rPr>
          <w:szCs w:val="28"/>
        </w:rPr>
      </w:pPr>
    </w:p>
    <w:p w:rsidR="00631DE4" w:rsidRDefault="00631DE4" w:rsidP="00484E94">
      <w:pPr>
        <w:ind w:firstLine="709"/>
        <w:jc w:val="both"/>
        <w:rPr>
          <w:szCs w:val="28"/>
        </w:rPr>
      </w:pPr>
    </w:p>
    <w:p w:rsidR="00631DE4" w:rsidRDefault="00631DE4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31DE4" w:rsidRDefault="00631DE4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631DE4" w:rsidRDefault="00631DE4" w:rsidP="00B96477">
      <w:pPr>
        <w:rPr>
          <w:szCs w:val="28"/>
        </w:rPr>
        <w:sectPr w:rsidR="00631DE4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 </w:t>
      </w:r>
      <w:bookmarkStart w:id="0" w:name="_GoBack"/>
      <w:bookmarkEnd w:id="0"/>
      <w:r>
        <w:rPr>
          <w:szCs w:val="28"/>
        </w:rPr>
        <w:t xml:space="preserve">                                                            Т.И. Опарина</w:t>
      </w:r>
    </w:p>
    <w:p w:rsidR="00631DE4" w:rsidRDefault="00631DE4" w:rsidP="001F5CA2">
      <w:pPr>
        <w:jc w:val="center"/>
        <w:rPr>
          <w:b/>
        </w:rPr>
      </w:pPr>
    </w:p>
    <w:sectPr w:rsidR="00631DE4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DE4" w:rsidRDefault="00631DE4" w:rsidP="00EF6F81">
      <w:r>
        <w:separator/>
      </w:r>
    </w:p>
  </w:endnote>
  <w:endnote w:type="continuationSeparator" w:id="0">
    <w:p w:rsidR="00631DE4" w:rsidRDefault="00631DE4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DE4" w:rsidRDefault="00631DE4" w:rsidP="00EF6F81">
      <w:r>
        <w:separator/>
      </w:r>
    </w:p>
  </w:footnote>
  <w:footnote w:type="continuationSeparator" w:id="0">
    <w:p w:rsidR="00631DE4" w:rsidRDefault="00631DE4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DE4" w:rsidRDefault="00631DE4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DE4" w:rsidRDefault="00631DE4">
    <w:pPr>
      <w:pStyle w:val="Header"/>
      <w:jc w:val="center"/>
    </w:pPr>
  </w:p>
  <w:p w:rsidR="00631DE4" w:rsidRDefault="00631DE4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31DE4" w:rsidRPr="00DF2090" w:rsidRDefault="00631DE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36F7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7"/>
    <w:rsid w:val="00325B03"/>
    <w:rsid w:val="00326BC3"/>
    <w:rsid w:val="00326F04"/>
    <w:rsid w:val="00337501"/>
    <w:rsid w:val="00345A6E"/>
    <w:rsid w:val="00347A6F"/>
    <w:rsid w:val="003512A0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3592"/>
    <w:rsid w:val="004D4038"/>
    <w:rsid w:val="004E184B"/>
    <w:rsid w:val="004E660F"/>
    <w:rsid w:val="00500747"/>
    <w:rsid w:val="0050378D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22C3"/>
    <w:rsid w:val="0060710A"/>
    <w:rsid w:val="00611F63"/>
    <w:rsid w:val="00614039"/>
    <w:rsid w:val="00617E6B"/>
    <w:rsid w:val="00631501"/>
    <w:rsid w:val="00631920"/>
    <w:rsid w:val="00631DE4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CD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3DAD"/>
    <w:rsid w:val="008A6FA1"/>
    <w:rsid w:val="008B08D9"/>
    <w:rsid w:val="008B2122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769AB"/>
    <w:rsid w:val="00B85358"/>
    <w:rsid w:val="00B87A68"/>
    <w:rsid w:val="00B946DD"/>
    <w:rsid w:val="00B94A0C"/>
    <w:rsid w:val="00B96477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D6669"/>
    <w:rsid w:val="00BE244F"/>
    <w:rsid w:val="00BE75CB"/>
    <w:rsid w:val="00BF1916"/>
    <w:rsid w:val="00C0190C"/>
    <w:rsid w:val="00C02CE4"/>
    <w:rsid w:val="00C11F9E"/>
    <w:rsid w:val="00C1286D"/>
    <w:rsid w:val="00C138C6"/>
    <w:rsid w:val="00C23387"/>
    <w:rsid w:val="00C3292C"/>
    <w:rsid w:val="00C400CB"/>
    <w:rsid w:val="00C4141F"/>
    <w:rsid w:val="00C429D2"/>
    <w:rsid w:val="00C53808"/>
    <w:rsid w:val="00C576C0"/>
    <w:rsid w:val="00C71CC2"/>
    <w:rsid w:val="00C727C7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2E64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2B12"/>
    <w:rsid w:val="00DC605B"/>
    <w:rsid w:val="00DD1C2E"/>
    <w:rsid w:val="00DD49F6"/>
    <w:rsid w:val="00DD5F0A"/>
    <w:rsid w:val="00DE264F"/>
    <w:rsid w:val="00DE754D"/>
    <w:rsid w:val="00DF2090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A5C73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00BA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0336F7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266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6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6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6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6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6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6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2091</TotalTime>
  <Pages>10</Pages>
  <Words>1582</Words>
  <Characters>9021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188</cp:revision>
  <cp:lastPrinted>2021-06-11T06:36:00Z</cp:lastPrinted>
  <dcterms:created xsi:type="dcterms:W3CDTF">2018-08-07T11:48:00Z</dcterms:created>
  <dcterms:modified xsi:type="dcterms:W3CDTF">2021-09-03T08:10:00Z</dcterms:modified>
</cp:coreProperties>
</file>