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156B55" w:rsidRPr="004E6D75" w:rsidTr="002431BD">
        <w:tc>
          <w:tcPr>
            <w:tcW w:w="8788" w:type="dxa"/>
          </w:tcPr>
          <w:p w:rsidR="00156B55" w:rsidRPr="004E6D75" w:rsidRDefault="00156B5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156B55" w:rsidRPr="00C96AAF" w:rsidRDefault="00156B5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56B55" w:rsidRDefault="00156B5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56B55" w:rsidRPr="008C32F5" w:rsidRDefault="00156B55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156B55" w:rsidRDefault="00156B55" w:rsidP="002431BD">
            <w:pPr>
              <w:jc w:val="right"/>
              <w:rPr>
                <w:szCs w:val="28"/>
              </w:rPr>
            </w:pPr>
          </w:p>
          <w:p w:rsidR="00156B55" w:rsidRPr="004E6D75" w:rsidRDefault="00156B5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156B55" w:rsidRPr="006341E7" w:rsidRDefault="00156B55" w:rsidP="003E51DA">
      <w:pPr>
        <w:ind w:firstLine="709"/>
        <w:rPr>
          <w:sz w:val="24"/>
          <w:szCs w:val="24"/>
        </w:rPr>
      </w:pPr>
    </w:p>
    <w:p w:rsidR="00156B55" w:rsidRDefault="00156B5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56B55" w:rsidRDefault="00156B55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56B55" w:rsidRDefault="00156B55" w:rsidP="003E51DA">
      <w:pPr>
        <w:jc w:val="center"/>
        <w:rPr>
          <w:b/>
          <w:szCs w:val="28"/>
        </w:rPr>
      </w:pPr>
    </w:p>
    <w:p w:rsidR="00156B55" w:rsidRPr="009E44C2" w:rsidRDefault="00156B5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56B55" w:rsidRDefault="00156B5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156B55" w:rsidRPr="009E44C2" w:rsidRDefault="00156B5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56B55" w:rsidRDefault="00156B5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56B55" w:rsidRPr="00F470FB" w:rsidRDefault="00156B55" w:rsidP="00F508F2">
            <w:pPr>
              <w:rPr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56B55" w:rsidRDefault="00156B5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56B55" w:rsidRDefault="00156B5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56B55" w:rsidRPr="00827FDC" w:rsidRDefault="00156B55" w:rsidP="00F508F2">
            <w:pPr>
              <w:rPr>
                <w:b/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56B55" w:rsidRDefault="00156B55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156B55" w:rsidRPr="00E6543F" w:rsidRDefault="00156B55" w:rsidP="00F508F2">
            <w:pPr>
              <w:contextualSpacing/>
              <w:rPr>
                <w:b/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56B55" w:rsidRDefault="00156B55" w:rsidP="00F508F2">
            <w:pPr>
              <w:rPr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  <w:p w:rsidR="00156B55" w:rsidRPr="00487189" w:rsidRDefault="00156B55" w:rsidP="00F508F2">
            <w:pPr>
              <w:rPr>
                <w:b/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56B55" w:rsidRDefault="00156B55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56B55" w:rsidRDefault="00156B55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56B55" w:rsidRDefault="00156B55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56B55" w:rsidRDefault="00156B55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156B55" w:rsidRDefault="00156B55" w:rsidP="00654B98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56B55" w:rsidRDefault="00156B55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56B55" w:rsidRDefault="00156B55" w:rsidP="00654B98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156B55" w:rsidRPr="00E64AB4" w:rsidRDefault="00156B55" w:rsidP="00E40A63">
            <w:pPr>
              <w:rPr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56B55" w:rsidRDefault="00156B5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56B55" w:rsidRPr="002503EF" w:rsidRDefault="00156B55" w:rsidP="00F508F2">
            <w:pPr>
              <w:rPr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56B55" w:rsidRDefault="00156B5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156B55" w:rsidRPr="009011B8" w:rsidRDefault="00156B55" w:rsidP="00F508F2">
            <w:pPr>
              <w:rPr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56B55" w:rsidRPr="002940B0" w:rsidRDefault="00156B5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56B55" w:rsidRPr="002940B0" w:rsidRDefault="00156B5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56B55" w:rsidRPr="002940B0" w:rsidRDefault="00156B5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56B55" w:rsidRPr="002940B0" w:rsidRDefault="00156B5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56B55" w:rsidRPr="002940B0" w:rsidRDefault="00156B5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56B55" w:rsidRPr="002940B0" w:rsidRDefault="00156B5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5 312,8</w:t>
            </w: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5 312,8</w:t>
            </w: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5 312,8</w:t>
            </w: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5 312,8</w:t>
            </w: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6B55" w:rsidRPr="009E44C2" w:rsidTr="00F508F2">
        <w:tc>
          <w:tcPr>
            <w:tcW w:w="14560" w:type="dxa"/>
            <w:gridSpan w:val="6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6B55" w:rsidRPr="009E44C2" w:rsidTr="00F508F2">
        <w:tc>
          <w:tcPr>
            <w:tcW w:w="14560" w:type="dxa"/>
            <w:gridSpan w:val="6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6B55" w:rsidRPr="009E44C2" w:rsidTr="00F508F2">
        <w:tc>
          <w:tcPr>
            <w:tcW w:w="6012" w:type="dxa"/>
          </w:tcPr>
          <w:p w:rsidR="00156B55" w:rsidRPr="002940B0" w:rsidRDefault="00156B5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6B55" w:rsidRPr="002940B0" w:rsidRDefault="00156B5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</w:p>
    <w:p w:rsidR="00156B55" w:rsidRDefault="00156B5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56B55" w:rsidRDefault="00156B55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156B55" w:rsidRPr="00500747" w:rsidRDefault="00156B55" w:rsidP="007A6F08">
      <w:pPr>
        <w:jc w:val="center"/>
        <w:rPr>
          <w:b/>
          <w:szCs w:val="28"/>
        </w:rPr>
      </w:pPr>
    </w:p>
    <w:p w:rsidR="00156B55" w:rsidRPr="009D244C" w:rsidRDefault="00156B5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56B5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56B5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56B5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56B55" w:rsidRDefault="00156B5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56B5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56B5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55" w:rsidRPr="00A90FEC" w:rsidRDefault="00156B55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156B55" w:rsidRPr="00A90FEC" w:rsidRDefault="00156B55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56B5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55" w:rsidRPr="00A90FEC" w:rsidRDefault="00156B55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156B55" w:rsidRPr="00A90FEC" w:rsidRDefault="00156B55" w:rsidP="00DE6DCB">
            <w:pPr>
              <w:rPr>
                <w:b/>
                <w:sz w:val="24"/>
                <w:szCs w:val="24"/>
              </w:rPr>
            </w:pPr>
          </w:p>
        </w:tc>
      </w:tr>
      <w:tr w:rsidR="00156B5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0F6657" w:rsidRDefault="00156B55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B55" w:rsidRPr="004822E2" w:rsidRDefault="00156B55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56B55" w:rsidRDefault="00156B5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156B55" w:rsidRPr="000A5BEE" w:rsidRDefault="00156B55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56B55" w:rsidRPr="000A5BEE" w:rsidRDefault="00156B55" w:rsidP="00544C62">
            <w:pPr>
              <w:rPr>
                <w:sz w:val="24"/>
                <w:szCs w:val="24"/>
              </w:rPr>
            </w:pPr>
          </w:p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56B5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56B5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56B55" w:rsidRPr="00DB6469" w:rsidTr="00DB6400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00" w:rsidRDefault="00156B55" w:rsidP="00DB6400">
            <w:pPr>
              <w:jc w:val="center"/>
              <w:rPr>
                <w:sz w:val="24"/>
                <w:szCs w:val="24"/>
              </w:rPr>
            </w:pPr>
            <w:r w:rsidRPr="00DB6400">
              <w:rPr>
                <w:sz w:val="24"/>
                <w:szCs w:val="24"/>
              </w:rPr>
              <w:t>5 312,8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00" w:rsidRDefault="00156B55" w:rsidP="003C217C">
            <w:pPr>
              <w:jc w:val="center"/>
              <w:rPr>
                <w:sz w:val="24"/>
                <w:szCs w:val="24"/>
              </w:rPr>
            </w:pPr>
            <w:r w:rsidRPr="00DB6400">
              <w:rPr>
                <w:sz w:val="24"/>
                <w:szCs w:val="24"/>
              </w:rPr>
              <w:t>5 312,8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B55" w:rsidRPr="00DB6469" w:rsidTr="00DB6400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00" w:rsidRDefault="00156B55" w:rsidP="00DB6400">
            <w:pPr>
              <w:jc w:val="center"/>
              <w:rPr>
                <w:sz w:val="24"/>
                <w:szCs w:val="24"/>
              </w:rPr>
            </w:pPr>
            <w:r w:rsidRPr="00DB6400">
              <w:rPr>
                <w:sz w:val="24"/>
                <w:szCs w:val="24"/>
              </w:rPr>
              <w:t>5 312,8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00" w:rsidRDefault="00156B55" w:rsidP="003C217C">
            <w:pPr>
              <w:jc w:val="center"/>
              <w:rPr>
                <w:sz w:val="24"/>
                <w:szCs w:val="24"/>
              </w:rPr>
            </w:pPr>
            <w:r w:rsidRPr="00DB6400">
              <w:rPr>
                <w:sz w:val="24"/>
                <w:szCs w:val="24"/>
              </w:rPr>
              <w:t>5 312,8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55" w:rsidRPr="00DB6469" w:rsidRDefault="00156B5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56B55" w:rsidRPr="00DB6469" w:rsidRDefault="00156B5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56B55" w:rsidRDefault="00156B55" w:rsidP="003E51DA">
      <w:pPr>
        <w:jc w:val="center"/>
        <w:rPr>
          <w:b/>
          <w:szCs w:val="28"/>
        </w:rPr>
      </w:pPr>
    </w:p>
    <w:p w:rsidR="00156B55" w:rsidRPr="009E44C2" w:rsidRDefault="00156B55" w:rsidP="003E51DA">
      <w:pPr>
        <w:jc w:val="center"/>
        <w:rPr>
          <w:b/>
          <w:szCs w:val="28"/>
        </w:rPr>
      </w:pPr>
    </w:p>
    <w:p w:rsidR="00156B55" w:rsidRDefault="00156B55" w:rsidP="007A6F08">
      <w:pPr>
        <w:rPr>
          <w:sz w:val="24"/>
          <w:szCs w:val="24"/>
        </w:rPr>
        <w:sectPr w:rsidR="00156B5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6B55" w:rsidRPr="003E51DA" w:rsidRDefault="00156B55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56B55" w:rsidRDefault="00156B55" w:rsidP="003E51DA">
      <w:pPr>
        <w:pStyle w:val="ConsPlusNormal0"/>
        <w:ind w:firstLine="709"/>
        <w:jc w:val="both"/>
      </w:pPr>
    </w:p>
    <w:p w:rsidR="00156B55" w:rsidRDefault="00156B5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56B55" w:rsidRDefault="00156B5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56B55" w:rsidRDefault="00156B5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56B55" w:rsidRDefault="00156B5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56B55" w:rsidRDefault="00156B5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56B55" w:rsidRDefault="00156B5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56B55" w:rsidRDefault="00156B5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56B55" w:rsidRDefault="00156B5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56B55" w:rsidRDefault="00156B5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56B55" w:rsidRDefault="00156B5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56B55" w:rsidRDefault="00156B5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56B55" w:rsidRDefault="00156B5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56B55" w:rsidRDefault="00156B5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56B55" w:rsidRDefault="00156B5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56B55" w:rsidRDefault="00156B55" w:rsidP="00EF6F81">
      <w:pPr>
        <w:jc w:val="center"/>
        <w:rPr>
          <w:b/>
        </w:rPr>
      </w:pPr>
    </w:p>
    <w:p w:rsidR="00156B55" w:rsidRDefault="00156B55" w:rsidP="00EF6F81">
      <w:pPr>
        <w:jc w:val="center"/>
        <w:rPr>
          <w:b/>
        </w:rPr>
      </w:pPr>
    </w:p>
    <w:p w:rsidR="00156B55" w:rsidRDefault="00156B5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B55" w:rsidRDefault="00156B5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56B55" w:rsidRDefault="00156B5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56B55" w:rsidRDefault="00156B55" w:rsidP="00413494">
      <w:pPr>
        <w:jc w:val="both"/>
        <w:rPr>
          <w:szCs w:val="28"/>
        </w:rPr>
      </w:pPr>
    </w:p>
    <w:p w:rsidR="00156B55" w:rsidRDefault="00156B55" w:rsidP="00413494">
      <w:pPr>
        <w:jc w:val="both"/>
        <w:rPr>
          <w:szCs w:val="28"/>
        </w:rPr>
      </w:pPr>
    </w:p>
    <w:p w:rsidR="00156B55" w:rsidRDefault="00156B55" w:rsidP="00413494">
      <w:pPr>
        <w:jc w:val="both"/>
        <w:rPr>
          <w:szCs w:val="28"/>
        </w:rPr>
      </w:pPr>
    </w:p>
    <w:p w:rsidR="00156B55" w:rsidRDefault="00156B55" w:rsidP="00413494">
      <w:pPr>
        <w:jc w:val="both"/>
        <w:rPr>
          <w:szCs w:val="28"/>
        </w:rPr>
      </w:pPr>
    </w:p>
    <w:p w:rsidR="00156B55" w:rsidRDefault="00156B55" w:rsidP="00413494">
      <w:pPr>
        <w:jc w:val="both"/>
        <w:rPr>
          <w:szCs w:val="28"/>
        </w:rPr>
      </w:pPr>
    </w:p>
    <w:p w:rsidR="00156B55" w:rsidRDefault="00156B55" w:rsidP="00413494">
      <w:pPr>
        <w:jc w:val="both"/>
        <w:rPr>
          <w:b/>
        </w:rPr>
        <w:sectPr w:rsidR="00156B5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56B55" w:rsidRDefault="00156B55" w:rsidP="00E6162A">
      <w:pPr>
        <w:jc w:val="center"/>
        <w:rPr>
          <w:b/>
        </w:rPr>
      </w:pPr>
    </w:p>
    <w:sectPr w:rsidR="00156B5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B55" w:rsidRDefault="00156B55" w:rsidP="00EF6F81">
      <w:r>
        <w:separator/>
      </w:r>
    </w:p>
  </w:endnote>
  <w:endnote w:type="continuationSeparator" w:id="0">
    <w:p w:rsidR="00156B55" w:rsidRDefault="00156B5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B55" w:rsidRDefault="00156B55" w:rsidP="00EF6F81">
      <w:r>
        <w:separator/>
      </w:r>
    </w:p>
  </w:footnote>
  <w:footnote w:type="continuationSeparator" w:id="0">
    <w:p w:rsidR="00156B55" w:rsidRDefault="00156B5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B55" w:rsidRDefault="00156B5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B55" w:rsidRDefault="00156B55">
    <w:pPr>
      <w:pStyle w:val="Header"/>
      <w:jc w:val="center"/>
    </w:pPr>
  </w:p>
  <w:p w:rsidR="00156B55" w:rsidRDefault="00156B5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B55" w:rsidRPr="004E6D75" w:rsidRDefault="00156B5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82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2155</TotalTime>
  <Pages>7</Pages>
  <Words>875</Words>
  <Characters>4991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2021-06-11T06:36:00Z</cp:lastPrinted>
  <dcterms:created xsi:type="dcterms:W3CDTF">2018-08-07T11:48:00Z</dcterms:created>
  <dcterms:modified xsi:type="dcterms:W3CDTF">2021-09-28T10:44:00Z</dcterms:modified>
</cp:coreProperties>
</file>