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7B5053" w:rsidRPr="00F945BC" w:rsidTr="00F945BC">
        <w:tc>
          <w:tcPr>
            <w:tcW w:w="8934" w:type="dxa"/>
          </w:tcPr>
          <w:p w:rsidR="007B5053" w:rsidRPr="00F945BC" w:rsidRDefault="007B5053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7B5053" w:rsidRPr="00EE5BAC" w:rsidRDefault="007B5053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B5053" w:rsidRPr="00EE5BAC" w:rsidRDefault="007B5053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B5053" w:rsidRPr="00EE5BAC" w:rsidRDefault="007B5053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B5053" w:rsidRPr="00EE5BAC" w:rsidRDefault="007B5053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B5053" w:rsidRPr="00EE5BAC" w:rsidRDefault="007B5053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B5053" w:rsidRDefault="007B5053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от _______________№ _______________</w:t>
            </w:r>
          </w:p>
          <w:p w:rsidR="007B5053" w:rsidRPr="00F945BC" w:rsidRDefault="007B5053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7B5053" w:rsidRPr="00885C29" w:rsidRDefault="007B5053" w:rsidP="001157F7"/>
    <w:p w:rsidR="007B5053" w:rsidRDefault="007B5053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B5053" w:rsidRPr="00F032F5" w:rsidRDefault="007B5053" w:rsidP="00221E58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7B5053" w:rsidRDefault="007B5053" w:rsidP="00221E58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7B5053" w:rsidRPr="00950972" w:rsidRDefault="007B5053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B5053" w:rsidRPr="00F032F5" w:rsidRDefault="007B5053" w:rsidP="00221E58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bCs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7B5053" w:rsidRPr="00950972" w:rsidRDefault="007B5053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7B5053" w:rsidRPr="008A6FA1" w:rsidTr="00F9512D">
        <w:tc>
          <w:tcPr>
            <w:tcW w:w="6374" w:type="dxa"/>
          </w:tcPr>
          <w:p w:rsidR="007B5053" w:rsidRPr="00190885" w:rsidRDefault="007B505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B5053" w:rsidRDefault="007B5053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7B5053" w:rsidRPr="00855115" w:rsidRDefault="007B5053" w:rsidP="00F9512D">
            <w:pPr>
              <w:rPr>
                <w:szCs w:val="28"/>
              </w:rPr>
            </w:pPr>
          </w:p>
        </w:tc>
      </w:tr>
      <w:tr w:rsidR="007B5053" w:rsidRPr="008A6FA1" w:rsidTr="00F9512D">
        <w:tc>
          <w:tcPr>
            <w:tcW w:w="6374" w:type="dxa"/>
          </w:tcPr>
          <w:p w:rsidR="007B5053" w:rsidRPr="00190885" w:rsidRDefault="007B505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B5053" w:rsidRDefault="007B5053" w:rsidP="00221E5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B5053" w:rsidRPr="0096600F" w:rsidRDefault="007B5053" w:rsidP="00221E58">
            <w:pPr>
              <w:rPr>
                <w:szCs w:val="28"/>
              </w:rPr>
            </w:pPr>
          </w:p>
        </w:tc>
      </w:tr>
      <w:tr w:rsidR="007B5053" w:rsidRPr="008A6FA1" w:rsidTr="00F9512D">
        <w:tc>
          <w:tcPr>
            <w:tcW w:w="6374" w:type="dxa"/>
          </w:tcPr>
          <w:p w:rsidR="007B5053" w:rsidRPr="00190885" w:rsidRDefault="007B505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B5053" w:rsidRDefault="007B5053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7B5053" w:rsidRPr="00190885" w:rsidRDefault="007B5053" w:rsidP="00F9512D">
            <w:pPr>
              <w:rPr>
                <w:b/>
                <w:szCs w:val="28"/>
              </w:rPr>
            </w:pPr>
          </w:p>
        </w:tc>
      </w:tr>
      <w:tr w:rsidR="007B5053" w:rsidRPr="008A6FA1" w:rsidTr="00F9512D">
        <w:tc>
          <w:tcPr>
            <w:tcW w:w="6374" w:type="dxa"/>
          </w:tcPr>
          <w:p w:rsidR="007B5053" w:rsidRPr="00190885" w:rsidRDefault="007B505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B5053" w:rsidRPr="00E823BE" w:rsidRDefault="007B5053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>«Развитие, эксплуатация и обслуживание информационно - коммуникационных технологий администрации Старотитаровского сельского поселения Темрюкский район»</w:t>
            </w:r>
            <w:r w:rsidRPr="00E823BE">
              <w:rPr>
                <w:szCs w:val="28"/>
              </w:rPr>
              <w:t>;</w:t>
            </w:r>
          </w:p>
          <w:p w:rsidR="007B5053" w:rsidRPr="00E823BE" w:rsidRDefault="007B5053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>«Обеспечение информационного освещения деятельности администрации  Старотитаровского сельского поселения Темрюкского района»</w:t>
            </w:r>
          </w:p>
          <w:p w:rsidR="007B5053" w:rsidRPr="00190885" w:rsidRDefault="007B5053" w:rsidP="00221E58">
            <w:pPr>
              <w:rPr>
                <w:b/>
                <w:szCs w:val="28"/>
              </w:rPr>
            </w:pPr>
          </w:p>
        </w:tc>
      </w:tr>
      <w:tr w:rsidR="007B5053" w:rsidRPr="008A6FA1" w:rsidTr="00F9512D">
        <w:tc>
          <w:tcPr>
            <w:tcW w:w="6374" w:type="dxa"/>
          </w:tcPr>
          <w:p w:rsidR="007B5053" w:rsidRPr="00190885" w:rsidRDefault="007B505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B5053" w:rsidRDefault="007B5053" w:rsidP="00221E5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ф</w:t>
            </w:r>
            <w:r w:rsidRPr="00221E58">
              <w:rPr>
                <w:szCs w:val="28"/>
              </w:rPr>
              <w:t>ормирование и развитие информационного общества в Старотитаровском сельском поселении Темрюкского района</w:t>
            </w:r>
          </w:p>
          <w:p w:rsidR="007B5053" w:rsidRPr="00221E58" w:rsidRDefault="007B5053" w:rsidP="00221E58">
            <w:pPr>
              <w:contextualSpacing/>
              <w:rPr>
                <w:szCs w:val="28"/>
              </w:rPr>
            </w:pPr>
          </w:p>
        </w:tc>
      </w:tr>
      <w:tr w:rsidR="007B5053" w:rsidRPr="008A6FA1" w:rsidTr="00F9512D">
        <w:tc>
          <w:tcPr>
            <w:tcW w:w="6374" w:type="dxa"/>
          </w:tcPr>
          <w:p w:rsidR="007B5053" w:rsidRPr="00190885" w:rsidRDefault="007B505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B5053" w:rsidRDefault="007B5053" w:rsidP="00A3694D">
            <w:pPr>
              <w:pStyle w:val="ConsPlusNormal0"/>
              <w:widowControl/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551202">
              <w:rPr>
                <w:szCs w:val="28"/>
              </w:rPr>
              <w:t>овышение эффективности использования</w:t>
            </w:r>
            <w:r w:rsidRPr="002C0137">
              <w:rPr>
                <w:b/>
                <w:szCs w:val="28"/>
              </w:rPr>
              <w:t xml:space="preserve"> </w:t>
            </w:r>
            <w:r w:rsidRPr="00001F8B">
              <w:rPr>
                <w:szCs w:val="28"/>
              </w:rPr>
              <w:t xml:space="preserve">информационно - коммуникационных технологий </w:t>
            </w:r>
            <w:r w:rsidRPr="00551202">
              <w:rPr>
                <w:szCs w:val="28"/>
              </w:rPr>
              <w:t xml:space="preserve">для обеспечения информационного взаимодействия органов местного самоуправления с организациями </w:t>
            </w:r>
            <w:r>
              <w:rPr>
                <w:szCs w:val="28"/>
              </w:rPr>
              <w:t>Темрюкского района и Краснодарского края</w:t>
            </w:r>
            <w:r w:rsidRPr="00551202">
              <w:rPr>
                <w:szCs w:val="28"/>
              </w:rPr>
      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  <w:r>
              <w:rPr>
                <w:szCs w:val="28"/>
              </w:rPr>
              <w:t>;</w:t>
            </w:r>
          </w:p>
          <w:p w:rsidR="007B5053" w:rsidRDefault="007B5053" w:rsidP="00A3694D">
            <w:pPr>
              <w:contextualSpacing/>
            </w:pPr>
            <w:r>
              <w:t xml:space="preserve">- </w:t>
            </w:r>
            <w:r w:rsidRPr="000F0BCA">
              <w:t>обеспечение доступа к информации о деятельности органов местного самоуправления</w:t>
            </w:r>
            <w:r>
              <w:t xml:space="preserve"> Старотитаровского сельского поселения Темрюкского района</w:t>
            </w:r>
          </w:p>
          <w:p w:rsidR="007B5053" w:rsidRPr="009F22D5" w:rsidRDefault="007B5053" w:rsidP="00A3694D">
            <w:pPr>
              <w:contextualSpacing/>
              <w:rPr>
                <w:szCs w:val="28"/>
              </w:rPr>
            </w:pPr>
          </w:p>
        </w:tc>
      </w:tr>
      <w:tr w:rsidR="007B5053" w:rsidRPr="008A6FA1" w:rsidTr="00F9512D">
        <w:tc>
          <w:tcPr>
            <w:tcW w:w="6374" w:type="dxa"/>
          </w:tcPr>
          <w:p w:rsidR="007B5053" w:rsidRPr="00190885" w:rsidRDefault="007B505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7B5053" w:rsidRPr="000C3C23" w:rsidRDefault="007B5053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7B5053" w:rsidRPr="008A6FA1" w:rsidTr="00F9512D">
        <w:tc>
          <w:tcPr>
            <w:tcW w:w="6374" w:type="dxa"/>
          </w:tcPr>
          <w:p w:rsidR="007B5053" w:rsidRPr="00190885" w:rsidRDefault="007B505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B5053" w:rsidRDefault="007B5053" w:rsidP="003C1DA5">
            <w:pPr>
              <w:rPr>
                <w:szCs w:val="28"/>
              </w:rPr>
            </w:pPr>
            <w:r>
              <w:rPr>
                <w:szCs w:val="28"/>
              </w:rPr>
              <w:t>- количество обслуживаемых абонентских номеров;</w:t>
            </w:r>
          </w:p>
          <w:p w:rsidR="007B5053" w:rsidRDefault="007B5053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количество </w:t>
            </w:r>
            <w:r w:rsidRPr="00DE1C92">
              <w:rPr>
                <w:szCs w:val="28"/>
              </w:rPr>
              <w:t>програ</w:t>
            </w:r>
            <w:r>
              <w:rPr>
                <w:szCs w:val="28"/>
              </w:rPr>
              <w:t>м</w:t>
            </w:r>
            <w:r w:rsidRPr="00DE1C92">
              <w:rPr>
                <w:szCs w:val="28"/>
              </w:rPr>
              <w:t>много обеспечения и приобретения простых (неисключительных) лицензий на использование программного обеспечения</w:t>
            </w:r>
            <w:r>
              <w:rPr>
                <w:szCs w:val="28"/>
              </w:rPr>
              <w:t>;</w:t>
            </w:r>
          </w:p>
          <w:p w:rsidR="007B5053" w:rsidRDefault="007B5053" w:rsidP="003C1DA5">
            <w:pPr>
              <w:rPr>
                <w:szCs w:val="28"/>
              </w:rPr>
            </w:pPr>
            <w:r>
              <w:rPr>
                <w:szCs w:val="28"/>
              </w:rPr>
              <w:t>- заправка картриджей;</w:t>
            </w:r>
          </w:p>
          <w:p w:rsidR="007B5053" w:rsidRDefault="007B5053" w:rsidP="003C1DA5">
            <w:pPr>
              <w:rPr>
                <w:szCs w:val="28"/>
              </w:rPr>
            </w:pPr>
            <w:r>
              <w:rPr>
                <w:szCs w:val="28"/>
              </w:rPr>
              <w:t>- закупка картриджей;</w:t>
            </w:r>
          </w:p>
          <w:p w:rsidR="007B5053" w:rsidRDefault="007B5053" w:rsidP="003C1DA5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7B5053" w:rsidRDefault="007B5053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>приобретение основных средств</w:t>
            </w:r>
            <w:r>
              <w:rPr>
                <w:szCs w:val="28"/>
              </w:rPr>
              <w:t>;</w:t>
            </w:r>
          </w:p>
          <w:p w:rsidR="007B5053" w:rsidRDefault="007B5053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 xml:space="preserve"> приобретение расходных материалов для принтеров, МФУ и копировальных аппаратов, запасных частей для вычислительной техники</w:t>
            </w:r>
            <w:r>
              <w:rPr>
                <w:szCs w:val="28"/>
              </w:rPr>
              <w:t>;</w:t>
            </w:r>
          </w:p>
          <w:p w:rsidR="007B5053" w:rsidRDefault="007B5053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  <w:r>
              <w:rPr>
                <w:szCs w:val="28"/>
              </w:rPr>
              <w:t>;</w:t>
            </w:r>
          </w:p>
          <w:p w:rsidR="007B5053" w:rsidRDefault="007B5053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7B5053" w:rsidRPr="000C3C23" w:rsidRDefault="007B5053" w:rsidP="003C1DA5">
            <w:pPr>
              <w:rPr>
                <w:szCs w:val="28"/>
              </w:rPr>
            </w:pPr>
          </w:p>
        </w:tc>
      </w:tr>
      <w:tr w:rsidR="007B5053" w:rsidRPr="008A6FA1" w:rsidTr="00F9512D">
        <w:tc>
          <w:tcPr>
            <w:tcW w:w="6374" w:type="dxa"/>
          </w:tcPr>
          <w:p w:rsidR="007B5053" w:rsidRPr="00190885" w:rsidRDefault="007B505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B5053" w:rsidRPr="00A46A72" w:rsidRDefault="007B5053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7B5053" w:rsidRPr="008A6FA1" w:rsidTr="00F9512D">
        <w:tc>
          <w:tcPr>
            <w:tcW w:w="6374" w:type="dxa"/>
          </w:tcPr>
          <w:p w:rsidR="007B5053" w:rsidRPr="00190885" w:rsidRDefault="007B505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B5053" w:rsidRPr="00A46A72" w:rsidRDefault="007B5053" w:rsidP="00F9512D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7B5053" w:rsidRPr="008A6FA1" w:rsidTr="00F9512D">
        <w:tc>
          <w:tcPr>
            <w:tcW w:w="6374" w:type="dxa"/>
          </w:tcPr>
          <w:p w:rsidR="007B5053" w:rsidRPr="00190885" w:rsidRDefault="007B5053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B5053" w:rsidRPr="00190885" w:rsidRDefault="007B5053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B5053" w:rsidRPr="00190885" w:rsidRDefault="007B5053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B5053" w:rsidRPr="008A6FA1" w:rsidTr="00F9512D">
        <w:tc>
          <w:tcPr>
            <w:tcW w:w="6374" w:type="dxa"/>
          </w:tcPr>
          <w:p w:rsidR="007B5053" w:rsidRPr="00190885" w:rsidRDefault="007B5053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B5053" w:rsidRPr="00190885" w:rsidRDefault="007B5053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B5053" w:rsidRPr="00190885" w:rsidRDefault="007B5053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B5053" w:rsidRPr="00190885" w:rsidRDefault="007B5053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B5053" w:rsidRPr="00190885" w:rsidRDefault="007B5053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B5053" w:rsidRPr="00190885" w:rsidRDefault="007B5053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7B5053" w:rsidRPr="008A6FA1" w:rsidTr="00F9512D">
        <w:tc>
          <w:tcPr>
            <w:tcW w:w="6374" w:type="dxa"/>
          </w:tcPr>
          <w:p w:rsidR="007B5053" w:rsidRPr="00190885" w:rsidRDefault="007B5053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7B5053" w:rsidRPr="00190885" w:rsidRDefault="007B505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1 556,1</w:t>
            </w:r>
          </w:p>
        </w:tc>
        <w:tc>
          <w:tcPr>
            <w:tcW w:w="1842" w:type="dxa"/>
            <w:vAlign w:val="center"/>
          </w:tcPr>
          <w:p w:rsidR="007B5053" w:rsidRPr="00190885" w:rsidRDefault="007B505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B5053" w:rsidRPr="00190885" w:rsidRDefault="007B505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B5053" w:rsidRPr="00190885" w:rsidRDefault="007B505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1 556,1</w:t>
            </w:r>
          </w:p>
        </w:tc>
        <w:tc>
          <w:tcPr>
            <w:tcW w:w="2019" w:type="dxa"/>
            <w:vAlign w:val="center"/>
          </w:tcPr>
          <w:p w:rsidR="007B5053" w:rsidRPr="00190885" w:rsidRDefault="007B505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B5053" w:rsidRPr="008A6FA1" w:rsidTr="00F9512D">
        <w:tc>
          <w:tcPr>
            <w:tcW w:w="6374" w:type="dxa"/>
          </w:tcPr>
          <w:p w:rsidR="007B5053" w:rsidRPr="00190885" w:rsidRDefault="007B5053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B5053" w:rsidRPr="00190885" w:rsidRDefault="007B5053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B5053" w:rsidRPr="00190885" w:rsidRDefault="007B5053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B5053" w:rsidRPr="00190885" w:rsidRDefault="007B5053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B5053" w:rsidRPr="00190885" w:rsidRDefault="007B5053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B5053" w:rsidRPr="00190885" w:rsidRDefault="007B5053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B5053" w:rsidRPr="008A6FA1" w:rsidTr="00F9512D">
        <w:tc>
          <w:tcPr>
            <w:tcW w:w="6374" w:type="dxa"/>
          </w:tcPr>
          <w:p w:rsidR="007B5053" w:rsidRPr="00190885" w:rsidRDefault="007B5053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B5053" w:rsidRPr="00190885" w:rsidRDefault="007B505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1 556,1</w:t>
            </w:r>
          </w:p>
        </w:tc>
        <w:tc>
          <w:tcPr>
            <w:tcW w:w="1842" w:type="dxa"/>
            <w:vAlign w:val="center"/>
          </w:tcPr>
          <w:p w:rsidR="007B5053" w:rsidRPr="00190885" w:rsidRDefault="007B505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B5053" w:rsidRPr="00190885" w:rsidRDefault="007B505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B5053" w:rsidRPr="00190885" w:rsidRDefault="007B505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1 556,1</w:t>
            </w:r>
          </w:p>
        </w:tc>
        <w:tc>
          <w:tcPr>
            <w:tcW w:w="2019" w:type="dxa"/>
            <w:vAlign w:val="center"/>
          </w:tcPr>
          <w:p w:rsidR="007B5053" w:rsidRPr="00190885" w:rsidRDefault="007B505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B5053" w:rsidRPr="008A6FA1" w:rsidTr="00F9512D">
        <w:tc>
          <w:tcPr>
            <w:tcW w:w="14560" w:type="dxa"/>
            <w:gridSpan w:val="6"/>
          </w:tcPr>
          <w:p w:rsidR="007B5053" w:rsidRPr="00190885" w:rsidRDefault="007B5053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B5053" w:rsidRPr="008A6FA1" w:rsidTr="00F9512D">
        <w:tc>
          <w:tcPr>
            <w:tcW w:w="6374" w:type="dxa"/>
          </w:tcPr>
          <w:p w:rsidR="007B5053" w:rsidRPr="00190885" w:rsidRDefault="007B5053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7B5053" w:rsidRPr="00190885" w:rsidRDefault="007B505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B5053" w:rsidRPr="00190885" w:rsidRDefault="007B505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B5053" w:rsidRPr="00190885" w:rsidRDefault="007B505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B5053" w:rsidRPr="00190885" w:rsidRDefault="007B505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B5053" w:rsidRPr="00190885" w:rsidRDefault="007B505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B5053" w:rsidRPr="008A6FA1" w:rsidTr="00F9512D">
        <w:tc>
          <w:tcPr>
            <w:tcW w:w="6374" w:type="dxa"/>
          </w:tcPr>
          <w:p w:rsidR="007B5053" w:rsidRPr="00190885" w:rsidRDefault="007B5053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B5053" w:rsidRPr="00190885" w:rsidRDefault="007B5053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B5053" w:rsidRPr="00190885" w:rsidRDefault="007B5053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B5053" w:rsidRPr="00190885" w:rsidRDefault="007B5053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B5053" w:rsidRPr="00190885" w:rsidRDefault="007B5053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B5053" w:rsidRPr="00190885" w:rsidRDefault="007B5053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B5053" w:rsidRPr="008A6FA1" w:rsidTr="00F9512D">
        <w:tc>
          <w:tcPr>
            <w:tcW w:w="6374" w:type="dxa"/>
          </w:tcPr>
          <w:p w:rsidR="007B5053" w:rsidRPr="00190885" w:rsidRDefault="007B5053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B5053" w:rsidRPr="00190885" w:rsidRDefault="007B505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B5053" w:rsidRPr="00190885" w:rsidRDefault="007B505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B5053" w:rsidRPr="00190885" w:rsidRDefault="007B505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B5053" w:rsidRPr="00190885" w:rsidRDefault="007B505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B5053" w:rsidRPr="00190885" w:rsidRDefault="007B505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B5053" w:rsidRPr="008A6FA1" w:rsidTr="00F9512D">
        <w:tc>
          <w:tcPr>
            <w:tcW w:w="14560" w:type="dxa"/>
            <w:gridSpan w:val="6"/>
          </w:tcPr>
          <w:p w:rsidR="007B5053" w:rsidRPr="00190885" w:rsidRDefault="007B5053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B5053" w:rsidRPr="00190885" w:rsidRDefault="007B5053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7B5053" w:rsidRPr="008A6FA1" w:rsidTr="00F9512D">
        <w:tc>
          <w:tcPr>
            <w:tcW w:w="6374" w:type="dxa"/>
          </w:tcPr>
          <w:p w:rsidR="007B5053" w:rsidRPr="00190885" w:rsidRDefault="007B5053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7B5053" w:rsidRPr="00190885" w:rsidRDefault="007B505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B5053" w:rsidRPr="00190885" w:rsidRDefault="007B505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B5053" w:rsidRPr="00190885" w:rsidRDefault="007B505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B5053" w:rsidRPr="00190885" w:rsidRDefault="007B505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B5053" w:rsidRPr="00190885" w:rsidRDefault="007B505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B5053" w:rsidRPr="008A6FA1" w:rsidTr="00F9512D">
        <w:tc>
          <w:tcPr>
            <w:tcW w:w="6374" w:type="dxa"/>
          </w:tcPr>
          <w:p w:rsidR="007B5053" w:rsidRPr="00190885" w:rsidRDefault="007B5053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B5053" w:rsidRPr="00190885" w:rsidRDefault="007B5053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7B5053" w:rsidRPr="00190885" w:rsidRDefault="007B5053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B5053" w:rsidRPr="00190885" w:rsidRDefault="007B5053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7B5053" w:rsidRPr="00190885" w:rsidRDefault="007B5053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7B5053" w:rsidRPr="00190885" w:rsidRDefault="007B5053" w:rsidP="00F9512D">
            <w:pPr>
              <w:pStyle w:val="ConsPlusNormal0"/>
              <w:rPr>
                <w:szCs w:val="28"/>
              </w:rPr>
            </w:pPr>
          </w:p>
        </w:tc>
      </w:tr>
      <w:tr w:rsidR="007B5053" w:rsidRPr="008A6FA1" w:rsidTr="00F9512D">
        <w:tc>
          <w:tcPr>
            <w:tcW w:w="6374" w:type="dxa"/>
          </w:tcPr>
          <w:p w:rsidR="007B5053" w:rsidRPr="00190885" w:rsidRDefault="007B5053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B5053" w:rsidRPr="00190885" w:rsidRDefault="007B505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B5053" w:rsidRPr="00190885" w:rsidRDefault="007B505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B5053" w:rsidRPr="00190885" w:rsidRDefault="007B505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B5053" w:rsidRPr="00190885" w:rsidRDefault="007B505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B5053" w:rsidRPr="00190885" w:rsidRDefault="007B505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B5053" w:rsidRDefault="007B5053" w:rsidP="00EF6F81">
      <w:pPr>
        <w:jc w:val="center"/>
        <w:rPr>
          <w:szCs w:val="28"/>
        </w:rPr>
        <w:sectPr w:rsidR="007B5053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B5053" w:rsidRDefault="007B5053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7B5053" w:rsidRPr="00F032F5" w:rsidRDefault="007B5053" w:rsidP="00AD4892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7B5053" w:rsidRDefault="007B5053" w:rsidP="00225687">
      <w:pPr>
        <w:ind w:firstLine="709"/>
        <w:jc w:val="both"/>
      </w:pPr>
    </w:p>
    <w:p w:rsidR="007B5053" w:rsidRDefault="007B5053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B5053" w:rsidRDefault="007B5053" w:rsidP="00EF6F81">
      <w:pPr>
        <w:jc w:val="center"/>
        <w:rPr>
          <w:szCs w:val="28"/>
        </w:rPr>
      </w:pPr>
    </w:p>
    <w:p w:rsidR="007B5053" w:rsidRPr="00F032F5" w:rsidRDefault="007B5053" w:rsidP="00AD4892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7B5053" w:rsidRPr="004408E3" w:rsidRDefault="007B5053" w:rsidP="00B86C1B">
      <w:pPr>
        <w:pStyle w:val="ListParagraph"/>
        <w:ind w:left="360"/>
        <w:jc w:val="center"/>
        <w:rPr>
          <w:b/>
          <w:sz w:val="24"/>
          <w:szCs w:val="24"/>
        </w:rPr>
      </w:pPr>
    </w:p>
    <w:p w:rsidR="007B5053" w:rsidRDefault="007B5053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7B5053" w:rsidTr="00F9512D">
        <w:tc>
          <w:tcPr>
            <w:tcW w:w="648" w:type="dxa"/>
            <w:vMerge w:val="restart"/>
            <w:vAlign w:val="center"/>
          </w:tcPr>
          <w:p w:rsidR="007B5053" w:rsidRPr="00AC26F6" w:rsidRDefault="007B5053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B5053" w:rsidRPr="00AC26F6" w:rsidRDefault="007B5053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7B5053" w:rsidRPr="00AC26F6" w:rsidRDefault="007B5053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B5053" w:rsidRPr="00AC26F6" w:rsidRDefault="007B5053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7B5053" w:rsidRPr="00AC26F6" w:rsidRDefault="007B5053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B5053" w:rsidTr="00F9512D">
        <w:tc>
          <w:tcPr>
            <w:tcW w:w="648" w:type="dxa"/>
            <w:vMerge/>
          </w:tcPr>
          <w:p w:rsidR="007B5053" w:rsidRPr="00AC26F6" w:rsidRDefault="007B5053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B5053" w:rsidRPr="00AC26F6" w:rsidRDefault="007B5053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7B5053" w:rsidRPr="00AC26F6" w:rsidRDefault="007B5053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B5053" w:rsidRPr="00AC26F6" w:rsidRDefault="007B5053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B5053" w:rsidRPr="00AC26F6" w:rsidRDefault="007B5053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7B5053" w:rsidRPr="00AC26F6" w:rsidRDefault="007B5053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7B5053" w:rsidTr="00F9512D">
        <w:tc>
          <w:tcPr>
            <w:tcW w:w="648" w:type="dxa"/>
          </w:tcPr>
          <w:p w:rsidR="007B5053" w:rsidRPr="00AC26F6" w:rsidRDefault="007B5053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B5053" w:rsidRPr="00AC26F6" w:rsidRDefault="007B5053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7B5053" w:rsidRPr="00AC26F6" w:rsidRDefault="007B5053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B5053" w:rsidRPr="00AC26F6" w:rsidRDefault="007B5053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7B5053" w:rsidRPr="00AC26F6" w:rsidRDefault="007B5053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7B5053" w:rsidRPr="00AC26F6" w:rsidRDefault="007B5053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B5053" w:rsidTr="00F9512D">
        <w:tc>
          <w:tcPr>
            <w:tcW w:w="648" w:type="dxa"/>
          </w:tcPr>
          <w:p w:rsidR="007B5053" w:rsidRPr="00AC26F6" w:rsidRDefault="007B5053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7B5053" w:rsidRDefault="007B5053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221E58">
              <w:rPr>
                <w:szCs w:val="28"/>
              </w:rPr>
              <w:t>«Развитие, эксплуатация и обслуживание информационно - коммуникационных технологий администрации Старотитаровского сельского поселения Темрюкский район»</w:t>
            </w:r>
          </w:p>
          <w:p w:rsidR="007B5053" w:rsidRPr="00AC26F6" w:rsidRDefault="007B5053" w:rsidP="00F9512D">
            <w:pPr>
              <w:jc w:val="center"/>
              <w:rPr>
                <w:szCs w:val="28"/>
              </w:rPr>
            </w:pPr>
          </w:p>
        </w:tc>
      </w:tr>
      <w:tr w:rsidR="007B5053" w:rsidTr="00AD4892">
        <w:trPr>
          <w:trHeight w:val="605"/>
        </w:trPr>
        <w:tc>
          <w:tcPr>
            <w:tcW w:w="648" w:type="dxa"/>
            <w:vAlign w:val="center"/>
          </w:tcPr>
          <w:p w:rsidR="007B5053" w:rsidRPr="00AC26F6" w:rsidRDefault="007B5053" w:rsidP="00AD4892">
            <w:pPr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  <w:vAlign w:val="center"/>
          </w:tcPr>
          <w:p w:rsidR="007B5053" w:rsidRPr="00C25175" w:rsidRDefault="007B5053" w:rsidP="00AD4892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обслуживаемых абонентских номеров</w:t>
            </w:r>
          </w:p>
        </w:tc>
        <w:tc>
          <w:tcPr>
            <w:tcW w:w="1620" w:type="dxa"/>
            <w:vAlign w:val="center"/>
          </w:tcPr>
          <w:p w:rsidR="007B5053" w:rsidRPr="00C25175" w:rsidRDefault="007B505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B5053" w:rsidRPr="00C25175" w:rsidRDefault="007B505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B5053" w:rsidRPr="00C25175" w:rsidRDefault="007B505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2160" w:type="dxa"/>
            <w:vAlign w:val="center"/>
          </w:tcPr>
          <w:p w:rsidR="007B5053" w:rsidRPr="00877383" w:rsidRDefault="007B505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7B5053" w:rsidTr="00F9512D">
        <w:tc>
          <w:tcPr>
            <w:tcW w:w="648" w:type="dxa"/>
            <w:vAlign w:val="center"/>
          </w:tcPr>
          <w:p w:rsidR="007B5053" w:rsidRPr="00AC26F6" w:rsidRDefault="007B5053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7B5053" w:rsidRDefault="007B5053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количество </w:t>
            </w:r>
            <w:r w:rsidRPr="00DE1C92">
              <w:rPr>
                <w:szCs w:val="28"/>
              </w:rPr>
              <w:t>програ</w:t>
            </w:r>
            <w:r>
              <w:rPr>
                <w:szCs w:val="28"/>
              </w:rPr>
              <w:t>м</w:t>
            </w:r>
            <w:r w:rsidRPr="00DE1C92">
              <w:rPr>
                <w:szCs w:val="28"/>
              </w:rPr>
              <w:t>много обеспечения и приобретения простых (неисключительных) лицензий на использование программного обеспечения</w:t>
            </w:r>
          </w:p>
          <w:p w:rsidR="007B5053" w:rsidRPr="00C25175" w:rsidRDefault="007B5053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B5053" w:rsidRPr="00C25175" w:rsidRDefault="007B505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B5053" w:rsidRPr="00C25175" w:rsidRDefault="007B505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B5053" w:rsidRPr="00C25175" w:rsidRDefault="007B505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</w:t>
            </w:r>
          </w:p>
        </w:tc>
        <w:tc>
          <w:tcPr>
            <w:tcW w:w="2160" w:type="dxa"/>
            <w:vAlign w:val="center"/>
          </w:tcPr>
          <w:p w:rsidR="007B5053" w:rsidRPr="00877383" w:rsidRDefault="007B505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</w:t>
            </w:r>
          </w:p>
        </w:tc>
      </w:tr>
      <w:tr w:rsidR="007B5053" w:rsidTr="00F9512D">
        <w:tc>
          <w:tcPr>
            <w:tcW w:w="648" w:type="dxa"/>
            <w:vAlign w:val="center"/>
          </w:tcPr>
          <w:p w:rsidR="007B5053" w:rsidRPr="00AC26F6" w:rsidRDefault="007B5053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7B5053" w:rsidRPr="00C25175" w:rsidRDefault="007B5053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заправка картриджей</w:t>
            </w:r>
          </w:p>
        </w:tc>
        <w:tc>
          <w:tcPr>
            <w:tcW w:w="1620" w:type="dxa"/>
            <w:vAlign w:val="center"/>
          </w:tcPr>
          <w:p w:rsidR="007B5053" w:rsidRPr="00C25175" w:rsidRDefault="007B505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раз</w:t>
            </w:r>
          </w:p>
        </w:tc>
        <w:tc>
          <w:tcPr>
            <w:tcW w:w="900" w:type="dxa"/>
            <w:vAlign w:val="center"/>
          </w:tcPr>
          <w:p w:rsidR="007B5053" w:rsidRPr="00C25175" w:rsidRDefault="007B505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B5053" w:rsidRPr="00C25175" w:rsidRDefault="007B505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</w:p>
        </w:tc>
        <w:tc>
          <w:tcPr>
            <w:tcW w:w="2160" w:type="dxa"/>
            <w:vAlign w:val="center"/>
          </w:tcPr>
          <w:p w:rsidR="007B5053" w:rsidRPr="00877383" w:rsidRDefault="007B505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</w:p>
        </w:tc>
      </w:tr>
      <w:tr w:rsidR="007B5053" w:rsidTr="00F9512D">
        <w:tc>
          <w:tcPr>
            <w:tcW w:w="648" w:type="dxa"/>
            <w:vAlign w:val="center"/>
          </w:tcPr>
          <w:p w:rsidR="007B5053" w:rsidRPr="00AC26F6" w:rsidRDefault="007B505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7B5053" w:rsidRPr="009147D6" w:rsidRDefault="007B5053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9147D6">
              <w:rPr>
                <w:szCs w:val="28"/>
              </w:rPr>
              <w:t>акупка картрид</w:t>
            </w:r>
            <w:r>
              <w:rPr>
                <w:szCs w:val="28"/>
              </w:rPr>
              <w:t>ж</w:t>
            </w:r>
            <w:r w:rsidRPr="009147D6">
              <w:rPr>
                <w:szCs w:val="28"/>
              </w:rPr>
              <w:t>ей</w:t>
            </w:r>
          </w:p>
        </w:tc>
        <w:tc>
          <w:tcPr>
            <w:tcW w:w="1620" w:type="dxa"/>
            <w:vAlign w:val="center"/>
          </w:tcPr>
          <w:p w:rsidR="007B5053" w:rsidRPr="00C25175" w:rsidRDefault="007B505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B5053" w:rsidRPr="00C25175" w:rsidRDefault="007B505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B5053" w:rsidRPr="00C25175" w:rsidRDefault="007B505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2160" w:type="dxa"/>
            <w:vAlign w:val="center"/>
          </w:tcPr>
          <w:p w:rsidR="007B5053" w:rsidRPr="00C25175" w:rsidRDefault="007B505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</w:tr>
      <w:tr w:rsidR="007B5053" w:rsidTr="00F9512D">
        <w:tc>
          <w:tcPr>
            <w:tcW w:w="648" w:type="dxa"/>
            <w:vAlign w:val="center"/>
          </w:tcPr>
          <w:p w:rsidR="007B5053" w:rsidRPr="00AC26F6" w:rsidRDefault="007B505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7B5053" w:rsidRPr="00AC26F6" w:rsidRDefault="007B5053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</w:p>
        </w:tc>
        <w:tc>
          <w:tcPr>
            <w:tcW w:w="1620" w:type="dxa"/>
            <w:vAlign w:val="center"/>
          </w:tcPr>
          <w:p w:rsidR="007B5053" w:rsidRPr="00C25175" w:rsidRDefault="007B5053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B5053" w:rsidRPr="00C25175" w:rsidRDefault="007B5053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B5053" w:rsidRPr="00AC26F6" w:rsidRDefault="007B505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7B5053" w:rsidRPr="00AC26F6" w:rsidRDefault="007B505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7B5053" w:rsidTr="00F9512D">
        <w:tc>
          <w:tcPr>
            <w:tcW w:w="648" w:type="dxa"/>
            <w:vAlign w:val="center"/>
          </w:tcPr>
          <w:p w:rsidR="007B5053" w:rsidRPr="00AC26F6" w:rsidRDefault="007B505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7B5053" w:rsidRPr="00AC26F6" w:rsidRDefault="007B5053" w:rsidP="00F9512D">
            <w:pPr>
              <w:rPr>
                <w:b/>
                <w:szCs w:val="28"/>
              </w:rPr>
            </w:pPr>
            <w:r w:rsidRPr="009E6C09">
              <w:rPr>
                <w:szCs w:val="28"/>
              </w:rPr>
              <w:t>приобретение основных средств</w:t>
            </w:r>
          </w:p>
        </w:tc>
        <w:tc>
          <w:tcPr>
            <w:tcW w:w="1620" w:type="dxa"/>
            <w:vAlign w:val="center"/>
          </w:tcPr>
          <w:p w:rsidR="007B5053" w:rsidRPr="00C25175" w:rsidRDefault="007B5053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B5053" w:rsidRPr="00C25175" w:rsidRDefault="007B5053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B5053" w:rsidRPr="00AC26F6" w:rsidRDefault="007B505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7B5053" w:rsidRPr="00AC26F6" w:rsidRDefault="007B505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B5053" w:rsidTr="00F9512D">
        <w:tc>
          <w:tcPr>
            <w:tcW w:w="648" w:type="dxa"/>
            <w:vAlign w:val="center"/>
          </w:tcPr>
          <w:p w:rsidR="007B5053" w:rsidRPr="00AC26F6" w:rsidRDefault="007B505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1.7</w:t>
            </w:r>
          </w:p>
        </w:tc>
        <w:tc>
          <w:tcPr>
            <w:tcW w:w="7380" w:type="dxa"/>
          </w:tcPr>
          <w:p w:rsidR="007B5053" w:rsidRPr="00AC26F6" w:rsidRDefault="007B5053" w:rsidP="00F9512D">
            <w:pPr>
              <w:rPr>
                <w:b/>
                <w:szCs w:val="28"/>
              </w:rPr>
            </w:pPr>
            <w:r w:rsidRPr="009E6C09">
              <w:rPr>
                <w:szCs w:val="28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1620" w:type="dxa"/>
            <w:vAlign w:val="center"/>
          </w:tcPr>
          <w:p w:rsidR="007B5053" w:rsidRPr="00C25175" w:rsidRDefault="007B5053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B5053" w:rsidRPr="00C25175" w:rsidRDefault="007B5053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B5053" w:rsidRPr="00AC26F6" w:rsidRDefault="007B505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7B5053" w:rsidRPr="00AC26F6" w:rsidRDefault="007B505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7B5053" w:rsidTr="00F9512D">
        <w:tc>
          <w:tcPr>
            <w:tcW w:w="648" w:type="dxa"/>
            <w:vAlign w:val="center"/>
          </w:tcPr>
          <w:p w:rsidR="007B5053" w:rsidRPr="00AC26F6" w:rsidRDefault="007B5053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B5053" w:rsidRPr="00AC26F6" w:rsidRDefault="007B5053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B5053" w:rsidRPr="00AC26F6" w:rsidRDefault="007B5053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B5053" w:rsidRPr="00AC26F6" w:rsidRDefault="007B5053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B5053" w:rsidRPr="00AC26F6" w:rsidRDefault="007B5053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7B5053" w:rsidRPr="00AC26F6" w:rsidRDefault="007B5053" w:rsidP="00F9512D">
            <w:pPr>
              <w:jc w:val="center"/>
              <w:rPr>
                <w:szCs w:val="28"/>
              </w:rPr>
            </w:pPr>
          </w:p>
        </w:tc>
      </w:tr>
      <w:tr w:rsidR="007B5053" w:rsidTr="00F9512D">
        <w:tc>
          <w:tcPr>
            <w:tcW w:w="648" w:type="dxa"/>
            <w:vAlign w:val="center"/>
          </w:tcPr>
          <w:p w:rsidR="007B5053" w:rsidRPr="00AC26F6" w:rsidRDefault="007B505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7B5053" w:rsidRDefault="007B5053" w:rsidP="001B3BE2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221E58">
              <w:rPr>
                <w:szCs w:val="28"/>
              </w:rPr>
              <w:t>«Обеспечение информационного освещения деятельности администрации  Старотитаровского сельского поселения Темрюкского района»</w:t>
            </w:r>
          </w:p>
          <w:p w:rsidR="007B5053" w:rsidRPr="00AC26F6" w:rsidRDefault="007B5053" w:rsidP="001B3BE2">
            <w:pPr>
              <w:jc w:val="center"/>
              <w:rPr>
                <w:szCs w:val="28"/>
              </w:rPr>
            </w:pPr>
          </w:p>
        </w:tc>
      </w:tr>
      <w:tr w:rsidR="007B5053" w:rsidTr="00F9512D">
        <w:tc>
          <w:tcPr>
            <w:tcW w:w="648" w:type="dxa"/>
            <w:vAlign w:val="center"/>
          </w:tcPr>
          <w:p w:rsidR="007B5053" w:rsidRPr="00AC26F6" w:rsidRDefault="007B505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7B5053" w:rsidRDefault="007B5053" w:rsidP="00F9512D">
            <w:pPr>
              <w:rPr>
                <w:szCs w:val="28"/>
              </w:rPr>
            </w:pP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</w:p>
          <w:p w:rsidR="007B5053" w:rsidRPr="00C25175" w:rsidRDefault="007B5053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B5053" w:rsidRPr="00C25175" w:rsidRDefault="007B505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B5053" w:rsidRPr="00C25175" w:rsidRDefault="007B505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B5053" w:rsidRPr="00C25175" w:rsidRDefault="007B505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7B5053" w:rsidRPr="00877383" w:rsidRDefault="007B505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B5053" w:rsidTr="00F9512D">
        <w:tc>
          <w:tcPr>
            <w:tcW w:w="648" w:type="dxa"/>
            <w:vAlign w:val="center"/>
          </w:tcPr>
          <w:p w:rsidR="007B5053" w:rsidRPr="00AC26F6" w:rsidRDefault="007B505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7B5053" w:rsidRDefault="007B5053" w:rsidP="001B3BE2">
            <w:pPr>
              <w:rPr>
                <w:szCs w:val="28"/>
              </w:rPr>
            </w:pP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7B5053" w:rsidRPr="00AC26F6" w:rsidRDefault="007B5053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B5053" w:rsidRPr="00AC26F6" w:rsidRDefault="007B505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 в год</w:t>
            </w:r>
          </w:p>
        </w:tc>
        <w:tc>
          <w:tcPr>
            <w:tcW w:w="900" w:type="dxa"/>
            <w:vAlign w:val="center"/>
          </w:tcPr>
          <w:p w:rsidR="007B5053" w:rsidRPr="00AC26F6" w:rsidRDefault="007B505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B5053" w:rsidRPr="00AC26F6" w:rsidRDefault="007B505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2160" w:type="dxa"/>
            <w:vAlign w:val="center"/>
          </w:tcPr>
          <w:p w:rsidR="007B5053" w:rsidRPr="00AC26F6" w:rsidRDefault="007B505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</w:tr>
      <w:tr w:rsidR="007B5053" w:rsidTr="00F9512D">
        <w:tc>
          <w:tcPr>
            <w:tcW w:w="648" w:type="dxa"/>
            <w:vAlign w:val="center"/>
          </w:tcPr>
          <w:p w:rsidR="007B5053" w:rsidRDefault="007B5053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B5053" w:rsidRPr="00C25175" w:rsidRDefault="007B5053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B5053" w:rsidRPr="00C25175" w:rsidRDefault="007B5053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B5053" w:rsidRPr="00C25175" w:rsidRDefault="007B5053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B5053" w:rsidRPr="00C25175" w:rsidRDefault="007B5053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7B5053" w:rsidRPr="00C25175" w:rsidRDefault="007B5053" w:rsidP="00F9512D">
            <w:pPr>
              <w:jc w:val="center"/>
              <w:rPr>
                <w:szCs w:val="28"/>
              </w:rPr>
            </w:pPr>
          </w:p>
        </w:tc>
      </w:tr>
    </w:tbl>
    <w:p w:rsidR="007B5053" w:rsidRDefault="007B5053" w:rsidP="00225687">
      <w:pPr>
        <w:jc w:val="center"/>
        <w:rPr>
          <w:b/>
          <w:szCs w:val="28"/>
        </w:rPr>
      </w:pPr>
    </w:p>
    <w:p w:rsidR="007B5053" w:rsidRDefault="007B5053" w:rsidP="00225687">
      <w:pPr>
        <w:jc w:val="center"/>
        <w:rPr>
          <w:b/>
          <w:szCs w:val="28"/>
        </w:rPr>
      </w:pPr>
    </w:p>
    <w:p w:rsidR="007B5053" w:rsidRDefault="007B5053" w:rsidP="00225687">
      <w:pPr>
        <w:jc w:val="center"/>
        <w:rPr>
          <w:b/>
          <w:szCs w:val="28"/>
        </w:rPr>
      </w:pPr>
    </w:p>
    <w:p w:rsidR="007B5053" w:rsidRDefault="007B5053" w:rsidP="00225687">
      <w:pPr>
        <w:jc w:val="center"/>
        <w:rPr>
          <w:b/>
          <w:szCs w:val="28"/>
        </w:rPr>
      </w:pPr>
    </w:p>
    <w:p w:rsidR="007B5053" w:rsidRDefault="007B5053" w:rsidP="00225687">
      <w:pPr>
        <w:jc w:val="center"/>
        <w:rPr>
          <w:b/>
          <w:szCs w:val="28"/>
        </w:rPr>
      </w:pPr>
    </w:p>
    <w:p w:rsidR="007B5053" w:rsidRPr="00A74297" w:rsidRDefault="007B5053" w:rsidP="00225687">
      <w:pPr>
        <w:jc w:val="center"/>
        <w:rPr>
          <w:b/>
          <w:szCs w:val="28"/>
        </w:rPr>
      </w:pPr>
    </w:p>
    <w:p w:rsidR="007B5053" w:rsidRPr="00225687" w:rsidRDefault="007B5053">
      <w:pPr>
        <w:rPr>
          <w:sz w:val="6"/>
          <w:szCs w:val="6"/>
        </w:rPr>
      </w:pPr>
    </w:p>
    <w:p w:rsidR="007B5053" w:rsidRDefault="007B5053" w:rsidP="0054045D">
      <w:pPr>
        <w:pStyle w:val="ConsPlusNormal0"/>
        <w:jc w:val="center"/>
        <w:rPr>
          <w:b/>
        </w:rPr>
      </w:pPr>
    </w:p>
    <w:p w:rsidR="007B5053" w:rsidRDefault="007B5053" w:rsidP="0054045D">
      <w:pPr>
        <w:pStyle w:val="ConsPlusNormal0"/>
        <w:jc w:val="center"/>
        <w:rPr>
          <w:b/>
        </w:rPr>
      </w:pPr>
    </w:p>
    <w:p w:rsidR="007B5053" w:rsidRDefault="007B5053" w:rsidP="0054045D">
      <w:pPr>
        <w:pStyle w:val="ConsPlusNormal0"/>
        <w:jc w:val="center"/>
        <w:rPr>
          <w:b/>
        </w:rPr>
      </w:pPr>
    </w:p>
    <w:p w:rsidR="007B5053" w:rsidRDefault="007B5053" w:rsidP="0054045D">
      <w:pPr>
        <w:pStyle w:val="ConsPlusNormal0"/>
        <w:jc w:val="center"/>
        <w:rPr>
          <w:b/>
        </w:rPr>
      </w:pPr>
    </w:p>
    <w:p w:rsidR="007B5053" w:rsidRDefault="007B5053" w:rsidP="0054045D">
      <w:pPr>
        <w:pStyle w:val="ConsPlusNormal0"/>
        <w:jc w:val="center"/>
        <w:rPr>
          <w:b/>
        </w:rPr>
      </w:pPr>
    </w:p>
    <w:p w:rsidR="007B5053" w:rsidRDefault="007B5053" w:rsidP="0054045D">
      <w:pPr>
        <w:pStyle w:val="ConsPlusNormal0"/>
        <w:jc w:val="center"/>
        <w:rPr>
          <w:b/>
        </w:rPr>
      </w:pPr>
    </w:p>
    <w:p w:rsidR="007B5053" w:rsidRDefault="007B5053" w:rsidP="0054045D">
      <w:pPr>
        <w:pStyle w:val="ConsPlusNormal0"/>
        <w:jc w:val="center"/>
        <w:rPr>
          <w:b/>
        </w:rPr>
      </w:pPr>
    </w:p>
    <w:p w:rsidR="007B5053" w:rsidRDefault="007B5053" w:rsidP="0054045D">
      <w:pPr>
        <w:pStyle w:val="ConsPlusNormal0"/>
        <w:jc w:val="center"/>
        <w:rPr>
          <w:b/>
        </w:rPr>
      </w:pPr>
    </w:p>
    <w:p w:rsidR="007B5053" w:rsidRPr="003C75F8" w:rsidRDefault="007B5053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7B5053" w:rsidRPr="003C75F8" w:rsidRDefault="007B5053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7B5053" w:rsidRPr="00F032F5" w:rsidRDefault="007B5053" w:rsidP="005D3E7D">
      <w:pPr>
        <w:jc w:val="center"/>
        <w:rPr>
          <w:b/>
          <w:szCs w:val="28"/>
        </w:rPr>
      </w:pPr>
      <w:r w:rsidRPr="00DD19BF">
        <w:rPr>
          <w:b/>
        </w:rPr>
        <w:t xml:space="preserve">показателей муниципальной программы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7B5053" w:rsidRPr="003C75F8" w:rsidRDefault="007B5053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7B5053" w:rsidRPr="00C404E0" w:rsidTr="00C404E0">
        <w:tc>
          <w:tcPr>
            <w:tcW w:w="730" w:type="dxa"/>
          </w:tcPr>
          <w:p w:rsidR="007B5053" w:rsidRPr="00C404E0" w:rsidRDefault="007B505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7B5053" w:rsidRPr="00C404E0" w:rsidRDefault="007B505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7B5053" w:rsidRPr="00C404E0" w:rsidRDefault="007B505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7B5053" w:rsidRPr="00C404E0" w:rsidRDefault="007B505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7B5053" w:rsidRPr="00C404E0" w:rsidRDefault="007B505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7B5053" w:rsidRPr="00C404E0" w:rsidRDefault="007B505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7B5053" w:rsidRPr="00C404E0" w:rsidRDefault="007B505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7B5053" w:rsidRPr="00C404E0" w:rsidRDefault="007B505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7B5053" w:rsidRPr="0054045D" w:rsidRDefault="007B5053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7B5053" w:rsidRPr="000B0521" w:rsidTr="00C404E0">
        <w:tc>
          <w:tcPr>
            <w:tcW w:w="726" w:type="dxa"/>
          </w:tcPr>
          <w:p w:rsidR="007B5053" w:rsidRPr="000B0521" w:rsidRDefault="007B5053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7B5053" w:rsidRPr="000B0521" w:rsidRDefault="007B5053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7B5053" w:rsidRPr="000B0521" w:rsidRDefault="007B5053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7B5053" w:rsidRPr="000B0521" w:rsidRDefault="007B5053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7B5053" w:rsidRPr="000B0521" w:rsidRDefault="007B5053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7B5053" w:rsidRPr="000B0521" w:rsidRDefault="007B5053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7B5053" w:rsidRPr="000B0521" w:rsidRDefault="007B5053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7B5053" w:rsidRPr="000B0521" w:rsidRDefault="007B5053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7B5053" w:rsidRPr="00F945BC" w:rsidTr="00C404E0">
        <w:tc>
          <w:tcPr>
            <w:tcW w:w="726" w:type="dxa"/>
          </w:tcPr>
          <w:p w:rsidR="007B5053" w:rsidRPr="00C404E0" w:rsidRDefault="007B505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7B5053" w:rsidRPr="005D3E7D" w:rsidRDefault="007B5053" w:rsidP="005D3E7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5D3E7D">
              <w:rPr>
                <w:sz w:val="24"/>
                <w:szCs w:val="24"/>
              </w:rPr>
              <w:t>«Развитие, эксплуатация и обслуживание информационно - коммуникационных технологий администрации Старотитаровского сельского поселения Темрюкский район»</w:t>
            </w:r>
          </w:p>
          <w:p w:rsidR="007B5053" w:rsidRPr="00C404E0" w:rsidRDefault="007B5053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7B5053" w:rsidRPr="00F945BC" w:rsidTr="00C404E0">
        <w:tc>
          <w:tcPr>
            <w:tcW w:w="726" w:type="dxa"/>
          </w:tcPr>
          <w:p w:rsidR="007B5053" w:rsidRPr="00C404E0" w:rsidRDefault="007B505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7B5053" w:rsidRPr="005D3E7D" w:rsidRDefault="007B5053" w:rsidP="00F9512D">
            <w:pPr>
              <w:rPr>
                <w:b/>
                <w:sz w:val="24"/>
                <w:szCs w:val="24"/>
              </w:rPr>
            </w:pPr>
            <w:r w:rsidRPr="005D3E7D">
              <w:rPr>
                <w:sz w:val="24"/>
                <w:szCs w:val="24"/>
              </w:rPr>
              <w:t>количество обслуживаемых абонентских номеров</w:t>
            </w:r>
          </w:p>
        </w:tc>
        <w:tc>
          <w:tcPr>
            <w:tcW w:w="1519" w:type="dxa"/>
            <w:vAlign w:val="center"/>
          </w:tcPr>
          <w:p w:rsidR="007B5053" w:rsidRPr="00C404E0" w:rsidRDefault="007B5053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7B5053" w:rsidRPr="00B51199" w:rsidRDefault="007B5053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B5053" w:rsidRPr="00F57EFB" w:rsidRDefault="007B5053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7B5053" w:rsidRPr="00F57EFB" w:rsidRDefault="007B5053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7B5053" w:rsidRPr="00F57EFB" w:rsidRDefault="007B5053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7B5053" w:rsidRPr="00F945BC" w:rsidRDefault="007B5053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7B5053" w:rsidRPr="00F945BC" w:rsidTr="00C404E0">
        <w:tc>
          <w:tcPr>
            <w:tcW w:w="726" w:type="dxa"/>
          </w:tcPr>
          <w:p w:rsidR="007B5053" w:rsidRPr="00C404E0" w:rsidRDefault="007B5053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7B5053" w:rsidRPr="005D3E7D" w:rsidRDefault="007B5053" w:rsidP="005D3E7D">
            <w:pPr>
              <w:rPr>
                <w:sz w:val="24"/>
                <w:szCs w:val="24"/>
              </w:rPr>
            </w:pPr>
            <w:r w:rsidRPr="005D3E7D">
              <w:rPr>
                <w:sz w:val="24"/>
                <w:szCs w:val="24"/>
              </w:rPr>
              <w:t>количество программного обеспечения и приобретения простых (неисключительных) лицензий на использование программного обеспечения</w:t>
            </w:r>
          </w:p>
          <w:p w:rsidR="007B5053" w:rsidRPr="00C404E0" w:rsidRDefault="007B5053" w:rsidP="00F9512D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7B5053" w:rsidRPr="00C404E0" w:rsidRDefault="007B5053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7B5053" w:rsidRPr="00F945BC" w:rsidRDefault="007B5053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B5053" w:rsidRPr="00F945BC" w:rsidRDefault="007B5053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7B5053" w:rsidRPr="00F945BC" w:rsidRDefault="007B5053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7B5053" w:rsidRPr="00F945BC" w:rsidRDefault="007B5053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7B5053" w:rsidRPr="00F945BC" w:rsidRDefault="007B5053" w:rsidP="00F945BC">
            <w:pPr>
              <w:jc w:val="center"/>
              <w:rPr>
                <w:szCs w:val="28"/>
              </w:rPr>
            </w:pPr>
          </w:p>
        </w:tc>
      </w:tr>
      <w:tr w:rsidR="007B5053" w:rsidRPr="00F945BC" w:rsidTr="00C404E0">
        <w:tc>
          <w:tcPr>
            <w:tcW w:w="726" w:type="dxa"/>
          </w:tcPr>
          <w:p w:rsidR="007B5053" w:rsidRPr="00C404E0" w:rsidRDefault="007B5053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7B5053" w:rsidRPr="00C476A4" w:rsidRDefault="007B5053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заправка картриджей</w:t>
            </w:r>
          </w:p>
        </w:tc>
        <w:tc>
          <w:tcPr>
            <w:tcW w:w="1519" w:type="dxa"/>
            <w:vAlign w:val="center"/>
          </w:tcPr>
          <w:p w:rsidR="007B5053" w:rsidRPr="00C404E0" w:rsidRDefault="007B5053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</w:t>
            </w:r>
          </w:p>
        </w:tc>
        <w:tc>
          <w:tcPr>
            <w:tcW w:w="1546" w:type="dxa"/>
          </w:tcPr>
          <w:p w:rsidR="007B5053" w:rsidRPr="00F945BC" w:rsidRDefault="007B5053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B5053" w:rsidRDefault="007B5053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7B5053" w:rsidRPr="00F945BC" w:rsidRDefault="007B5053" w:rsidP="00F945BC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7B5053" w:rsidRPr="00F945BC" w:rsidRDefault="007B5053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7B5053" w:rsidRPr="00F945BC" w:rsidRDefault="007B5053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7B5053" w:rsidRPr="00F945BC" w:rsidRDefault="007B5053" w:rsidP="00F945BC">
            <w:pPr>
              <w:jc w:val="center"/>
              <w:rPr>
                <w:szCs w:val="28"/>
              </w:rPr>
            </w:pPr>
          </w:p>
        </w:tc>
      </w:tr>
      <w:tr w:rsidR="007B5053" w:rsidRPr="00F945BC" w:rsidTr="00C404E0">
        <w:tc>
          <w:tcPr>
            <w:tcW w:w="726" w:type="dxa"/>
          </w:tcPr>
          <w:p w:rsidR="007B5053" w:rsidRDefault="007B5053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7B5053" w:rsidRPr="00C476A4" w:rsidRDefault="007B5053" w:rsidP="00F9512D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закупка картриджей</w:t>
            </w:r>
          </w:p>
        </w:tc>
        <w:tc>
          <w:tcPr>
            <w:tcW w:w="1519" w:type="dxa"/>
            <w:vAlign w:val="center"/>
          </w:tcPr>
          <w:p w:rsidR="007B5053" w:rsidRPr="00C404E0" w:rsidRDefault="007B5053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7B5053" w:rsidRPr="00F945BC" w:rsidRDefault="007B5053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B5053" w:rsidRDefault="007B5053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7B5053" w:rsidRPr="00F945BC" w:rsidRDefault="007B5053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7B5053" w:rsidRPr="00F945BC" w:rsidRDefault="007B5053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7B5053" w:rsidRPr="00F945BC" w:rsidRDefault="007B5053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7B5053" w:rsidRPr="00F945BC" w:rsidRDefault="007B5053" w:rsidP="00F945BC">
            <w:pPr>
              <w:jc w:val="center"/>
              <w:rPr>
                <w:szCs w:val="28"/>
              </w:rPr>
            </w:pPr>
          </w:p>
        </w:tc>
      </w:tr>
      <w:tr w:rsidR="007B5053" w:rsidRPr="00F945BC" w:rsidTr="00C404E0">
        <w:tc>
          <w:tcPr>
            <w:tcW w:w="726" w:type="dxa"/>
          </w:tcPr>
          <w:p w:rsidR="007B5053" w:rsidRDefault="007B5053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7B5053" w:rsidRPr="00C476A4" w:rsidRDefault="007B5053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количество обслуживаемых принтеров, многофункциональных устройств и копировальных аппаратов (оргтехники)</w:t>
            </w:r>
          </w:p>
        </w:tc>
        <w:tc>
          <w:tcPr>
            <w:tcW w:w="1519" w:type="dxa"/>
            <w:vAlign w:val="center"/>
          </w:tcPr>
          <w:p w:rsidR="007B5053" w:rsidRPr="00C404E0" w:rsidRDefault="007B5053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7B5053" w:rsidRPr="00F945BC" w:rsidRDefault="007B5053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B5053" w:rsidRDefault="007B5053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7B5053" w:rsidRPr="00F945BC" w:rsidRDefault="007B5053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7B5053" w:rsidRPr="00F945BC" w:rsidRDefault="007B5053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7B5053" w:rsidRPr="00F945BC" w:rsidRDefault="007B5053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7B5053" w:rsidRPr="00F945BC" w:rsidRDefault="007B5053" w:rsidP="00F945BC">
            <w:pPr>
              <w:jc w:val="center"/>
              <w:rPr>
                <w:szCs w:val="28"/>
              </w:rPr>
            </w:pPr>
          </w:p>
        </w:tc>
      </w:tr>
      <w:tr w:rsidR="007B5053" w:rsidRPr="00F945BC" w:rsidTr="00C404E0">
        <w:tc>
          <w:tcPr>
            <w:tcW w:w="726" w:type="dxa"/>
          </w:tcPr>
          <w:p w:rsidR="007B5053" w:rsidRDefault="007B5053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7B5053" w:rsidRPr="00C476A4" w:rsidRDefault="007B5053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приобретение основных средств</w:t>
            </w:r>
          </w:p>
        </w:tc>
        <w:tc>
          <w:tcPr>
            <w:tcW w:w="1519" w:type="dxa"/>
            <w:vAlign w:val="center"/>
          </w:tcPr>
          <w:p w:rsidR="007B5053" w:rsidRPr="00C404E0" w:rsidRDefault="007B5053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7B5053" w:rsidRPr="00F945BC" w:rsidRDefault="007B5053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B5053" w:rsidRDefault="007B5053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7B5053" w:rsidRPr="00F945BC" w:rsidRDefault="007B5053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7B5053" w:rsidRPr="00F945BC" w:rsidRDefault="007B5053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7B5053" w:rsidRPr="00F945BC" w:rsidRDefault="007B5053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7B5053" w:rsidRPr="00F945BC" w:rsidRDefault="007B5053" w:rsidP="00F945BC">
            <w:pPr>
              <w:jc w:val="center"/>
              <w:rPr>
                <w:szCs w:val="28"/>
              </w:rPr>
            </w:pPr>
          </w:p>
        </w:tc>
      </w:tr>
      <w:tr w:rsidR="007B5053" w:rsidRPr="00F945BC" w:rsidTr="00C404E0">
        <w:tc>
          <w:tcPr>
            <w:tcW w:w="726" w:type="dxa"/>
          </w:tcPr>
          <w:p w:rsidR="007B5053" w:rsidRPr="00C404E0" w:rsidRDefault="007B5053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7B5053" w:rsidRPr="00C476A4" w:rsidRDefault="007B5053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1519" w:type="dxa"/>
            <w:vAlign w:val="center"/>
          </w:tcPr>
          <w:p w:rsidR="007B5053" w:rsidRPr="00C404E0" w:rsidRDefault="007B5053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7B5053" w:rsidRPr="00F945BC" w:rsidRDefault="007B5053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B5053" w:rsidRDefault="007B5053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7B5053" w:rsidRPr="00F945BC" w:rsidRDefault="007B5053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7B5053" w:rsidRPr="00F945BC" w:rsidRDefault="007B5053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7B5053" w:rsidRPr="00F945BC" w:rsidRDefault="007B5053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7B5053" w:rsidRPr="00F945BC" w:rsidRDefault="007B5053" w:rsidP="00F945BC">
            <w:pPr>
              <w:jc w:val="center"/>
              <w:rPr>
                <w:szCs w:val="28"/>
              </w:rPr>
            </w:pPr>
          </w:p>
        </w:tc>
      </w:tr>
      <w:tr w:rsidR="007B5053" w:rsidRPr="00F945BC" w:rsidTr="00C667BF">
        <w:tc>
          <w:tcPr>
            <w:tcW w:w="726" w:type="dxa"/>
          </w:tcPr>
          <w:p w:rsidR="007B5053" w:rsidRPr="00C404E0" w:rsidRDefault="007B5053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7B5053" w:rsidRPr="00215EF9" w:rsidRDefault="007B5053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7A48F1">
              <w:rPr>
                <w:sz w:val="24"/>
                <w:szCs w:val="24"/>
              </w:rPr>
              <w:t>«Обеспечение информационного освещения деятельности администрации  Старотитаровского сельского поселения Темрюкского района»</w:t>
            </w:r>
          </w:p>
          <w:p w:rsidR="007B5053" w:rsidRPr="00F945BC" w:rsidRDefault="007B5053" w:rsidP="00F945BC">
            <w:pPr>
              <w:jc w:val="center"/>
              <w:rPr>
                <w:szCs w:val="28"/>
              </w:rPr>
            </w:pPr>
          </w:p>
        </w:tc>
      </w:tr>
      <w:tr w:rsidR="007B5053" w:rsidRPr="00F945BC" w:rsidTr="00215EF9">
        <w:tc>
          <w:tcPr>
            <w:tcW w:w="726" w:type="dxa"/>
          </w:tcPr>
          <w:p w:rsidR="007B5053" w:rsidRDefault="007B5053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7B5053" w:rsidRPr="007A48F1" w:rsidRDefault="007B5053" w:rsidP="00223344">
            <w:pPr>
              <w:rPr>
                <w:sz w:val="24"/>
                <w:szCs w:val="24"/>
              </w:rPr>
            </w:pPr>
            <w:r w:rsidRPr="007A48F1">
              <w:rPr>
                <w:sz w:val="24"/>
                <w:szCs w:val="24"/>
              </w:rPr>
              <w:t>оказание услуг по информационному и техническому обслуживанию официального сайта</w:t>
            </w:r>
          </w:p>
          <w:p w:rsidR="007B5053" w:rsidRPr="007A48F1" w:rsidRDefault="007B5053" w:rsidP="00223344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7B5053" w:rsidRPr="00C404E0" w:rsidRDefault="007B5053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7B5053" w:rsidRPr="00F945BC" w:rsidRDefault="007B5053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B5053" w:rsidRDefault="007B5053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7B5053" w:rsidRPr="00F945BC" w:rsidRDefault="007B5053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 w:val="restart"/>
          </w:tcPr>
          <w:p w:rsidR="007B5053" w:rsidRPr="00F57EFB" w:rsidRDefault="007B5053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7B5053" w:rsidRPr="00F57EFB" w:rsidRDefault="007B5053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7B5053" w:rsidRPr="00E57BE0" w:rsidRDefault="007B5053" w:rsidP="00F9512D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7B5053" w:rsidRPr="00F945BC" w:rsidTr="00215EF9">
        <w:tc>
          <w:tcPr>
            <w:tcW w:w="726" w:type="dxa"/>
          </w:tcPr>
          <w:p w:rsidR="007B5053" w:rsidRPr="00C404E0" w:rsidRDefault="007B5053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7B5053" w:rsidRPr="007A48F1" w:rsidRDefault="007B5053" w:rsidP="00223344">
            <w:pPr>
              <w:rPr>
                <w:sz w:val="24"/>
                <w:szCs w:val="24"/>
              </w:rPr>
            </w:pPr>
            <w:r w:rsidRPr="007A48F1">
              <w:rPr>
                <w:sz w:val="24"/>
                <w:szCs w:val="24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7B5053" w:rsidRPr="00AC26F6" w:rsidRDefault="007B5053" w:rsidP="00223344">
            <w:pPr>
              <w:rPr>
                <w:b/>
                <w:szCs w:val="28"/>
              </w:rPr>
            </w:pPr>
          </w:p>
        </w:tc>
        <w:tc>
          <w:tcPr>
            <w:tcW w:w="1519" w:type="dxa"/>
            <w:vAlign w:val="center"/>
          </w:tcPr>
          <w:p w:rsidR="007B5053" w:rsidRPr="00C404E0" w:rsidRDefault="007B5053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 в год</w:t>
            </w:r>
          </w:p>
        </w:tc>
        <w:tc>
          <w:tcPr>
            <w:tcW w:w="1546" w:type="dxa"/>
          </w:tcPr>
          <w:p w:rsidR="007B5053" w:rsidRPr="00F945BC" w:rsidRDefault="007B5053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B5053" w:rsidRPr="00F945BC" w:rsidRDefault="007B5053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7B5053" w:rsidRPr="00F57EFB" w:rsidRDefault="007B5053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7B5053" w:rsidRPr="00F57EFB" w:rsidRDefault="007B5053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7B5053" w:rsidRPr="00F945BC" w:rsidRDefault="007B5053" w:rsidP="00F9512D">
            <w:pPr>
              <w:jc w:val="center"/>
              <w:rPr>
                <w:szCs w:val="28"/>
              </w:rPr>
            </w:pPr>
          </w:p>
        </w:tc>
      </w:tr>
    </w:tbl>
    <w:p w:rsidR="007B5053" w:rsidRDefault="007B5053" w:rsidP="00FA1A72">
      <w:pPr>
        <w:jc w:val="both"/>
        <w:rPr>
          <w:szCs w:val="28"/>
        </w:rPr>
      </w:pPr>
    </w:p>
    <w:p w:rsidR="007B5053" w:rsidRDefault="007B5053" w:rsidP="00FA1A72">
      <w:pPr>
        <w:jc w:val="both"/>
        <w:rPr>
          <w:szCs w:val="28"/>
        </w:rPr>
      </w:pPr>
    </w:p>
    <w:p w:rsidR="007B5053" w:rsidRDefault="007B5053" w:rsidP="00FA1A72">
      <w:pPr>
        <w:jc w:val="both"/>
        <w:rPr>
          <w:szCs w:val="28"/>
        </w:rPr>
      </w:pPr>
    </w:p>
    <w:p w:rsidR="007B5053" w:rsidRDefault="007B5053" w:rsidP="00FA1A72">
      <w:pPr>
        <w:jc w:val="both"/>
        <w:rPr>
          <w:szCs w:val="28"/>
        </w:rPr>
      </w:pPr>
    </w:p>
    <w:p w:rsidR="007B5053" w:rsidRDefault="007B5053" w:rsidP="00FA1A72">
      <w:pPr>
        <w:jc w:val="both"/>
        <w:rPr>
          <w:szCs w:val="28"/>
        </w:rPr>
      </w:pPr>
    </w:p>
    <w:p w:rsidR="007B5053" w:rsidRDefault="007B5053" w:rsidP="00FA1A72">
      <w:pPr>
        <w:jc w:val="both"/>
        <w:rPr>
          <w:szCs w:val="28"/>
        </w:rPr>
      </w:pPr>
    </w:p>
    <w:p w:rsidR="007B5053" w:rsidRDefault="007B5053" w:rsidP="00FA1A72">
      <w:pPr>
        <w:jc w:val="both"/>
        <w:rPr>
          <w:szCs w:val="28"/>
        </w:rPr>
      </w:pPr>
    </w:p>
    <w:p w:rsidR="007B5053" w:rsidRDefault="007B5053" w:rsidP="00FA1A72">
      <w:pPr>
        <w:jc w:val="both"/>
        <w:rPr>
          <w:szCs w:val="28"/>
        </w:rPr>
      </w:pPr>
    </w:p>
    <w:p w:rsidR="007B5053" w:rsidRDefault="007B5053" w:rsidP="00FA1A72">
      <w:pPr>
        <w:jc w:val="both"/>
        <w:rPr>
          <w:szCs w:val="28"/>
        </w:rPr>
      </w:pPr>
    </w:p>
    <w:p w:rsidR="007B5053" w:rsidRDefault="007B5053" w:rsidP="00FA1A72">
      <w:pPr>
        <w:jc w:val="both"/>
        <w:rPr>
          <w:szCs w:val="28"/>
        </w:rPr>
      </w:pPr>
    </w:p>
    <w:p w:rsidR="007B5053" w:rsidRDefault="007B5053" w:rsidP="00FA1A72">
      <w:pPr>
        <w:jc w:val="both"/>
        <w:rPr>
          <w:szCs w:val="28"/>
        </w:rPr>
      </w:pPr>
    </w:p>
    <w:p w:rsidR="007B5053" w:rsidRDefault="007B5053" w:rsidP="00FA1A72">
      <w:pPr>
        <w:jc w:val="both"/>
        <w:rPr>
          <w:szCs w:val="28"/>
        </w:rPr>
      </w:pPr>
    </w:p>
    <w:p w:rsidR="007B5053" w:rsidRDefault="007B5053" w:rsidP="00FA1A72">
      <w:pPr>
        <w:jc w:val="both"/>
        <w:rPr>
          <w:szCs w:val="28"/>
        </w:rPr>
      </w:pPr>
    </w:p>
    <w:p w:rsidR="007B5053" w:rsidRDefault="007B5053" w:rsidP="00FA1A72">
      <w:pPr>
        <w:jc w:val="both"/>
        <w:rPr>
          <w:szCs w:val="28"/>
        </w:rPr>
      </w:pPr>
    </w:p>
    <w:p w:rsidR="007B5053" w:rsidRPr="00FD34F6" w:rsidRDefault="007B5053">
      <w:pPr>
        <w:rPr>
          <w:sz w:val="6"/>
          <w:szCs w:val="6"/>
        </w:rPr>
      </w:pPr>
    </w:p>
    <w:p w:rsidR="007B5053" w:rsidRDefault="007B5053" w:rsidP="00EF6F81">
      <w:pPr>
        <w:jc w:val="center"/>
        <w:rPr>
          <w:szCs w:val="28"/>
        </w:rPr>
        <w:sectPr w:rsidR="007B5053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B5053" w:rsidRDefault="007B5053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B5053" w:rsidRPr="00484E94" w:rsidRDefault="007B5053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B5053" w:rsidRPr="00484E94" w:rsidRDefault="007B505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B5053" w:rsidRPr="00484E94" w:rsidRDefault="007B5053" w:rsidP="00484E94">
      <w:pPr>
        <w:pStyle w:val="ConsPlusNormal0"/>
        <w:jc w:val="center"/>
        <w:rPr>
          <w:szCs w:val="28"/>
        </w:rPr>
      </w:pPr>
    </w:p>
    <w:p w:rsidR="007B5053" w:rsidRPr="0016103B" w:rsidRDefault="007B5053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B5053" w:rsidRPr="00484E94" w:rsidRDefault="007B5053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B5053" w:rsidRDefault="007B5053" w:rsidP="00484E94">
      <w:pPr>
        <w:jc w:val="both"/>
      </w:pPr>
    </w:p>
    <w:p w:rsidR="007B5053" w:rsidRPr="00484E94" w:rsidRDefault="007B5053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B5053" w:rsidRPr="00484E94" w:rsidRDefault="007B505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B5053" w:rsidRPr="00484E94" w:rsidRDefault="007B5053" w:rsidP="00484E94">
      <w:pPr>
        <w:pStyle w:val="ConsPlusNormal0"/>
        <w:jc w:val="both"/>
        <w:rPr>
          <w:szCs w:val="28"/>
        </w:rPr>
      </w:pPr>
    </w:p>
    <w:p w:rsidR="007B5053" w:rsidRPr="007F34E4" w:rsidRDefault="007B5053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7B5053" w:rsidRPr="007F34E4" w:rsidRDefault="007B505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7B5053" w:rsidRPr="007F34E4" w:rsidRDefault="007B505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7B5053" w:rsidRPr="007F34E4" w:rsidRDefault="007B505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7B5053" w:rsidRPr="007F34E4" w:rsidRDefault="007B505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7B5053" w:rsidRPr="007F34E4" w:rsidRDefault="007B505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7B5053" w:rsidRPr="007F34E4" w:rsidRDefault="007B505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7B5053" w:rsidRPr="007F34E4" w:rsidRDefault="007B505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7B5053" w:rsidRPr="007F34E4" w:rsidRDefault="007B505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7B5053" w:rsidRPr="007F34E4" w:rsidRDefault="007B505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7B5053" w:rsidRPr="007F34E4" w:rsidRDefault="007B505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7B5053" w:rsidRPr="007F34E4" w:rsidRDefault="007B505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7B5053" w:rsidRPr="007F34E4" w:rsidRDefault="007B505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7B5053" w:rsidRPr="007F34E4" w:rsidRDefault="007B505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7B5053" w:rsidRDefault="007B5053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7B5053" w:rsidRPr="007F34E4" w:rsidRDefault="007B5053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7B5053" w:rsidRPr="007F34E4" w:rsidRDefault="007B505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7B5053" w:rsidRPr="007F34E4" w:rsidRDefault="007B505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7B5053" w:rsidRPr="007F34E4" w:rsidRDefault="007B5053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7B5053" w:rsidRPr="007F34E4" w:rsidRDefault="007B5053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7B5053" w:rsidRPr="007F34E4" w:rsidRDefault="007B505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7B5053" w:rsidRPr="007F34E4" w:rsidRDefault="007B5053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7B5053" w:rsidRPr="007F34E4" w:rsidRDefault="007B5053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7B5053" w:rsidRPr="007F34E4" w:rsidRDefault="007B505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7B5053" w:rsidRPr="007F34E4" w:rsidRDefault="007B505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7B5053" w:rsidRPr="007F34E4" w:rsidRDefault="007B5053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B5053" w:rsidRPr="007F34E4" w:rsidRDefault="007B5053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7B5053" w:rsidRDefault="007B5053" w:rsidP="00484E94">
      <w:pPr>
        <w:ind w:firstLine="709"/>
        <w:jc w:val="both"/>
        <w:rPr>
          <w:szCs w:val="28"/>
        </w:rPr>
      </w:pPr>
    </w:p>
    <w:p w:rsidR="007B5053" w:rsidRDefault="007B5053" w:rsidP="00484E94">
      <w:pPr>
        <w:ind w:firstLine="709"/>
        <w:jc w:val="both"/>
        <w:rPr>
          <w:szCs w:val="28"/>
        </w:rPr>
      </w:pPr>
    </w:p>
    <w:p w:rsidR="007B5053" w:rsidRDefault="007B5053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B5053" w:rsidRDefault="007B5053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B5053" w:rsidRDefault="007B5053" w:rsidP="00B47CC7">
      <w:pPr>
        <w:rPr>
          <w:szCs w:val="28"/>
        </w:rPr>
        <w:sectPr w:rsidR="007B5053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Т.И. Опарина</w:t>
      </w:r>
    </w:p>
    <w:p w:rsidR="007B5053" w:rsidRDefault="007B5053" w:rsidP="001F5CA2">
      <w:pPr>
        <w:jc w:val="center"/>
        <w:rPr>
          <w:b/>
        </w:rPr>
      </w:pPr>
    </w:p>
    <w:sectPr w:rsidR="007B505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053" w:rsidRDefault="007B5053" w:rsidP="00EF6F81">
      <w:r>
        <w:separator/>
      </w:r>
    </w:p>
  </w:endnote>
  <w:endnote w:type="continuationSeparator" w:id="0">
    <w:p w:rsidR="007B5053" w:rsidRDefault="007B5053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053" w:rsidRDefault="007B5053" w:rsidP="00EF6F81">
      <w:r>
        <w:separator/>
      </w:r>
    </w:p>
  </w:footnote>
  <w:footnote w:type="continuationSeparator" w:id="0">
    <w:p w:rsidR="007B5053" w:rsidRDefault="007B5053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053" w:rsidRDefault="007B5053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053" w:rsidRDefault="007B5053">
    <w:pPr>
      <w:pStyle w:val="Header"/>
      <w:jc w:val="center"/>
    </w:pPr>
  </w:p>
  <w:p w:rsidR="007B5053" w:rsidRDefault="007B5053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B5053" w:rsidRPr="00F945BC" w:rsidRDefault="007B505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84E42"/>
    <w:rsid w:val="000A3A2B"/>
    <w:rsid w:val="000A5167"/>
    <w:rsid w:val="000B0521"/>
    <w:rsid w:val="000B1D2D"/>
    <w:rsid w:val="000B4AE6"/>
    <w:rsid w:val="000C1918"/>
    <w:rsid w:val="000C3C23"/>
    <w:rsid w:val="000C3FBF"/>
    <w:rsid w:val="000D1B88"/>
    <w:rsid w:val="000D42BE"/>
    <w:rsid w:val="000D5144"/>
    <w:rsid w:val="000E5F26"/>
    <w:rsid w:val="000F0BCA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21E58"/>
    <w:rsid w:val="00223300"/>
    <w:rsid w:val="00223344"/>
    <w:rsid w:val="00224960"/>
    <w:rsid w:val="00225134"/>
    <w:rsid w:val="00225687"/>
    <w:rsid w:val="00226953"/>
    <w:rsid w:val="00226E2F"/>
    <w:rsid w:val="0023010F"/>
    <w:rsid w:val="00230B23"/>
    <w:rsid w:val="00234771"/>
    <w:rsid w:val="002371A2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0DA5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50378D"/>
    <w:rsid w:val="0050519C"/>
    <w:rsid w:val="00506C43"/>
    <w:rsid w:val="00510D19"/>
    <w:rsid w:val="0053507E"/>
    <w:rsid w:val="0054045D"/>
    <w:rsid w:val="0054063E"/>
    <w:rsid w:val="005450A9"/>
    <w:rsid w:val="00547264"/>
    <w:rsid w:val="00551202"/>
    <w:rsid w:val="0055229B"/>
    <w:rsid w:val="00553CFA"/>
    <w:rsid w:val="00565F55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134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0CDB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B0CAA"/>
    <w:rsid w:val="007B1928"/>
    <w:rsid w:val="007B4A7E"/>
    <w:rsid w:val="007B5053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0761B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76805"/>
    <w:rsid w:val="00877383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37318"/>
    <w:rsid w:val="00944B19"/>
    <w:rsid w:val="00944C39"/>
    <w:rsid w:val="00950972"/>
    <w:rsid w:val="00950F83"/>
    <w:rsid w:val="00953D8F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68E7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476A4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C605B"/>
    <w:rsid w:val="00DD19BF"/>
    <w:rsid w:val="00DD1C2E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772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2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2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2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2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2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2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2363</TotalTime>
  <Pages>12</Pages>
  <Words>1954</Words>
  <Characters>11138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212</cp:revision>
  <cp:lastPrinted>2021-06-11T06:36:00Z</cp:lastPrinted>
  <dcterms:created xsi:type="dcterms:W3CDTF">2018-08-07T11:48:00Z</dcterms:created>
  <dcterms:modified xsi:type="dcterms:W3CDTF">2021-09-28T08:57:00Z</dcterms:modified>
</cp:coreProperties>
</file>