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973CB" w:rsidRPr="004E6D75" w:rsidTr="00957C3C">
        <w:tc>
          <w:tcPr>
            <w:tcW w:w="9322" w:type="dxa"/>
          </w:tcPr>
          <w:p w:rsidR="001973CB" w:rsidRPr="004E6D75" w:rsidRDefault="001973C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973CB" w:rsidRPr="00C96AAF" w:rsidRDefault="001973CB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1973CB" w:rsidRDefault="001973C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973CB" w:rsidRDefault="001973CB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1973CB" w:rsidRDefault="001973CB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1973CB" w:rsidRDefault="001973CB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1973CB" w:rsidRPr="004E6D75" w:rsidRDefault="001973C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1973CB" w:rsidRPr="006341E7" w:rsidRDefault="001973CB" w:rsidP="003E51DA">
      <w:pPr>
        <w:ind w:firstLine="709"/>
        <w:rPr>
          <w:sz w:val="24"/>
          <w:szCs w:val="24"/>
        </w:rPr>
      </w:pPr>
    </w:p>
    <w:p w:rsidR="001973CB" w:rsidRDefault="001973C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973CB" w:rsidRPr="00250B58" w:rsidRDefault="001973CB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973CB" w:rsidRDefault="001973CB" w:rsidP="003E51DA">
      <w:pPr>
        <w:jc w:val="center"/>
        <w:rPr>
          <w:b/>
          <w:szCs w:val="28"/>
        </w:rPr>
      </w:pPr>
    </w:p>
    <w:p w:rsidR="001973CB" w:rsidRPr="009E44C2" w:rsidRDefault="001973C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973CB" w:rsidRPr="00F305C1" w:rsidRDefault="001973CB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1973CB" w:rsidRPr="00250B58" w:rsidRDefault="001973CB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973CB" w:rsidRPr="009E44C2" w:rsidRDefault="001973C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973CB" w:rsidRDefault="001973C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973CB" w:rsidRPr="00F470FB" w:rsidRDefault="001973CB" w:rsidP="00F508F2">
            <w:pPr>
              <w:rPr>
                <w:szCs w:val="28"/>
              </w:rPr>
            </w:pP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973CB" w:rsidRDefault="001973C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1973CB" w:rsidRPr="00827FDC" w:rsidRDefault="001973CB" w:rsidP="00F508F2">
            <w:pPr>
              <w:rPr>
                <w:b/>
                <w:szCs w:val="28"/>
              </w:rPr>
            </w:pP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973CB" w:rsidRDefault="001973CB" w:rsidP="00C85112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</w:t>
            </w:r>
            <w:r w:rsidRPr="00CD757B">
              <w:rPr>
                <w:szCs w:val="28"/>
              </w:rPr>
              <w:t>а</w:t>
            </w:r>
            <w:r w:rsidRPr="00CD757B">
              <w:rPr>
                <w:szCs w:val="28"/>
              </w:rPr>
              <w:t>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973CB" w:rsidRDefault="001973CB" w:rsidP="00F508F2">
            <w:pPr>
              <w:contextualSpacing/>
              <w:rPr>
                <w:szCs w:val="28"/>
              </w:rPr>
            </w:pPr>
          </w:p>
          <w:p w:rsidR="001973CB" w:rsidRPr="00B730DE" w:rsidRDefault="001973CB" w:rsidP="00F508F2">
            <w:pPr>
              <w:contextualSpacing/>
              <w:rPr>
                <w:szCs w:val="28"/>
              </w:rPr>
            </w:pP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973CB" w:rsidRDefault="001973C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  <w:p w:rsidR="001973CB" w:rsidRPr="00A95BD9" w:rsidRDefault="001973CB" w:rsidP="00F508F2">
            <w:pPr>
              <w:rPr>
                <w:szCs w:val="28"/>
              </w:rPr>
            </w:pP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973CB" w:rsidRDefault="001973CB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1973CB" w:rsidRPr="00AD6871" w:rsidRDefault="001973CB" w:rsidP="00A01B80">
            <w:pPr>
              <w:rPr>
                <w:szCs w:val="28"/>
              </w:rPr>
            </w:pP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973CB" w:rsidRDefault="001973C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973CB" w:rsidRPr="002503EF" w:rsidRDefault="001973CB" w:rsidP="00F508F2">
            <w:pPr>
              <w:rPr>
                <w:szCs w:val="28"/>
              </w:rPr>
            </w:pP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973CB" w:rsidRPr="009011B8" w:rsidRDefault="001973CB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973CB" w:rsidRPr="002940B0" w:rsidRDefault="001973C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973CB" w:rsidRPr="002940B0" w:rsidRDefault="001973C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973CB" w:rsidRPr="002940B0" w:rsidRDefault="001973C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973CB" w:rsidRPr="002940B0" w:rsidRDefault="001973C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973CB" w:rsidRPr="002940B0" w:rsidRDefault="001973C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973CB" w:rsidRPr="002940B0" w:rsidRDefault="001973C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973CB" w:rsidRPr="002940B0" w:rsidRDefault="001973CB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973CB" w:rsidRPr="002940B0" w:rsidRDefault="001973CB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973CB" w:rsidRPr="002940B0" w:rsidRDefault="001973CB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73CB" w:rsidRPr="009E44C2" w:rsidTr="00F508F2">
        <w:tc>
          <w:tcPr>
            <w:tcW w:w="14560" w:type="dxa"/>
            <w:gridSpan w:val="6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73CB" w:rsidRPr="009E44C2" w:rsidTr="00F508F2">
        <w:tc>
          <w:tcPr>
            <w:tcW w:w="14560" w:type="dxa"/>
            <w:gridSpan w:val="6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973CB" w:rsidRPr="009E44C2" w:rsidTr="00F508F2">
        <w:tc>
          <w:tcPr>
            <w:tcW w:w="6012" w:type="dxa"/>
          </w:tcPr>
          <w:p w:rsidR="001973CB" w:rsidRPr="002940B0" w:rsidRDefault="001973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973CB" w:rsidRPr="002940B0" w:rsidRDefault="001973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973CB" w:rsidRDefault="001973CB" w:rsidP="007A6F08">
      <w:pPr>
        <w:jc w:val="center"/>
        <w:rPr>
          <w:b/>
          <w:szCs w:val="28"/>
        </w:rPr>
      </w:pPr>
    </w:p>
    <w:p w:rsidR="001973CB" w:rsidRDefault="001973CB" w:rsidP="007A6F08">
      <w:pPr>
        <w:jc w:val="center"/>
        <w:rPr>
          <w:b/>
          <w:szCs w:val="28"/>
        </w:rPr>
      </w:pPr>
    </w:p>
    <w:p w:rsidR="001973CB" w:rsidRDefault="001973CB" w:rsidP="007A6F08">
      <w:pPr>
        <w:jc w:val="center"/>
        <w:rPr>
          <w:b/>
          <w:szCs w:val="28"/>
        </w:rPr>
      </w:pPr>
    </w:p>
    <w:p w:rsidR="001973CB" w:rsidRDefault="001973CB" w:rsidP="007A6F08">
      <w:pPr>
        <w:jc w:val="center"/>
        <w:rPr>
          <w:b/>
          <w:szCs w:val="28"/>
        </w:rPr>
      </w:pPr>
    </w:p>
    <w:p w:rsidR="001973CB" w:rsidRPr="00500747" w:rsidRDefault="001973C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973CB" w:rsidRPr="00250B58" w:rsidRDefault="001973CB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1973CB" w:rsidRPr="00500747" w:rsidRDefault="001973CB" w:rsidP="007A6F08">
      <w:pPr>
        <w:jc w:val="center"/>
        <w:rPr>
          <w:b/>
          <w:szCs w:val="28"/>
        </w:rPr>
      </w:pPr>
    </w:p>
    <w:p w:rsidR="001973CB" w:rsidRPr="009D244C" w:rsidRDefault="001973C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973C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973C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973C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973CB" w:rsidRDefault="001973C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973C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973C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3CB" w:rsidRDefault="001973CB" w:rsidP="00251890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</w:t>
            </w:r>
            <w:r w:rsidRPr="00F975BE">
              <w:rPr>
                <w:sz w:val="24"/>
                <w:szCs w:val="24"/>
              </w:rPr>
              <w:t>а</w:t>
            </w:r>
            <w:r w:rsidRPr="00F975BE">
              <w:rPr>
                <w:sz w:val="24"/>
                <w:szCs w:val="24"/>
              </w:rPr>
              <w:t>селения Старотитаровского сельского поселения Темрюкского района</w:t>
            </w:r>
          </w:p>
          <w:p w:rsidR="001973CB" w:rsidRPr="00F975BE" w:rsidRDefault="001973CB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1973C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3CB" w:rsidRPr="00F975BE" w:rsidRDefault="001973CB" w:rsidP="00251890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  <w:p w:rsidR="001973CB" w:rsidRPr="00F975BE" w:rsidRDefault="001973CB" w:rsidP="00251890">
            <w:pPr>
              <w:rPr>
                <w:sz w:val="24"/>
                <w:szCs w:val="24"/>
              </w:rPr>
            </w:pPr>
          </w:p>
        </w:tc>
      </w:tr>
      <w:tr w:rsidR="001973C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F975BE" w:rsidRDefault="001973CB" w:rsidP="00F975BE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  <w:p w:rsidR="001973CB" w:rsidRPr="000F6657" w:rsidRDefault="001973CB" w:rsidP="00F975BE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3CB" w:rsidRPr="00957C3C" w:rsidRDefault="001973CB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</w:t>
            </w:r>
            <w:r w:rsidRPr="00F975BE">
              <w:rPr>
                <w:sz w:val="24"/>
                <w:szCs w:val="24"/>
              </w:rPr>
              <w:t>а</w:t>
            </w:r>
            <w:r w:rsidRPr="00F975BE">
              <w:rPr>
                <w:sz w:val="24"/>
                <w:szCs w:val="24"/>
              </w:rPr>
              <w:t>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973C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973C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973CB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0038C5" w:rsidRDefault="001973CB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3CB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0038C5" w:rsidRDefault="001973CB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CB" w:rsidRPr="00DB6469" w:rsidRDefault="001973C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973CB" w:rsidRPr="00DB6469" w:rsidRDefault="001973C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973CB" w:rsidRDefault="001973CB" w:rsidP="003E51DA">
      <w:pPr>
        <w:jc w:val="center"/>
        <w:rPr>
          <w:b/>
          <w:szCs w:val="28"/>
        </w:rPr>
      </w:pPr>
    </w:p>
    <w:p w:rsidR="001973CB" w:rsidRPr="009E44C2" w:rsidRDefault="001973CB" w:rsidP="003E51DA">
      <w:pPr>
        <w:jc w:val="center"/>
        <w:rPr>
          <w:b/>
          <w:szCs w:val="28"/>
        </w:rPr>
      </w:pPr>
    </w:p>
    <w:p w:rsidR="001973CB" w:rsidRDefault="001973CB" w:rsidP="007A6F08">
      <w:pPr>
        <w:rPr>
          <w:sz w:val="24"/>
          <w:szCs w:val="24"/>
        </w:rPr>
        <w:sectPr w:rsidR="001973C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973CB" w:rsidRPr="003E51DA" w:rsidRDefault="001973CB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1973CB" w:rsidRDefault="001973CB" w:rsidP="003E51DA">
      <w:pPr>
        <w:pStyle w:val="ConsPlusNormal0"/>
        <w:ind w:firstLine="709"/>
        <w:jc w:val="both"/>
      </w:pPr>
    </w:p>
    <w:p w:rsidR="001973CB" w:rsidRDefault="001973C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973CB" w:rsidRDefault="001973C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973CB" w:rsidRDefault="001973C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973CB" w:rsidRDefault="001973C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973CB" w:rsidRDefault="001973C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973CB" w:rsidRDefault="001973C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973CB" w:rsidRDefault="001973C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973CB" w:rsidRDefault="001973C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973CB" w:rsidRDefault="001973C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973CB" w:rsidRDefault="001973C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973CB" w:rsidRDefault="001973C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973CB" w:rsidRDefault="001973C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973CB" w:rsidRDefault="001973C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973CB" w:rsidRDefault="001973C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973CB" w:rsidRDefault="001973CB" w:rsidP="00EF6F81">
      <w:pPr>
        <w:jc w:val="center"/>
        <w:rPr>
          <w:b/>
        </w:rPr>
      </w:pPr>
    </w:p>
    <w:p w:rsidR="001973CB" w:rsidRDefault="001973CB" w:rsidP="00EF6F81">
      <w:pPr>
        <w:jc w:val="center"/>
        <w:rPr>
          <w:b/>
        </w:rPr>
      </w:pPr>
    </w:p>
    <w:p w:rsidR="001973CB" w:rsidRDefault="001973C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973CB" w:rsidRDefault="001973C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973CB" w:rsidRDefault="001973CB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1973CB" w:rsidRDefault="001973CB" w:rsidP="00413494">
      <w:pPr>
        <w:jc w:val="both"/>
        <w:rPr>
          <w:szCs w:val="28"/>
        </w:rPr>
      </w:pPr>
    </w:p>
    <w:p w:rsidR="001973CB" w:rsidRDefault="001973CB" w:rsidP="00413494">
      <w:pPr>
        <w:jc w:val="both"/>
        <w:rPr>
          <w:szCs w:val="28"/>
        </w:rPr>
      </w:pPr>
    </w:p>
    <w:p w:rsidR="001973CB" w:rsidRDefault="001973CB" w:rsidP="00413494">
      <w:pPr>
        <w:jc w:val="both"/>
        <w:rPr>
          <w:szCs w:val="28"/>
        </w:rPr>
      </w:pPr>
    </w:p>
    <w:p w:rsidR="001973CB" w:rsidRDefault="001973CB" w:rsidP="00413494">
      <w:pPr>
        <w:jc w:val="both"/>
        <w:rPr>
          <w:szCs w:val="28"/>
        </w:rPr>
      </w:pPr>
    </w:p>
    <w:p w:rsidR="001973CB" w:rsidRDefault="001973CB" w:rsidP="00413494">
      <w:pPr>
        <w:jc w:val="both"/>
        <w:rPr>
          <w:szCs w:val="28"/>
        </w:rPr>
      </w:pPr>
    </w:p>
    <w:p w:rsidR="001973CB" w:rsidRDefault="001973CB" w:rsidP="00413494">
      <w:pPr>
        <w:jc w:val="both"/>
        <w:rPr>
          <w:b/>
        </w:rPr>
        <w:sectPr w:rsidR="001973C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973CB" w:rsidRDefault="001973CB" w:rsidP="00E6162A">
      <w:pPr>
        <w:jc w:val="center"/>
        <w:rPr>
          <w:b/>
        </w:rPr>
      </w:pPr>
    </w:p>
    <w:sectPr w:rsidR="001973C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3CB" w:rsidRDefault="001973CB" w:rsidP="00EF6F81">
      <w:r>
        <w:separator/>
      </w:r>
    </w:p>
  </w:endnote>
  <w:endnote w:type="continuationSeparator" w:id="0">
    <w:p w:rsidR="001973CB" w:rsidRDefault="001973C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3CB" w:rsidRDefault="001973CB" w:rsidP="00EF6F81">
      <w:r>
        <w:separator/>
      </w:r>
    </w:p>
  </w:footnote>
  <w:footnote w:type="continuationSeparator" w:id="0">
    <w:p w:rsidR="001973CB" w:rsidRDefault="001973C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3CB" w:rsidRDefault="001973C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3CB" w:rsidRDefault="001973CB">
    <w:pPr>
      <w:pStyle w:val="Header"/>
      <w:jc w:val="center"/>
    </w:pPr>
  </w:p>
  <w:p w:rsidR="001973CB" w:rsidRDefault="001973C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973CB" w:rsidRPr="004E6D75" w:rsidRDefault="001973C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6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2163</TotalTime>
  <Pages>6</Pages>
  <Words>810</Words>
  <Characters>4619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228</cp:revision>
  <cp:lastPrinted>2021-06-11T06:36:00Z</cp:lastPrinted>
  <dcterms:created xsi:type="dcterms:W3CDTF">2018-08-07T11:48:00Z</dcterms:created>
  <dcterms:modified xsi:type="dcterms:W3CDTF">2021-09-10T11:08:00Z</dcterms:modified>
</cp:coreProperties>
</file>