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F05FF8" w:rsidRPr="00064846" w:rsidTr="00064846">
        <w:tc>
          <w:tcPr>
            <w:tcW w:w="8934" w:type="dxa"/>
          </w:tcPr>
          <w:p w:rsidR="00F05FF8" w:rsidRPr="00064846" w:rsidRDefault="00F05FF8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F05FF8" w:rsidRPr="00EE5BAC" w:rsidRDefault="00F05FF8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F05FF8" w:rsidRPr="00EE5BAC" w:rsidRDefault="00F05FF8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F05FF8" w:rsidRPr="00EE5BAC" w:rsidRDefault="00F05FF8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F05FF8" w:rsidRPr="00EE5BAC" w:rsidRDefault="00F05FF8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05FF8" w:rsidRPr="00EE5BAC" w:rsidRDefault="00F05FF8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F05FF8" w:rsidRPr="00064846" w:rsidRDefault="00F05FF8" w:rsidP="00515088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от _______________№ _______________</w:t>
            </w:r>
          </w:p>
        </w:tc>
      </w:tr>
    </w:tbl>
    <w:p w:rsidR="00F05FF8" w:rsidRPr="00885C29" w:rsidRDefault="00F05FF8" w:rsidP="001157F7"/>
    <w:p w:rsidR="00F05FF8" w:rsidRDefault="00F05FF8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F05FF8" w:rsidRPr="00F36F5A" w:rsidRDefault="00F05FF8" w:rsidP="00C76CC6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F05FF8" w:rsidRDefault="00F05FF8" w:rsidP="00BB769B">
      <w:pPr>
        <w:jc w:val="center"/>
        <w:rPr>
          <w:b/>
          <w:szCs w:val="28"/>
        </w:rPr>
      </w:pPr>
    </w:p>
    <w:p w:rsidR="00F05FF8" w:rsidRPr="00950972" w:rsidRDefault="00F05FF8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F05FF8" w:rsidRPr="00F36F5A" w:rsidRDefault="00F05FF8" w:rsidP="00C76CC6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F05FF8" w:rsidRPr="00631DB2" w:rsidRDefault="00F05FF8" w:rsidP="00515088">
      <w:pPr>
        <w:tabs>
          <w:tab w:val="left" w:pos="4264"/>
        </w:tabs>
        <w:jc w:val="center"/>
        <w:rPr>
          <w:b/>
          <w:szCs w:val="28"/>
        </w:rPr>
      </w:pPr>
    </w:p>
    <w:p w:rsidR="00F05FF8" w:rsidRPr="00950972" w:rsidRDefault="00F05FF8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F05FF8" w:rsidRPr="008A6FA1" w:rsidTr="006F209F">
        <w:tc>
          <w:tcPr>
            <w:tcW w:w="6374" w:type="dxa"/>
          </w:tcPr>
          <w:p w:rsidR="00F05FF8" w:rsidRPr="00190885" w:rsidRDefault="00F05FF8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F05FF8" w:rsidRPr="00855115" w:rsidRDefault="00F05FF8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F05FF8" w:rsidRPr="008A6FA1" w:rsidTr="006F209F">
        <w:tc>
          <w:tcPr>
            <w:tcW w:w="6374" w:type="dxa"/>
          </w:tcPr>
          <w:p w:rsidR="00F05FF8" w:rsidRPr="00190885" w:rsidRDefault="00F05FF8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F05FF8" w:rsidRDefault="00F05FF8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F05FF8" w:rsidRPr="00157189" w:rsidRDefault="00F05FF8" w:rsidP="006F209F">
            <w:pPr>
              <w:rPr>
                <w:szCs w:val="28"/>
              </w:rPr>
            </w:pPr>
          </w:p>
        </w:tc>
      </w:tr>
      <w:tr w:rsidR="00F05FF8" w:rsidRPr="008A6FA1" w:rsidTr="006F209F">
        <w:tc>
          <w:tcPr>
            <w:tcW w:w="6374" w:type="dxa"/>
          </w:tcPr>
          <w:p w:rsidR="00F05FF8" w:rsidRPr="00190885" w:rsidRDefault="00F05FF8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F05FF8" w:rsidRDefault="00F05FF8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F05FF8" w:rsidRPr="00190885" w:rsidRDefault="00F05FF8" w:rsidP="006F209F">
            <w:pPr>
              <w:rPr>
                <w:b/>
                <w:szCs w:val="28"/>
              </w:rPr>
            </w:pPr>
          </w:p>
        </w:tc>
      </w:tr>
      <w:tr w:rsidR="00F05FF8" w:rsidRPr="008A6FA1" w:rsidTr="006F209F">
        <w:tc>
          <w:tcPr>
            <w:tcW w:w="6374" w:type="dxa"/>
          </w:tcPr>
          <w:p w:rsidR="00F05FF8" w:rsidRPr="00190885" w:rsidRDefault="00F05FF8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F05FF8" w:rsidRDefault="00F05FF8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F05FF8" w:rsidRPr="00190885" w:rsidRDefault="00F05FF8" w:rsidP="006F209F">
            <w:pPr>
              <w:rPr>
                <w:b/>
                <w:szCs w:val="28"/>
              </w:rPr>
            </w:pPr>
          </w:p>
        </w:tc>
      </w:tr>
      <w:tr w:rsidR="00F05FF8" w:rsidRPr="008A6FA1" w:rsidTr="006F209F">
        <w:tc>
          <w:tcPr>
            <w:tcW w:w="6374" w:type="dxa"/>
          </w:tcPr>
          <w:p w:rsidR="00F05FF8" w:rsidRPr="00190885" w:rsidRDefault="00F05FF8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F05FF8" w:rsidRDefault="00F05FF8" w:rsidP="006F209F">
            <w:pPr>
              <w:rPr>
                <w:szCs w:val="28"/>
              </w:rPr>
            </w:pPr>
            <w:r w:rsidRPr="009C269D">
              <w:rPr>
                <w:szCs w:val="28"/>
              </w:rPr>
              <w:t xml:space="preserve">Реализация прав лиц, замещавших муниципальные должности и должности муниципальной службы в органах местного самоуправления </w:t>
            </w:r>
            <w:r>
              <w:rPr>
                <w:szCs w:val="28"/>
              </w:rPr>
              <w:t xml:space="preserve">Старотитаровского </w:t>
            </w:r>
            <w:r w:rsidRPr="009C269D">
              <w:rPr>
                <w:szCs w:val="28"/>
              </w:rPr>
              <w:t>сельского поселения Темрюкского района, на пенсионное обеспечение за выслугу лет в соответствии с действующим законодательством</w:t>
            </w:r>
          </w:p>
          <w:p w:rsidR="00F05FF8" w:rsidRPr="00A56F12" w:rsidRDefault="00F05FF8" w:rsidP="006F209F">
            <w:pPr>
              <w:rPr>
                <w:b/>
                <w:szCs w:val="28"/>
              </w:rPr>
            </w:pPr>
          </w:p>
        </w:tc>
      </w:tr>
      <w:tr w:rsidR="00F05FF8" w:rsidRPr="008A6FA1" w:rsidTr="006F209F">
        <w:tc>
          <w:tcPr>
            <w:tcW w:w="6374" w:type="dxa"/>
          </w:tcPr>
          <w:p w:rsidR="00F05FF8" w:rsidRPr="00190885" w:rsidRDefault="00F05FF8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F05FF8" w:rsidRPr="009C269D" w:rsidRDefault="00F05FF8" w:rsidP="00C76CC6">
            <w:pPr>
              <w:pStyle w:val="a"/>
              <w:rPr>
                <w:rFonts w:ascii="Times New Roman" w:hAnsi="Times New Roman"/>
                <w:sz w:val="28"/>
                <w:szCs w:val="28"/>
              </w:rPr>
            </w:pPr>
            <w:r w:rsidRPr="009C269D">
              <w:rPr>
                <w:rFonts w:ascii="Times New Roman" w:hAnsi="Times New Roman"/>
                <w:sz w:val="28"/>
                <w:szCs w:val="28"/>
              </w:rPr>
              <w:t xml:space="preserve">Назначение и выплата пенсионного обеспечения за выслугу лет лицам, замещавшим муниципальные должности и должности муниципальной службы в органах местного самоуправления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Старотитаровского </w:t>
            </w:r>
            <w:r w:rsidRPr="009C269D">
              <w:rPr>
                <w:rFonts w:ascii="Times New Roman" w:hAnsi="Times New Roman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поселения Темрюкского района</w:t>
            </w:r>
          </w:p>
          <w:p w:rsidR="00F05FF8" w:rsidRPr="004D1434" w:rsidRDefault="00F05FF8" w:rsidP="006F209F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5FF8" w:rsidRPr="008A6FA1" w:rsidTr="006F209F">
        <w:tc>
          <w:tcPr>
            <w:tcW w:w="6374" w:type="dxa"/>
          </w:tcPr>
          <w:p w:rsidR="00F05FF8" w:rsidRPr="00190885" w:rsidRDefault="00F05FF8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F05FF8" w:rsidRPr="000C3C23" w:rsidRDefault="00F05FF8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F05FF8" w:rsidRPr="008A6FA1" w:rsidTr="006F209F">
        <w:tc>
          <w:tcPr>
            <w:tcW w:w="6374" w:type="dxa"/>
          </w:tcPr>
          <w:p w:rsidR="00F05FF8" w:rsidRPr="00190885" w:rsidRDefault="00F05FF8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F05FF8" w:rsidRPr="00C76CC6" w:rsidRDefault="00F05FF8" w:rsidP="00C76CC6">
            <w:pPr>
              <w:pStyle w:val="a0"/>
              <w:rPr>
                <w:rFonts w:ascii="Times New Roman" w:hAnsi="Times New Roman" w:cs="Times New Roman"/>
                <w:szCs w:val="28"/>
              </w:rPr>
            </w:pPr>
            <w:r w:rsidRPr="00C76CC6">
              <w:rPr>
                <w:rFonts w:ascii="Times New Roman" w:hAnsi="Times New Roman" w:cs="Times New Roman"/>
                <w:sz w:val="28"/>
                <w:szCs w:val="28"/>
              </w:rPr>
              <w:t>выплата пенсионного обеспечения за выслугу лет</w:t>
            </w:r>
          </w:p>
        </w:tc>
      </w:tr>
      <w:tr w:rsidR="00F05FF8" w:rsidRPr="008A6FA1" w:rsidTr="006F209F">
        <w:tc>
          <w:tcPr>
            <w:tcW w:w="6374" w:type="dxa"/>
          </w:tcPr>
          <w:p w:rsidR="00F05FF8" w:rsidRPr="00190885" w:rsidRDefault="00F05FF8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F05FF8" w:rsidRDefault="00F05FF8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F05FF8" w:rsidRPr="00A46A72" w:rsidRDefault="00F05FF8" w:rsidP="006F209F">
            <w:pPr>
              <w:rPr>
                <w:szCs w:val="28"/>
              </w:rPr>
            </w:pPr>
          </w:p>
        </w:tc>
      </w:tr>
      <w:tr w:rsidR="00F05FF8" w:rsidRPr="008A6FA1" w:rsidTr="006F209F">
        <w:tc>
          <w:tcPr>
            <w:tcW w:w="6374" w:type="dxa"/>
          </w:tcPr>
          <w:p w:rsidR="00F05FF8" w:rsidRPr="00190885" w:rsidRDefault="00F05FF8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F05FF8" w:rsidRPr="00A46A72" w:rsidRDefault="00F05FF8" w:rsidP="006F209F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F05FF8" w:rsidRPr="008A6FA1" w:rsidTr="006F209F">
        <w:tc>
          <w:tcPr>
            <w:tcW w:w="6374" w:type="dxa"/>
          </w:tcPr>
          <w:p w:rsidR="00F05FF8" w:rsidRPr="00190885" w:rsidRDefault="00F05FF8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F05FF8" w:rsidRPr="00190885" w:rsidRDefault="00F05FF8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F05FF8" w:rsidRPr="00190885" w:rsidRDefault="00F05FF8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F05FF8" w:rsidRPr="008A6FA1" w:rsidTr="006F209F">
        <w:tc>
          <w:tcPr>
            <w:tcW w:w="6374" w:type="dxa"/>
          </w:tcPr>
          <w:p w:rsidR="00F05FF8" w:rsidRPr="00190885" w:rsidRDefault="00F05FF8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F05FF8" w:rsidRPr="00190885" w:rsidRDefault="00F05FF8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F05FF8" w:rsidRPr="00190885" w:rsidRDefault="00F05FF8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F05FF8" w:rsidRPr="00190885" w:rsidRDefault="00F05FF8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F05FF8" w:rsidRPr="00190885" w:rsidRDefault="00F05FF8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F05FF8" w:rsidRPr="00190885" w:rsidRDefault="00F05FF8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05FF8" w:rsidRPr="008A6FA1" w:rsidTr="006F209F">
        <w:tc>
          <w:tcPr>
            <w:tcW w:w="6374" w:type="dxa"/>
          </w:tcPr>
          <w:p w:rsidR="00F05FF8" w:rsidRPr="00190885" w:rsidRDefault="00F05FF8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F05FF8" w:rsidRPr="00190885" w:rsidRDefault="00F05FF8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317,2</w:t>
            </w:r>
          </w:p>
        </w:tc>
        <w:tc>
          <w:tcPr>
            <w:tcW w:w="1842" w:type="dxa"/>
            <w:vAlign w:val="center"/>
          </w:tcPr>
          <w:p w:rsidR="00F05FF8" w:rsidRPr="00190885" w:rsidRDefault="00F05FF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5FF8" w:rsidRPr="00190885" w:rsidRDefault="00F05FF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5FF8" w:rsidRPr="00190885" w:rsidRDefault="00F05FF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317,2</w:t>
            </w:r>
          </w:p>
        </w:tc>
        <w:tc>
          <w:tcPr>
            <w:tcW w:w="2019" w:type="dxa"/>
            <w:vAlign w:val="center"/>
          </w:tcPr>
          <w:p w:rsidR="00F05FF8" w:rsidRPr="00190885" w:rsidRDefault="00F05FF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5FF8" w:rsidRPr="008A6FA1" w:rsidTr="006F209F">
        <w:tc>
          <w:tcPr>
            <w:tcW w:w="6374" w:type="dxa"/>
          </w:tcPr>
          <w:p w:rsidR="00F05FF8" w:rsidRPr="00190885" w:rsidRDefault="00F05FF8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5FF8" w:rsidRPr="00190885" w:rsidRDefault="00F05FF8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05FF8" w:rsidRPr="00190885" w:rsidRDefault="00F05FF8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5FF8" w:rsidRPr="00190885" w:rsidRDefault="00F05FF8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05FF8" w:rsidRPr="00190885" w:rsidRDefault="00F05FF8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05FF8" w:rsidRPr="00190885" w:rsidRDefault="00F05FF8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5FF8" w:rsidRPr="008A6FA1" w:rsidTr="006F209F">
        <w:tc>
          <w:tcPr>
            <w:tcW w:w="6374" w:type="dxa"/>
          </w:tcPr>
          <w:p w:rsidR="00F05FF8" w:rsidRPr="00190885" w:rsidRDefault="00F05FF8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5FF8" w:rsidRPr="00190885" w:rsidRDefault="00F05FF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317,2</w:t>
            </w:r>
          </w:p>
        </w:tc>
        <w:tc>
          <w:tcPr>
            <w:tcW w:w="1842" w:type="dxa"/>
            <w:vAlign w:val="center"/>
          </w:tcPr>
          <w:p w:rsidR="00F05FF8" w:rsidRPr="00190885" w:rsidRDefault="00F05FF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5FF8" w:rsidRPr="00190885" w:rsidRDefault="00F05FF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5FF8" w:rsidRPr="00190885" w:rsidRDefault="00F05FF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317,2</w:t>
            </w:r>
          </w:p>
        </w:tc>
        <w:tc>
          <w:tcPr>
            <w:tcW w:w="2019" w:type="dxa"/>
            <w:vAlign w:val="center"/>
          </w:tcPr>
          <w:p w:rsidR="00F05FF8" w:rsidRPr="00190885" w:rsidRDefault="00F05FF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5FF8" w:rsidRPr="008A6FA1" w:rsidTr="006F209F">
        <w:tc>
          <w:tcPr>
            <w:tcW w:w="14560" w:type="dxa"/>
            <w:gridSpan w:val="6"/>
          </w:tcPr>
          <w:p w:rsidR="00F05FF8" w:rsidRPr="00190885" w:rsidRDefault="00F05FF8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05FF8" w:rsidRPr="008A6FA1" w:rsidTr="006F209F">
        <w:tc>
          <w:tcPr>
            <w:tcW w:w="6374" w:type="dxa"/>
          </w:tcPr>
          <w:p w:rsidR="00F05FF8" w:rsidRPr="00190885" w:rsidRDefault="00F05FF8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F05FF8" w:rsidRPr="00190885" w:rsidRDefault="00F05FF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5FF8" w:rsidRPr="00190885" w:rsidRDefault="00F05FF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5FF8" w:rsidRPr="00190885" w:rsidRDefault="00F05FF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5FF8" w:rsidRPr="00190885" w:rsidRDefault="00F05FF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5FF8" w:rsidRPr="00190885" w:rsidRDefault="00F05FF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5FF8" w:rsidRPr="008A6FA1" w:rsidTr="006F209F">
        <w:tc>
          <w:tcPr>
            <w:tcW w:w="6374" w:type="dxa"/>
          </w:tcPr>
          <w:p w:rsidR="00F05FF8" w:rsidRPr="00190885" w:rsidRDefault="00F05FF8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5FF8" w:rsidRPr="00190885" w:rsidRDefault="00F05FF8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05FF8" w:rsidRPr="00190885" w:rsidRDefault="00F05FF8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5FF8" w:rsidRPr="00190885" w:rsidRDefault="00F05FF8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05FF8" w:rsidRPr="00190885" w:rsidRDefault="00F05FF8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05FF8" w:rsidRPr="00190885" w:rsidRDefault="00F05FF8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5FF8" w:rsidRPr="008A6FA1" w:rsidTr="006F209F">
        <w:tc>
          <w:tcPr>
            <w:tcW w:w="6374" w:type="dxa"/>
          </w:tcPr>
          <w:p w:rsidR="00F05FF8" w:rsidRPr="00190885" w:rsidRDefault="00F05FF8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5FF8" w:rsidRPr="00190885" w:rsidRDefault="00F05FF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5FF8" w:rsidRPr="00190885" w:rsidRDefault="00F05FF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5FF8" w:rsidRPr="00190885" w:rsidRDefault="00F05FF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5FF8" w:rsidRPr="00190885" w:rsidRDefault="00F05FF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5FF8" w:rsidRPr="00190885" w:rsidRDefault="00F05FF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5FF8" w:rsidRPr="008A6FA1" w:rsidTr="006F209F">
        <w:tc>
          <w:tcPr>
            <w:tcW w:w="14560" w:type="dxa"/>
            <w:gridSpan w:val="6"/>
          </w:tcPr>
          <w:p w:rsidR="00F05FF8" w:rsidRPr="00190885" w:rsidRDefault="00F05FF8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05FF8" w:rsidRPr="00190885" w:rsidRDefault="00F05FF8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F05FF8" w:rsidRPr="008A6FA1" w:rsidTr="006F209F">
        <w:tc>
          <w:tcPr>
            <w:tcW w:w="6374" w:type="dxa"/>
          </w:tcPr>
          <w:p w:rsidR="00F05FF8" w:rsidRPr="00190885" w:rsidRDefault="00F05FF8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F05FF8" w:rsidRPr="00190885" w:rsidRDefault="00F05FF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5FF8" w:rsidRPr="00190885" w:rsidRDefault="00F05FF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5FF8" w:rsidRPr="00190885" w:rsidRDefault="00F05FF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5FF8" w:rsidRPr="00190885" w:rsidRDefault="00F05FF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5FF8" w:rsidRPr="00190885" w:rsidRDefault="00F05FF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5FF8" w:rsidRPr="008A6FA1" w:rsidTr="006F209F">
        <w:tc>
          <w:tcPr>
            <w:tcW w:w="6374" w:type="dxa"/>
          </w:tcPr>
          <w:p w:rsidR="00F05FF8" w:rsidRPr="00190885" w:rsidRDefault="00F05FF8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05FF8" w:rsidRPr="00190885" w:rsidRDefault="00F05FF8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F05FF8" w:rsidRPr="00190885" w:rsidRDefault="00F05FF8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05FF8" w:rsidRPr="00190885" w:rsidRDefault="00F05FF8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F05FF8" w:rsidRPr="00190885" w:rsidRDefault="00F05FF8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F05FF8" w:rsidRPr="00190885" w:rsidRDefault="00F05FF8" w:rsidP="006F209F">
            <w:pPr>
              <w:pStyle w:val="ConsPlusNormal0"/>
              <w:rPr>
                <w:szCs w:val="28"/>
              </w:rPr>
            </w:pPr>
          </w:p>
        </w:tc>
      </w:tr>
      <w:tr w:rsidR="00F05FF8" w:rsidRPr="008A6FA1" w:rsidTr="006F209F">
        <w:tc>
          <w:tcPr>
            <w:tcW w:w="6374" w:type="dxa"/>
          </w:tcPr>
          <w:p w:rsidR="00F05FF8" w:rsidRPr="00190885" w:rsidRDefault="00F05FF8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5FF8" w:rsidRPr="00190885" w:rsidRDefault="00F05FF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5FF8" w:rsidRPr="00190885" w:rsidRDefault="00F05FF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5FF8" w:rsidRPr="00190885" w:rsidRDefault="00F05FF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5FF8" w:rsidRPr="00190885" w:rsidRDefault="00F05FF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5FF8" w:rsidRPr="00190885" w:rsidRDefault="00F05FF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05FF8" w:rsidRPr="00950972" w:rsidRDefault="00F05FF8" w:rsidP="00BB769B">
      <w:pPr>
        <w:jc w:val="center"/>
        <w:rPr>
          <w:b/>
          <w:szCs w:val="28"/>
        </w:rPr>
      </w:pPr>
    </w:p>
    <w:p w:rsidR="00F05FF8" w:rsidRDefault="00F05FF8" w:rsidP="00EF6F81">
      <w:pPr>
        <w:jc w:val="center"/>
        <w:rPr>
          <w:szCs w:val="28"/>
        </w:rPr>
        <w:sectPr w:rsidR="00F05FF8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05FF8" w:rsidRDefault="00F05FF8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A74297">
        <w:rPr>
          <w:b/>
          <w:szCs w:val="28"/>
        </w:rPr>
        <w:t>ЦЕЛЕВЫЕ ПОКАЗАТЕЛИ</w:t>
      </w:r>
    </w:p>
    <w:p w:rsidR="00F05FF8" w:rsidRPr="00F36F5A" w:rsidRDefault="00F05FF8" w:rsidP="008903E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F05FF8" w:rsidRDefault="00F05FF8" w:rsidP="00225687">
      <w:pPr>
        <w:ind w:firstLine="709"/>
        <w:jc w:val="both"/>
      </w:pPr>
    </w:p>
    <w:p w:rsidR="00F05FF8" w:rsidRDefault="00F05FF8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F05FF8" w:rsidRDefault="00F05FF8" w:rsidP="00EF6F81">
      <w:pPr>
        <w:jc w:val="center"/>
        <w:rPr>
          <w:szCs w:val="28"/>
        </w:rPr>
      </w:pPr>
    </w:p>
    <w:p w:rsidR="00F05FF8" w:rsidRPr="00F36F5A" w:rsidRDefault="00F05FF8" w:rsidP="008903E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F05FF8" w:rsidRPr="00631DB2" w:rsidRDefault="00F05FF8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F05FF8" w:rsidTr="006F209F">
        <w:tc>
          <w:tcPr>
            <w:tcW w:w="648" w:type="dxa"/>
            <w:vMerge w:val="restart"/>
            <w:vAlign w:val="center"/>
          </w:tcPr>
          <w:p w:rsidR="00F05FF8" w:rsidRPr="00AC26F6" w:rsidRDefault="00F05FF8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F05FF8" w:rsidRPr="00AC26F6" w:rsidRDefault="00F05FF8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F05FF8" w:rsidRPr="00AC26F6" w:rsidRDefault="00F05FF8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F05FF8" w:rsidRPr="00AC26F6" w:rsidRDefault="00F05FF8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F05FF8" w:rsidRPr="00AC26F6" w:rsidRDefault="00F05FF8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F05FF8" w:rsidTr="006F209F">
        <w:tc>
          <w:tcPr>
            <w:tcW w:w="648" w:type="dxa"/>
            <w:vMerge/>
          </w:tcPr>
          <w:p w:rsidR="00F05FF8" w:rsidRPr="00AC26F6" w:rsidRDefault="00F05FF8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F05FF8" w:rsidRPr="00AC26F6" w:rsidRDefault="00F05FF8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F05FF8" w:rsidRPr="00AC26F6" w:rsidRDefault="00F05FF8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F05FF8" w:rsidRPr="00AC26F6" w:rsidRDefault="00F05FF8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05FF8" w:rsidRPr="00AC26F6" w:rsidRDefault="00F05FF8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F05FF8" w:rsidRPr="00AC26F6" w:rsidRDefault="00F05FF8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F05FF8" w:rsidTr="006F209F">
        <w:tc>
          <w:tcPr>
            <w:tcW w:w="648" w:type="dxa"/>
          </w:tcPr>
          <w:p w:rsidR="00F05FF8" w:rsidRPr="00AC26F6" w:rsidRDefault="00F05FF8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F05FF8" w:rsidRPr="00AC26F6" w:rsidRDefault="00F05FF8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F05FF8" w:rsidRPr="00AC26F6" w:rsidRDefault="00F05FF8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F05FF8" w:rsidRPr="00AC26F6" w:rsidRDefault="00F05FF8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F05FF8" w:rsidRPr="00AC26F6" w:rsidRDefault="00F05FF8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F05FF8" w:rsidRPr="00AC26F6" w:rsidRDefault="00F05FF8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F05FF8" w:rsidTr="006F209F">
        <w:tc>
          <w:tcPr>
            <w:tcW w:w="648" w:type="dxa"/>
            <w:vAlign w:val="center"/>
          </w:tcPr>
          <w:p w:rsidR="00F05FF8" w:rsidRPr="00AC26F6" w:rsidRDefault="00F05FF8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F05FF8" w:rsidRPr="008903E0" w:rsidRDefault="00F05FF8" w:rsidP="008903E0">
            <w:pPr>
              <w:pStyle w:val="a0"/>
              <w:rPr>
                <w:b/>
                <w:sz w:val="28"/>
                <w:szCs w:val="28"/>
              </w:rPr>
            </w:pPr>
            <w:r w:rsidRPr="008903E0">
              <w:rPr>
                <w:rFonts w:ascii="Times New Roman" w:hAnsi="Times New Roman"/>
                <w:sz w:val="28"/>
                <w:szCs w:val="28"/>
              </w:rPr>
              <w:t>выплата пенсионного обеспечения за выслугу лет</w:t>
            </w:r>
          </w:p>
        </w:tc>
        <w:tc>
          <w:tcPr>
            <w:tcW w:w="1620" w:type="dxa"/>
            <w:vAlign w:val="center"/>
          </w:tcPr>
          <w:p w:rsidR="00F05FF8" w:rsidRPr="00AC26F6" w:rsidRDefault="00F05FF8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F05FF8" w:rsidRPr="00AC26F6" w:rsidRDefault="00F05FF8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05FF8" w:rsidRPr="00AC26F6" w:rsidRDefault="00F05FF8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F05FF8" w:rsidRPr="00AC26F6" w:rsidRDefault="00F05FF8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F05FF8" w:rsidRPr="00A74297" w:rsidRDefault="00F05FF8" w:rsidP="00225687">
      <w:pPr>
        <w:jc w:val="center"/>
        <w:rPr>
          <w:b/>
          <w:szCs w:val="28"/>
        </w:rPr>
      </w:pPr>
    </w:p>
    <w:p w:rsidR="00F05FF8" w:rsidRPr="00225687" w:rsidRDefault="00F05FF8">
      <w:pPr>
        <w:rPr>
          <w:sz w:val="6"/>
          <w:szCs w:val="6"/>
        </w:rPr>
      </w:pPr>
    </w:p>
    <w:p w:rsidR="00F05FF8" w:rsidRDefault="00F05FF8" w:rsidP="0054045D">
      <w:pPr>
        <w:pStyle w:val="ConsPlusNormal0"/>
        <w:jc w:val="center"/>
        <w:rPr>
          <w:b/>
        </w:rPr>
      </w:pPr>
    </w:p>
    <w:p w:rsidR="00F05FF8" w:rsidRDefault="00F05FF8" w:rsidP="0054045D">
      <w:pPr>
        <w:pStyle w:val="ConsPlusNormal0"/>
        <w:jc w:val="center"/>
        <w:rPr>
          <w:b/>
        </w:rPr>
      </w:pPr>
    </w:p>
    <w:p w:rsidR="00F05FF8" w:rsidRDefault="00F05FF8" w:rsidP="0054045D">
      <w:pPr>
        <w:pStyle w:val="ConsPlusNormal0"/>
        <w:jc w:val="center"/>
        <w:rPr>
          <w:b/>
        </w:rPr>
      </w:pPr>
    </w:p>
    <w:p w:rsidR="00F05FF8" w:rsidRDefault="00F05FF8" w:rsidP="0054045D">
      <w:pPr>
        <w:pStyle w:val="ConsPlusNormal0"/>
        <w:jc w:val="center"/>
        <w:rPr>
          <w:b/>
        </w:rPr>
      </w:pPr>
    </w:p>
    <w:p w:rsidR="00F05FF8" w:rsidRDefault="00F05FF8" w:rsidP="0054045D">
      <w:pPr>
        <w:pStyle w:val="ConsPlusNormal0"/>
        <w:jc w:val="center"/>
        <w:rPr>
          <w:b/>
        </w:rPr>
      </w:pPr>
    </w:p>
    <w:p w:rsidR="00F05FF8" w:rsidRDefault="00F05FF8" w:rsidP="0054045D">
      <w:pPr>
        <w:pStyle w:val="ConsPlusNormal0"/>
        <w:jc w:val="center"/>
        <w:rPr>
          <w:b/>
        </w:rPr>
      </w:pPr>
    </w:p>
    <w:p w:rsidR="00F05FF8" w:rsidRDefault="00F05FF8" w:rsidP="0054045D">
      <w:pPr>
        <w:pStyle w:val="ConsPlusNormal0"/>
        <w:jc w:val="center"/>
        <w:rPr>
          <w:b/>
        </w:rPr>
      </w:pPr>
    </w:p>
    <w:p w:rsidR="00F05FF8" w:rsidRDefault="00F05FF8" w:rsidP="0054045D">
      <w:pPr>
        <w:pStyle w:val="ConsPlusNormal0"/>
        <w:jc w:val="center"/>
        <w:rPr>
          <w:b/>
        </w:rPr>
      </w:pPr>
    </w:p>
    <w:p w:rsidR="00F05FF8" w:rsidRDefault="00F05FF8" w:rsidP="0054045D">
      <w:pPr>
        <w:pStyle w:val="ConsPlusNormal0"/>
        <w:jc w:val="center"/>
        <w:rPr>
          <w:b/>
        </w:rPr>
      </w:pPr>
    </w:p>
    <w:p w:rsidR="00F05FF8" w:rsidRDefault="00F05FF8" w:rsidP="0054045D">
      <w:pPr>
        <w:pStyle w:val="ConsPlusNormal0"/>
        <w:jc w:val="center"/>
        <w:rPr>
          <w:b/>
        </w:rPr>
      </w:pPr>
    </w:p>
    <w:p w:rsidR="00F05FF8" w:rsidRDefault="00F05FF8" w:rsidP="0054045D">
      <w:pPr>
        <w:pStyle w:val="ConsPlusNormal0"/>
        <w:jc w:val="center"/>
        <w:rPr>
          <w:b/>
        </w:rPr>
      </w:pPr>
    </w:p>
    <w:p w:rsidR="00F05FF8" w:rsidRDefault="00F05FF8" w:rsidP="0054045D">
      <w:pPr>
        <w:pStyle w:val="ConsPlusNormal0"/>
        <w:jc w:val="center"/>
        <w:rPr>
          <w:b/>
        </w:rPr>
      </w:pPr>
    </w:p>
    <w:p w:rsidR="00F05FF8" w:rsidRPr="003C75F8" w:rsidRDefault="00F05FF8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F05FF8" w:rsidRPr="003C75F8" w:rsidRDefault="00F05FF8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F05FF8" w:rsidRPr="00F36F5A" w:rsidRDefault="00F05FF8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F05FF8" w:rsidRPr="003C75F8" w:rsidRDefault="00F05FF8" w:rsidP="0054045D">
      <w:pPr>
        <w:pStyle w:val="ConsPlusNormal0"/>
        <w:jc w:val="center"/>
        <w:rPr>
          <w:b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F05FF8" w:rsidRPr="00515088" w:rsidTr="006F209F">
        <w:tc>
          <w:tcPr>
            <w:tcW w:w="593" w:type="dxa"/>
          </w:tcPr>
          <w:p w:rsidR="00F05FF8" w:rsidRPr="00515088" w:rsidRDefault="00F05FF8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F05FF8" w:rsidRPr="00515088" w:rsidRDefault="00F05FF8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F05FF8" w:rsidRPr="00515088" w:rsidRDefault="00F05FF8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F05FF8" w:rsidRPr="00515088" w:rsidRDefault="00F05FF8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F05FF8" w:rsidRPr="00515088" w:rsidRDefault="00F05FF8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F05FF8" w:rsidRPr="00515088" w:rsidRDefault="00F05FF8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F05FF8" w:rsidRPr="00515088" w:rsidRDefault="00F05FF8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F05FF8" w:rsidRPr="00515088" w:rsidRDefault="00F05FF8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F05FF8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F05FF8" w:rsidRPr="00515088" w:rsidRDefault="00F05FF8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F05FF8" w:rsidRPr="00515088" w:rsidRDefault="00F05FF8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F05FF8" w:rsidRPr="00515088" w:rsidRDefault="00F05FF8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F05FF8" w:rsidRPr="00515088" w:rsidRDefault="00F05FF8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F05FF8" w:rsidRPr="00515088" w:rsidRDefault="00F05FF8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F05FF8" w:rsidRPr="00515088" w:rsidRDefault="00F05FF8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F05FF8" w:rsidRPr="00515088" w:rsidRDefault="00F05FF8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F05FF8" w:rsidRPr="00515088" w:rsidRDefault="00F05FF8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F05FF8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F05FF8" w:rsidRPr="00515088" w:rsidRDefault="00F05FF8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F05FF8" w:rsidRPr="000319AE" w:rsidRDefault="00F05FF8" w:rsidP="000319AE">
            <w:pPr>
              <w:pStyle w:val="a0"/>
            </w:pPr>
            <w:r w:rsidRPr="000319AE">
              <w:rPr>
                <w:rFonts w:ascii="Times New Roman" w:hAnsi="Times New Roman"/>
              </w:rPr>
              <w:t>выплата пенсионного обеспечения за выслугу лет</w:t>
            </w:r>
          </w:p>
        </w:tc>
        <w:tc>
          <w:tcPr>
            <w:tcW w:w="1220" w:type="dxa"/>
          </w:tcPr>
          <w:p w:rsidR="00F05FF8" w:rsidRPr="00515088" w:rsidRDefault="00F05FF8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770" w:type="dxa"/>
            <w:gridSpan w:val="2"/>
          </w:tcPr>
          <w:p w:rsidR="00F05FF8" w:rsidRPr="00515088" w:rsidRDefault="00F05FF8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F05FF8" w:rsidRPr="00515088" w:rsidRDefault="00F05FF8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F05FF8" w:rsidRPr="00515088" w:rsidRDefault="00F05FF8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F05FF8" w:rsidRPr="00515088" w:rsidRDefault="00F05FF8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F05FF8" w:rsidRPr="00515088" w:rsidRDefault="00F05FF8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F05FF8" w:rsidRDefault="00F05FF8" w:rsidP="0054045D">
      <w:pPr>
        <w:jc w:val="center"/>
        <w:rPr>
          <w:b/>
          <w:szCs w:val="28"/>
        </w:rPr>
      </w:pPr>
    </w:p>
    <w:p w:rsidR="00F05FF8" w:rsidRPr="003C75F8" w:rsidRDefault="00F05FF8" w:rsidP="0054045D">
      <w:pPr>
        <w:jc w:val="center"/>
        <w:rPr>
          <w:b/>
          <w:szCs w:val="28"/>
        </w:rPr>
      </w:pPr>
    </w:p>
    <w:p w:rsidR="00F05FF8" w:rsidRPr="0054045D" w:rsidRDefault="00F05FF8">
      <w:pPr>
        <w:rPr>
          <w:sz w:val="6"/>
          <w:szCs w:val="6"/>
        </w:rPr>
      </w:pPr>
    </w:p>
    <w:p w:rsidR="00F05FF8" w:rsidRDefault="00F05FF8" w:rsidP="00FA1A72">
      <w:pPr>
        <w:jc w:val="both"/>
        <w:rPr>
          <w:szCs w:val="28"/>
        </w:rPr>
      </w:pPr>
    </w:p>
    <w:p w:rsidR="00F05FF8" w:rsidRDefault="00F05FF8" w:rsidP="00FA1A72">
      <w:pPr>
        <w:jc w:val="both"/>
        <w:rPr>
          <w:szCs w:val="28"/>
        </w:rPr>
      </w:pPr>
    </w:p>
    <w:p w:rsidR="00F05FF8" w:rsidRDefault="00F05FF8" w:rsidP="00FA1A72">
      <w:pPr>
        <w:jc w:val="both"/>
        <w:rPr>
          <w:szCs w:val="28"/>
        </w:rPr>
      </w:pPr>
    </w:p>
    <w:p w:rsidR="00F05FF8" w:rsidRDefault="00F05FF8" w:rsidP="00FA1A72">
      <w:pPr>
        <w:jc w:val="both"/>
        <w:rPr>
          <w:szCs w:val="28"/>
        </w:rPr>
      </w:pPr>
    </w:p>
    <w:p w:rsidR="00F05FF8" w:rsidRDefault="00F05FF8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F05FF8" w:rsidRPr="00F36F5A" w:rsidRDefault="00F05FF8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F05FF8" w:rsidRDefault="00F05FF8" w:rsidP="00CC0414">
      <w:pPr>
        <w:jc w:val="center"/>
        <w:rPr>
          <w:b/>
          <w:szCs w:val="28"/>
        </w:rPr>
      </w:pPr>
    </w:p>
    <w:p w:rsidR="00F05FF8" w:rsidRDefault="00F05FF8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05FF8" w:rsidRPr="00500747" w:rsidTr="006F209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B6573C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B6573C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F8" w:rsidRPr="00B6573C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F8" w:rsidRPr="00B6573C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B6573C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F8" w:rsidRPr="00B6573C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5FF8" w:rsidRPr="00B6573C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05FF8" w:rsidRPr="00500747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500747" w:rsidRDefault="00F05FF8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500747" w:rsidRDefault="00F05FF8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500747" w:rsidRDefault="00F05FF8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500747" w:rsidRDefault="00F05FF8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B6573C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B6573C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500747" w:rsidRDefault="00F05FF8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FF8" w:rsidRPr="00500747" w:rsidRDefault="00F05FF8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5FF8" w:rsidRPr="00500747" w:rsidTr="006F209F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500747" w:rsidRDefault="00F05FF8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500747" w:rsidRDefault="00F05FF8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500747" w:rsidRDefault="00F05FF8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500747" w:rsidRDefault="00F05FF8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500747" w:rsidRDefault="00F05FF8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F8" w:rsidRPr="00B6573C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F8" w:rsidRPr="00B6573C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F8" w:rsidRPr="00B6573C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F8" w:rsidRPr="00B6573C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500747" w:rsidRDefault="00F05FF8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FF8" w:rsidRPr="00500747" w:rsidRDefault="00F05FF8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5FF8" w:rsidRDefault="00F05FF8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05FF8" w:rsidRPr="00500747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500747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500747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500747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500747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500747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500747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500747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500747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500747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500747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FF8" w:rsidRPr="00500747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F05FF8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B6573C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B6573C" w:rsidRDefault="00F05FF8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FF8" w:rsidRPr="000319AE" w:rsidRDefault="00F05FF8" w:rsidP="0003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0319AE">
              <w:rPr>
                <w:sz w:val="24"/>
                <w:szCs w:val="24"/>
              </w:rPr>
              <w:t>еализация прав лиц, замещавших муниципальные должности и должности муниципальной службы в органах местного самоуправления Старотитаровского сельского поселения Темрюкского района, на пенсионное обеспечение за выслугу лет в соответствии с действующим законодательством</w:t>
            </w:r>
          </w:p>
          <w:p w:rsidR="00F05FF8" w:rsidRPr="0072468C" w:rsidRDefault="00F05FF8" w:rsidP="006F209F"/>
        </w:tc>
      </w:tr>
      <w:tr w:rsidR="00F05FF8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B6573C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B6573C" w:rsidRDefault="00F05FF8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FF8" w:rsidRPr="000319AE" w:rsidRDefault="00F05FF8" w:rsidP="000319AE">
            <w:pPr>
              <w:pStyle w:val="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0319AE">
              <w:rPr>
                <w:rFonts w:ascii="Times New Roman" w:hAnsi="Times New Roman"/>
              </w:rPr>
              <w:t>азначение и выплата пенсионного обеспечения за выслугу лет лицам, замещавшим муниципальные должности и должности муниципальной службы в органах местного самоуправления Старотитаровского сельского поселения Темрюкского района</w:t>
            </w:r>
          </w:p>
          <w:p w:rsidR="00F05FF8" w:rsidRPr="0072468C" w:rsidRDefault="00F05FF8" w:rsidP="006F209F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5FF8" w:rsidRPr="00B6573C" w:rsidTr="006F209F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B6573C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72468C" w:rsidRDefault="00F05FF8" w:rsidP="006F209F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A7379B">
              <w:rPr>
                <w:rFonts w:ascii="Times New Roman" w:hAnsi="Times New Roman"/>
              </w:rPr>
              <w:t>ыплата пенсионного обеспечения за выслугу лет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B6573C" w:rsidRDefault="00F05FF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F8" w:rsidRPr="00B6573C" w:rsidRDefault="00F05FF8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F8" w:rsidRPr="00B6573C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F8" w:rsidRPr="00B6573C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F8" w:rsidRPr="00B6573C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F8" w:rsidRPr="00B6573C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F8" w:rsidRPr="00B6573C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FF8" w:rsidRPr="0072468C" w:rsidRDefault="00F05FF8" w:rsidP="006F209F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A7379B">
              <w:rPr>
                <w:rFonts w:ascii="Times New Roman" w:hAnsi="Times New Roman"/>
              </w:rPr>
              <w:t>лучшение материального положения пенсионеров муниципальной службы 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FF8" w:rsidRPr="00B6573C" w:rsidRDefault="00F05FF8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05FF8" w:rsidRPr="00B6573C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B6573C" w:rsidRDefault="00F05FF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B6573C" w:rsidRDefault="00F05FF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B6573C" w:rsidRDefault="00F05FF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F8" w:rsidRPr="00B6573C" w:rsidRDefault="00F05FF8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F8" w:rsidRPr="00B6573C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F8" w:rsidRPr="00B6573C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F8" w:rsidRPr="00B6573C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F8" w:rsidRPr="00B6573C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F8" w:rsidRPr="00B6573C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B6573C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FF8" w:rsidRPr="00B6573C" w:rsidRDefault="00F05FF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05FF8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B6573C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B6573C" w:rsidRDefault="00F05FF8" w:rsidP="006F209F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B6573C" w:rsidRDefault="00F05FF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B6573C" w:rsidRDefault="00F05FF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B6573C" w:rsidRDefault="00F05FF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B6573C" w:rsidRDefault="00F05FF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B6573C" w:rsidRDefault="00F05FF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B6573C" w:rsidRDefault="00F05FF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B6573C" w:rsidRDefault="00F05FF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B6573C" w:rsidRDefault="00F05FF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FF8" w:rsidRPr="00B6573C" w:rsidRDefault="00F05FF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05FF8" w:rsidRPr="00B6573C" w:rsidTr="000319AE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B6573C" w:rsidRDefault="00F05FF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B6573C" w:rsidRDefault="00F05FF8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B6573C" w:rsidRDefault="00F05FF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F8" w:rsidRPr="00B6573C" w:rsidRDefault="00F05FF8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F8" w:rsidRPr="000319AE" w:rsidRDefault="00F05FF8" w:rsidP="000319AE">
            <w:pPr>
              <w:jc w:val="center"/>
              <w:rPr>
                <w:sz w:val="24"/>
                <w:szCs w:val="24"/>
              </w:rPr>
            </w:pPr>
            <w:r w:rsidRPr="000319AE">
              <w:rPr>
                <w:sz w:val="24"/>
                <w:szCs w:val="24"/>
              </w:rPr>
              <w:t>317,2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F8" w:rsidRPr="00B6573C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F8" w:rsidRPr="00B6573C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F8" w:rsidRPr="000319AE" w:rsidRDefault="00F05FF8" w:rsidP="000319AE">
            <w:pPr>
              <w:jc w:val="center"/>
              <w:rPr>
                <w:sz w:val="24"/>
                <w:szCs w:val="24"/>
              </w:rPr>
            </w:pPr>
            <w:r w:rsidRPr="000319AE">
              <w:rPr>
                <w:sz w:val="24"/>
                <w:szCs w:val="24"/>
              </w:rPr>
              <w:t>317,2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F8" w:rsidRPr="00B6573C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F05FF8" w:rsidRPr="00B6573C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F05FF8" w:rsidRPr="00B6573C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5FF8" w:rsidRPr="00B6573C" w:rsidTr="000319AE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B6573C" w:rsidRDefault="00F05FF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B6573C" w:rsidRDefault="00F05FF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B6573C" w:rsidRDefault="00F05FF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F8" w:rsidRPr="00B6573C" w:rsidRDefault="00F05FF8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F8" w:rsidRPr="000319AE" w:rsidRDefault="00F05FF8" w:rsidP="000319AE">
            <w:pPr>
              <w:jc w:val="center"/>
              <w:rPr>
                <w:sz w:val="24"/>
                <w:szCs w:val="24"/>
              </w:rPr>
            </w:pPr>
            <w:r w:rsidRPr="000319AE">
              <w:rPr>
                <w:sz w:val="24"/>
                <w:szCs w:val="24"/>
              </w:rPr>
              <w:t>317,2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F8" w:rsidRPr="00B6573C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F8" w:rsidRPr="00B6573C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F8" w:rsidRPr="000319AE" w:rsidRDefault="00F05FF8" w:rsidP="000319AE">
            <w:pPr>
              <w:jc w:val="center"/>
              <w:rPr>
                <w:sz w:val="24"/>
                <w:szCs w:val="24"/>
              </w:rPr>
            </w:pPr>
            <w:r w:rsidRPr="000319AE">
              <w:rPr>
                <w:sz w:val="24"/>
                <w:szCs w:val="24"/>
              </w:rPr>
              <w:t>317,2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F8" w:rsidRPr="00B6573C" w:rsidRDefault="00F05F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F8" w:rsidRPr="00B6573C" w:rsidRDefault="00F05FF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F05FF8" w:rsidRPr="00B6573C" w:rsidRDefault="00F05FF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F05FF8" w:rsidRDefault="00F05FF8" w:rsidP="00EF6F81">
      <w:pPr>
        <w:jc w:val="center"/>
        <w:rPr>
          <w:szCs w:val="28"/>
        </w:rPr>
      </w:pPr>
    </w:p>
    <w:p w:rsidR="00F05FF8" w:rsidRDefault="00F05FF8" w:rsidP="00EF6F81">
      <w:pPr>
        <w:jc w:val="center"/>
        <w:rPr>
          <w:szCs w:val="28"/>
        </w:rPr>
        <w:sectPr w:rsidR="00F05FF8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05FF8" w:rsidRPr="00484E94" w:rsidRDefault="00F05FF8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F05FF8" w:rsidRPr="00484E94" w:rsidRDefault="00F05FF8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F05FF8" w:rsidRPr="00484E94" w:rsidRDefault="00F05FF8" w:rsidP="00484E94">
      <w:pPr>
        <w:pStyle w:val="ConsPlusNormal0"/>
        <w:jc w:val="center"/>
        <w:rPr>
          <w:szCs w:val="28"/>
        </w:rPr>
      </w:pPr>
    </w:p>
    <w:p w:rsidR="00F05FF8" w:rsidRPr="0016103B" w:rsidRDefault="00F05FF8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F05FF8" w:rsidRPr="00484E94" w:rsidRDefault="00F05FF8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F05FF8" w:rsidRPr="00484E94" w:rsidRDefault="00F05FF8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F05FF8" w:rsidRDefault="00F05FF8" w:rsidP="00484E94">
      <w:pPr>
        <w:jc w:val="both"/>
      </w:pPr>
    </w:p>
    <w:p w:rsidR="00F05FF8" w:rsidRPr="00484E94" w:rsidRDefault="00F05FF8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F05FF8" w:rsidRPr="00484E94" w:rsidRDefault="00F05FF8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F05FF8" w:rsidRPr="00484E94" w:rsidRDefault="00F05FF8" w:rsidP="00484E94">
      <w:pPr>
        <w:pStyle w:val="ConsPlusNormal0"/>
        <w:jc w:val="both"/>
        <w:rPr>
          <w:szCs w:val="28"/>
        </w:rPr>
      </w:pPr>
    </w:p>
    <w:p w:rsidR="00F05FF8" w:rsidRPr="007F34E4" w:rsidRDefault="00F05FF8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F05FF8" w:rsidRPr="007F34E4" w:rsidRDefault="00F05FF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F05FF8" w:rsidRPr="007F34E4" w:rsidRDefault="00F05FF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F05FF8" w:rsidRPr="007F34E4" w:rsidRDefault="00F05FF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F05FF8" w:rsidRPr="007F34E4" w:rsidRDefault="00F05FF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F05FF8" w:rsidRPr="007F34E4" w:rsidRDefault="00F05FF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F05FF8" w:rsidRPr="007F34E4" w:rsidRDefault="00F05FF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F05FF8" w:rsidRPr="007F34E4" w:rsidRDefault="00F05FF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F05FF8" w:rsidRPr="007F34E4" w:rsidRDefault="00F05FF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F05FF8" w:rsidRPr="007F34E4" w:rsidRDefault="00F05FF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F05FF8" w:rsidRPr="007F34E4" w:rsidRDefault="00F05FF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F05FF8" w:rsidRPr="007F34E4" w:rsidRDefault="00F05FF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F05FF8" w:rsidRPr="007F34E4" w:rsidRDefault="00F05FF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F05FF8" w:rsidRPr="007F34E4" w:rsidRDefault="00F05FF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F05FF8" w:rsidRDefault="00F05FF8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F05FF8" w:rsidRPr="007F34E4" w:rsidRDefault="00F05FF8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F05FF8" w:rsidRPr="007F34E4" w:rsidRDefault="00F05FF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F05FF8" w:rsidRPr="007F34E4" w:rsidRDefault="00F05FF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F05FF8" w:rsidRPr="007F34E4" w:rsidRDefault="00F05FF8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F05FF8" w:rsidRPr="007F34E4" w:rsidRDefault="00F05FF8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F05FF8" w:rsidRPr="007F34E4" w:rsidRDefault="00F05FF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F05FF8" w:rsidRPr="007F34E4" w:rsidRDefault="00F05FF8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F05FF8" w:rsidRPr="007F34E4" w:rsidRDefault="00F05FF8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F05FF8" w:rsidRPr="007F34E4" w:rsidRDefault="00F05FF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F05FF8" w:rsidRPr="007F34E4" w:rsidRDefault="00F05FF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F05FF8" w:rsidRPr="007F34E4" w:rsidRDefault="00F05FF8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F05FF8" w:rsidRPr="007F34E4" w:rsidRDefault="00F05FF8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F05FF8" w:rsidRDefault="00F05FF8" w:rsidP="00484E94">
      <w:pPr>
        <w:ind w:firstLine="709"/>
        <w:jc w:val="both"/>
        <w:rPr>
          <w:szCs w:val="28"/>
        </w:rPr>
      </w:pPr>
    </w:p>
    <w:p w:rsidR="00F05FF8" w:rsidRDefault="00F05FF8" w:rsidP="00484E94">
      <w:pPr>
        <w:ind w:firstLine="709"/>
        <w:jc w:val="both"/>
        <w:rPr>
          <w:szCs w:val="28"/>
        </w:rPr>
      </w:pPr>
    </w:p>
    <w:p w:rsidR="00F05FF8" w:rsidRDefault="00F05FF8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F05FF8" w:rsidRDefault="00F05FF8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F05FF8" w:rsidRDefault="00F05FF8" w:rsidP="00956CCE">
      <w:pPr>
        <w:rPr>
          <w:szCs w:val="28"/>
        </w:rPr>
        <w:sectPr w:rsidR="00F05FF8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Т.И. Опарина</w:t>
      </w:r>
    </w:p>
    <w:p w:rsidR="00F05FF8" w:rsidRDefault="00F05FF8" w:rsidP="001F5CA2">
      <w:pPr>
        <w:jc w:val="center"/>
        <w:rPr>
          <w:b/>
        </w:rPr>
      </w:pPr>
    </w:p>
    <w:sectPr w:rsidR="00F05FF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FF8" w:rsidRDefault="00F05FF8" w:rsidP="00EF6F81">
      <w:r>
        <w:separator/>
      </w:r>
    </w:p>
  </w:endnote>
  <w:endnote w:type="continuationSeparator" w:id="0">
    <w:p w:rsidR="00F05FF8" w:rsidRDefault="00F05FF8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FF8" w:rsidRDefault="00F05FF8" w:rsidP="00EF6F81">
      <w:r>
        <w:separator/>
      </w:r>
    </w:p>
  </w:footnote>
  <w:footnote w:type="continuationSeparator" w:id="0">
    <w:p w:rsidR="00F05FF8" w:rsidRDefault="00F05FF8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FF8" w:rsidRDefault="00F05FF8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FF8" w:rsidRDefault="00F05FF8">
    <w:pPr>
      <w:pStyle w:val="Header"/>
      <w:jc w:val="center"/>
    </w:pPr>
  </w:p>
  <w:p w:rsidR="00F05FF8" w:rsidRDefault="00F05FF8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05FF8" w:rsidRPr="00064846" w:rsidRDefault="00F05FF8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9AE"/>
    <w:rsid w:val="00031DF9"/>
    <w:rsid w:val="000348BC"/>
    <w:rsid w:val="0003562F"/>
    <w:rsid w:val="00036BA0"/>
    <w:rsid w:val="00046F33"/>
    <w:rsid w:val="000520B4"/>
    <w:rsid w:val="0005300F"/>
    <w:rsid w:val="0005555B"/>
    <w:rsid w:val="00064846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4CAC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4038"/>
    <w:rsid w:val="004E184B"/>
    <w:rsid w:val="004E660F"/>
    <w:rsid w:val="00500747"/>
    <w:rsid w:val="0050378D"/>
    <w:rsid w:val="0050519C"/>
    <w:rsid w:val="00506C43"/>
    <w:rsid w:val="00510D19"/>
    <w:rsid w:val="00515088"/>
    <w:rsid w:val="0053507E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0885"/>
    <w:rsid w:val="006C4020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68C"/>
    <w:rsid w:val="00734314"/>
    <w:rsid w:val="00741C5B"/>
    <w:rsid w:val="00741FA6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53DC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76805"/>
    <w:rsid w:val="00883BAB"/>
    <w:rsid w:val="00885C29"/>
    <w:rsid w:val="008903E0"/>
    <w:rsid w:val="00890443"/>
    <w:rsid w:val="008924E5"/>
    <w:rsid w:val="00896A24"/>
    <w:rsid w:val="008977E5"/>
    <w:rsid w:val="008A06FC"/>
    <w:rsid w:val="008A24E1"/>
    <w:rsid w:val="008A32AD"/>
    <w:rsid w:val="008A6FA1"/>
    <w:rsid w:val="008B08D9"/>
    <w:rsid w:val="008B1B7C"/>
    <w:rsid w:val="008B2122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5A68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56F12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77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A02AB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4C27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05FF8"/>
    <w:rsid w:val="00F162F0"/>
    <w:rsid w:val="00F23492"/>
    <w:rsid w:val="00F31FEC"/>
    <w:rsid w:val="00F32117"/>
    <w:rsid w:val="00F36F38"/>
    <w:rsid w:val="00F36F5A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1780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515088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33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3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3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2088</TotalTime>
  <Pages>11</Pages>
  <Words>1674</Words>
  <Characters>9547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190</cp:revision>
  <cp:lastPrinted>2021-06-11T06:36:00Z</cp:lastPrinted>
  <dcterms:created xsi:type="dcterms:W3CDTF">2018-08-07T11:48:00Z</dcterms:created>
  <dcterms:modified xsi:type="dcterms:W3CDTF">2021-09-28T08:40:00Z</dcterms:modified>
</cp:coreProperties>
</file>