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133048" w:rsidRPr="00C96AAF" w:rsidTr="00FD0C3A">
        <w:tc>
          <w:tcPr>
            <w:tcW w:w="8788" w:type="dxa"/>
          </w:tcPr>
          <w:p w:rsidR="00133048" w:rsidRPr="00C96AAF" w:rsidRDefault="00133048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133048" w:rsidRPr="00C96AAF" w:rsidRDefault="00133048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133048" w:rsidRDefault="0013304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133048" w:rsidRPr="000C1236" w:rsidRDefault="0013304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133048" w:rsidRPr="000C1236" w:rsidRDefault="0013304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133048" w:rsidRPr="000C1236" w:rsidRDefault="0013304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133048" w:rsidRPr="000C1236" w:rsidRDefault="00133048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133048" w:rsidRPr="00C96AAF" w:rsidRDefault="0013304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133048" w:rsidRPr="00C96AAF" w:rsidRDefault="00133048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133048" w:rsidRPr="006341E7" w:rsidRDefault="00133048" w:rsidP="003E51DA">
      <w:pPr>
        <w:ind w:firstLine="709"/>
        <w:rPr>
          <w:sz w:val="24"/>
          <w:szCs w:val="24"/>
        </w:rPr>
      </w:pPr>
    </w:p>
    <w:p w:rsidR="00133048" w:rsidRDefault="0013304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133048" w:rsidRDefault="00133048" w:rsidP="003E51DA">
      <w:pPr>
        <w:jc w:val="center"/>
        <w:rPr>
          <w:b/>
          <w:szCs w:val="28"/>
        </w:rPr>
      </w:pPr>
      <w:r w:rsidRPr="000C41ED">
        <w:rPr>
          <w:b/>
          <w:szCs w:val="28"/>
        </w:rPr>
        <w:t>«Обеспечение ведения бухгалтерского учета»</w:t>
      </w:r>
    </w:p>
    <w:p w:rsidR="00133048" w:rsidRPr="000C41ED" w:rsidRDefault="00133048" w:rsidP="003E51DA">
      <w:pPr>
        <w:jc w:val="center"/>
        <w:rPr>
          <w:b/>
          <w:szCs w:val="28"/>
        </w:rPr>
      </w:pPr>
    </w:p>
    <w:p w:rsidR="00133048" w:rsidRPr="009E44C2" w:rsidRDefault="0013304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133048" w:rsidRDefault="00133048" w:rsidP="000C41E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0C41ED">
        <w:rPr>
          <w:b/>
          <w:szCs w:val="28"/>
        </w:rPr>
        <w:t>«Обеспечение ведения бухгалтерского учета»</w:t>
      </w:r>
    </w:p>
    <w:p w:rsidR="00133048" w:rsidRPr="000C41ED" w:rsidRDefault="00133048" w:rsidP="000C41ED">
      <w:pPr>
        <w:jc w:val="center"/>
        <w:rPr>
          <w:b/>
          <w:szCs w:val="28"/>
        </w:rPr>
      </w:pPr>
    </w:p>
    <w:p w:rsidR="00133048" w:rsidRDefault="0013304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133048" w:rsidRPr="009E44C2" w:rsidTr="000F1BD5">
        <w:tc>
          <w:tcPr>
            <w:tcW w:w="6012" w:type="dxa"/>
          </w:tcPr>
          <w:p w:rsidR="00133048" w:rsidRPr="002940B0" w:rsidRDefault="0013304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133048" w:rsidRDefault="00133048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133048" w:rsidRPr="00827FDC" w:rsidRDefault="00133048" w:rsidP="000F1BD5">
            <w:pPr>
              <w:rPr>
                <w:b/>
                <w:szCs w:val="28"/>
              </w:rPr>
            </w:pPr>
          </w:p>
        </w:tc>
      </w:tr>
      <w:tr w:rsidR="00133048" w:rsidRPr="009E44C2" w:rsidTr="000F1BD5">
        <w:tc>
          <w:tcPr>
            <w:tcW w:w="6012" w:type="dxa"/>
          </w:tcPr>
          <w:p w:rsidR="00133048" w:rsidRPr="002940B0" w:rsidRDefault="0013304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133048" w:rsidRDefault="00133048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133048" w:rsidRDefault="00133048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133048" w:rsidRPr="00827FDC" w:rsidRDefault="00133048" w:rsidP="000F1BD5">
            <w:pPr>
              <w:rPr>
                <w:b/>
                <w:szCs w:val="28"/>
              </w:rPr>
            </w:pPr>
          </w:p>
        </w:tc>
      </w:tr>
      <w:tr w:rsidR="00133048" w:rsidRPr="009E44C2" w:rsidTr="000F1BD5">
        <w:tc>
          <w:tcPr>
            <w:tcW w:w="6012" w:type="dxa"/>
          </w:tcPr>
          <w:p w:rsidR="00133048" w:rsidRPr="002940B0" w:rsidRDefault="0013304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133048" w:rsidRDefault="00133048" w:rsidP="000F1BD5">
            <w:pPr>
              <w:rPr>
                <w:szCs w:val="28"/>
              </w:rPr>
            </w:pPr>
            <w:r w:rsidRPr="00DE4FAE">
              <w:rPr>
                <w:szCs w:val="28"/>
              </w:rPr>
              <w:t>Создание комплексной системы по организации ведения бюджетного учета</w:t>
            </w:r>
          </w:p>
          <w:p w:rsidR="00133048" w:rsidRPr="002940B0" w:rsidRDefault="00133048" w:rsidP="000F1BD5">
            <w:pPr>
              <w:rPr>
                <w:b/>
                <w:szCs w:val="28"/>
              </w:rPr>
            </w:pPr>
          </w:p>
        </w:tc>
      </w:tr>
      <w:tr w:rsidR="00133048" w:rsidRPr="009E44C2" w:rsidTr="000F1BD5">
        <w:tc>
          <w:tcPr>
            <w:tcW w:w="6012" w:type="dxa"/>
          </w:tcPr>
          <w:p w:rsidR="00133048" w:rsidRPr="002940B0" w:rsidRDefault="0013304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133048" w:rsidRPr="002940B0" w:rsidRDefault="00133048" w:rsidP="000F1BD5">
            <w:pPr>
              <w:rPr>
                <w:b/>
                <w:szCs w:val="28"/>
              </w:rPr>
            </w:pPr>
            <w:r w:rsidRPr="00DE4FAE">
              <w:rPr>
                <w:szCs w:val="28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133048" w:rsidRPr="009E44C2" w:rsidTr="000F1BD5">
        <w:tc>
          <w:tcPr>
            <w:tcW w:w="6012" w:type="dxa"/>
          </w:tcPr>
          <w:p w:rsidR="00133048" w:rsidRPr="002940B0" w:rsidRDefault="0013304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133048" w:rsidRPr="008D5828" w:rsidRDefault="00133048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133048" w:rsidRPr="008D5828" w:rsidRDefault="00133048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133048" w:rsidRPr="008D5828" w:rsidRDefault="00133048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133048" w:rsidRPr="008D5828" w:rsidRDefault="00133048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133048" w:rsidRDefault="00133048" w:rsidP="00856C6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  <w:p w:rsidR="00133048" w:rsidRPr="002940B0" w:rsidRDefault="00133048" w:rsidP="00856C69">
            <w:pPr>
              <w:rPr>
                <w:b/>
                <w:szCs w:val="28"/>
              </w:rPr>
            </w:pPr>
          </w:p>
        </w:tc>
      </w:tr>
      <w:tr w:rsidR="00133048" w:rsidRPr="009E44C2" w:rsidTr="000F1BD5">
        <w:tc>
          <w:tcPr>
            <w:tcW w:w="6012" w:type="dxa"/>
          </w:tcPr>
          <w:p w:rsidR="00133048" w:rsidRPr="002940B0" w:rsidRDefault="0013304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133048" w:rsidRPr="002503EF" w:rsidRDefault="00133048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133048" w:rsidRPr="009E44C2" w:rsidTr="000F1BD5">
        <w:tc>
          <w:tcPr>
            <w:tcW w:w="6012" w:type="dxa"/>
          </w:tcPr>
          <w:p w:rsidR="00133048" w:rsidRPr="002940B0" w:rsidRDefault="0013304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133048" w:rsidRDefault="00133048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133048" w:rsidRPr="009011B8" w:rsidRDefault="00133048" w:rsidP="000F1BD5">
            <w:pPr>
              <w:rPr>
                <w:szCs w:val="28"/>
              </w:rPr>
            </w:pPr>
          </w:p>
        </w:tc>
      </w:tr>
      <w:tr w:rsidR="00133048" w:rsidRPr="009E44C2" w:rsidTr="000F1BD5">
        <w:tc>
          <w:tcPr>
            <w:tcW w:w="6012" w:type="dxa"/>
          </w:tcPr>
          <w:p w:rsidR="00133048" w:rsidRPr="002940B0" w:rsidRDefault="00133048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133048" w:rsidRPr="002940B0" w:rsidRDefault="00133048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133048" w:rsidRPr="002940B0" w:rsidRDefault="00133048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133048" w:rsidRPr="009E44C2" w:rsidTr="000F1BD5">
        <w:tc>
          <w:tcPr>
            <w:tcW w:w="6012" w:type="dxa"/>
          </w:tcPr>
          <w:p w:rsidR="00133048" w:rsidRPr="002940B0" w:rsidRDefault="00133048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133048" w:rsidRPr="002940B0" w:rsidRDefault="00133048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133048" w:rsidRPr="002940B0" w:rsidRDefault="00133048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133048" w:rsidRPr="002940B0" w:rsidRDefault="00133048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133048" w:rsidRPr="002940B0" w:rsidRDefault="00133048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133048" w:rsidRPr="009E44C2" w:rsidTr="000F1BD5">
        <w:tc>
          <w:tcPr>
            <w:tcW w:w="6012" w:type="dxa"/>
          </w:tcPr>
          <w:p w:rsidR="00133048" w:rsidRPr="002940B0" w:rsidRDefault="00133048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3 493,7</w:t>
            </w:r>
          </w:p>
        </w:tc>
        <w:tc>
          <w:tcPr>
            <w:tcW w:w="1808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3 493,7</w:t>
            </w:r>
          </w:p>
        </w:tc>
        <w:tc>
          <w:tcPr>
            <w:tcW w:w="2019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33048" w:rsidRPr="009E44C2" w:rsidTr="000F1BD5">
        <w:tc>
          <w:tcPr>
            <w:tcW w:w="6012" w:type="dxa"/>
          </w:tcPr>
          <w:p w:rsidR="00133048" w:rsidRPr="002940B0" w:rsidRDefault="00133048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33048" w:rsidRPr="009E44C2" w:rsidTr="000F1BD5">
        <w:tc>
          <w:tcPr>
            <w:tcW w:w="6012" w:type="dxa"/>
          </w:tcPr>
          <w:p w:rsidR="00133048" w:rsidRPr="002940B0" w:rsidRDefault="00133048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3 493,7</w:t>
            </w:r>
          </w:p>
        </w:tc>
        <w:tc>
          <w:tcPr>
            <w:tcW w:w="1808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3 493,7</w:t>
            </w:r>
          </w:p>
        </w:tc>
        <w:tc>
          <w:tcPr>
            <w:tcW w:w="2019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33048" w:rsidRPr="009E44C2" w:rsidTr="000F1BD5">
        <w:tc>
          <w:tcPr>
            <w:tcW w:w="14560" w:type="dxa"/>
            <w:gridSpan w:val="6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33048" w:rsidRPr="009E44C2" w:rsidTr="000F1BD5">
        <w:tc>
          <w:tcPr>
            <w:tcW w:w="6012" w:type="dxa"/>
          </w:tcPr>
          <w:p w:rsidR="00133048" w:rsidRPr="002940B0" w:rsidRDefault="00133048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33048" w:rsidRPr="009E44C2" w:rsidTr="000F1BD5">
        <w:tc>
          <w:tcPr>
            <w:tcW w:w="6012" w:type="dxa"/>
          </w:tcPr>
          <w:p w:rsidR="00133048" w:rsidRPr="002940B0" w:rsidRDefault="00133048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33048" w:rsidRPr="009E44C2" w:rsidTr="000F1BD5">
        <w:tc>
          <w:tcPr>
            <w:tcW w:w="6012" w:type="dxa"/>
          </w:tcPr>
          <w:p w:rsidR="00133048" w:rsidRPr="002940B0" w:rsidRDefault="00133048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33048" w:rsidRPr="009E44C2" w:rsidTr="000F1BD5">
        <w:tc>
          <w:tcPr>
            <w:tcW w:w="14560" w:type="dxa"/>
            <w:gridSpan w:val="6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133048" w:rsidRPr="009E44C2" w:rsidTr="000F1BD5">
        <w:tc>
          <w:tcPr>
            <w:tcW w:w="6012" w:type="dxa"/>
          </w:tcPr>
          <w:p w:rsidR="00133048" w:rsidRPr="002940B0" w:rsidRDefault="00133048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33048" w:rsidRPr="009E44C2" w:rsidTr="000F1BD5">
        <w:tc>
          <w:tcPr>
            <w:tcW w:w="6012" w:type="dxa"/>
          </w:tcPr>
          <w:p w:rsidR="00133048" w:rsidRPr="002940B0" w:rsidRDefault="00133048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33048" w:rsidRPr="009E44C2" w:rsidTr="000F1BD5">
        <w:tc>
          <w:tcPr>
            <w:tcW w:w="6012" w:type="dxa"/>
          </w:tcPr>
          <w:p w:rsidR="00133048" w:rsidRPr="002940B0" w:rsidRDefault="00133048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33048" w:rsidRPr="002940B0" w:rsidRDefault="00133048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33048" w:rsidRPr="003E51DA" w:rsidRDefault="0013304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133048" w:rsidRDefault="00133048" w:rsidP="003E51DA">
      <w:pPr>
        <w:jc w:val="center"/>
        <w:rPr>
          <w:b/>
          <w:szCs w:val="28"/>
        </w:rPr>
      </w:pPr>
    </w:p>
    <w:p w:rsidR="00133048" w:rsidRDefault="00133048" w:rsidP="003E51DA">
      <w:pPr>
        <w:jc w:val="center"/>
        <w:rPr>
          <w:b/>
          <w:szCs w:val="28"/>
        </w:rPr>
      </w:pPr>
    </w:p>
    <w:p w:rsidR="00133048" w:rsidRDefault="00133048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133048" w:rsidRDefault="00133048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133048" w:rsidRPr="00E764BE" w:rsidRDefault="00133048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133048" w:rsidRDefault="00133048" w:rsidP="007A6F08">
      <w:pPr>
        <w:jc w:val="center"/>
        <w:rPr>
          <w:b/>
          <w:szCs w:val="28"/>
        </w:rPr>
      </w:pPr>
    </w:p>
    <w:p w:rsidR="00133048" w:rsidRPr="00500747" w:rsidRDefault="00133048" w:rsidP="007A6F08">
      <w:pPr>
        <w:jc w:val="center"/>
        <w:rPr>
          <w:b/>
          <w:szCs w:val="28"/>
        </w:rPr>
      </w:pPr>
    </w:p>
    <w:p w:rsidR="00133048" w:rsidRPr="009D244C" w:rsidRDefault="00133048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133048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48" w:rsidRPr="00E724E6" w:rsidRDefault="0013304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48" w:rsidRPr="00E724E6" w:rsidRDefault="0013304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48" w:rsidRPr="00E724E6" w:rsidRDefault="0013304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3048" w:rsidRPr="00E724E6" w:rsidRDefault="0013304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33048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33048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48" w:rsidRPr="00E724E6" w:rsidRDefault="0013304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48" w:rsidRPr="00E724E6" w:rsidRDefault="0013304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48" w:rsidRPr="00E724E6" w:rsidRDefault="0013304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48" w:rsidRPr="00E724E6" w:rsidRDefault="0013304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133048" w:rsidRPr="00E724E6" w:rsidRDefault="00133048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133048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133048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Создание комплексной системы по организации ведения бюджетного учета</w:t>
            </w:r>
          </w:p>
          <w:p w:rsidR="00133048" w:rsidRPr="00E724E6" w:rsidRDefault="00133048" w:rsidP="000F1BD5">
            <w:pPr>
              <w:rPr>
                <w:sz w:val="24"/>
                <w:szCs w:val="24"/>
              </w:rPr>
            </w:pPr>
          </w:p>
        </w:tc>
      </w:tr>
      <w:tr w:rsidR="00133048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Организация качественного и эффективного бюджетного, налогового учета и отчетности</w:t>
            </w:r>
          </w:p>
          <w:p w:rsidR="00133048" w:rsidRPr="00E724E6" w:rsidRDefault="00133048" w:rsidP="000F1BD5">
            <w:pPr>
              <w:rPr>
                <w:sz w:val="24"/>
                <w:szCs w:val="24"/>
              </w:rPr>
            </w:pPr>
          </w:p>
        </w:tc>
      </w:tr>
      <w:tr w:rsidR="00133048" w:rsidRPr="00E724E6" w:rsidTr="00E77D48">
        <w:trPr>
          <w:trHeight w:val="1427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Финансовое обеспечение деятельности МКУ «Старотитаровская ЦБ»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48" w:rsidRPr="00E724E6" w:rsidRDefault="00133048" w:rsidP="00E77D4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48" w:rsidRPr="00E724E6" w:rsidRDefault="00133048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48" w:rsidRPr="00E724E6" w:rsidRDefault="0013304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48" w:rsidRPr="00E724E6" w:rsidRDefault="0013304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48" w:rsidRPr="00E724E6" w:rsidRDefault="0013304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48" w:rsidRPr="00E724E6" w:rsidRDefault="0013304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48" w:rsidRPr="00E724E6" w:rsidRDefault="00133048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Выполнение функций МКУ «Старотитаровская ЦБ»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«Старотитаровская ЦБ»</w:t>
            </w:r>
          </w:p>
        </w:tc>
      </w:tr>
      <w:tr w:rsidR="00133048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48" w:rsidRPr="00E724E6" w:rsidRDefault="00133048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33048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33048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133048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48" w:rsidRPr="00E724E6" w:rsidRDefault="00133048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33048" w:rsidRPr="00E724E6" w:rsidRDefault="00133048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133048" w:rsidRPr="00E724E6" w:rsidRDefault="00133048" w:rsidP="003E51DA">
      <w:pPr>
        <w:jc w:val="center"/>
        <w:rPr>
          <w:b/>
          <w:sz w:val="24"/>
          <w:szCs w:val="24"/>
        </w:rPr>
      </w:pPr>
    </w:p>
    <w:p w:rsidR="00133048" w:rsidRPr="00E724E6" w:rsidRDefault="00133048" w:rsidP="003E51DA">
      <w:pPr>
        <w:jc w:val="center"/>
        <w:rPr>
          <w:b/>
          <w:sz w:val="24"/>
          <w:szCs w:val="24"/>
        </w:rPr>
      </w:pPr>
    </w:p>
    <w:p w:rsidR="00133048" w:rsidRDefault="00133048" w:rsidP="007A6F08">
      <w:pPr>
        <w:rPr>
          <w:sz w:val="24"/>
          <w:szCs w:val="24"/>
        </w:rPr>
        <w:sectPr w:rsidR="0013304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133048" w:rsidRPr="003E51DA" w:rsidRDefault="00133048" w:rsidP="00592B5A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133048" w:rsidRDefault="00133048" w:rsidP="003E51DA">
      <w:pPr>
        <w:pStyle w:val="ConsPlusNormal0"/>
        <w:ind w:firstLine="709"/>
        <w:jc w:val="both"/>
      </w:pPr>
    </w:p>
    <w:p w:rsidR="00133048" w:rsidRDefault="0013304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133048" w:rsidRDefault="0013304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133048" w:rsidRDefault="0013304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133048" w:rsidRDefault="0013304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133048" w:rsidRDefault="0013304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133048" w:rsidRDefault="0013304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133048" w:rsidRDefault="0013304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133048" w:rsidRDefault="0013304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133048" w:rsidRDefault="0013304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133048" w:rsidRDefault="0013304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133048" w:rsidRDefault="0013304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133048" w:rsidRDefault="0013304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133048" w:rsidRDefault="0013304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133048" w:rsidRDefault="0013304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133048" w:rsidRDefault="00133048" w:rsidP="00EF6F81">
      <w:pPr>
        <w:jc w:val="center"/>
        <w:rPr>
          <w:b/>
        </w:rPr>
      </w:pPr>
    </w:p>
    <w:p w:rsidR="00133048" w:rsidRDefault="00133048" w:rsidP="00EF6F81">
      <w:pPr>
        <w:jc w:val="center"/>
        <w:rPr>
          <w:b/>
        </w:rPr>
      </w:pPr>
    </w:p>
    <w:p w:rsidR="00133048" w:rsidRDefault="00133048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133048" w:rsidRDefault="00133048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133048" w:rsidRDefault="00133048" w:rsidP="00413494">
      <w:pPr>
        <w:jc w:val="both"/>
        <w:rPr>
          <w:b/>
        </w:rPr>
        <w:sectPr w:rsidR="0013304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133048" w:rsidRDefault="00133048" w:rsidP="00E6162A">
      <w:pPr>
        <w:jc w:val="center"/>
        <w:rPr>
          <w:b/>
        </w:rPr>
      </w:pPr>
    </w:p>
    <w:sectPr w:rsidR="0013304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048" w:rsidRDefault="00133048" w:rsidP="00EF6F81">
      <w:r>
        <w:separator/>
      </w:r>
    </w:p>
  </w:endnote>
  <w:endnote w:type="continuationSeparator" w:id="0">
    <w:p w:rsidR="00133048" w:rsidRDefault="0013304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048" w:rsidRDefault="00133048" w:rsidP="00EF6F81">
      <w:r>
        <w:separator/>
      </w:r>
    </w:p>
  </w:footnote>
  <w:footnote w:type="continuationSeparator" w:id="0">
    <w:p w:rsidR="00133048" w:rsidRDefault="0013304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048" w:rsidRDefault="00133048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048" w:rsidRDefault="00133048">
    <w:pPr>
      <w:pStyle w:val="Header"/>
      <w:jc w:val="center"/>
    </w:pPr>
  </w:p>
  <w:p w:rsidR="00133048" w:rsidRDefault="00133048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33048" w:rsidRPr="00C96AAF" w:rsidRDefault="00133048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0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0097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2C14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70BC2"/>
    <w:rsid w:val="00E724E6"/>
    <w:rsid w:val="00E73688"/>
    <w:rsid w:val="00E746A1"/>
    <w:rsid w:val="00E764BE"/>
    <w:rsid w:val="00E77D48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33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2088</TotalTime>
  <Pages>6</Pages>
  <Words>755</Words>
  <Characters>4309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197</cp:revision>
  <cp:lastPrinted>2021-06-11T06:36:00Z</cp:lastPrinted>
  <dcterms:created xsi:type="dcterms:W3CDTF">2018-08-07T11:48:00Z</dcterms:created>
  <dcterms:modified xsi:type="dcterms:W3CDTF">2021-09-28T08:28:00Z</dcterms:modified>
</cp:coreProperties>
</file>