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11769" w:rsidRPr="004E6D75" w:rsidTr="00957C3C">
        <w:tc>
          <w:tcPr>
            <w:tcW w:w="9322" w:type="dxa"/>
          </w:tcPr>
          <w:p w:rsidR="00B11769" w:rsidRPr="004E6D75" w:rsidRDefault="00B1176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11769" w:rsidRPr="00C96AAF" w:rsidRDefault="00B1176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B11769" w:rsidRDefault="00B1176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11769" w:rsidRPr="00377C00" w:rsidRDefault="00B11769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B11769" w:rsidRPr="004E6D75" w:rsidRDefault="00B11769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11769" w:rsidRPr="006341E7" w:rsidRDefault="00B11769" w:rsidP="003E51DA">
      <w:pPr>
        <w:ind w:firstLine="709"/>
        <w:rPr>
          <w:sz w:val="24"/>
          <w:szCs w:val="24"/>
        </w:rPr>
      </w:pPr>
    </w:p>
    <w:p w:rsidR="00B11769" w:rsidRDefault="00B1176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11769" w:rsidRPr="009674C5" w:rsidRDefault="00B11769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11769" w:rsidRPr="00DA00D1" w:rsidRDefault="00B11769" w:rsidP="00377C00">
      <w:pPr>
        <w:jc w:val="center"/>
        <w:rPr>
          <w:b/>
          <w:szCs w:val="28"/>
        </w:rPr>
      </w:pPr>
    </w:p>
    <w:p w:rsidR="00B11769" w:rsidRDefault="00B11769" w:rsidP="003E51DA">
      <w:pPr>
        <w:jc w:val="center"/>
        <w:rPr>
          <w:b/>
          <w:szCs w:val="28"/>
        </w:rPr>
      </w:pPr>
    </w:p>
    <w:p w:rsidR="00B11769" w:rsidRPr="009E44C2" w:rsidRDefault="00B1176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11769" w:rsidRPr="009674C5" w:rsidRDefault="00B11769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11769" w:rsidRPr="009E44C2" w:rsidRDefault="00B1176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11769" w:rsidRPr="00F470FB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11769" w:rsidRPr="00827FDC" w:rsidRDefault="00B11769" w:rsidP="00F508F2">
            <w:pPr>
              <w:rPr>
                <w:b/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11769" w:rsidRPr="00464055" w:rsidRDefault="00B11769" w:rsidP="00464055">
            <w:pPr>
              <w:contextualSpacing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B11769" w:rsidRPr="00487189" w:rsidRDefault="00B11769" w:rsidP="00F508F2">
            <w:pPr>
              <w:rPr>
                <w:b/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B11769" w:rsidRPr="00A1449D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11769" w:rsidRPr="002503EF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B11769" w:rsidRPr="009011B8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11769" w:rsidRPr="002940B0" w:rsidRDefault="00B1176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14560" w:type="dxa"/>
            <w:gridSpan w:val="6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14560" w:type="dxa"/>
            <w:gridSpan w:val="6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Pr="00500747" w:rsidRDefault="00B1176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11769" w:rsidRPr="009674C5" w:rsidRDefault="00B11769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11769" w:rsidRPr="00500747" w:rsidRDefault="00B11769" w:rsidP="007A6F08">
      <w:pPr>
        <w:jc w:val="center"/>
        <w:rPr>
          <w:b/>
          <w:szCs w:val="28"/>
        </w:rPr>
      </w:pPr>
    </w:p>
    <w:p w:rsidR="00B11769" w:rsidRPr="009D244C" w:rsidRDefault="00B1176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1176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1176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176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1769" w:rsidRDefault="00B1176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1176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1815FE" w:rsidRDefault="00B11769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11769" w:rsidRPr="00957C3C" w:rsidRDefault="00B11769" w:rsidP="00F508F2">
            <w:pPr>
              <w:rPr>
                <w:sz w:val="24"/>
                <w:szCs w:val="24"/>
              </w:rPr>
            </w:pP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0F3B91" w:rsidRDefault="00B11769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B11769" w:rsidRPr="00945872" w:rsidRDefault="00B11769" w:rsidP="00015613">
            <w:pPr>
              <w:rPr>
                <w:b/>
                <w:sz w:val="24"/>
                <w:szCs w:val="24"/>
              </w:rPr>
            </w:pPr>
          </w:p>
        </w:tc>
      </w:tr>
      <w:tr w:rsidR="00B11769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Default="00B11769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B11769" w:rsidRPr="00E03762" w:rsidRDefault="00B11769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769" w:rsidRPr="009B1DD2" w:rsidRDefault="00B1176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11769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1769" w:rsidRDefault="00B11769" w:rsidP="003E51DA">
      <w:pPr>
        <w:jc w:val="center"/>
        <w:rPr>
          <w:b/>
          <w:szCs w:val="28"/>
        </w:rPr>
      </w:pPr>
    </w:p>
    <w:p w:rsidR="00B11769" w:rsidRPr="009E44C2" w:rsidRDefault="00B11769" w:rsidP="003E51DA">
      <w:pPr>
        <w:jc w:val="center"/>
        <w:rPr>
          <w:b/>
          <w:szCs w:val="28"/>
        </w:rPr>
      </w:pPr>
    </w:p>
    <w:p w:rsidR="00B11769" w:rsidRDefault="00B11769" w:rsidP="007A6F08">
      <w:pPr>
        <w:rPr>
          <w:sz w:val="24"/>
          <w:szCs w:val="24"/>
        </w:rPr>
        <w:sectPr w:rsidR="00B1176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11769" w:rsidRPr="003E51DA" w:rsidRDefault="00B1176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11769" w:rsidRDefault="00B11769" w:rsidP="003E51DA">
      <w:pPr>
        <w:pStyle w:val="ConsPlusNormal0"/>
        <w:ind w:firstLine="709"/>
        <w:jc w:val="both"/>
      </w:pPr>
    </w:p>
    <w:p w:rsidR="00B11769" w:rsidRDefault="00B1176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11769" w:rsidRDefault="00B1176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11769" w:rsidRDefault="00B1176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11769" w:rsidRDefault="00B1176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11769" w:rsidRDefault="00B1176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11769" w:rsidRDefault="00B1176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11769" w:rsidRDefault="00B1176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11769" w:rsidRDefault="00B11769" w:rsidP="00EF6F81">
      <w:pPr>
        <w:jc w:val="center"/>
        <w:rPr>
          <w:b/>
        </w:rPr>
      </w:pPr>
    </w:p>
    <w:p w:rsidR="00B11769" w:rsidRDefault="00B11769" w:rsidP="00EF6F81">
      <w:pPr>
        <w:jc w:val="center"/>
        <w:rPr>
          <w:b/>
        </w:rPr>
      </w:pPr>
    </w:p>
    <w:p w:rsidR="00B11769" w:rsidRDefault="00B1176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11769" w:rsidRDefault="00B1176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11769" w:rsidRDefault="00B1176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B11769" w:rsidRDefault="00B11769" w:rsidP="00834C77">
      <w:pPr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b/>
        </w:rPr>
        <w:sectPr w:rsidR="00B1176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11769" w:rsidRDefault="00B11769" w:rsidP="00E6162A">
      <w:pPr>
        <w:jc w:val="center"/>
        <w:rPr>
          <w:b/>
        </w:rPr>
      </w:pPr>
    </w:p>
    <w:sectPr w:rsidR="00B1176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769" w:rsidRDefault="00B11769" w:rsidP="00EF6F81">
      <w:r>
        <w:separator/>
      </w:r>
    </w:p>
  </w:endnote>
  <w:endnote w:type="continuationSeparator" w:id="0">
    <w:p w:rsidR="00B11769" w:rsidRDefault="00B1176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769" w:rsidRDefault="00B11769" w:rsidP="00EF6F81">
      <w:r>
        <w:separator/>
      </w:r>
    </w:p>
  </w:footnote>
  <w:footnote w:type="continuationSeparator" w:id="0">
    <w:p w:rsidR="00B11769" w:rsidRDefault="00B1176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769" w:rsidRDefault="00B1176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769" w:rsidRDefault="00B11769">
    <w:pPr>
      <w:pStyle w:val="Header"/>
      <w:jc w:val="center"/>
    </w:pPr>
  </w:p>
  <w:p w:rsidR="00B11769" w:rsidRDefault="00B1176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11769" w:rsidRPr="004E6D75" w:rsidRDefault="00B117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8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2146</TotalTime>
  <Pages>7</Pages>
  <Words>912</Words>
  <Characters>5200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2021-09-09T10:44:00Z</dcterms:modified>
</cp:coreProperties>
</file>