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5E" w:rsidRPr="00C3705A" w:rsidRDefault="0041765E" w:rsidP="00A46631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1765E" w:rsidRPr="00B73C78" w:rsidRDefault="0041765E" w:rsidP="00A46631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41765E" w:rsidRDefault="0041765E" w:rsidP="00A4663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среднего </w:t>
      </w:r>
    </w:p>
    <w:p w:rsidR="0041765E" w:rsidRDefault="0041765E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765E" w:rsidRDefault="0041765E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41765E" w:rsidRDefault="0041765E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поселении Темрюкского района» на  2020 год </w:t>
      </w:r>
    </w:p>
    <w:p w:rsidR="0041765E" w:rsidRDefault="0041765E" w:rsidP="00C16169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 № ______</w:t>
      </w:r>
    </w:p>
    <w:p w:rsidR="0041765E" w:rsidRDefault="0041765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41765E" w:rsidRPr="00AA03A8" w:rsidRDefault="0041765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41765E" w:rsidRPr="00AA03A8" w:rsidRDefault="0041765E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</w:t>
      </w:r>
      <w:r>
        <w:rPr>
          <w:rFonts w:ascii="Times New Roman" w:hAnsi="Times New Roman"/>
          <w:b/>
          <w:sz w:val="28"/>
          <w:szCs w:val="28"/>
        </w:rPr>
        <w:t xml:space="preserve"> и среднего предпринимательства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1765E" w:rsidRPr="00ED639C" w:rsidRDefault="0041765E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780"/>
        <w:gridCol w:w="1800"/>
        <w:gridCol w:w="2340"/>
      </w:tblGrid>
      <w:tr w:rsidR="0041765E" w:rsidRPr="00525A13" w:rsidTr="000E08AD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525A13" w:rsidRDefault="0041765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525A13" w:rsidRDefault="0041765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525A13" w:rsidRDefault="0041765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65E" w:rsidRPr="00525A13" w:rsidRDefault="0041765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1765E" w:rsidRPr="00525A13" w:rsidTr="000E08AD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525A13" w:rsidRDefault="0041765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525A13" w:rsidRDefault="0041765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525A13" w:rsidRDefault="0041765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65E" w:rsidRPr="00525A13" w:rsidRDefault="0041765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1765E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525A13" w:rsidRDefault="0041765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525A13" w:rsidRDefault="0041765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525A13" w:rsidRDefault="0041765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65E" w:rsidRPr="00525A13" w:rsidRDefault="0041765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1765E" w:rsidRPr="00B73C78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704E08" w:rsidRDefault="0041765E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1765E" w:rsidRDefault="0041765E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</w:t>
            </w:r>
            <w:r>
              <w:rPr>
                <w:rFonts w:ascii="Times New Roman" w:hAnsi="Times New Roman"/>
                <w:b/>
              </w:rPr>
              <w:t xml:space="preserve"> и среднего предпринимательства в Старотитаровском сельском </w:t>
            </w:r>
            <w:bookmarkStart w:id="1" w:name="_GoBack"/>
            <w:bookmarkEnd w:id="1"/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>лении Темрюкского района» на 2020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41765E" w:rsidRPr="00D66E15" w:rsidRDefault="0041765E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1765E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Default="0041765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Default="0041765E" w:rsidP="00707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9C03ED">
              <w:rPr>
                <w:rFonts w:ascii="Times New Roman" w:hAnsi="Times New Roman"/>
              </w:rPr>
              <w:t>роведение мероприятий по чествованию предпринимателей Старотитаровского сельского поселения Темрюкского района</w:t>
            </w:r>
          </w:p>
          <w:p w:rsidR="0041765E" w:rsidRPr="009C03ED" w:rsidRDefault="0041765E" w:rsidP="00707E6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E" w:rsidRPr="00B73C78" w:rsidRDefault="0041765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65E" w:rsidRPr="00B73C78" w:rsidRDefault="0041765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41765E" w:rsidRDefault="0041765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1765E" w:rsidRDefault="0041765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1765E" w:rsidRDefault="0041765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41765E" w:rsidRDefault="0041765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41765E" w:rsidRDefault="0041765E" w:rsidP="00C726C7">
      <w:pPr>
        <w:rPr>
          <w:rFonts w:ascii="Times New Roman" w:hAnsi="Times New Roman"/>
          <w:sz w:val="28"/>
          <w:szCs w:val="28"/>
        </w:rPr>
      </w:pPr>
    </w:p>
    <w:p w:rsidR="0041765E" w:rsidRDefault="0041765E" w:rsidP="00C726C7">
      <w:pPr>
        <w:rPr>
          <w:rFonts w:ascii="Times New Roman" w:hAnsi="Times New Roman"/>
          <w:sz w:val="28"/>
          <w:szCs w:val="28"/>
        </w:rPr>
      </w:pPr>
    </w:p>
    <w:p w:rsidR="0041765E" w:rsidRPr="00481C03" w:rsidRDefault="0041765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</w:t>
      </w:r>
    </w:p>
    <w:sectPr w:rsidR="0041765E" w:rsidRPr="00481C03" w:rsidSect="000E08AD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65E" w:rsidRDefault="0041765E">
      <w:r>
        <w:separator/>
      </w:r>
    </w:p>
  </w:endnote>
  <w:endnote w:type="continuationSeparator" w:id="0">
    <w:p w:rsidR="0041765E" w:rsidRDefault="00417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65E" w:rsidRDefault="0041765E">
      <w:r>
        <w:separator/>
      </w:r>
    </w:p>
  </w:footnote>
  <w:footnote w:type="continuationSeparator" w:id="0">
    <w:p w:rsidR="0041765E" w:rsidRDefault="004176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65E" w:rsidRDefault="0041765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1765E" w:rsidRDefault="004176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04EF"/>
    <w:rsid w:val="0006685C"/>
    <w:rsid w:val="000726A5"/>
    <w:rsid w:val="000759BE"/>
    <w:rsid w:val="00083DC5"/>
    <w:rsid w:val="000C13B0"/>
    <w:rsid w:val="000C387C"/>
    <w:rsid w:val="000D4DBF"/>
    <w:rsid w:val="000E08AD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36E76"/>
    <w:rsid w:val="00254740"/>
    <w:rsid w:val="002569A3"/>
    <w:rsid w:val="002613D3"/>
    <w:rsid w:val="00291A18"/>
    <w:rsid w:val="0029386C"/>
    <w:rsid w:val="00296459"/>
    <w:rsid w:val="002B530D"/>
    <w:rsid w:val="002E26F0"/>
    <w:rsid w:val="002E7F40"/>
    <w:rsid w:val="002F0BC6"/>
    <w:rsid w:val="0030427E"/>
    <w:rsid w:val="00306CE1"/>
    <w:rsid w:val="00341333"/>
    <w:rsid w:val="00347146"/>
    <w:rsid w:val="00350D0F"/>
    <w:rsid w:val="00361515"/>
    <w:rsid w:val="00363A57"/>
    <w:rsid w:val="00365218"/>
    <w:rsid w:val="00375617"/>
    <w:rsid w:val="003815A6"/>
    <w:rsid w:val="003832F3"/>
    <w:rsid w:val="003B2794"/>
    <w:rsid w:val="003C5AD4"/>
    <w:rsid w:val="003D3FFF"/>
    <w:rsid w:val="003D7EFE"/>
    <w:rsid w:val="003E0EDA"/>
    <w:rsid w:val="003E553F"/>
    <w:rsid w:val="003F61B9"/>
    <w:rsid w:val="0040030E"/>
    <w:rsid w:val="00402439"/>
    <w:rsid w:val="00413351"/>
    <w:rsid w:val="0041765E"/>
    <w:rsid w:val="00423CC7"/>
    <w:rsid w:val="00434466"/>
    <w:rsid w:val="0043595F"/>
    <w:rsid w:val="004432CD"/>
    <w:rsid w:val="004725AA"/>
    <w:rsid w:val="00481C03"/>
    <w:rsid w:val="00483098"/>
    <w:rsid w:val="004B1C32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038B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7AB3"/>
    <w:rsid w:val="00695544"/>
    <w:rsid w:val="006C0876"/>
    <w:rsid w:val="006C6B47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B626C"/>
    <w:rsid w:val="007C03F1"/>
    <w:rsid w:val="007C68BF"/>
    <w:rsid w:val="008011C8"/>
    <w:rsid w:val="008078F2"/>
    <w:rsid w:val="00820110"/>
    <w:rsid w:val="00830C34"/>
    <w:rsid w:val="00834B40"/>
    <w:rsid w:val="00847029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C03ED"/>
    <w:rsid w:val="009C04CB"/>
    <w:rsid w:val="009D4504"/>
    <w:rsid w:val="009D6288"/>
    <w:rsid w:val="009E3D0B"/>
    <w:rsid w:val="009E657C"/>
    <w:rsid w:val="009E769C"/>
    <w:rsid w:val="009F4E06"/>
    <w:rsid w:val="00A02454"/>
    <w:rsid w:val="00A13614"/>
    <w:rsid w:val="00A1695C"/>
    <w:rsid w:val="00A36A1F"/>
    <w:rsid w:val="00A3740B"/>
    <w:rsid w:val="00A46631"/>
    <w:rsid w:val="00A61AE8"/>
    <w:rsid w:val="00A64653"/>
    <w:rsid w:val="00A646A6"/>
    <w:rsid w:val="00A87FA6"/>
    <w:rsid w:val="00A90417"/>
    <w:rsid w:val="00AA03A8"/>
    <w:rsid w:val="00AB0A6B"/>
    <w:rsid w:val="00AB24BE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16169"/>
    <w:rsid w:val="00C20A12"/>
    <w:rsid w:val="00C30BB7"/>
    <w:rsid w:val="00C35519"/>
    <w:rsid w:val="00C35D37"/>
    <w:rsid w:val="00C3705A"/>
    <w:rsid w:val="00C5331C"/>
    <w:rsid w:val="00C602BF"/>
    <w:rsid w:val="00C629A2"/>
    <w:rsid w:val="00C726C7"/>
    <w:rsid w:val="00C90703"/>
    <w:rsid w:val="00C934CE"/>
    <w:rsid w:val="00CB296B"/>
    <w:rsid w:val="00CB4542"/>
    <w:rsid w:val="00CB5387"/>
    <w:rsid w:val="00CB61F0"/>
    <w:rsid w:val="00CD22B3"/>
    <w:rsid w:val="00CF17B8"/>
    <w:rsid w:val="00D007DC"/>
    <w:rsid w:val="00D03505"/>
    <w:rsid w:val="00D17CCC"/>
    <w:rsid w:val="00D20D24"/>
    <w:rsid w:val="00D22CF8"/>
    <w:rsid w:val="00D33AD3"/>
    <w:rsid w:val="00D43877"/>
    <w:rsid w:val="00D51E16"/>
    <w:rsid w:val="00D5786B"/>
    <w:rsid w:val="00D645F4"/>
    <w:rsid w:val="00D64B68"/>
    <w:rsid w:val="00D66E15"/>
    <w:rsid w:val="00D77749"/>
    <w:rsid w:val="00D808E2"/>
    <w:rsid w:val="00D97A07"/>
    <w:rsid w:val="00DA0A23"/>
    <w:rsid w:val="00DA1849"/>
    <w:rsid w:val="00DC12F9"/>
    <w:rsid w:val="00DE02F8"/>
    <w:rsid w:val="00E01A6F"/>
    <w:rsid w:val="00E14AD4"/>
    <w:rsid w:val="00E159BA"/>
    <w:rsid w:val="00E26412"/>
    <w:rsid w:val="00E34530"/>
    <w:rsid w:val="00E420C1"/>
    <w:rsid w:val="00E43EB1"/>
    <w:rsid w:val="00E82D20"/>
    <w:rsid w:val="00E86F36"/>
    <w:rsid w:val="00EA7C72"/>
    <w:rsid w:val="00EB5F4B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62AD5"/>
    <w:rsid w:val="00F71EEE"/>
    <w:rsid w:val="00F975AE"/>
    <w:rsid w:val="00FA18FF"/>
    <w:rsid w:val="00FA62FA"/>
    <w:rsid w:val="00FA6A7A"/>
    <w:rsid w:val="00FB07A9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171</Words>
  <Characters>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2014-12-09T12:10:00Z</cp:lastPrinted>
  <dcterms:created xsi:type="dcterms:W3CDTF">2014-11-12T06:42:00Z</dcterms:created>
  <dcterms:modified xsi:type="dcterms:W3CDTF">2019-10-16T07:15:00Z</dcterms:modified>
</cp:coreProperties>
</file>