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60" w:rsidRDefault="00F83160" w:rsidP="00FD7C8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1</w:t>
      </w:r>
    </w:p>
    <w:p w:rsidR="00F83160" w:rsidRDefault="00F83160" w:rsidP="00FD7C8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 постановлению администрации</w:t>
      </w:r>
    </w:p>
    <w:p w:rsidR="00F83160" w:rsidRDefault="00F83160" w:rsidP="00FD7C8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Старотитаровского сельского</w:t>
      </w:r>
    </w:p>
    <w:p w:rsidR="00F83160" w:rsidRDefault="00F83160" w:rsidP="00FD7C8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поселения Темрюкского района</w:t>
      </w:r>
    </w:p>
    <w:p w:rsidR="00F83160" w:rsidRDefault="00F83160" w:rsidP="00FD7C8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____________ № _____</w:t>
      </w:r>
    </w:p>
    <w:p w:rsidR="00F83160" w:rsidRDefault="00F83160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3160" w:rsidRPr="00C3705A" w:rsidRDefault="00F83160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83160" w:rsidRPr="00B73C78" w:rsidRDefault="00F83160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F83160" w:rsidRDefault="00F83160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F83160" w:rsidRDefault="00F83160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 на 2019 год</w:t>
      </w:r>
    </w:p>
    <w:p w:rsidR="00F83160" w:rsidRDefault="00F83160" w:rsidP="004130C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203</w:t>
      </w:r>
    </w:p>
    <w:p w:rsidR="00F83160" w:rsidRDefault="00F8316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F83160" w:rsidRPr="00AA03A8" w:rsidRDefault="00F8316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160" w:rsidRPr="00AA03A8" w:rsidRDefault="00F83160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83160" w:rsidRPr="00ED639C" w:rsidRDefault="00F83160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4140"/>
      </w:tblGrid>
      <w:tr w:rsidR="00F83160" w:rsidRPr="00262583" w:rsidTr="00392DE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F83160" w:rsidRPr="00262583" w:rsidTr="00392DE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F83160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160" w:rsidRPr="00262583" w:rsidRDefault="00F83160" w:rsidP="00481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83160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F83160" w:rsidRPr="00262583" w:rsidRDefault="00F83160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инвалидов» в Старотитаровском сельском   поселении Темрюкского района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F83160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FD7C84" w:rsidRDefault="00F83160" w:rsidP="00FD7C84">
            <w:pPr>
              <w:rPr>
                <w:rFonts w:ascii="Times New Roman" w:hAnsi="Times New Roman"/>
                <w:sz w:val="28"/>
                <w:szCs w:val="28"/>
              </w:rPr>
            </w:pPr>
            <w:r w:rsidRPr="00FD7C84">
              <w:rPr>
                <w:rFonts w:ascii="Times New Roman" w:hAnsi="Times New Roman"/>
                <w:sz w:val="28"/>
                <w:szCs w:val="28"/>
              </w:rPr>
              <w:t xml:space="preserve">Оснащение территории Парка по ул. Ленина </w:t>
            </w:r>
            <w:r w:rsidRPr="003C3C19">
              <w:rPr>
                <w:rFonts w:ascii="Times New Roman" w:hAnsi="Times New Roman"/>
                <w:sz w:val="28"/>
                <w:szCs w:val="28"/>
              </w:rPr>
              <w:t>трехсекционным стендом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60" w:rsidRPr="00262583" w:rsidRDefault="00F83160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160" w:rsidRPr="00262583" w:rsidRDefault="00F83160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F83160" w:rsidRDefault="00F8316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83160" w:rsidRDefault="00F83160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F83160" w:rsidRDefault="00F83160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F83160" w:rsidRDefault="00F83160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F83160" w:rsidSect="00366A98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160" w:rsidRDefault="00F83160">
      <w:r>
        <w:separator/>
      </w:r>
    </w:p>
  </w:endnote>
  <w:endnote w:type="continuationSeparator" w:id="0">
    <w:p w:rsidR="00F83160" w:rsidRDefault="00F83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160" w:rsidRDefault="00F83160">
      <w:r>
        <w:separator/>
      </w:r>
    </w:p>
  </w:footnote>
  <w:footnote w:type="continuationSeparator" w:id="0">
    <w:p w:rsidR="00F83160" w:rsidRDefault="00F831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160" w:rsidRDefault="00F8316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83160" w:rsidRDefault="00F831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66A98"/>
    <w:rsid w:val="003832F3"/>
    <w:rsid w:val="00392DE0"/>
    <w:rsid w:val="003B2794"/>
    <w:rsid w:val="003C09D9"/>
    <w:rsid w:val="003C3C19"/>
    <w:rsid w:val="003D7EFE"/>
    <w:rsid w:val="003E0EDA"/>
    <w:rsid w:val="003E553F"/>
    <w:rsid w:val="003F61B9"/>
    <w:rsid w:val="00402439"/>
    <w:rsid w:val="004130CA"/>
    <w:rsid w:val="00413351"/>
    <w:rsid w:val="00416657"/>
    <w:rsid w:val="00434466"/>
    <w:rsid w:val="0043595F"/>
    <w:rsid w:val="00436953"/>
    <w:rsid w:val="004432CD"/>
    <w:rsid w:val="004725AA"/>
    <w:rsid w:val="00481C03"/>
    <w:rsid w:val="00483098"/>
    <w:rsid w:val="004A2A9E"/>
    <w:rsid w:val="004B3210"/>
    <w:rsid w:val="004C1660"/>
    <w:rsid w:val="004C4FE7"/>
    <w:rsid w:val="004F4FCA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3CC8"/>
    <w:rsid w:val="00601CE1"/>
    <w:rsid w:val="00615189"/>
    <w:rsid w:val="00620363"/>
    <w:rsid w:val="00624DB5"/>
    <w:rsid w:val="00654BFA"/>
    <w:rsid w:val="00656CCF"/>
    <w:rsid w:val="00657BA3"/>
    <w:rsid w:val="00665D47"/>
    <w:rsid w:val="00677AB3"/>
    <w:rsid w:val="00695C9E"/>
    <w:rsid w:val="006A722B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4194"/>
    <w:rsid w:val="007C03F1"/>
    <w:rsid w:val="007E17AC"/>
    <w:rsid w:val="008011C8"/>
    <w:rsid w:val="008078F2"/>
    <w:rsid w:val="00820110"/>
    <w:rsid w:val="00830C34"/>
    <w:rsid w:val="00831510"/>
    <w:rsid w:val="00834B40"/>
    <w:rsid w:val="0084164B"/>
    <w:rsid w:val="00850011"/>
    <w:rsid w:val="00857DFE"/>
    <w:rsid w:val="008620B5"/>
    <w:rsid w:val="00863CB7"/>
    <w:rsid w:val="008716F1"/>
    <w:rsid w:val="00897D68"/>
    <w:rsid w:val="008A3907"/>
    <w:rsid w:val="008C18CD"/>
    <w:rsid w:val="008D7242"/>
    <w:rsid w:val="008E418F"/>
    <w:rsid w:val="008F1DDB"/>
    <w:rsid w:val="008F1FBE"/>
    <w:rsid w:val="008F3336"/>
    <w:rsid w:val="008F523A"/>
    <w:rsid w:val="00904020"/>
    <w:rsid w:val="00912A4D"/>
    <w:rsid w:val="009156D9"/>
    <w:rsid w:val="00944798"/>
    <w:rsid w:val="00947ED6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B017E7"/>
    <w:rsid w:val="00B06BE3"/>
    <w:rsid w:val="00B109EE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BF6D9E"/>
    <w:rsid w:val="00C00096"/>
    <w:rsid w:val="00C0098D"/>
    <w:rsid w:val="00C077E8"/>
    <w:rsid w:val="00C20A12"/>
    <w:rsid w:val="00C30BB7"/>
    <w:rsid w:val="00C35519"/>
    <w:rsid w:val="00C3705A"/>
    <w:rsid w:val="00C5616C"/>
    <w:rsid w:val="00C602BF"/>
    <w:rsid w:val="00C726C7"/>
    <w:rsid w:val="00CB296B"/>
    <w:rsid w:val="00CB4542"/>
    <w:rsid w:val="00CB61F0"/>
    <w:rsid w:val="00CD22B3"/>
    <w:rsid w:val="00D0027D"/>
    <w:rsid w:val="00D03505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7749"/>
    <w:rsid w:val="00D808E2"/>
    <w:rsid w:val="00DA027D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13416"/>
    <w:rsid w:val="00F27F5A"/>
    <w:rsid w:val="00F374C5"/>
    <w:rsid w:val="00F4148A"/>
    <w:rsid w:val="00F532F2"/>
    <w:rsid w:val="00F62AD5"/>
    <w:rsid w:val="00F83160"/>
    <w:rsid w:val="00FA18FF"/>
    <w:rsid w:val="00FA62FA"/>
    <w:rsid w:val="00FA6A7A"/>
    <w:rsid w:val="00FD078A"/>
    <w:rsid w:val="00FD7228"/>
    <w:rsid w:val="00FD7C84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customStyle="1" w:styleId="3">
    <w:name w:val="Знак Знак3"/>
    <w:basedOn w:val="Normal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60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60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0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60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182</Words>
  <Characters>1043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2016-10-03T10:53:00Z</cp:lastPrinted>
  <dcterms:created xsi:type="dcterms:W3CDTF">2014-11-12T06:42:00Z</dcterms:created>
  <dcterms:modified xsi:type="dcterms:W3CDTF">2019-07-17T11:53:00Z</dcterms:modified>
</cp:coreProperties>
</file>