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B78" w:rsidRDefault="00BA6B78" w:rsidP="0089234D">
      <w:pPr>
        <w:pStyle w:val="ConsPlusNormal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</w:p>
    <w:p w:rsidR="00BA6B78" w:rsidRPr="0089234D" w:rsidRDefault="00BA6B78" w:rsidP="00F60703">
      <w:pPr>
        <w:pStyle w:val="ConsPlusNormal"/>
        <w:jc w:val="right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89234D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BA6B78" w:rsidRPr="0089234D" w:rsidRDefault="00BA6B78" w:rsidP="00F60703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</w:t>
      </w:r>
    </w:p>
    <w:p w:rsidR="00BA6B78" w:rsidRDefault="00BA6B78" w:rsidP="00F60703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A6B78" w:rsidRPr="00F60703" w:rsidRDefault="00BA6B78" w:rsidP="0094495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703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BA6B78" w:rsidRPr="00F60703" w:rsidRDefault="00BA6B78" w:rsidP="0094495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703">
        <w:rPr>
          <w:rFonts w:ascii="Times New Roman" w:hAnsi="Times New Roman" w:cs="Times New Roman"/>
          <w:b/>
          <w:sz w:val="28"/>
          <w:szCs w:val="28"/>
        </w:rPr>
        <w:t>для участия в конкурсном отборе проекта инициативного бюджетирования</w:t>
      </w:r>
    </w:p>
    <w:p w:rsidR="00BA6B78" w:rsidRPr="00716CE4" w:rsidRDefault="00BA6B78" w:rsidP="0094495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от _____________________________________________________________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6B78" w:rsidRPr="00F60703" w:rsidRDefault="00BA6B78" w:rsidP="005B60E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BA6B78" w:rsidRDefault="00BA6B78" w:rsidP="00F60703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6CE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инициативная группа</w:t>
      </w:r>
      <w:r w:rsidRPr="00716CE4">
        <w:rPr>
          <w:rFonts w:ascii="Times New Roman" w:hAnsi="Times New Roman" w:cs="Times New Roman"/>
          <w:i/>
          <w:sz w:val="24"/>
          <w:szCs w:val="24"/>
        </w:rPr>
        <w:t>)</w:t>
      </w:r>
    </w:p>
    <w:p w:rsidR="00BA6B78" w:rsidRPr="00716CE4" w:rsidRDefault="00BA6B78" w:rsidP="005B60E5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1. Название проекта: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2. Место реализации проекта:</w:t>
      </w: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3. Сведения об инициативной группе: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Название: ________________________________________________________________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Представитель: ________________________________________________________________</w:t>
      </w:r>
    </w:p>
    <w:p w:rsidR="00BA6B78" w:rsidRPr="00716CE4" w:rsidRDefault="00BA6B78" w:rsidP="005B60E5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6CE4">
        <w:rPr>
          <w:rFonts w:ascii="Times New Roman" w:hAnsi="Times New Roman" w:cs="Times New Roman"/>
          <w:i/>
          <w:sz w:val="24"/>
          <w:szCs w:val="24"/>
        </w:rPr>
        <w:t>(полное Ф.И.О)</w:t>
      </w: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контактный телефон: _____________________________ </w:t>
      </w:r>
      <w:r>
        <w:rPr>
          <w:rFonts w:ascii="Times New Roman" w:hAnsi="Times New Roman" w:cs="Times New Roman"/>
          <w:sz w:val="28"/>
          <w:szCs w:val="28"/>
        </w:rPr>
        <w:t>e-mail __________</w:t>
      </w: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4. Описание  проекта: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4.1. Тип проекта: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716CE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объекты жилищно-коммунальной инфраструктуры;</w:t>
      </w:r>
    </w:p>
    <w:p w:rsidR="00BA6B78" w:rsidRPr="00716CE4" w:rsidRDefault="00BA6B78" w:rsidP="00716CE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автомобильные   дороги;</w:t>
      </w:r>
    </w:p>
    <w:p w:rsidR="00BA6B78" w:rsidRPr="00716CE4" w:rsidRDefault="00BA6B78" w:rsidP="00716CE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придомовые территории;</w:t>
      </w:r>
    </w:p>
    <w:p w:rsidR="00BA6B78" w:rsidRPr="00716CE4" w:rsidRDefault="00BA6B78" w:rsidP="00716CE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крыши, инженерные коммуникации, лифты, подъезды, фасады, отмостки,   межпанельные швы в многоквартирных домах;</w:t>
      </w:r>
    </w:p>
    <w:p w:rsidR="00BA6B78" w:rsidRPr="00716CE4" w:rsidRDefault="00BA6B78" w:rsidP="00716CE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объекты и сооружения связи;</w:t>
      </w:r>
    </w:p>
    <w:p w:rsidR="00BA6B78" w:rsidRPr="00716CE4" w:rsidRDefault="00BA6B78" w:rsidP="00716CE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объекты  благоустройства и озеленения;</w:t>
      </w:r>
    </w:p>
    <w:p w:rsidR="00BA6B78" w:rsidRPr="00716CE4" w:rsidRDefault="00BA6B78" w:rsidP="00716CE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муниципальные объекты социально-бытового обслуживания населения (ремонт банно-прачечных комплексов);</w:t>
      </w:r>
    </w:p>
    <w:p w:rsidR="00BA6B78" w:rsidRPr="00716CE4" w:rsidRDefault="00BA6B78" w:rsidP="00716CE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муниципальные образовательные организации;</w:t>
      </w:r>
    </w:p>
    <w:p w:rsidR="00BA6B78" w:rsidRPr="00716CE4" w:rsidRDefault="00BA6B78" w:rsidP="00716CE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муниципальные учреждения культуры;</w:t>
      </w:r>
    </w:p>
    <w:p w:rsidR="00BA6B78" w:rsidRPr="00716CE4" w:rsidRDefault="00BA6B78" w:rsidP="00716CE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детские площадки;</w:t>
      </w:r>
    </w:p>
    <w:p w:rsidR="00BA6B78" w:rsidRPr="00716CE4" w:rsidRDefault="00BA6B78" w:rsidP="00716CE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места массового отдыха.</w:t>
      </w:r>
    </w:p>
    <w:p w:rsidR="00BA6B78" w:rsidRPr="00716CE4" w:rsidRDefault="00BA6B78" w:rsidP="006033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9B5B1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5. Характеристика проекта в соответствии с критериями отбора</w:t>
      </w:r>
    </w:p>
    <w:p w:rsidR="00BA6B78" w:rsidRPr="00716CE4" w:rsidRDefault="00BA6B78" w:rsidP="009B5B1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BA6B78" w:rsidRPr="00716CE4" w:rsidRDefault="00BA6B78" w:rsidP="00055F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5.1.  Ориентировочный бюджет проекта: </w:t>
      </w:r>
    </w:p>
    <w:p w:rsidR="00BA6B78" w:rsidRPr="00716CE4" w:rsidRDefault="00BA6B78" w:rsidP="00055F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3"/>
        <w:gridCol w:w="2152"/>
        <w:gridCol w:w="915"/>
        <w:gridCol w:w="580"/>
        <w:gridCol w:w="1376"/>
        <w:gridCol w:w="873"/>
        <w:gridCol w:w="1699"/>
        <w:gridCol w:w="1078"/>
      </w:tblGrid>
      <w:tr w:rsidR="00BA6B78" w:rsidRPr="00716CE4" w:rsidTr="00C26987">
        <w:trPr>
          <w:trHeight w:val="1131"/>
        </w:trPr>
        <w:tc>
          <w:tcPr>
            <w:tcW w:w="0" w:type="auto"/>
            <w:vMerge w:val="restart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0" w:type="auto"/>
            <w:vMerge w:val="restart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Наименование заявки</w:t>
            </w:r>
          </w:p>
        </w:tc>
        <w:tc>
          <w:tcPr>
            <w:tcW w:w="0" w:type="auto"/>
            <w:gridSpan w:val="2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Общая стоимость</w:t>
            </w:r>
          </w:p>
        </w:tc>
        <w:tc>
          <w:tcPr>
            <w:tcW w:w="0" w:type="auto"/>
            <w:gridSpan w:val="2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0" w:type="auto"/>
            <w:gridSpan w:val="2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Население, юридические и физические лица, индивидуальные предприниматели</w:t>
            </w:r>
          </w:p>
        </w:tc>
      </w:tr>
      <w:tr w:rsidR="00BA6B78" w:rsidRPr="00716CE4" w:rsidTr="00C26987">
        <w:trPr>
          <w:trHeight w:val="320"/>
        </w:trPr>
        <w:tc>
          <w:tcPr>
            <w:tcW w:w="0" w:type="auto"/>
            <w:vMerge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0" w:type="auto"/>
            <w:vAlign w:val="bottom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bottom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0" w:type="auto"/>
            <w:vAlign w:val="bottom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bottom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0" w:type="auto"/>
            <w:vAlign w:val="bottom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A6B78" w:rsidRPr="00716CE4" w:rsidTr="00C26987">
        <w:trPr>
          <w:trHeight w:val="890"/>
        </w:trPr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Разработка      </w:t>
            </w: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технической     </w:t>
            </w: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документации    </w:t>
            </w: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B78" w:rsidRPr="00716CE4" w:rsidTr="00C26987">
        <w:trPr>
          <w:trHeight w:val="890"/>
        </w:trPr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Строительные    </w:t>
            </w: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работы   (работы по              </w:t>
            </w: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реконструкции)  </w:t>
            </w: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B78" w:rsidRPr="00716CE4" w:rsidTr="00C26987">
        <w:trPr>
          <w:trHeight w:val="636"/>
        </w:trPr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Приобретение    </w:t>
            </w: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материалов      </w:t>
            </w: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B78" w:rsidRPr="00716CE4" w:rsidTr="00C26987">
        <w:trPr>
          <w:trHeight w:val="687"/>
        </w:trPr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Приобретение    </w:t>
            </w: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оборудования    </w:t>
            </w: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B78" w:rsidRPr="00716CE4" w:rsidTr="00C26987">
        <w:trPr>
          <w:trHeight w:val="697"/>
        </w:trPr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Технический     </w:t>
            </w: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надзор          </w:t>
            </w: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B78" w:rsidRPr="00716CE4" w:rsidTr="00C26987">
        <w:trPr>
          <w:trHeight w:val="890"/>
        </w:trPr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  расходы</w:t>
            </w: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(опишите)</w:t>
            </w: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B78" w:rsidRPr="00716CE4" w:rsidTr="00C26987">
        <w:trPr>
          <w:trHeight w:val="563"/>
        </w:trPr>
        <w:tc>
          <w:tcPr>
            <w:tcW w:w="0" w:type="auto"/>
            <w:gridSpan w:val="2"/>
            <w:vAlign w:val="bottom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5.2. Актуальность проблемы, на решение которой направлен проект: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716CE4">
        <w:rPr>
          <w:rFonts w:ascii="Times New Roman" w:hAnsi="Times New Roman" w:cs="Times New Roman"/>
          <w:sz w:val="28"/>
          <w:szCs w:val="28"/>
        </w:rPr>
        <w:t xml:space="preserve">изкая 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716CE4">
        <w:rPr>
          <w:rFonts w:ascii="Times New Roman" w:hAnsi="Times New Roman" w:cs="Times New Roman"/>
          <w:sz w:val="28"/>
          <w:szCs w:val="28"/>
        </w:rPr>
        <w:t xml:space="preserve">редняя 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716CE4">
        <w:rPr>
          <w:rFonts w:ascii="Times New Roman" w:hAnsi="Times New Roman" w:cs="Times New Roman"/>
          <w:sz w:val="28"/>
          <w:szCs w:val="28"/>
        </w:rPr>
        <w:t xml:space="preserve">ысокая 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 (Степень актуальности проблемы определяется в зависимости от типа проекта: 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объекты жилищно-коммунальной инфраструктуры – высокая;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автомобильные дороги – высокая;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придомовые территории – средняя;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крыши в многоквартирных домах – высокая;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 xml:space="preserve">коммуникации в подвалах в многоквартирных домах - высокая;  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 xml:space="preserve">лифты в многоквартирных домах - высокая;  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фасады в многоквартирных домах - средняя;</w:t>
      </w:r>
    </w:p>
    <w:p w:rsidR="00BA6B78" w:rsidRPr="00716CE4" w:rsidRDefault="00BA6B78" w:rsidP="00115DC1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межпанельные швы в многоквартирных домах – средняя;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подъезды – средняя;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отмостки – высокая;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объекты и сооружения связи – низкая;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объекты  благоустройства и озеленения – низкая;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муниципальные объекты социально-бытового обслуживания населения (ремонт банно-прачечных комплексов) – средняя;</w:t>
      </w:r>
    </w:p>
    <w:p w:rsidR="00BA6B78" w:rsidRPr="00716CE4" w:rsidRDefault="00BA6B78" w:rsidP="00B404B6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муниципальные образовательные организации - средняя;;</w:t>
      </w:r>
    </w:p>
    <w:p w:rsidR="00BA6B78" w:rsidRPr="00716CE4" w:rsidRDefault="00BA6B78" w:rsidP="00B404B6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муниципальные учреждения культуры - средняя;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детские площадки – высокая;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места массового отдыха – средняя)</w:t>
      </w:r>
    </w:p>
    <w:p w:rsidR="00BA6B78" w:rsidRPr="00716CE4" w:rsidRDefault="00BA6B78" w:rsidP="009B5B1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6B78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5.3. Социальная эффективность от реализации программы</w:t>
      </w: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5.3.1. Планируемые результаты от реализации проекта для населения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создание новых объектов;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 xml:space="preserve">восстановление существующих объектов. </w:t>
      </w: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5.3.2 Благополучатели:</w:t>
      </w:r>
    </w:p>
    <w:p w:rsidR="00BA6B78" w:rsidRPr="00716CE4" w:rsidRDefault="00BA6B78" w:rsidP="009B5B1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Количество прямых благополучателей:__________ человек, в т.ч. детей__________ человек.</w:t>
      </w:r>
    </w:p>
    <w:p w:rsidR="00BA6B78" w:rsidRPr="00716CE4" w:rsidRDefault="00BA6B78" w:rsidP="009B5B1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Общее количество благополучателей:__________ человек.</w:t>
      </w: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5.3.3. Создание благоприятных экологических и природных условий на территории муниципальных образований: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озеленение;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расчистка и организация водных объектов;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ликвидация свалок. </w:t>
      </w: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5.4. Применение новых эффективных технических решений, технологий, материалов, конструкций и оборудования: 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не применяется;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применяется (какие именно) _______________________________________. 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6. Информация по объекту инфраструктуры: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6.1. Дата постройки (только для существующих объектов):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716CE4">
        <w:rPr>
          <w:rFonts w:ascii="Times New Roman" w:hAnsi="Times New Roman" w:cs="Times New Roman"/>
          <w:sz w:val="28"/>
          <w:szCs w:val="28"/>
        </w:rPr>
        <w:t>__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6.2. Общая характеристика объекта: 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6.3. Текущее состояние объекта (только для существующих объектов):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6.4. Информация о собственнике объекта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A6B78" w:rsidRPr="00716CE4" w:rsidRDefault="00BA6B78" w:rsidP="00B404B6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6CE4">
        <w:rPr>
          <w:rFonts w:ascii="Times New Roman" w:hAnsi="Times New Roman" w:cs="Times New Roman"/>
          <w:i/>
          <w:sz w:val="24"/>
          <w:szCs w:val="24"/>
        </w:rPr>
        <w:t xml:space="preserve">(приложите к заявке: документы, подтверждающие </w:t>
      </w:r>
      <w:r w:rsidRPr="00716CE4">
        <w:rPr>
          <w:rFonts w:ascii="Times New Roman" w:hAnsi="Times New Roman" w:cs="Times New Roman"/>
          <w:i/>
          <w:iCs/>
          <w:sz w:val="24"/>
          <w:szCs w:val="24"/>
        </w:rPr>
        <w:t xml:space="preserve">право собственности </w:t>
      </w:r>
      <w:bookmarkStart w:id="0" w:name="_GoBack"/>
      <w:bookmarkEnd w:id="0"/>
      <w:r w:rsidRPr="00716CE4">
        <w:rPr>
          <w:rFonts w:ascii="Times New Roman" w:hAnsi="Times New Roman" w:cs="Times New Roman"/>
          <w:i/>
          <w:sz w:val="24"/>
          <w:szCs w:val="24"/>
        </w:rPr>
        <w:t>(выписка))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7. Наличие технической документации:</w:t>
      </w:r>
      <w:r w:rsidRPr="00716CE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</w:p>
    <w:p w:rsidR="00BA6B78" w:rsidRPr="00716CE4" w:rsidRDefault="00BA6B78" w:rsidP="00B404B6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6CE4">
        <w:rPr>
          <w:rFonts w:ascii="Times New Roman" w:hAnsi="Times New Roman" w:cs="Times New Roman"/>
          <w:i/>
          <w:sz w:val="24"/>
          <w:szCs w:val="24"/>
        </w:rPr>
        <w:t>(укажите существующую или подготовленную вами техническую документацию, приложите копию документации к данной заявке)</w:t>
      </w:r>
    </w:p>
    <w:p w:rsidR="00BA6B78" w:rsidRPr="00716CE4" w:rsidRDefault="00BA6B78" w:rsidP="005B60E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A6B78" w:rsidRDefault="00BA6B78" w:rsidP="006033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8.  Ожидаемый  срок реализации проекта: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6CE4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____________________               </w:t>
      </w:r>
    </w:p>
    <w:p w:rsidR="00BA6B78" w:rsidRPr="00716CE4" w:rsidRDefault="00BA6B78" w:rsidP="006033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716CE4">
        <w:rPr>
          <w:rFonts w:ascii="Times New Roman" w:hAnsi="Times New Roman" w:cs="Times New Roman"/>
          <w:sz w:val="28"/>
          <w:szCs w:val="28"/>
        </w:rPr>
        <w:t>(месяцев, дней)</w:t>
      </w:r>
    </w:p>
    <w:p w:rsidR="00BA6B78" w:rsidRPr="00716CE4" w:rsidRDefault="00BA6B78" w:rsidP="0060339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60339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9. Эксплуатация и содержание объекта:</w:t>
      </w:r>
    </w:p>
    <w:p w:rsidR="00BA6B78" w:rsidRPr="00716CE4" w:rsidRDefault="00BA6B78" w:rsidP="009C255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BA6B78" w:rsidRPr="00716CE4" w:rsidRDefault="00BA6B78" w:rsidP="0060339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10. Дополнительная информация и комментарии:</w:t>
      </w:r>
    </w:p>
    <w:p w:rsidR="00BA6B78" w:rsidRPr="00716CE4" w:rsidRDefault="00BA6B78" w:rsidP="006033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>
        <w:rPr>
          <w:rFonts w:ascii="Times New Roman" w:hAnsi="Times New Roman" w:cs="Times New Roman"/>
          <w:sz w:val="28"/>
          <w:szCs w:val="28"/>
        </w:rPr>
        <w:t>Старотитаровского сельского поселения Темрюкского района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A6B78" w:rsidRPr="00716CE4" w:rsidRDefault="00BA6B78" w:rsidP="00B5441D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</w:t>
      </w:r>
      <w:r w:rsidRPr="00716CE4">
        <w:rPr>
          <w:rFonts w:ascii="Times New Roman" w:hAnsi="Times New Roman" w:cs="Times New Roman"/>
          <w:i/>
          <w:sz w:val="28"/>
          <w:szCs w:val="28"/>
        </w:rPr>
        <w:t>(подпись, ФИО)</w:t>
      </w:r>
    </w:p>
    <w:p w:rsidR="00BA6B78" w:rsidRPr="00716CE4" w:rsidRDefault="00BA6B78" w:rsidP="00B404B6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16CE4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16CE4">
        <w:rPr>
          <w:rFonts w:ascii="Times New Roman" w:hAnsi="Times New Roman" w:cs="Times New Roman"/>
          <w:sz w:val="28"/>
          <w:szCs w:val="28"/>
        </w:rPr>
        <w:t xml:space="preserve"> __________ 20__ года</w:t>
      </w:r>
    </w:p>
    <w:p w:rsidR="00BA6B78" w:rsidRPr="00716CE4" w:rsidRDefault="00BA6B78" w:rsidP="00B404B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B404B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A6B78" w:rsidRDefault="00BA6B78" w:rsidP="005B60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Председатель собрания:</w:t>
      </w:r>
    </w:p>
    <w:p w:rsidR="00BA6B78" w:rsidRPr="00716CE4" w:rsidRDefault="00BA6B78" w:rsidP="005B60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A6B78" w:rsidRPr="00716CE4" w:rsidRDefault="00BA6B78" w:rsidP="005B60E5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16CE4">
        <w:rPr>
          <w:rFonts w:ascii="Times New Roman" w:hAnsi="Times New Roman" w:cs="Times New Roman"/>
          <w:i/>
          <w:sz w:val="28"/>
          <w:szCs w:val="28"/>
        </w:rPr>
        <w:t>(подпись, ФИО)</w:t>
      </w:r>
    </w:p>
    <w:p w:rsidR="00BA6B78" w:rsidRDefault="00BA6B78" w:rsidP="00B404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Дата: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16CE4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16CE4">
        <w:rPr>
          <w:rFonts w:ascii="Times New Roman" w:hAnsi="Times New Roman" w:cs="Times New Roman"/>
          <w:sz w:val="28"/>
          <w:szCs w:val="28"/>
        </w:rPr>
        <w:t xml:space="preserve"> ____________ 20__ года                                   </w:t>
      </w:r>
    </w:p>
    <w:p w:rsidR="00BA6B78" w:rsidRPr="009C2551" w:rsidRDefault="00BA6B78" w:rsidP="009C2551"/>
    <w:p w:rsidR="00BA6B78" w:rsidRDefault="00BA6B78" w:rsidP="009C2551"/>
    <w:p w:rsidR="00BA6B78" w:rsidRDefault="00BA6B78" w:rsidP="009C2551"/>
    <w:p w:rsidR="00BA6B78" w:rsidRPr="009C2551" w:rsidRDefault="00BA6B78" w:rsidP="009C2551"/>
    <w:p w:rsidR="00BA6B78" w:rsidRDefault="00BA6B78" w:rsidP="0021519B">
      <w:pPr>
        <w:rPr>
          <w:sz w:val="28"/>
          <w:szCs w:val="28"/>
        </w:rPr>
      </w:pPr>
      <w:r>
        <w:rPr>
          <w:sz w:val="28"/>
          <w:szCs w:val="28"/>
        </w:rPr>
        <w:t>Глава Старотитаровского сельского</w:t>
      </w:r>
    </w:p>
    <w:p w:rsidR="00BA6B78" w:rsidRPr="00A9551D" w:rsidRDefault="00BA6B78" w:rsidP="0021519B">
      <w:pPr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А.Г. Титаренко</w:t>
      </w:r>
    </w:p>
    <w:p w:rsidR="00BA6B78" w:rsidRDefault="00BA6B78" w:rsidP="009C2551"/>
    <w:sectPr w:rsidR="00BA6B78" w:rsidSect="009C2551">
      <w:headerReference w:type="default" r:id="rId7"/>
      <w:pgSz w:w="11906" w:h="16838"/>
      <w:pgMar w:top="851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B78" w:rsidRDefault="00BA6B78" w:rsidP="009C2551">
      <w:r>
        <w:separator/>
      </w:r>
    </w:p>
  </w:endnote>
  <w:endnote w:type="continuationSeparator" w:id="0">
    <w:p w:rsidR="00BA6B78" w:rsidRDefault="00BA6B78" w:rsidP="009C2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B78" w:rsidRDefault="00BA6B78" w:rsidP="009C2551">
      <w:r>
        <w:separator/>
      </w:r>
    </w:p>
  </w:footnote>
  <w:footnote w:type="continuationSeparator" w:id="0">
    <w:p w:rsidR="00BA6B78" w:rsidRDefault="00BA6B78" w:rsidP="009C25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B78" w:rsidRDefault="00BA6B78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BA6B78" w:rsidRDefault="00BA6B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35A6"/>
    <w:multiLevelType w:val="hybridMultilevel"/>
    <w:tmpl w:val="958EF526"/>
    <w:lvl w:ilvl="0" w:tplc="08121CE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65FF1"/>
    <w:multiLevelType w:val="hybridMultilevel"/>
    <w:tmpl w:val="F9CEE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93482"/>
    <w:multiLevelType w:val="hybridMultilevel"/>
    <w:tmpl w:val="1FF2EE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7106E38"/>
    <w:multiLevelType w:val="hybridMultilevel"/>
    <w:tmpl w:val="1D0CD4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AF3567F"/>
    <w:multiLevelType w:val="multilevel"/>
    <w:tmpl w:val="1E2A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2A47EA3"/>
    <w:multiLevelType w:val="hybridMultilevel"/>
    <w:tmpl w:val="F31E8A5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3881A5B"/>
    <w:multiLevelType w:val="multilevel"/>
    <w:tmpl w:val="EF60D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970083D"/>
    <w:multiLevelType w:val="multilevel"/>
    <w:tmpl w:val="5F00E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B0834D3"/>
    <w:multiLevelType w:val="hybridMultilevel"/>
    <w:tmpl w:val="A07C6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BA3FB2"/>
    <w:multiLevelType w:val="hybridMultilevel"/>
    <w:tmpl w:val="A7E8F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B71DC"/>
    <w:multiLevelType w:val="hybridMultilevel"/>
    <w:tmpl w:val="91468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1B0670"/>
    <w:multiLevelType w:val="hybridMultilevel"/>
    <w:tmpl w:val="408A6FA8"/>
    <w:lvl w:ilvl="0" w:tplc="08121CE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718E"/>
    <w:rsid w:val="0000661F"/>
    <w:rsid w:val="000124E3"/>
    <w:rsid w:val="00041A7B"/>
    <w:rsid w:val="00053C14"/>
    <w:rsid w:val="00055F75"/>
    <w:rsid w:val="000972FB"/>
    <w:rsid w:val="000B0202"/>
    <w:rsid w:val="000B4F9C"/>
    <w:rsid w:val="000E4BB2"/>
    <w:rsid w:val="000E723B"/>
    <w:rsid w:val="00115DC1"/>
    <w:rsid w:val="001168B3"/>
    <w:rsid w:val="00171D99"/>
    <w:rsid w:val="00175E19"/>
    <w:rsid w:val="001A754E"/>
    <w:rsid w:val="001D70EF"/>
    <w:rsid w:val="0021519B"/>
    <w:rsid w:val="002156D9"/>
    <w:rsid w:val="002A37E6"/>
    <w:rsid w:val="00364A63"/>
    <w:rsid w:val="004A6593"/>
    <w:rsid w:val="004B0EA4"/>
    <w:rsid w:val="004C4022"/>
    <w:rsid w:val="00530CD6"/>
    <w:rsid w:val="0054593E"/>
    <w:rsid w:val="005B14E7"/>
    <w:rsid w:val="005B60E5"/>
    <w:rsid w:val="00603396"/>
    <w:rsid w:val="006670AF"/>
    <w:rsid w:val="006A159B"/>
    <w:rsid w:val="006A745D"/>
    <w:rsid w:val="006B07AE"/>
    <w:rsid w:val="006E2AC8"/>
    <w:rsid w:val="006F05AB"/>
    <w:rsid w:val="00716CE4"/>
    <w:rsid w:val="0073554D"/>
    <w:rsid w:val="00780424"/>
    <w:rsid w:val="00794CB8"/>
    <w:rsid w:val="007A5CBD"/>
    <w:rsid w:val="007B72BA"/>
    <w:rsid w:val="007E1962"/>
    <w:rsid w:val="00807798"/>
    <w:rsid w:val="00842D99"/>
    <w:rsid w:val="0089234D"/>
    <w:rsid w:val="008E0B86"/>
    <w:rsid w:val="008E1CD7"/>
    <w:rsid w:val="00912E98"/>
    <w:rsid w:val="00944953"/>
    <w:rsid w:val="009B5B16"/>
    <w:rsid w:val="009C2551"/>
    <w:rsid w:val="00A40155"/>
    <w:rsid w:val="00A80ABB"/>
    <w:rsid w:val="00A9551D"/>
    <w:rsid w:val="00AB5132"/>
    <w:rsid w:val="00AC1932"/>
    <w:rsid w:val="00B13C16"/>
    <w:rsid w:val="00B404B6"/>
    <w:rsid w:val="00B5441D"/>
    <w:rsid w:val="00BA19F6"/>
    <w:rsid w:val="00BA6B78"/>
    <w:rsid w:val="00BD718E"/>
    <w:rsid w:val="00C26987"/>
    <w:rsid w:val="00C53329"/>
    <w:rsid w:val="00CA64DF"/>
    <w:rsid w:val="00D36CF0"/>
    <w:rsid w:val="00D46F35"/>
    <w:rsid w:val="00D6143F"/>
    <w:rsid w:val="00DD25A5"/>
    <w:rsid w:val="00DE35EF"/>
    <w:rsid w:val="00E34DDD"/>
    <w:rsid w:val="00EA1BCA"/>
    <w:rsid w:val="00EE27E0"/>
    <w:rsid w:val="00EF0720"/>
    <w:rsid w:val="00F03C6B"/>
    <w:rsid w:val="00F10523"/>
    <w:rsid w:val="00F60703"/>
    <w:rsid w:val="00FC0695"/>
    <w:rsid w:val="00FC4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CB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94CB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94CB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D6143F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6143F"/>
    <w:rPr>
      <w:rFonts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D6143F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D614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6143F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053C14"/>
    <w:pPr>
      <w:ind w:left="720"/>
      <w:contextualSpacing/>
    </w:pPr>
  </w:style>
  <w:style w:type="table" w:styleId="TableGrid">
    <w:name w:val="Table Grid"/>
    <w:basedOn w:val="TableNormal"/>
    <w:uiPriority w:val="99"/>
    <w:rsid w:val="000124E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5B16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rsid w:val="00B404B6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9C255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C255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9C255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C2551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168</TotalTime>
  <Pages>4</Pages>
  <Words>892</Words>
  <Characters>5085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Сафонова Марина Владимировна</dc:creator>
  <cp:keywords/>
  <dc:description/>
  <cp:lastModifiedBy>1</cp:lastModifiedBy>
  <cp:revision>36</cp:revision>
  <cp:lastPrinted>2019-04-17T07:36:00Z</cp:lastPrinted>
  <dcterms:created xsi:type="dcterms:W3CDTF">2016-04-18T14:03:00Z</dcterms:created>
  <dcterms:modified xsi:type="dcterms:W3CDTF">2019-04-17T07:36:00Z</dcterms:modified>
</cp:coreProperties>
</file>