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6FB" w:rsidRPr="00225357" w:rsidRDefault="00AB36FB" w:rsidP="001C25E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  <w:r>
        <w:rPr>
          <w:rFonts w:ascii="Times New Roman" w:hAnsi="Times New Roman"/>
          <w:spacing w:val="-12"/>
          <w:sz w:val="28"/>
          <w:szCs w:val="28"/>
        </w:rPr>
        <w:t>1</w:t>
      </w:r>
    </w:p>
    <w:p w:rsidR="00AB36FB" w:rsidRPr="00225357" w:rsidRDefault="00AB36FB" w:rsidP="001C25E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AB36FB" w:rsidRDefault="00AB36FB" w:rsidP="001C25E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Старотитаровского сельского поселения </w:t>
      </w:r>
    </w:p>
    <w:p w:rsidR="00AB36FB" w:rsidRPr="00225357" w:rsidRDefault="00AB36FB" w:rsidP="001C25E8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AB36FB" w:rsidRDefault="00AB36FB" w:rsidP="001C25E8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25357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>____________________</w:t>
      </w:r>
      <w:r w:rsidRPr="00225357">
        <w:rPr>
          <w:rFonts w:ascii="Times New Roman" w:hAnsi="Times New Roman"/>
          <w:spacing w:val="-12"/>
          <w:sz w:val="28"/>
          <w:szCs w:val="28"/>
        </w:rPr>
        <w:t xml:space="preserve"> № </w:t>
      </w:r>
      <w:r>
        <w:rPr>
          <w:rFonts w:ascii="Times New Roman" w:hAnsi="Times New Roman"/>
          <w:spacing w:val="-12"/>
          <w:sz w:val="28"/>
          <w:szCs w:val="28"/>
        </w:rPr>
        <w:t>______</w:t>
      </w:r>
    </w:p>
    <w:p w:rsidR="00AB36FB" w:rsidRDefault="00AB36FB" w:rsidP="00ED5CB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B36FB" w:rsidRPr="00BB7DB1" w:rsidRDefault="00AB36FB" w:rsidP="00ED5CB9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AB36FB" w:rsidRPr="00B73C78" w:rsidRDefault="00AB36FB" w:rsidP="00ED5CB9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AB36FB" w:rsidRDefault="00AB36FB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 xml:space="preserve">«Формирование доступной среды </w:t>
      </w:r>
    </w:p>
    <w:p w:rsidR="00AB36FB" w:rsidRPr="00AD6EBC" w:rsidRDefault="00AB36FB" w:rsidP="00ED5CB9">
      <w:pPr>
        <w:jc w:val="right"/>
        <w:rPr>
          <w:rFonts w:ascii="Times New Roman" w:hAnsi="Times New Roman"/>
          <w:sz w:val="28"/>
          <w:szCs w:val="28"/>
        </w:rPr>
      </w:pPr>
      <w:r w:rsidRPr="00AD6EBC">
        <w:rPr>
          <w:rFonts w:ascii="Times New Roman" w:hAnsi="Times New Roman"/>
          <w:sz w:val="28"/>
          <w:szCs w:val="28"/>
        </w:rPr>
        <w:t>жизнедеятельности для инвалидов»</w:t>
      </w:r>
    </w:p>
    <w:p w:rsidR="00AB36FB" w:rsidRDefault="00AB36FB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в Старотитаровском сельском </w:t>
      </w:r>
    </w:p>
    <w:p w:rsidR="00AB36FB" w:rsidRDefault="00AB36FB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>поселении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971B5">
        <w:rPr>
          <w:rFonts w:ascii="Times New Roman" w:hAnsi="Times New Roman"/>
          <w:bCs/>
          <w:sz w:val="28"/>
          <w:szCs w:val="28"/>
        </w:rPr>
        <w:t>Темрюкского района</w:t>
      </w:r>
    </w:p>
    <w:p w:rsidR="00AB36FB" w:rsidRPr="00F971B5" w:rsidRDefault="00AB36FB" w:rsidP="00ED5CB9">
      <w:pPr>
        <w:jc w:val="right"/>
        <w:rPr>
          <w:rFonts w:ascii="Times New Roman" w:hAnsi="Times New Roman"/>
          <w:bCs/>
          <w:sz w:val="28"/>
          <w:szCs w:val="28"/>
        </w:rPr>
      </w:pPr>
      <w:r w:rsidRPr="00F971B5">
        <w:rPr>
          <w:rFonts w:ascii="Times New Roman" w:hAnsi="Times New Roman"/>
          <w:bCs/>
          <w:sz w:val="28"/>
          <w:szCs w:val="28"/>
        </w:rPr>
        <w:t xml:space="preserve"> на 201</w:t>
      </w:r>
      <w:r>
        <w:rPr>
          <w:rFonts w:ascii="Times New Roman" w:hAnsi="Times New Roman"/>
          <w:bCs/>
          <w:sz w:val="28"/>
          <w:szCs w:val="28"/>
        </w:rPr>
        <w:t>8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AB36FB" w:rsidRPr="00B73C78" w:rsidRDefault="00AB36FB" w:rsidP="00ED5CB9">
      <w:pPr>
        <w:ind w:left="8820"/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790"/>
        <w:gridCol w:w="10"/>
        <w:gridCol w:w="1440"/>
        <w:gridCol w:w="1430"/>
        <w:gridCol w:w="10"/>
        <w:gridCol w:w="3050"/>
        <w:gridCol w:w="10"/>
        <w:gridCol w:w="2862"/>
        <w:gridCol w:w="430"/>
      </w:tblGrid>
      <w:tr w:rsidR="00AB36FB" w:rsidTr="0046755D">
        <w:tc>
          <w:tcPr>
            <w:tcW w:w="151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B36FB" w:rsidRPr="00AD6EBC" w:rsidRDefault="00AB36FB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AD6EBC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подпрограммы  «Формирование доступной среды</w:t>
            </w:r>
          </w:p>
          <w:p w:rsidR="00AB36FB" w:rsidRPr="00AD6EBC" w:rsidRDefault="00AB36FB" w:rsidP="00AD6E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 xml:space="preserve">жизнедеятельности для инвалидов» </w:t>
            </w: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AB36FB" w:rsidRPr="00AD6EBC" w:rsidRDefault="00AB36FB" w:rsidP="00AD6EB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>Темрюкского района на 201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 w:rsidRPr="00AD6EB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год.</w:t>
            </w:r>
          </w:p>
        </w:tc>
      </w:tr>
      <w:tr w:rsidR="00AB36FB" w:rsidTr="00635BC1">
        <w:trPr>
          <w:gridAfter w:val="1"/>
          <w:wAfter w:w="430" w:type="dxa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B36FB" w:rsidRDefault="00AB36FB" w:rsidP="00AD6EBC">
            <w:pPr>
              <w:pStyle w:val="a3"/>
              <w:jc w:val="center"/>
            </w:pPr>
          </w:p>
        </w:tc>
      </w:tr>
      <w:tr w:rsidR="00AB36FB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FB" w:rsidRPr="003E661A" w:rsidRDefault="00AB36F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FB" w:rsidRPr="003E661A" w:rsidRDefault="00AB36F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6FB" w:rsidRDefault="00AB36F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AB36FB" w:rsidRPr="003E661A" w:rsidRDefault="00AB36F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FB" w:rsidRPr="003E661A" w:rsidRDefault="00AB36F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</w:t>
            </w:r>
            <w:r>
              <w:rPr>
                <w:rFonts w:ascii="Times New Roman" w:hAnsi="Times New Roman"/>
              </w:rPr>
              <w:t>ъем финансирования, всего (тыс.</w:t>
            </w:r>
            <w:bookmarkStart w:id="1" w:name="_GoBack"/>
            <w:bookmarkEnd w:id="1"/>
            <w:r w:rsidRPr="003E661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36FB" w:rsidRPr="003E661A" w:rsidRDefault="00AB36F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AB36FB" w:rsidRPr="003E661A" w:rsidRDefault="00AB36FB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FB" w:rsidRPr="003E661A" w:rsidRDefault="00AB36F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6FB" w:rsidRPr="003E661A" w:rsidRDefault="00AB36F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B36FB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FB" w:rsidRPr="003E661A" w:rsidRDefault="00AB36F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FB" w:rsidRPr="003E661A" w:rsidRDefault="00AB36FB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FB" w:rsidRPr="003E661A" w:rsidRDefault="00AB36F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FB" w:rsidRPr="003E661A" w:rsidRDefault="00AB36F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FB" w:rsidRPr="003E661A" w:rsidRDefault="00AB36FB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FB" w:rsidRPr="003E661A" w:rsidRDefault="00AB36F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6FB" w:rsidRPr="003E661A" w:rsidRDefault="00AB36FB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AB36FB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FB" w:rsidRPr="003E661A" w:rsidRDefault="00AB36F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FB" w:rsidRPr="003E661A" w:rsidRDefault="00AB36FB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6FB" w:rsidRPr="00794FC8" w:rsidRDefault="00AB36FB" w:rsidP="00794FC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FC8">
              <w:rPr>
                <w:rFonts w:ascii="Times New Roman" w:hAnsi="Times New Roman" w:cs="Times New Roman"/>
                <w:sz w:val="24"/>
                <w:szCs w:val="24"/>
              </w:rPr>
              <w:t>Повышение уровня и качества жизни инвалидов, социальная адаптация и интеграция их в обществ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4FC8">
              <w:rPr>
                <w:rFonts w:ascii="Times New Roman" w:hAnsi="Times New Roman" w:cs="Times New Roman"/>
                <w:sz w:val="24"/>
                <w:szCs w:val="24"/>
              </w:rPr>
              <w:t>, повышение уровня социальной защиты инвалидов боевых действий, военнослужащих, пострадавших при исполнении обязанностей военной службы, и семей военнослужащих, погибших или пострадавших при исполнении обязанностей военной службы.</w:t>
            </w:r>
          </w:p>
          <w:p w:rsidR="00AB36FB" w:rsidRPr="00794FC8" w:rsidRDefault="00AB36FB" w:rsidP="008A308E">
            <w:pPr>
              <w:pStyle w:val="a3"/>
              <w:rPr>
                <w:rFonts w:ascii="Times New Roman" w:hAnsi="Times New Roman"/>
              </w:rPr>
            </w:pPr>
          </w:p>
        </w:tc>
      </w:tr>
      <w:tr w:rsidR="00AB36FB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FB" w:rsidRPr="003E661A" w:rsidRDefault="00AB36F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FB" w:rsidRDefault="00AB36FB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AB36FB" w:rsidRPr="002C7281" w:rsidRDefault="00AB36FB" w:rsidP="002C7281"/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6FB" w:rsidRPr="00794FC8" w:rsidRDefault="00AB36FB" w:rsidP="00794FC8">
            <w:pPr>
              <w:jc w:val="both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обеспечение беспрепятственного доступа инвалидов к информации;</w:t>
            </w:r>
          </w:p>
          <w:p w:rsidR="00AB36FB" w:rsidRPr="00794FC8" w:rsidRDefault="00AB36FB" w:rsidP="00794FC8">
            <w:pPr>
              <w:pStyle w:val="a3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оснащение объектов социальной инфраструктуры Старотитаровского сельского поселения Темрюкского района специальными приспособлениями, обеспечивающими доступ к ним инвалидов.</w:t>
            </w:r>
          </w:p>
        </w:tc>
      </w:tr>
      <w:tr w:rsidR="00AB36FB" w:rsidTr="001C25E8">
        <w:trPr>
          <w:gridAfter w:val="1"/>
          <w:wAfter w:w="430" w:type="dxa"/>
          <w:trHeight w:val="2803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FB" w:rsidRPr="003E661A" w:rsidRDefault="00AB36F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B36FB" w:rsidRPr="00794FC8" w:rsidRDefault="00AB36FB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Pr="00794FC8" w:rsidRDefault="00AB36FB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Default="00AB36FB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Default="00AB36FB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Default="00AB36FB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Default="00AB36FB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Default="00AB36FB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Default="00AB36FB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Default="00AB36FB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Pr="00794FC8" w:rsidRDefault="00AB36FB" w:rsidP="00794FC8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Формирование доступной среды жизнедеятельности для инвалидов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6FB" w:rsidRPr="00794FC8" w:rsidRDefault="00AB36FB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Pr="00794FC8" w:rsidRDefault="00AB36FB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Pr="00794FC8" w:rsidRDefault="00AB36FB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Pr="00794FC8" w:rsidRDefault="00AB36FB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Pr="00794FC8" w:rsidRDefault="00AB36FB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Pr="00794FC8" w:rsidRDefault="00AB36FB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Pr="00794FC8" w:rsidRDefault="00AB36FB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  <w:p w:rsidR="00AB36FB" w:rsidRPr="00794FC8" w:rsidRDefault="00AB36FB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6FB" w:rsidRPr="00794FC8" w:rsidRDefault="00AB36F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Default="00AB36F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Default="00AB36F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Default="00AB36F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Default="00AB36F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Default="00AB36F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Default="00AB36F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Pr="00794FC8" w:rsidRDefault="00AB36FB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6FB" w:rsidRPr="00794FC8" w:rsidRDefault="00AB36F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Default="00AB36F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Default="00AB36F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Default="00AB36F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Default="00AB36F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Default="00AB36F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Default="00AB36FB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Pr="00794FC8" w:rsidRDefault="00AB36FB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6FB" w:rsidRPr="00D32C68" w:rsidRDefault="00AB36FB" w:rsidP="00D32C68">
            <w:pPr>
              <w:rPr>
                <w:rFonts w:ascii="Times New Roman" w:hAnsi="Times New Roman"/>
              </w:rPr>
            </w:pPr>
            <w:r w:rsidRPr="00D32C68">
              <w:rPr>
                <w:rFonts w:ascii="Times New Roman" w:hAnsi="Times New Roman"/>
              </w:rPr>
              <w:t>- приобретение тренажера для реабилитации инвалидов с нарушением опорно-двигательного аппарата для  муниципального бюджетного учреждения «Физкультурно-оздоровительный спортивный клуб «Виктория» Старотитаровского сельско</w:t>
            </w:r>
            <w:r>
              <w:rPr>
                <w:rFonts w:ascii="Times New Roman" w:hAnsi="Times New Roman"/>
              </w:rPr>
              <w:t>го поселения Темрюкского района</w:t>
            </w:r>
          </w:p>
          <w:p w:rsidR="00AB36FB" w:rsidRPr="00794FC8" w:rsidRDefault="00AB36FB" w:rsidP="001C25E8">
            <w:pPr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6FB" w:rsidRPr="00794FC8" w:rsidRDefault="00AB36FB" w:rsidP="00794FC8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  <w:p w:rsidR="00AB36FB" w:rsidRPr="00794FC8" w:rsidRDefault="00AB36FB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  <w:p w:rsidR="00AB36FB" w:rsidRPr="00794FC8" w:rsidRDefault="00AB36FB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AB36FB" w:rsidTr="001C25E8">
        <w:trPr>
          <w:gridAfter w:val="1"/>
          <w:wAfter w:w="430" w:type="dxa"/>
          <w:trHeight w:val="1373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FB" w:rsidRPr="003E661A" w:rsidRDefault="00AB36F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</w:tcBorders>
          </w:tcPr>
          <w:p w:rsidR="00AB36FB" w:rsidRDefault="00AB36FB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6FB" w:rsidRPr="00794FC8" w:rsidRDefault="00AB36FB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Pr="00794FC8" w:rsidRDefault="00AB36FB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Pr="00794FC8" w:rsidRDefault="00AB36FB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6FB" w:rsidRDefault="00AB36FB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AB36FB" w:rsidRDefault="00AB36FB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AB36FB" w:rsidRDefault="00AB36FB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AB36FB" w:rsidRPr="00794FC8" w:rsidRDefault="00AB36FB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6FB" w:rsidRDefault="00AB36FB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AB36FB" w:rsidRDefault="00AB36FB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AB36FB" w:rsidRDefault="00AB36FB" w:rsidP="00DA78A9">
            <w:pPr>
              <w:outlineLvl w:val="0"/>
              <w:rPr>
                <w:rFonts w:ascii="Times New Roman" w:hAnsi="Times New Roman"/>
                <w:b/>
              </w:rPr>
            </w:pPr>
          </w:p>
          <w:p w:rsidR="00AB36FB" w:rsidRPr="00794FC8" w:rsidRDefault="00AB36FB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794FC8">
              <w:rPr>
                <w:rFonts w:ascii="Times New Roman" w:hAnsi="Times New Roman"/>
              </w:rPr>
              <w:t>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6FB" w:rsidRPr="00D32C68" w:rsidRDefault="00AB36FB" w:rsidP="00D32C68">
            <w:pPr>
              <w:rPr>
                <w:rFonts w:ascii="Times New Roman" w:hAnsi="Times New Roman"/>
                <w:b/>
              </w:rPr>
            </w:pPr>
            <w:r w:rsidRPr="00D32C68">
              <w:rPr>
                <w:rFonts w:ascii="Times New Roman" w:hAnsi="Times New Roman"/>
              </w:rPr>
              <w:t>- оснащение зданий Дома Культуры, сельской и детской библиотек тактильной плиткой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6FB" w:rsidRPr="00794FC8" w:rsidRDefault="00AB36FB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AB36FB" w:rsidTr="008921E4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FB" w:rsidRPr="003E661A" w:rsidRDefault="00AB36F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B36FB" w:rsidRDefault="00AB36FB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6FB" w:rsidRPr="00794FC8" w:rsidRDefault="00AB36FB" w:rsidP="00E237FD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AB36FB" w:rsidRPr="00794FC8" w:rsidRDefault="00AB36FB" w:rsidP="00E237FD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6FB" w:rsidRPr="00E237FD" w:rsidRDefault="00AB36FB" w:rsidP="00E237FD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214,2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6FB" w:rsidRDefault="00AB36FB" w:rsidP="00E237FD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2</w:t>
            </w:r>
            <w:r w:rsidRPr="00E237F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4,2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6FB" w:rsidRPr="00D32C68" w:rsidRDefault="00AB36FB" w:rsidP="00D32C68">
            <w:pPr>
              <w:rPr>
                <w:rFonts w:ascii="Times New Roman" w:hAnsi="Times New Roman"/>
              </w:rPr>
            </w:pPr>
            <w:r w:rsidRPr="00D32C68">
              <w:rPr>
                <w:rFonts w:ascii="Times New Roman" w:hAnsi="Times New Roman"/>
              </w:rPr>
              <w:t>- оснащение здания администрации Старотитаровского сельского поселения Темрюк</w:t>
            </w:r>
            <w:r>
              <w:rPr>
                <w:rFonts w:ascii="Times New Roman" w:hAnsi="Times New Roman"/>
              </w:rPr>
              <w:t>ского района тактильной плиткой</w:t>
            </w:r>
          </w:p>
          <w:p w:rsidR="00AB36FB" w:rsidRPr="00E237FD" w:rsidRDefault="00AB36FB" w:rsidP="00E237FD">
            <w:pPr>
              <w:jc w:val="both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6FB" w:rsidRPr="00794FC8" w:rsidRDefault="00AB36FB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AB36FB" w:rsidTr="00794FC8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FB" w:rsidRPr="003E661A" w:rsidRDefault="00AB36FB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6FB" w:rsidRDefault="00AB36FB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6FB" w:rsidRPr="00794FC8" w:rsidRDefault="00AB36FB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6FB" w:rsidRDefault="00AB36FB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279,2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6FB" w:rsidRDefault="00AB36FB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279,2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6FB" w:rsidRPr="00794FC8" w:rsidRDefault="00AB36FB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36FB" w:rsidRPr="00794FC8" w:rsidRDefault="00AB36FB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</w:tr>
    </w:tbl>
    <w:p w:rsidR="00AB36FB" w:rsidRDefault="00AB36FB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AB36FB" w:rsidRDefault="00AB36FB" w:rsidP="00B45B21">
      <w:pPr>
        <w:pStyle w:val="BodyText"/>
        <w:spacing w:after="0"/>
        <w:ind w:right="-142"/>
        <w:jc w:val="both"/>
      </w:pPr>
    </w:p>
    <w:p w:rsidR="00AB36FB" w:rsidRDefault="00AB36F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AB36FB" w:rsidRDefault="00AB36F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AB36FB" w:rsidRPr="0063100D" w:rsidRDefault="00AB36FB" w:rsidP="00B45B21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Л.В. Кубрак</w:t>
      </w:r>
    </w:p>
    <w:sectPr w:rsidR="00AB36FB" w:rsidRPr="0063100D" w:rsidSect="00D32C68">
      <w:headerReference w:type="default" r:id="rId7"/>
      <w:pgSz w:w="16840" w:h="11907" w:orient="landscape" w:code="9"/>
      <w:pgMar w:top="540" w:right="567" w:bottom="180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6FB" w:rsidRDefault="00AB36FB">
      <w:r>
        <w:separator/>
      </w:r>
    </w:p>
  </w:endnote>
  <w:endnote w:type="continuationSeparator" w:id="0">
    <w:p w:rsidR="00AB36FB" w:rsidRDefault="00AB36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6FB" w:rsidRDefault="00AB36FB">
      <w:r>
        <w:separator/>
      </w:r>
    </w:p>
  </w:footnote>
  <w:footnote w:type="continuationSeparator" w:id="0">
    <w:p w:rsidR="00AB36FB" w:rsidRDefault="00AB36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6FB" w:rsidRDefault="00AB36FB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B36FB" w:rsidRDefault="00AB36F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0EED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A3CA7"/>
    <w:rsid w:val="000C13B0"/>
    <w:rsid w:val="000D464E"/>
    <w:rsid w:val="000E625F"/>
    <w:rsid w:val="000E75E6"/>
    <w:rsid w:val="000F1CE8"/>
    <w:rsid w:val="00101F21"/>
    <w:rsid w:val="00105934"/>
    <w:rsid w:val="00115531"/>
    <w:rsid w:val="00117AE8"/>
    <w:rsid w:val="00130D3F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C32"/>
    <w:rsid w:val="00191C88"/>
    <w:rsid w:val="00196CDD"/>
    <w:rsid w:val="001A603E"/>
    <w:rsid w:val="001C25E8"/>
    <w:rsid w:val="001C677E"/>
    <w:rsid w:val="001D25ED"/>
    <w:rsid w:val="001E134E"/>
    <w:rsid w:val="001E64CF"/>
    <w:rsid w:val="001F130E"/>
    <w:rsid w:val="00207A02"/>
    <w:rsid w:val="002228F1"/>
    <w:rsid w:val="00222F09"/>
    <w:rsid w:val="00225357"/>
    <w:rsid w:val="00227D35"/>
    <w:rsid w:val="00232D95"/>
    <w:rsid w:val="00241AD2"/>
    <w:rsid w:val="002442F5"/>
    <w:rsid w:val="002470D0"/>
    <w:rsid w:val="002569A3"/>
    <w:rsid w:val="002613D3"/>
    <w:rsid w:val="002C7281"/>
    <w:rsid w:val="002C7FF8"/>
    <w:rsid w:val="002D7464"/>
    <w:rsid w:val="002E26F0"/>
    <w:rsid w:val="00300ABA"/>
    <w:rsid w:val="0030427E"/>
    <w:rsid w:val="00317CF2"/>
    <w:rsid w:val="0033100B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59E2"/>
    <w:rsid w:val="003D7EFE"/>
    <w:rsid w:val="003E661A"/>
    <w:rsid w:val="003F45E2"/>
    <w:rsid w:val="00402439"/>
    <w:rsid w:val="004123BE"/>
    <w:rsid w:val="004211EF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7750D"/>
    <w:rsid w:val="004B2BE8"/>
    <w:rsid w:val="004C1660"/>
    <w:rsid w:val="004F5CD8"/>
    <w:rsid w:val="004F68E2"/>
    <w:rsid w:val="004F7F99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C410C"/>
    <w:rsid w:val="005D0C53"/>
    <w:rsid w:val="005D70B2"/>
    <w:rsid w:val="005D7565"/>
    <w:rsid w:val="005E37F3"/>
    <w:rsid w:val="00624DB5"/>
    <w:rsid w:val="0063100D"/>
    <w:rsid w:val="00635BC1"/>
    <w:rsid w:val="006455A5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91DE4"/>
    <w:rsid w:val="00791FF8"/>
    <w:rsid w:val="00794FC8"/>
    <w:rsid w:val="007A6384"/>
    <w:rsid w:val="007B34C4"/>
    <w:rsid w:val="007C3B8D"/>
    <w:rsid w:val="007C7374"/>
    <w:rsid w:val="007F3398"/>
    <w:rsid w:val="00820110"/>
    <w:rsid w:val="00830C34"/>
    <w:rsid w:val="00840DA6"/>
    <w:rsid w:val="00850011"/>
    <w:rsid w:val="0085437C"/>
    <w:rsid w:val="008575A6"/>
    <w:rsid w:val="00857D2D"/>
    <w:rsid w:val="00860322"/>
    <w:rsid w:val="008921E4"/>
    <w:rsid w:val="00897D68"/>
    <w:rsid w:val="008A308E"/>
    <w:rsid w:val="008D4716"/>
    <w:rsid w:val="008F1FBE"/>
    <w:rsid w:val="008F3336"/>
    <w:rsid w:val="008F523A"/>
    <w:rsid w:val="00915096"/>
    <w:rsid w:val="009156D9"/>
    <w:rsid w:val="00924534"/>
    <w:rsid w:val="00931F7C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31AB"/>
    <w:rsid w:val="009F7276"/>
    <w:rsid w:val="00A0097D"/>
    <w:rsid w:val="00A10969"/>
    <w:rsid w:val="00A1695C"/>
    <w:rsid w:val="00A23C33"/>
    <w:rsid w:val="00A36A1F"/>
    <w:rsid w:val="00A3740B"/>
    <w:rsid w:val="00A54963"/>
    <w:rsid w:val="00A65613"/>
    <w:rsid w:val="00A83FE2"/>
    <w:rsid w:val="00A874EA"/>
    <w:rsid w:val="00A87FA6"/>
    <w:rsid w:val="00AA0281"/>
    <w:rsid w:val="00AB36FB"/>
    <w:rsid w:val="00AD3B9F"/>
    <w:rsid w:val="00AD6EBC"/>
    <w:rsid w:val="00AF1D20"/>
    <w:rsid w:val="00AF2A11"/>
    <w:rsid w:val="00B06BE3"/>
    <w:rsid w:val="00B11BB8"/>
    <w:rsid w:val="00B16BBF"/>
    <w:rsid w:val="00B45B21"/>
    <w:rsid w:val="00B54883"/>
    <w:rsid w:val="00B65CCC"/>
    <w:rsid w:val="00B6664D"/>
    <w:rsid w:val="00B73C78"/>
    <w:rsid w:val="00B73D0F"/>
    <w:rsid w:val="00B75048"/>
    <w:rsid w:val="00B76DE8"/>
    <w:rsid w:val="00B82595"/>
    <w:rsid w:val="00B8732B"/>
    <w:rsid w:val="00B91C4A"/>
    <w:rsid w:val="00B94838"/>
    <w:rsid w:val="00BA3511"/>
    <w:rsid w:val="00BB7DB1"/>
    <w:rsid w:val="00BC2657"/>
    <w:rsid w:val="00BD33EA"/>
    <w:rsid w:val="00C07246"/>
    <w:rsid w:val="00C1017B"/>
    <w:rsid w:val="00C12D44"/>
    <w:rsid w:val="00C30BB7"/>
    <w:rsid w:val="00C3175E"/>
    <w:rsid w:val="00C3522A"/>
    <w:rsid w:val="00C3705A"/>
    <w:rsid w:val="00C50D67"/>
    <w:rsid w:val="00C602BF"/>
    <w:rsid w:val="00C72370"/>
    <w:rsid w:val="00C8736B"/>
    <w:rsid w:val="00CB61F0"/>
    <w:rsid w:val="00CB63A0"/>
    <w:rsid w:val="00CF476E"/>
    <w:rsid w:val="00CF6306"/>
    <w:rsid w:val="00CF6FBF"/>
    <w:rsid w:val="00CF7D26"/>
    <w:rsid w:val="00D20D24"/>
    <w:rsid w:val="00D22CF8"/>
    <w:rsid w:val="00D24F55"/>
    <w:rsid w:val="00D32C68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78A9"/>
    <w:rsid w:val="00DC4CC5"/>
    <w:rsid w:val="00DC670B"/>
    <w:rsid w:val="00DE02F8"/>
    <w:rsid w:val="00DE7A2C"/>
    <w:rsid w:val="00DF4581"/>
    <w:rsid w:val="00E005E3"/>
    <w:rsid w:val="00E03BFB"/>
    <w:rsid w:val="00E159BA"/>
    <w:rsid w:val="00E237FD"/>
    <w:rsid w:val="00E26412"/>
    <w:rsid w:val="00E43EB1"/>
    <w:rsid w:val="00E600BB"/>
    <w:rsid w:val="00E76568"/>
    <w:rsid w:val="00E77F78"/>
    <w:rsid w:val="00E82D20"/>
    <w:rsid w:val="00E86F36"/>
    <w:rsid w:val="00E9156E"/>
    <w:rsid w:val="00E97E7C"/>
    <w:rsid w:val="00EA36D5"/>
    <w:rsid w:val="00EA7C72"/>
    <w:rsid w:val="00EC3760"/>
    <w:rsid w:val="00ED5CB9"/>
    <w:rsid w:val="00ED744E"/>
    <w:rsid w:val="00EE372C"/>
    <w:rsid w:val="00EE595C"/>
    <w:rsid w:val="00EF5882"/>
    <w:rsid w:val="00F117D0"/>
    <w:rsid w:val="00F2247D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  <w:rsid w:val="00FE1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  <w:style w:type="character" w:customStyle="1" w:styleId="12">
    <w:name w:val="Знак Знак1"/>
    <w:basedOn w:val="DefaultParagraphFont"/>
    <w:uiPriority w:val="99"/>
    <w:semiHidden/>
    <w:rsid w:val="001C25E8"/>
    <w:rPr>
      <w:rFonts w:cs="Times New Roman"/>
    </w:rPr>
  </w:style>
  <w:style w:type="paragraph" w:customStyle="1" w:styleId="3">
    <w:name w:val="Знак Знак3"/>
    <w:basedOn w:val="Normal"/>
    <w:uiPriority w:val="99"/>
    <w:rsid w:val="001C25E8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1">
    <w:name w:val="Знак Знак31"/>
    <w:basedOn w:val="Normal"/>
    <w:uiPriority w:val="99"/>
    <w:rsid w:val="00D32C68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42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2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2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42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42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42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424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42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112</TotalTime>
  <Pages>2</Pages>
  <Words>361</Words>
  <Characters>2060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24</cp:revision>
  <cp:lastPrinted>2014-12-09T12:10:00Z</cp:lastPrinted>
  <dcterms:created xsi:type="dcterms:W3CDTF">2014-11-12T06:48:00Z</dcterms:created>
  <dcterms:modified xsi:type="dcterms:W3CDTF">2019-01-14T07:02:00Z</dcterms:modified>
</cp:coreProperties>
</file>