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A7" w:rsidRPr="00BB7DB1" w:rsidRDefault="00F469A7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F469A7" w:rsidRPr="00B73C78" w:rsidRDefault="00F469A7" w:rsidP="00ED5CB9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F469A7" w:rsidRDefault="00F469A7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F469A7" w:rsidRPr="00AD6EBC" w:rsidRDefault="00F469A7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жизнедеятельности для инвалидов»</w:t>
      </w:r>
    </w:p>
    <w:p w:rsidR="00F469A7" w:rsidRDefault="00F469A7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F469A7" w:rsidRDefault="00F469A7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F469A7" w:rsidRPr="00F971B5" w:rsidRDefault="00F469A7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на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F469A7" w:rsidRPr="00AD6EBC" w:rsidRDefault="00F469A7" w:rsidP="00AA5C09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>Перечень</w:t>
      </w:r>
      <w:r w:rsidRPr="00AD6EBC">
        <w:rPr>
          <w:rFonts w:ascii="Times New Roman" w:hAnsi="Times New Roman"/>
          <w:b/>
          <w:sz w:val="28"/>
          <w:szCs w:val="28"/>
        </w:rPr>
        <w:br/>
        <w:t>основных мероприятий подпрограммы  «Формирование доступной среды</w:t>
      </w:r>
    </w:p>
    <w:p w:rsidR="00F469A7" w:rsidRPr="00AA5C09" w:rsidRDefault="00F469A7" w:rsidP="00AA5C09">
      <w:pPr>
        <w:jc w:val="center"/>
        <w:rPr>
          <w:rFonts w:ascii="Times New Roman" w:hAnsi="Times New Roman"/>
          <w:b/>
          <w:sz w:val="28"/>
          <w:szCs w:val="28"/>
        </w:rPr>
      </w:pPr>
      <w:r w:rsidRPr="00AD6EBC">
        <w:rPr>
          <w:rFonts w:ascii="Times New Roman" w:hAnsi="Times New Roman"/>
          <w:b/>
          <w:sz w:val="28"/>
          <w:szCs w:val="28"/>
        </w:rPr>
        <w:t xml:space="preserve">жизнедеятельности для инвалидов» </w:t>
      </w:r>
      <w:r w:rsidRPr="00AD6EBC">
        <w:rPr>
          <w:rFonts w:ascii="Times New Roman" w:hAnsi="Times New Roman"/>
          <w:b/>
          <w:bCs/>
          <w:sz w:val="28"/>
          <w:szCs w:val="28"/>
        </w:rPr>
        <w:t>в Старотитаровском сельском поселении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6EBC">
        <w:rPr>
          <w:rFonts w:ascii="Times New Roman" w:hAnsi="Times New Roman"/>
          <w:b/>
          <w:bCs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Pr="00AD6EBC"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p w:rsidR="00F469A7" w:rsidRDefault="00F469A7" w:rsidP="00AA5C09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0"/>
        <w:gridCol w:w="1020"/>
        <w:gridCol w:w="1320"/>
        <w:gridCol w:w="1344"/>
        <w:gridCol w:w="1176"/>
        <w:gridCol w:w="1344"/>
        <w:gridCol w:w="1344"/>
        <w:gridCol w:w="1128"/>
        <w:gridCol w:w="1956"/>
        <w:gridCol w:w="1968"/>
      </w:tblGrid>
      <w:tr w:rsidR="00F469A7" w:rsidTr="008B3FC1">
        <w:tc>
          <w:tcPr>
            <w:tcW w:w="720" w:type="dxa"/>
            <w:vMerge w:val="restart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№ п/п</w:t>
            </w:r>
          </w:p>
        </w:tc>
        <w:tc>
          <w:tcPr>
            <w:tcW w:w="1800" w:type="dxa"/>
            <w:vMerge w:val="restart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020" w:type="dxa"/>
            <w:vMerge w:val="restart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статус</w:t>
            </w:r>
          </w:p>
        </w:tc>
        <w:tc>
          <w:tcPr>
            <w:tcW w:w="1320" w:type="dxa"/>
            <w:vMerge w:val="restart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6336" w:type="dxa"/>
            <w:gridSpan w:val="5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Объем финансирования, тыс. рублей</w:t>
            </w:r>
          </w:p>
        </w:tc>
        <w:tc>
          <w:tcPr>
            <w:tcW w:w="1956" w:type="dxa"/>
            <w:vMerge w:val="restart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68" w:type="dxa"/>
            <w:vMerge w:val="restart"/>
          </w:tcPr>
          <w:p w:rsidR="00F469A7" w:rsidRPr="00EC544E" w:rsidRDefault="00F469A7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469A7" w:rsidTr="008B3FC1">
        <w:tc>
          <w:tcPr>
            <w:tcW w:w="72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 w:val="restart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всего</w:t>
            </w:r>
          </w:p>
        </w:tc>
        <w:tc>
          <w:tcPr>
            <w:tcW w:w="4992" w:type="dxa"/>
            <w:gridSpan w:val="4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w="1956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F469A7" w:rsidRPr="00EC544E" w:rsidRDefault="00F469A7" w:rsidP="00600B45">
            <w:pPr>
              <w:rPr>
                <w:rFonts w:ascii="Times New Roman" w:hAnsi="Times New Roman"/>
              </w:rPr>
            </w:pPr>
          </w:p>
        </w:tc>
      </w:tr>
      <w:tr w:rsidR="00F469A7" w:rsidTr="008B3FC1">
        <w:tc>
          <w:tcPr>
            <w:tcW w:w="72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76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28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956" w:type="dxa"/>
            <w:vMerge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  <w:vMerge/>
          </w:tcPr>
          <w:p w:rsidR="00F469A7" w:rsidRPr="00EC544E" w:rsidRDefault="00F469A7" w:rsidP="00600B45">
            <w:pPr>
              <w:rPr>
                <w:rFonts w:ascii="Times New Roman" w:hAnsi="Times New Roman"/>
              </w:rPr>
            </w:pPr>
          </w:p>
        </w:tc>
      </w:tr>
      <w:tr w:rsidR="00F469A7" w:rsidTr="008B3FC1">
        <w:tc>
          <w:tcPr>
            <w:tcW w:w="7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Цель </w:t>
            </w:r>
          </w:p>
        </w:tc>
        <w:tc>
          <w:tcPr>
            <w:tcW w:w="12600" w:type="dxa"/>
            <w:gridSpan w:val="9"/>
          </w:tcPr>
          <w:p w:rsidR="00F469A7" w:rsidRPr="00EC544E" w:rsidRDefault="00F469A7" w:rsidP="00600B45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/>
              </w:rPr>
              <w:t>е</w:t>
            </w:r>
            <w:r w:rsidRPr="00794FC8">
              <w:rPr>
                <w:rFonts w:ascii="Times New Roman" w:hAnsi="Times New Roman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</w:tc>
      </w:tr>
      <w:tr w:rsidR="00F469A7" w:rsidTr="008B3FC1">
        <w:tc>
          <w:tcPr>
            <w:tcW w:w="7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180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Задачи</w:t>
            </w:r>
          </w:p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0" w:type="dxa"/>
            <w:gridSpan w:val="9"/>
          </w:tcPr>
          <w:p w:rsidR="00F469A7" w:rsidRPr="00794FC8" w:rsidRDefault="00F469A7" w:rsidP="00600B45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F469A7" w:rsidRPr="00794FC8" w:rsidRDefault="00F469A7" w:rsidP="00600B45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</w:tc>
      </w:tr>
      <w:tr w:rsidR="00F469A7" w:rsidTr="008B3FC1">
        <w:trPr>
          <w:trHeight w:val="4662"/>
        </w:trPr>
        <w:tc>
          <w:tcPr>
            <w:tcW w:w="7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</w:tcPr>
          <w:p w:rsidR="00F469A7" w:rsidRPr="00EC544E" w:rsidRDefault="00F469A7" w:rsidP="00600B45">
            <w:pPr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0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76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28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F469A7" w:rsidRPr="008B3FC1" w:rsidRDefault="00F469A7" w:rsidP="00600B45">
            <w:pPr>
              <w:rPr>
                <w:rFonts w:ascii="Times New Roman" w:hAnsi="Times New Roman"/>
              </w:rPr>
            </w:pPr>
            <w:r w:rsidRPr="008B3FC1">
              <w:rPr>
                <w:rFonts w:ascii="Times New Roman" w:hAnsi="Times New Roman"/>
              </w:rPr>
              <w:t>оснащение здания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 тактильной плиткой</w:t>
            </w:r>
          </w:p>
        </w:tc>
        <w:tc>
          <w:tcPr>
            <w:tcW w:w="1968" w:type="dxa"/>
          </w:tcPr>
          <w:p w:rsidR="00F469A7" w:rsidRPr="00EC544E" w:rsidRDefault="00F469A7" w:rsidP="00600B4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469A7" w:rsidTr="008B3FC1">
        <w:tc>
          <w:tcPr>
            <w:tcW w:w="7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1800" w:type="dxa"/>
          </w:tcPr>
          <w:p w:rsidR="00F469A7" w:rsidRDefault="00F469A7" w:rsidP="008B3FC1">
            <w:pPr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0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76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28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F469A7" w:rsidRPr="008B3FC1" w:rsidRDefault="00F469A7" w:rsidP="008B3FC1">
            <w:pPr>
              <w:rPr>
                <w:rFonts w:ascii="Times New Roman" w:hAnsi="Times New Roman"/>
              </w:rPr>
            </w:pPr>
            <w:r w:rsidRPr="008B3FC1">
              <w:rPr>
                <w:rFonts w:ascii="Times New Roman" w:hAnsi="Times New Roman"/>
              </w:rPr>
              <w:t>оснащение зданий сельской и детской библиотек тактильной плиткой</w:t>
            </w:r>
          </w:p>
        </w:tc>
        <w:tc>
          <w:tcPr>
            <w:tcW w:w="1968" w:type="dxa"/>
          </w:tcPr>
          <w:p w:rsidR="00F469A7" w:rsidRPr="00EC544E" w:rsidRDefault="00F469A7" w:rsidP="008B3FC1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469A7" w:rsidTr="008B3FC1">
        <w:tc>
          <w:tcPr>
            <w:tcW w:w="7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1800" w:type="dxa"/>
          </w:tcPr>
          <w:p w:rsidR="00F469A7" w:rsidRDefault="00F469A7" w:rsidP="00600B45">
            <w:pPr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0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C544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76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28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F469A7" w:rsidRPr="00866AA5" w:rsidRDefault="00F469A7" w:rsidP="00600B45">
            <w:pPr>
              <w:rPr>
                <w:rFonts w:ascii="Times New Roman" w:hAnsi="Times New Roman"/>
              </w:rPr>
            </w:pPr>
            <w:r w:rsidRPr="00866AA5">
              <w:rPr>
                <w:rFonts w:ascii="Times New Roman" w:hAnsi="Times New Roman"/>
              </w:rPr>
              <w:t>оснащение здания администрации Старотитаровского сельского поселения Темрюкского района тактильной плиткой</w:t>
            </w:r>
          </w:p>
        </w:tc>
        <w:tc>
          <w:tcPr>
            <w:tcW w:w="1968" w:type="dxa"/>
          </w:tcPr>
          <w:p w:rsidR="00F469A7" w:rsidRPr="00EC544E" w:rsidRDefault="00F469A7" w:rsidP="00866AA5">
            <w:pPr>
              <w:rPr>
                <w:rFonts w:ascii="Times New Roman" w:hAnsi="Times New Roman"/>
              </w:rPr>
            </w:pPr>
            <w:r w:rsidRPr="00EC544E">
              <w:rPr>
                <w:rFonts w:ascii="Times New Roman" w:hAnsi="Times New Roman"/>
              </w:rPr>
              <w:t xml:space="preserve">Администрация </w:t>
            </w:r>
            <w:r w:rsidRPr="00EC544E"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EC544E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F469A7" w:rsidTr="008B3FC1">
        <w:tc>
          <w:tcPr>
            <w:tcW w:w="7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0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76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44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28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956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8" w:type="dxa"/>
          </w:tcPr>
          <w:p w:rsidR="00F469A7" w:rsidRPr="00EC544E" w:rsidRDefault="00F469A7" w:rsidP="00600B45">
            <w:pPr>
              <w:jc w:val="center"/>
              <w:rPr>
                <w:rFonts w:ascii="Times New Roman" w:hAnsi="Times New Roman"/>
              </w:rPr>
            </w:pPr>
          </w:p>
        </w:tc>
      </w:tr>
    </w:tbl>
    <w:bookmarkEnd w:id="0"/>
    <w:p w:rsidR="00F469A7" w:rsidRDefault="00F469A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63100D">
        <w:rPr>
          <w:rFonts w:ascii="Times New Roman" w:hAnsi="Times New Roman"/>
          <w:sz w:val="28"/>
          <w:szCs w:val="28"/>
        </w:rPr>
        <w:t xml:space="preserve">Заместитель </w:t>
      </w:r>
      <w:r>
        <w:rPr>
          <w:rFonts w:ascii="Times New Roman" w:hAnsi="Times New Roman"/>
          <w:sz w:val="28"/>
          <w:szCs w:val="28"/>
        </w:rPr>
        <w:t>главы</w:t>
      </w:r>
    </w:p>
    <w:p w:rsidR="00F469A7" w:rsidRDefault="00F469A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F469A7" w:rsidRPr="0063100D" w:rsidRDefault="00F469A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          Т.И. Опарина</w:t>
      </w:r>
    </w:p>
    <w:sectPr w:rsidR="00F469A7" w:rsidRPr="0063100D" w:rsidSect="00670BF0">
      <w:headerReference w:type="default" r:id="rId7"/>
      <w:pgSz w:w="16840" w:h="11907" w:orient="landscape" w:code="9"/>
      <w:pgMar w:top="540" w:right="567" w:bottom="1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9A7" w:rsidRDefault="00F469A7">
      <w:r>
        <w:separator/>
      </w:r>
    </w:p>
  </w:endnote>
  <w:endnote w:type="continuationSeparator" w:id="0">
    <w:p w:rsidR="00F469A7" w:rsidRDefault="00F46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9A7" w:rsidRDefault="00F469A7">
      <w:r>
        <w:separator/>
      </w:r>
    </w:p>
  </w:footnote>
  <w:footnote w:type="continuationSeparator" w:id="0">
    <w:p w:rsidR="00F469A7" w:rsidRDefault="00F469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9A7" w:rsidRDefault="00F469A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469A7" w:rsidRDefault="00F469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3654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78E3"/>
    <w:rsid w:val="000E625F"/>
    <w:rsid w:val="000E75E6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C32"/>
    <w:rsid w:val="00191C88"/>
    <w:rsid w:val="00196CDD"/>
    <w:rsid w:val="001A603E"/>
    <w:rsid w:val="001E134E"/>
    <w:rsid w:val="001E64CF"/>
    <w:rsid w:val="001F130E"/>
    <w:rsid w:val="00207A02"/>
    <w:rsid w:val="002228F1"/>
    <w:rsid w:val="00222F09"/>
    <w:rsid w:val="00227D35"/>
    <w:rsid w:val="00241AD2"/>
    <w:rsid w:val="002442F5"/>
    <w:rsid w:val="002470D0"/>
    <w:rsid w:val="002569A3"/>
    <w:rsid w:val="002613D3"/>
    <w:rsid w:val="002C7281"/>
    <w:rsid w:val="002C7FF8"/>
    <w:rsid w:val="002D4B9A"/>
    <w:rsid w:val="002D7464"/>
    <w:rsid w:val="002E26F0"/>
    <w:rsid w:val="00300ABA"/>
    <w:rsid w:val="0030427E"/>
    <w:rsid w:val="00317CF2"/>
    <w:rsid w:val="0033100B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3F45E2"/>
    <w:rsid w:val="00402439"/>
    <w:rsid w:val="004123BE"/>
    <w:rsid w:val="004211EF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600B45"/>
    <w:rsid w:val="00624DB5"/>
    <w:rsid w:val="0063100D"/>
    <w:rsid w:val="00635BC1"/>
    <w:rsid w:val="006455A5"/>
    <w:rsid w:val="00654BFA"/>
    <w:rsid w:val="00656CCF"/>
    <w:rsid w:val="006637A3"/>
    <w:rsid w:val="00665D47"/>
    <w:rsid w:val="00670BF0"/>
    <w:rsid w:val="00677AB3"/>
    <w:rsid w:val="006F5A4F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1CF6"/>
    <w:rsid w:val="007F3398"/>
    <w:rsid w:val="00820110"/>
    <w:rsid w:val="00830C34"/>
    <w:rsid w:val="00840DA6"/>
    <w:rsid w:val="00850011"/>
    <w:rsid w:val="0085437C"/>
    <w:rsid w:val="008575A6"/>
    <w:rsid w:val="00857D2D"/>
    <w:rsid w:val="00857F2A"/>
    <w:rsid w:val="00860322"/>
    <w:rsid w:val="00866AA5"/>
    <w:rsid w:val="008921E4"/>
    <w:rsid w:val="00897D68"/>
    <w:rsid w:val="008A308E"/>
    <w:rsid w:val="008B3FC1"/>
    <w:rsid w:val="008D4716"/>
    <w:rsid w:val="008F1FBE"/>
    <w:rsid w:val="008F3336"/>
    <w:rsid w:val="008F523A"/>
    <w:rsid w:val="00915096"/>
    <w:rsid w:val="009156D9"/>
    <w:rsid w:val="00924534"/>
    <w:rsid w:val="00931F7C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A5C09"/>
    <w:rsid w:val="00AD3B9F"/>
    <w:rsid w:val="00AD6EBC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50D67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C7DAB"/>
    <w:rsid w:val="00DE02F8"/>
    <w:rsid w:val="00DE7A2C"/>
    <w:rsid w:val="00DF4581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C3760"/>
    <w:rsid w:val="00EC544E"/>
    <w:rsid w:val="00ED5CB9"/>
    <w:rsid w:val="00ED744E"/>
    <w:rsid w:val="00EE372C"/>
    <w:rsid w:val="00EF5882"/>
    <w:rsid w:val="00F117D0"/>
    <w:rsid w:val="00F2247D"/>
    <w:rsid w:val="00F374C5"/>
    <w:rsid w:val="00F4148A"/>
    <w:rsid w:val="00F469A7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97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7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7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9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97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97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</TotalTime>
  <Pages>2</Pages>
  <Words>357</Words>
  <Characters>2036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23</cp:revision>
  <cp:lastPrinted>2014-12-09T12:10:00Z</cp:lastPrinted>
  <dcterms:created xsi:type="dcterms:W3CDTF">2014-11-12T06:48:00Z</dcterms:created>
  <dcterms:modified xsi:type="dcterms:W3CDTF">2018-09-19T10:17:00Z</dcterms:modified>
</cp:coreProperties>
</file>