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387" w:rsidRPr="00C3705A" w:rsidRDefault="00CB5387" w:rsidP="00A46631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B5387" w:rsidRPr="00B73C78" w:rsidRDefault="00CB5387" w:rsidP="00A46631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CB5387" w:rsidRDefault="00CB5387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B5387" w:rsidRDefault="00CB5387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Старотитаровском сельском </w:t>
      </w:r>
    </w:p>
    <w:p w:rsidR="00CB5387" w:rsidRDefault="00CB5387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поселении Темрюкского района на  2019 год </w:t>
      </w:r>
    </w:p>
    <w:p w:rsidR="00CB5387" w:rsidRDefault="00CB538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B5387" w:rsidRPr="00AA03A8" w:rsidRDefault="00CB538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B5387" w:rsidRPr="00AA03A8" w:rsidRDefault="00CB5387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 и среднего предпринимательства»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2019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B5387" w:rsidRPr="00ED639C" w:rsidRDefault="00CB5387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780"/>
        <w:gridCol w:w="1800"/>
        <w:gridCol w:w="2340"/>
      </w:tblGrid>
      <w:tr w:rsidR="00CB5387" w:rsidRPr="00525A13" w:rsidTr="000E08AD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387" w:rsidRPr="00525A13" w:rsidRDefault="00CB53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B5387" w:rsidRPr="00525A13" w:rsidTr="000E08AD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387" w:rsidRPr="00525A13" w:rsidRDefault="00CB53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B5387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525A13" w:rsidRDefault="00CB53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387" w:rsidRPr="00525A13" w:rsidRDefault="00CB5387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B5387" w:rsidRPr="00B73C78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704E08" w:rsidRDefault="00CB5387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CB5387" w:rsidRPr="00D66E15" w:rsidRDefault="00CB5387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 и среднего предпринимательства»</w:t>
            </w:r>
            <w:r>
              <w:rPr>
                <w:rFonts w:ascii="Times New Roman" w:hAnsi="Times New Roman"/>
                <w:b/>
              </w:rPr>
              <w:t xml:space="preserve"> в Старотитаровском сельском </w:t>
            </w:r>
            <w:bookmarkStart w:id="1" w:name="_GoBack"/>
            <w:bookmarkEnd w:id="1"/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>лении Темрюкского района на 2019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CB5387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Default="00CB53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AB0A6B" w:rsidRDefault="00CB5387" w:rsidP="00707E6C">
            <w:pPr>
              <w:jc w:val="both"/>
              <w:rPr>
                <w:rFonts w:ascii="Times New Roman" w:hAnsi="Times New Roman"/>
              </w:rPr>
            </w:pPr>
            <w:r w:rsidRPr="000C387C">
              <w:rPr>
                <w:rFonts w:ascii="Times New Roman" w:hAnsi="Times New Roman"/>
                <w:sz w:val="28"/>
                <w:szCs w:val="28"/>
              </w:rPr>
              <w:t xml:space="preserve">увеличении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Старотитаровском 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87" w:rsidRPr="00B73C78" w:rsidRDefault="00CB538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387" w:rsidRPr="00B73C78" w:rsidRDefault="00CB538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bookmarkEnd w:id="0"/>
    </w:tbl>
    <w:p w:rsidR="00CB5387" w:rsidRDefault="00CB538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B5387" w:rsidRDefault="00CB5387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CB5387" w:rsidRDefault="00CB5387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CB5387" w:rsidRDefault="00CB5387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CB5387" w:rsidRDefault="00CB5387" w:rsidP="00C726C7">
      <w:pPr>
        <w:rPr>
          <w:rFonts w:ascii="Times New Roman" w:hAnsi="Times New Roman"/>
          <w:sz w:val="28"/>
          <w:szCs w:val="28"/>
        </w:rPr>
      </w:pPr>
    </w:p>
    <w:p w:rsidR="00CB5387" w:rsidRDefault="00CB5387" w:rsidP="00C726C7">
      <w:pPr>
        <w:rPr>
          <w:rFonts w:ascii="Times New Roman" w:hAnsi="Times New Roman"/>
          <w:sz w:val="28"/>
          <w:szCs w:val="28"/>
        </w:rPr>
      </w:pPr>
    </w:p>
    <w:p w:rsidR="00CB5387" w:rsidRPr="00481C03" w:rsidRDefault="00CB538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</w:t>
      </w:r>
    </w:p>
    <w:sectPr w:rsidR="00CB5387" w:rsidRPr="00481C03" w:rsidSect="000E08AD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387" w:rsidRDefault="00CB5387">
      <w:r>
        <w:separator/>
      </w:r>
    </w:p>
  </w:endnote>
  <w:endnote w:type="continuationSeparator" w:id="0">
    <w:p w:rsidR="00CB5387" w:rsidRDefault="00CB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387" w:rsidRDefault="00CB5387">
      <w:r>
        <w:separator/>
      </w:r>
    </w:p>
  </w:footnote>
  <w:footnote w:type="continuationSeparator" w:id="0">
    <w:p w:rsidR="00CB5387" w:rsidRDefault="00CB5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87" w:rsidRDefault="00CB538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B5387" w:rsidRDefault="00CB53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04EF"/>
    <w:rsid w:val="0006685C"/>
    <w:rsid w:val="000726A5"/>
    <w:rsid w:val="000759BE"/>
    <w:rsid w:val="00083DC5"/>
    <w:rsid w:val="000C13B0"/>
    <w:rsid w:val="000C387C"/>
    <w:rsid w:val="000D4DBF"/>
    <w:rsid w:val="000E08AD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75617"/>
    <w:rsid w:val="003815A6"/>
    <w:rsid w:val="003832F3"/>
    <w:rsid w:val="003B2794"/>
    <w:rsid w:val="003C5AD4"/>
    <w:rsid w:val="003D3FFF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D7DBE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413B"/>
    <w:rsid w:val="00615189"/>
    <w:rsid w:val="00624DB5"/>
    <w:rsid w:val="00631173"/>
    <w:rsid w:val="006442BB"/>
    <w:rsid w:val="00654BFA"/>
    <w:rsid w:val="00656CCF"/>
    <w:rsid w:val="00657BA3"/>
    <w:rsid w:val="00665D47"/>
    <w:rsid w:val="00677AB3"/>
    <w:rsid w:val="00695544"/>
    <w:rsid w:val="006C0876"/>
    <w:rsid w:val="007020E4"/>
    <w:rsid w:val="00703C6F"/>
    <w:rsid w:val="00704E08"/>
    <w:rsid w:val="00707E6C"/>
    <w:rsid w:val="00754E4A"/>
    <w:rsid w:val="0076500A"/>
    <w:rsid w:val="007769A7"/>
    <w:rsid w:val="00791DE4"/>
    <w:rsid w:val="007927BB"/>
    <w:rsid w:val="007A6384"/>
    <w:rsid w:val="007B4194"/>
    <w:rsid w:val="007C03F1"/>
    <w:rsid w:val="007C68BF"/>
    <w:rsid w:val="008011C8"/>
    <w:rsid w:val="008078F2"/>
    <w:rsid w:val="00820110"/>
    <w:rsid w:val="00830C34"/>
    <w:rsid w:val="00834B40"/>
    <w:rsid w:val="00847029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5CFA"/>
    <w:rsid w:val="009561E5"/>
    <w:rsid w:val="00957A20"/>
    <w:rsid w:val="00981ABD"/>
    <w:rsid w:val="00987B0F"/>
    <w:rsid w:val="009B3CD3"/>
    <w:rsid w:val="009C04CB"/>
    <w:rsid w:val="009D4504"/>
    <w:rsid w:val="009D6288"/>
    <w:rsid w:val="009E3D0B"/>
    <w:rsid w:val="009E657C"/>
    <w:rsid w:val="009E769C"/>
    <w:rsid w:val="009F4E06"/>
    <w:rsid w:val="00A02454"/>
    <w:rsid w:val="00A13614"/>
    <w:rsid w:val="00A1695C"/>
    <w:rsid w:val="00A36A1F"/>
    <w:rsid w:val="00A3740B"/>
    <w:rsid w:val="00A46631"/>
    <w:rsid w:val="00A61AE8"/>
    <w:rsid w:val="00A64653"/>
    <w:rsid w:val="00A646A6"/>
    <w:rsid w:val="00A87FA6"/>
    <w:rsid w:val="00A90417"/>
    <w:rsid w:val="00AA03A8"/>
    <w:rsid w:val="00AB0A6B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934CE"/>
    <w:rsid w:val="00CB296B"/>
    <w:rsid w:val="00CB4542"/>
    <w:rsid w:val="00CB5387"/>
    <w:rsid w:val="00CB61F0"/>
    <w:rsid w:val="00CD22B3"/>
    <w:rsid w:val="00CF17B8"/>
    <w:rsid w:val="00D007DC"/>
    <w:rsid w:val="00D03505"/>
    <w:rsid w:val="00D17CCC"/>
    <w:rsid w:val="00D20D24"/>
    <w:rsid w:val="00D22CF8"/>
    <w:rsid w:val="00D33AD3"/>
    <w:rsid w:val="00D43877"/>
    <w:rsid w:val="00D5786B"/>
    <w:rsid w:val="00D645F4"/>
    <w:rsid w:val="00D64B68"/>
    <w:rsid w:val="00D66E15"/>
    <w:rsid w:val="00D77749"/>
    <w:rsid w:val="00D808E2"/>
    <w:rsid w:val="00DA0A23"/>
    <w:rsid w:val="00DA1849"/>
    <w:rsid w:val="00DC12F9"/>
    <w:rsid w:val="00DE02F8"/>
    <w:rsid w:val="00E01A6F"/>
    <w:rsid w:val="00E14AD4"/>
    <w:rsid w:val="00E159BA"/>
    <w:rsid w:val="00E26412"/>
    <w:rsid w:val="00E34530"/>
    <w:rsid w:val="00E420C1"/>
    <w:rsid w:val="00E43EB1"/>
    <w:rsid w:val="00E82D20"/>
    <w:rsid w:val="00E86F36"/>
    <w:rsid w:val="00EA7C72"/>
    <w:rsid w:val="00EB5F4B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62AD5"/>
    <w:rsid w:val="00F71EEE"/>
    <w:rsid w:val="00FA18FF"/>
    <w:rsid w:val="00FA62FA"/>
    <w:rsid w:val="00FA6A7A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2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2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42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2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164</Words>
  <Characters>937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18</cp:revision>
  <cp:lastPrinted>2014-12-09T12:10:00Z</cp:lastPrinted>
  <dcterms:created xsi:type="dcterms:W3CDTF">2014-11-12T06:42:00Z</dcterms:created>
  <dcterms:modified xsi:type="dcterms:W3CDTF">2018-09-18T10:46:00Z</dcterms:modified>
</cp:coreProperties>
</file>