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567" w:rsidRDefault="00684567" w:rsidP="00394F75">
      <w:pPr>
        <w:jc w:val="center"/>
      </w:pPr>
    </w:p>
    <w:p w:rsidR="00684567" w:rsidRDefault="00684567" w:rsidP="00394F75">
      <w:pPr>
        <w:jc w:val="center"/>
        <w:rPr>
          <w:b/>
          <w:sz w:val="28"/>
          <w:szCs w:val="28"/>
        </w:rPr>
      </w:pPr>
      <w:r w:rsidRPr="00D4359E">
        <w:t xml:space="preserve">  </w:t>
      </w:r>
      <w:r w:rsidRPr="009F6779">
        <w:rPr>
          <w:b/>
          <w:sz w:val="28"/>
          <w:szCs w:val="28"/>
        </w:rPr>
        <w:t>ЛИСТ СОГЛАСОВАНИЯ</w:t>
      </w:r>
    </w:p>
    <w:p w:rsidR="00684567" w:rsidRPr="009F6779" w:rsidRDefault="00684567" w:rsidP="00394F75">
      <w:pPr>
        <w:jc w:val="center"/>
        <w:rPr>
          <w:sz w:val="28"/>
          <w:szCs w:val="28"/>
        </w:rPr>
      </w:pPr>
      <w:r w:rsidRPr="009F6779">
        <w:rPr>
          <w:sz w:val="28"/>
          <w:szCs w:val="28"/>
        </w:rPr>
        <w:t xml:space="preserve">проекта  постановления </w:t>
      </w:r>
      <w:r>
        <w:rPr>
          <w:sz w:val="28"/>
          <w:szCs w:val="28"/>
        </w:rPr>
        <w:t>администрации Старотитаровского сельского поселения Темрюкского</w:t>
      </w:r>
      <w:r w:rsidRPr="009F6779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684567" w:rsidRDefault="00684567" w:rsidP="00394F75">
      <w:pPr>
        <w:jc w:val="center"/>
      </w:pPr>
      <w:r w:rsidRPr="009F6779">
        <w:t>от  _________</w:t>
      </w:r>
      <w:r>
        <w:t>_____</w:t>
      </w:r>
      <w:r w:rsidRPr="009F6779">
        <w:t xml:space="preserve"> № __________</w:t>
      </w:r>
    </w:p>
    <w:p w:rsidR="00684567" w:rsidRPr="000D6316" w:rsidRDefault="00684567" w:rsidP="000D6316">
      <w:pPr>
        <w:jc w:val="center"/>
        <w:rPr>
          <w:sz w:val="28"/>
          <w:szCs w:val="28"/>
        </w:rPr>
      </w:pPr>
      <w:r w:rsidRPr="000D6316">
        <w:rPr>
          <w:sz w:val="28"/>
          <w:szCs w:val="28"/>
        </w:rPr>
        <w:t xml:space="preserve">Об утверждении муниципальной программы </w:t>
      </w:r>
    </w:p>
    <w:p w:rsidR="00684567" w:rsidRPr="00AB7DAD" w:rsidRDefault="00684567" w:rsidP="00AB7DAD">
      <w:pPr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en-US"/>
        </w:rPr>
      </w:pPr>
      <w:r w:rsidRPr="000D6316">
        <w:rPr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</w:t>
      </w:r>
      <w:r>
        <w:rPr>
          <w:sz w:val="28"/>
          <w:szCs w:val="28"/>
        </w:rPr>
        <w:t>м дням и памятным датам»              на 2019</w:t>
      </w:r>
      <w:r w:rsidRPr="000D6316">
        <w:rPr>
          <w:sz w:val="28"/>
          <w:szCs w:val="28"/>
        </w:rPr>
        <w:t xml:space="preserve"> год</w:t>
      </w:r>
    </w:p>
    <w:p w:rsidR="00684567" w:rsidRDefault="00684567" w:rsidP="002908DB"/>
    <w:p w:rsidR="00684567" w:rsidRDefault="00684567" w:rsidP="002908DB"/>
    <w:tbl>
      <w:tblPr>
        <w:tblW w:w="0" w:type="auto"/>
        <w:tblLook w:val="01E0"/>
      </w:tblPr>
      <w:tblGrid>
        <w:gridCol w:w="4775"/>
        <w:gridCol w:w="4693"/>
      </w:tblGrid>
      <w:tr w:rsidR="00684567" w:rsidTr="00926BCA">
        <w:tc>
          <w:tcPr>
            <w:tcW w:w="4775" w:type="dxa"/>
          </w:tcPr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Проект внесен:</w:t>
            </w:r>
          </w:p>
          <w:p w:rsidR="00684567" w:rsidRDefault="00684567" w:rsidP="002908DB"/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684567" w:rsidTr="00926BCA">
        <w:tc>
          <w:tcPr>
            <w:tcW w:w="4775" w:type="dxa"/>
          </w:tcPr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Финансовым отделом администрации Старотитаровского сельского поселения Темрюкского района</w:t>
            </w:r>
          </w:p>
          <w:p w:rsidR="00684567" w:rsidRPr="00413808" w:rsidRDefault="00684567" w:rsidP="002908DB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Начальником отдела</w:t>
            </w:r>
          </w:p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Я. И. Хвостик</w:t>
            </w:r>
          </w:p>
        </w:tc>
      </w:tr>
      <w:tr w:rsidR="00684567" w:rsidRPr="00DB244B" w:rsidTr="00926BCA">
        <w:tc>
          <w:tcPr>
            <w:tcW w:w="4775" w:type="dxa"/>
          </w:tcPr>
          <w:p w:rsidR="00684567" w:rsidRPr="00413808" w:rsidRDefault="00684567" w:rsidP="002908DB">
            <w:pPr>
              <w:rPr>
                <w:sz w:val="28"/>
                <w:szCs w:val="28"/>
              </w:rPr>
            </w:pPr>
          </w:p>
          <w:p w:rsidR="00684567" w:rsidRPr="00413808" w:rsidRDefault="00684567" w:rsidP="002908DB">
            <w:pPr>
              <w:rPr>
                <w:sz w:val="28"/>
                <w:szCs w:val="28"/>
              </w:rPr>
            </w:pPr>
          </w:p>
          <w:p w:rsidR="00684567" w:rsidRPr="00413808" w:rsidRDefault="00684567" w:rsidP="002908DB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Составитель проекта:</w:t>
            </w:r>
          </w:p>
          <w:p w:rsidR="00684567" w:rsidRPr="00413808" w:rsidRDefault="00684567" w:rsidP="002908DB">
            <w:pPr>
              <w:rPr>
                <w:sz w:val="28"/>
                <w:szCs w:val="28"/>
              </w:rPr>
            </w:pPr>
          </w:p>
          <w:p w:rsidR="00684567" w:rsidRDefault="00684567" w:rsidP="00290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  <w:p w:rsidR="00684567" w:rsidRPr="00413808" w:rsidRDefault="00684567" w:rsidP="002908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отдела</w:t>
            </w:r>
          </w:p>
          <w:p w:rsidR="00684567" w:rsidRPr="00413808" w:rsidRDefault="00684567" w:rsidP="002908DB">
            <w:pPr>
              <w:rPr>
                <w:sz w:val="28"/>
                <w:szCs w:val="28"/>
              </w:rPr>
            </w:pPr>
          </w:p>
          <w:p w:rsidR="00684567" w:rsidRPr="00413808" w:rsidRDefault="00684567" w:rsidP="002908DB">
            <w:pPr>
              <w:rPr>
                <w:sz w:val="28"/>
                <w:szCs w:val="28"/>
              </w:rPr>
            </w:pPr>
          </w:p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AB7DAD">
            <w:pPr>
              <w:rPr>
                <w:sz w:val="28"/>
                <w:szCs w:val="28"/>
              </w:rPr>
            </w:pPr>
          </w:p>
          <w:p w:rsidR="00684567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Н.В. Титаренко</w:t>
            </w:r>
          </w:p>
        </w:tc>
      </w:tr>
      <w:tr w:rsidR="00684567" w:rsidTr="00926BCA">
        <w:tc>
          <w:tcPr>
            <w:tcW w:w="4775" w:type="dxa"/>
          </w:tcPr>
          <w:p w:rsidR="00684567" w:rsidRDefault="00684567" w:rsidP="002908DB">
            <w:r w:rsidRPr="00413808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684567" w:rsidTr="00926BCA">
        <w:tc>
          <w:tcPr>
            <w:tcW w:w="4775" w:type="dxa"/>
          </w:tcPr>
          <w:p w:rsidR="00684567" w:rsidRDefault="00684567" w:rsidP="002908DB"/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684567" w:rsidTr="00926BCA">
        <w:tc>
          <w:tcPr>
            <w:tcW w:w="4775" w:type="dxa"/>
          </w:tcPr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Заместитель главы</w:t>
            </w:r>
          </w:p>
          <w:p w:rsidR="00684567" w:rsidRDefault="00684567" w:rsidP="007A7941">
            <w:r w:rsidRPr="00413808">
              <w:rPr>
                <w:sz w:val="28"/>
                <w:szCs w:val="28"/>
              </w:rPr>
              <w:t>Старотитаровского сельского поселения</w:t>
            </w:r>
            <w:r>
              <w:rPr>
                <w:sz w:val="28"/>
                <w:szCs w:val="28"/>
              </w:rPr>
              <w:t xml:space="preserve"> </w:t>
            </w:r>
            <w:r w:rsidRPr="00413808">
              <w:rPr>
                <w:sz w:val="28"/>
                <w:szCs w:val="28"/>
              </w:rPr>
              <w:t xml:space="preserve">Темрюкского района                                                                     </w:t>
            </w:r>
          </w:p>
        </w:tc>
        <w:tc>
          <w:tcPr>
            <w:tcW w:w="4693" w:type="dxa"/>
          </w:tcPr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      </w:t>
            </w:r>
          </w:p>
          <w:p w:rsidR="00684567" w:rsidRPr="00413808" w:rsidRDefault="00684567" w:rsidP="007A7941">
            <w:pPr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                                         Т.И.Опарина</w:t>
            </w:r>
          </w:p>
        </w:tc>
      </w:tr>
      <w:tr w:rsidR="00684567" w:rsidTr="00926BCA">
        <w:tc>
          <w:tcPr>
            <w:tcW w:w="4775" w:type="dxa"/>
          </w:tcPr>
          <w:p w:rsidR="00684567" w:rsidRDefault="00684567" w:rsidP="002908DB"/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684567" w:rsidTr="00926BCA">
        <w:tc>
          <w:tcPr>
            <w:tcW w:w="4775" w:type="dxa"/>
          </w:tcPr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Директор </w:t>
            </w:r>
          </w:p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МКУ «Старотитаровская ЦБ» </w:t>
            </w:r>
          </w:p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Старотитаровского сельского</w:t>
            </w:r>
          </w:p>
          <w:p w:rsidR="00684567" w:rsidRDefault="00684567" w:rsidP="007A7941">
            <w:r w:rsidRPr="00413808">
              <w:rPr>
                <w:sz w:val="28"/>
                <w:szCs w:val="28"/>
              </w:rPr>
              <w:t xml:space="preserve"> поселения Темрюкского района                                                   </w:t>
            </w:r>
          </w:p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Н.В. Ткаченко</w:t>
            </w:r>
          </w:p>
        </w:tc>
      </w:tr>
      <w:tr w:rsidR="00684567" w:rsidTr="00926BCA">
        <w:tc>
          <w:tcPr>
            <w:tcW w:w="4775" w:type="dxa"/>
          </w:tcPr>
          <w:p w:rsidR="00684567" w:rsidRDefault="00684567" w:rsidP="002908DB"/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684567" w:rsidTr="00926BCA">
        <w:tc>
          <w:tcPr>
            <w:tcW w:w="4775" w:type="dxa"/>
          </w:tcPr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Директор </w:t>
            </w:r>
          </w:p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МКУ «ПЭЦ» Старотитаровского</w:t>
            </w:r>
          </w:p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Сельского поселения</w:t>
            </w:r>
          </w:p>
          <w:p w:rsidR="00684567" w:rsidRPr="00413808" w:rsidRDefault="00684567" w:rsidP="007A7941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Темрюкского района    </w:t>
            </w:r>
          </w:p>
          <w:p w:rsidR="00684567" w:rsidRPr="00413808" w:rsidRDefault="00684567" w:rsidP="007A7941">
            <w:pPr>
              <w:rPr>
                <w:sz w:val="28"/>
                <w:szCs w:val="28"/>
              </w:rPr>
            </w:pPr>
          </w:p>
          <w:p w:rsidR="00684567" w:rsidRDefault="00684567" w:rsidP="007A7941">
            <w:r w:rsidRPr="00413808">
              <w:rPr>
                <w:sz w:val="28"/>
                <w:szCs w:val="28"/>
              </w:rPr>
              <w:t>Начальник общего отдела</w:t>
            </w:r>
          </w:p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                                                                     </w:t>
            </w: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И.А.Петренко</w:t>
            </w:r>
          </w:p>
          <w:p w:rsidR="00684567" w:rsidRPr="00413808" w:rsidRDefault="00684567" w:rsidP="003A70B6">
            <w:pPr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</w:tc>
      </w:tr>
      <w:tr w:rsidR="00684567" w:rsidTr="00926BCA">
        <w:tc>
          <w:tcPr>
            <w:tcW w:w="4775" w:type="dxa"/>
          </w:tcPr>
          <w:p w:rsidR="00684567" w:rsidRPr="00413808" w:rsidRDefault="00684567" w:rsidP="003A70B6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администрации </w:t>
            </w:r>
          </w:p>
          <w:p w:rsidR="00684567" w:rsidRPr="00413808" w:rsidRDefault="00684567" w:rsidP="003A70B6">
            <w:pPr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 xml:space="preserve">Старотитаровского сельского  поселения Темрюкского района                                                                                                               </w:t>
            </w:r>
          </w:p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  <w:r w:rsidRPr="00413808">
              <w:rPr>
                <w:sz w:val="28"/>
                <w:szCs w:val="28"/>
              </w:rPr>
              <w:t>О.Н.Пелипенко</w:t>
            </w:r>
          </w:p>
        </w:tc>
      </w:tr>
      <w:tr w:rsidR="00684567" w:rsidTr="00926BCA">
        <w:tc>
          <w:tcPr>
            <w:tcW w:w="4775" w:type="dxa"/>
          </w:tcPr>
          <w:p w:rsidR="00684567" w:rsidRDefault="00684567" w:rsidP="007A7941"/>
        </w:tc>
        <w:tc>
          <w:tcPr>
            <w:tcW w:w="4693" w:type="dxa"/>
          </w:tcPr>
          <w:p w:rsidR="00684567" w:rsidRPr="00413808" w:rsidRDefault="00684567" w:rsidP="00413808">
            <w:pPr>
              <w:jc w:val="right"/>
              <w:rPr>
                <w:sz w:val="28"/>
                <w:szCs w:val="28"/>
              </w:rPr>
            </w:pPr>
          </w:p>
        </w:tc>
      </w:tr>
    </w:tbl>
    <w:p w:rsidR="00684567" w:rsidRPr="004D775B" w:rsidRDefault="00684567" w:rsidP="00394F75">
      <w:pPr>
        <w:rPr>
          <w:sz w:val="28"/>
          <w:szCs w:val="28"/>
        </w:rPr>
      </w:pPr>
    </w:p>
    <w:sectPr w:rsidR="00684567" w:rsidRPr="004D775B" w:rsidSect="00F92C9B">
      <w:pgSz w:w="11906" w:h="16838"/>
      <w:pgMar w:top="539" w:right="746" w:bottom="1134" w:left="1620" w:header="708" w:footer="708" w:gutter="0"/>
      <w:cols w:space="708" w:equalWidth="0">
        <w:col w:w="95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3C2858"/>
    <w:multiLevelType w:val="hybridMultilevel"/>
    <w:tmpl w:val="F398C83E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C10C68"/>
    <w:multiLevelType w:val="hybridMultilevel"/>
    <w:tmpl w:val="006CA482"/>
    <w:lvl w:ilvl="0" w:tplc="7AF6BDB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F555D3"/>
    <w:multiLevelType w:val="hybridMultilevel"/>
    <w:tmpl w:val="603A0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E230C65"/>
    <w:multiLevelType w:val="hybridMultilevel"/>
    <w:tmpl w:val="1D966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FE2257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E37021C"/>
    <w:multiLevelType w:val="hybridMultilevel"/>
    <w:tmpl w:val="43BE4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17E9A"/>
    <w:multiLevelType w:val="hybridMultilevel"/>
    <w:tmpl w:val="65529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98698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9B56673"/>
    <w:multiLevelType w:val="hybridMultilevel"/>
    <w:tmpl w:val="0E1CB62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D004A70"/>
    <w:multiLevelType w:val="hybridMultilevel"/>
    <w:tmpl w:val="0AE07C4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5C055E"/>
    <w:multiLevelType w:val="multilevel"/>
    <w:tmpl w:val="0D6C570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19E5F83"/>
    <w:multiLevelType w:val="hybridMultilevel"/>
    <w:tmpl w:val="D9648D4C"/>
    <w:lvl w:ilvl="0" w:tplc="8654DE1A">
      <w:start w:val="2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1">
    <w:nsid w:val="223157AE"/>
    <w:multiLevelType w:val="hybridMultilevel"/>
    <w:tmpl w:val="7CCC3D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A55993"/>
    <w:multiLevelType w:val="hybridMultilevel"/>
    <w:tmpl w:val="692050FC"/>
    <w:lvl w:ilvl="0" w:tplc="000AF82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381EA8"/>
    <w:multiLevelType w:val="hybridMultilevel"/>
    <w:tmpl w:val="885E2274"/>
    <w:lvl w:ilvl="0" w:tplc="29C85D6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3173B3"/>
    <w:multiLevelType w:val="hybridMultilevel"/>
    <w:tmpl w:val="9D983F06"/>
    <w:lvl w:ilvl="0" w:tplc="3E4EB65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F96423"/>
    <w:multiLevelType w:val="hybridMultilevel"/>
    <w:tmpl w:val="1D9665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FE2257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7983A7E"/>
    <w:multiLevelType w:val="hybridMultilevel"/>
    <w:tmpl w:val="2C2CFF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3A682E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82A03F9"/>
    <w:multiLevelType w:val="multilevel"/>
    <w:tmpl w:val="0C3A495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287E1F50"/>
    <w:multiLevelType w:val="hybridMultilevel"/>
    <w:tmpl w:val="DCE82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D662D8"/>
    <w:multiLevelType w:val="hybridMultilevel"/>
    <w:tmpl w:val="95F8E1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D4D086">
      <w:start w:val="8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A1D668C"/>
    <w:multiLevelType w:val="hybridMultilevel"/>
    <w:tmpl w:val="29260A08"/>
    <w:lvl w:ilvl="0" w:tplc="1EC25FF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A2F06FB"/>
    <w:multiLevelType w:val="hybridMultilevel"/>
    <w:tmpl w:val="D3CA9A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DC50CD1"/>
    <w:multiLevelType w:val="hybridMultilevel"/>
    <w:tmpl w:val="B510D4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388A39D1"/>
    <w:multiLevelType w:val="hybridMultilevel"/>
    <w:tmpl w:val="AAC6EA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394306FF"/>
    <w:multiLevelType w:val="multilevel"/>
    <w:tmpl w:val="34D8C6C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39BA633F"/>
    <w:multiLevelType w:val="hybridMultilevel"/>
    <w:tmpl w:val="8D9631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3B89416C"/>
    <w:multiLevelType w:val="hybridMultilevel"/>
    <w:tmpl w:val="A66E3444"/>
    <w:lvl w:ilvl="0" w:tplc="F026829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1FF0739"/>
    <w:multiLevelType w:val="hybridMultilevel"/>
    <w:tmpl w:val="8F58853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273053A"/>
    <w:multiLevelType w:val="multilevel"/>
    <w:tmpl w:val="7646F2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434F711E"/>
    <w:multiLevelType w:val="hybridMultilevel"/>
    <w:tmpl w:val="96C203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5017751"/>
    <w:multiLevelType w:val="hybridMultilevel"/>
    <w:tmpl w:val="5CAEE5C4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D223D6"/>
    <w:multiLevelType w:val="hybridMultilevel"/>
    <w:tmpl w:val="5CAEEE98"/>
    <w:lvl w:ilvl="0" w:tplc="0419000F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98D5C9C"/>
    <w:multiLevelType w:val="hybridMultilevel"/>
    <w:tmpl w:val="CA385CC4"/>
    <w:lvl w:ilvl="0" w:tplc="041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>
    <w:nsid w:val="4D0A328D"/>
    <w:multiLevelType w:val="hybridMultilevel"/>
    <w:tmpl w:val="3B00EDA6"/>
    <w:lvl w:ilvl="0" w:tplc="7264F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4EF1364E"/>
    <w:multiLevelType w:val="hybridMultilevel"/>
    <w:tmpl w:val="BB8C8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FCE6575"/>
    <w:multiLevelType w:val="hybridMultilevel"/>
    <w:tmpl w:val="3C948E4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43C5786"/>
    <w:multiLevelType w:val="hybridMultilevel"/>
    <w:tmpl w:val="0310FD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5515483A"/>
    <w:multiLevelType w:val="hybridMultilevel"/>
    <w:tmpl w:val="D4D69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7863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69612F5"/>
    <w:multiLevelType w:val="hybridMultilevel"/>
    <w:tmpl w:val="84AC55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146FF28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587267DD"/>
    <w:multiLevelType w:val="hybridMultilevel"/>
    <w:tmpl w:val="6AAA9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9850D5E"/>
    <w:multiLevelType w:val="hybridMultilevel"/>
    <w:tmpl w:val="58A65772"/>
    <w:lvl w:ilvl="0" w:tplc="ADE842C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>
    <w:nsid w:val="5ACA35ED"/>
    <w:multiLevelType w:val="hybridMultilevel"/>
    <w:tmpl w:val="4300C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5D9F649A"/>
    <w:multiLevelType w:val="hybridMultilevel"/>
    <w:tmpl w:val="63B828D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5E897445"/>
    <w:multiLevelType w:val="multilevel"/>
    <w:tmpl w:val="A2D2E4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4">
    <w:nsid w:val="75B27F68"/>
    <w:multiLevelType w:val="multilevel"/>
    <w:tmpl w:val="6E728166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>
    <w:nsid w:val="763111BF"/>
    <w:multiLevelType w:val="hybridMultilevel"/>
    <w:tmpl w:val="77A679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8C8676C"/>
    <w:multiLevelType w:val="singleLevel"/>
    <w:tmpl w:val="8DB4AA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7">
    <w:nsid w:val="7BFA7D24"/>
    <w:multiLevelType w:val="hybridMultilevel"/>
    <w:tmpl w:val="06CC1B16"/>
    <w:lvl w:ilvl="0" w:tplc="8654DE1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46"/>
  </w:num>
  <w:num w:numId="4">
    <w:abstractNumId w:val="21"/>
  </w:num>
  <w:num w:numId="5">
    <w:abstractNumId w:val="18"/>
  </w:num>
  <w:num w:numId="6">
    <w:abstractNumId w:val="4"/>
  </w:num>
  <w:num w:numId="7">
    <w:abstractNumId w:val="14"/>
  </w:num>
  <w:num w:numId="8">
    <w:abstractNumId w:val="6"/>
  </w:num>
  <w:num w:numId="9">
    <w:abstractNumId w:val="37"/>
  </w:num>
  <w:num w:numId="10">
    <w:abstractNumId w:val="25"/>
  </w:num>
  <w:num w:numId="11">
    <w:abstractNumId w:val="16"/>
  </w:num>
  <w:num w:numId="12">
    <w:abstractNumId w:val="35"/>
  </w:num>
  <w:num w:numId="13">
    <w:abstractNumId w:val="29"/>
  </w:num>
  <w:num w:numId="14">
    <w:abstractNumId w:val="7"/>
  </w:num>
  <w:num w:numId="15">
    <w:abstractNumId w:val="23"/>
  </w:num>
  <w:num w:numId="16">
    <w:abstractNumId w:val="36"/>
  </w:num>
  <w:num w:numId="17">
    <w:abstractNumId w:val="38"/>
  </w:num>
  <w:num w:numId="18">
    <w:abstractNumId w:val="42"/>
  </w:num>
  <w:num w:numId="19">
    <w:abstractNumId w:val="39"/>
  </w:num>
  <w:num w:numId="20">
    <w:abstractNumId w:val="45"/>
  </w:num>
  <w:num w:numId="21">
    <w:abstractNumId w:val="33"/>
  </w:num>
  <w:num w:numId="22">
    <w:abstractNumId w:val="34"/>
  </w:num>
  <w:num w:numId="23">
    <w:abstractNumId w:val="26"/>
  </w:num>
  <w:num w:numId="24">
    <w:abstractNumId w:val="15"/>
  </w:num>
  <w:num w:numId="25">
    <w:abstractNumId w:val="41"/>
  </w:num>
  <w:num w:numId="26">
    <w:abstractNumId w:val="19"/>
  </w:num>
  <w:num w:numId="27">
    <w:abstractNumId w:val="27"/>
  </w:num>
  <w:num w:numId="28">
    <w:abstractNumId w:val="22"/>
  </w:num>
  <w:num w:numId="29">
    <w:abstractNumId w:val="12"/>
  </w:num>
  <w:num w:numId="30">
    <w:abstractNumId w:val="20"/>
  </w:num>
  <w:num w:numId="31">
    <w:abstractNumId w:val="13"/>
  </w:num>
  <w:num w:numId="32">
    <w:abstractNumId w:val="2"/>
  </w:num>
  <w:num w:numId="33">
    <w:abstractNumId w:val="47"/>
  </w:num>
  <w:num w:numId="34">
    <w:abstractNumId w:val="24"/>
  </w:num>
  <w:num w:numId="35">
    <w:abstractNumId w:val="11"/>
  </w:num>
  <w:num w:numId="36">
    <w:abstractNumId w:val="30"/>
  </w:num>
  <w:num w:numId="37">
    <w:abstractNumId w:val="10"/>
  </w:num>
  <w:num w:numId="38">
    <w:abstractNumId w:val="1"/>
  </w:num>
  <w:num w:numId="39">
    <w:abstractNumId w:val="44"/>
  </w:num>
  <w:num w:numId="40">
    <w:abstractNumId w:val="17"/>
  </w:num>
  <w:num w:numId="41">
    <w:abstractNumId w:val="28"/>
  </w:num>
  <w:num w:numId="42">
    <w:abstractNumId w:val="8"/>
  </w:num>
  <w:num w:numId="43">
    <w:abstractNumId w:val="43"/>
  </w:num>
  <w:num w:numId="44">
    <w:abstractNumId w:val="9"/>
  </w:num>
  <w:num w:numId="45">
    <w:abstractNumId w:val="32"/>
  </w:num>
  <w:num w:numId="46">
    <w:abstractNumId w:val="3"/>
  </w:num>
  <w:num w:numId="47">
    <w:abstractNumId w:val="31"/>
  </w:num>
  <w:num w:numId="48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143A"/>
    <w:rsid w:val="000055EE"/>
    <w:rsid w:val="000078DD"/>
    <w:rsid w:val="00026388"/>
    <w:rsid w:val="00033B67"/>
    <w:rsid w:val="00034B15"/>
    <w:rsid w:val="00045B90"/>
    <w:rsid w:val="00061DBE"/>
    <w:rsid w:val="00065041"/>
    <w:rsid w:val="000758CC"/>
    <w:rsid w:val="00076CEE"/>
    <w:rsid w:val="00097151"/>
    <w:rsid w:val="000C140A"/>
    <w:rsid w:val="000D6316"/>
    <w:rsid w:val="000E1FD2"/>
    <w:rsid w:val="000E7C9C"/>
    <w:rsid w:val="000F26B4"/>
    <w:rsid w:val="000F3CA4"/>
    <w:rsid w:val="001105CE"/>
    <w:rsid w:val="00140791"/>
    <w:rsid w:val="001741FF"/>
    <w:rsid w:val="0017785F"/>
    <w:rsid w:val="00184410"/>
    <w:rsid w:val="00185FD6"/>
    <w:rsid w:val="0018733B"/>
    <w:rsid w:val="001C2849"/>
    <w:rsid w:val="001D11FA"/>
    <w:rsid w:val="001D47EC"/>
    <w:rsid w:val="001E0458"/>
    <w:rsid w:val="001E5158"/>
    <w:rsid w:val="00206963"/>
    <w:rsid w:val="00226E6B"/>
    <w:rsid w:val="002908DB"/>
    <w:rsid w:val="0029776F"/>
    <w:rsid w:val="002A271C"/>
    <w:rsid w:val="002D608A"/>
    <w:rsid w:val="002E13D0"/>
    <w:rsid w:val="002F4C6A"/>
    <w:rsid w:val="003051B2"/>
    <w:rsid w:val="003114C4"/>
    <w:rsid w:val="00320BD6"/>
    <w:rsid w:val="0034549D"/>
    <w:rsid w:val="00351984"/>
    <w:rsid w:val="00394F75"/>
    <w:rsid w:val="003A70B6"/>
    <w:rsid w:val="003B2958"/>
    <w:rsid w:val="003C257A"/>
    <w:rsid w:val="003F2C83"/>
    <w:rsid w:val="00413808"/>
    <w:rsid w:val="0043266B"/>
    <w:rsid w:val="0047076E"/>
    <w:rsid w:val="00482723"/>
    <w:rsid w:val="0049220E"/>
    <w:rsid w:val="004A3DBA"/>
    <w:rsid w:val="004B110C"/>
    <w:rsid w:val="004B2991"/>
    <w:rsid w:val="004D1A38"/>
    <w:rsid w:val="004D775B"/>
    <w:rsid w:val="005001FF"/>
    <w:rsid w:val="005157FD"/>
    <w:rsid w:val="005221FA"/>
    <w:rsid w:val="00526C4B"/>
    <w:rsid w:val="005329AD"/>
    <w:rsid w:val="00541FED"/>
    <w:rsid w:val="0057668C"/>
    <w:rsid w:val="00577BF4"/>
    <w:rsid w:val="00581A10"/>
    <w:rsid w:val="005A5C7D"/>
    <w:rsid w:val="005C1514"/>
    <w:rsid w:val="005C6E2D"/>
    <w:rsid w:val="005D7476"/>
    <w:rsid w:val="005E25D9"/>
    <w:rsid w:val="005F4BAB"/>
    <w:rsid w:val="005F6215"/>
    <w:rsid w:val="005F76DB"/>
    <w:rsid w:val="006527AE"/>
    <w:rsid w:val="0066257F"/>
    <w:rsid w:val="006656BC"/>
    <w:rsid w:val="006716CA"/>
    <w:rsid w:val="00676C1D"/>
    <w:rsid w:val="00684567"/>
    <w:rsid w:val="00686974"/>
    <w:rsid w:val="006C4EA2"/>
    <w:rsid w:val="006C794A"/>
    <w:rsid w:val="006E405B"/>
    <w:rsid w:val="006F09A4"/>
    <w:rsid w:val="006F3D72"/>
    <w:rsid w:val="006F4107"/>
    <w:rsid w:val="006F6A9A"/>
    <w:rsid w:val="007144FA"/>
    <w:rsid w:val="007264ED"/>
    <w:rsid w:val="00744A8E"/>
    <w:rsid w:val="0075636C"/>
    <w:rsid w:val="0076697F"/>
    <w:rsid w:val="00766E26"/>
    <w:rsid w:val="007749BF"/>
    <w:rsid w:val="00777210"/>
    <w:rsid w:val="00794B1F"/>
    <w:rsid w:val="007A4CAA"/>
    <w:rsid w:val="007A7941"/>
    <w:rsid w:val="007B38AD"/>
    <w:rsid w:val="007D252A"/>
    <w:rsid w:val="007D4161"/>
    <w:rsid w:val="007E75C1"/>
    <w:rsid w:val="00820092"/>
    <w:rsid w:val="008318AA"/>
    <w:rsid w:val="008349A5"/>
    <w:rsid w:val="00843B2A"/>
    <w:rsid w:val="00860FFC"/>
    <w:rsid w:val="00867679"/>
    <w:rsid w:val="008724DB"/>
    <w:rsid w:val="00876C0B"/>
    <w:rsid w:val="00895A39"/>
    <w:rsid w:val="008A2797"/>
    <w:rsid w:val="008B16EA"/>
    <w:rsid w:val="008C22EA"/>
    <w:rsid w:val="008D6E66"/>
    <w:rsid w:val="008E239C"/>
    <w:rsid w:val="00920967"/>
    <w:rsid w:val="00922609"/>
    <w:rsid w:val="00926BCA"/>
    <w:rsid w:val="00930D31"/>
    <w:rsid w:val="00940E83"/>
    <w:rsid w:val="009614B1"/>
    <w:rsid w:val="00964B6E"/>
    <w:rsid w:val="00981E48"/>
    <w:rsid w:val="009F6779"/>
    <w:rsid w:val="00A01160"/>
    <w:rsid w:val="00A17587"/>
    <w:rsid w:val="00A32C84"/>
    <w:rsid w:val="00A36F6B"/>
    <w:rsid w:val="00A60E82"/>
    <w:rsid w:val="00A87442"/>
    <w:rsid w:val="00A91389"/>
    <w:rsid w:val="00AB027C"/>
    <w:rsid w:val="00AB7DAD"/>
    <w:rsid w:val="00AC266C"/>
    <w:rsid w:val="00AD0A65"/>
    <w:rsid w:val="00AD42DD"/>
    <w:rsid w:val="00AE0894"/>
    <w:rsid w:val="00AE109C"/>
    <w:rsid w:val="00AE320B"/>
    <w:rsid w:val="00B50DE5"/>
    <w:rsid w:val="00B52301"/>
    <w:rsid w:val="00BC088A"/>
    <w:rsid w:val="00BC7FA1"/>
    <w:rsid w:val="00BD64C0"/>
    <w:rsid w:val="00BE143A"/>
    <w:rsid w:val="00C158F6"/>
    <w:rsid w:val="00C21669"/>
    <w:rsid w:val="00C540B8"/>
    <w:rsid w:val="00C620B3"/>
    <w:rsid w:val="00CE1A3D"/>
    <w:rsid w:val="00D048DE"/>
    <w:rsid w:val="00D34E52"/>
    <w:rsid w:val="00D37A1F"/>
    <w:rsid w:val="00D4359E"/>
    <w:rsid w:val="00D60E20"/>
    <w:rsid w:val="00D67942"/>
    <w:rsid w:val="00DB244B"/>
    <w:rsid w:val="00DC5599"/>
    <w:rsid w:val="00DD7195"/>
    <w:rsid w:val="00DF5A93"/>
    <w:rsid w:val="00E11E6A"/>
    <w:rsid w:val="00E213AF"/>
    <w:rsid w:val="00E2776B"/>
    <w:rsid w:val="00E35251"/>
    <w:rsid w:val="00E365B1"/>
    <w:rsid w:val="00E573FB"/>
    <w:rsid w:val="00E84707"/>
    <w:rsid w:val="00EA0170"/>
    <w:rsid w:val="00EA5D16"/>
    <w:rsid w:val="00EB499B"/>
    <w:rsid w:val="00EB4B34"/>
    <w:rsid w:val="00EC7A2C"/>
    <w:rsid w:val="00EE6CBB"/>
    <w:rsid w:val="00F27AB7"/>
    <w:rsid w:val="00F404D4"/>
    <w:rsid w:val="00F42724"/>
    <w:rsid w:val="00F57632"/>
    <w:rsid w:val="00F827B0"/>
    <w:rsid w:val="00F908B1"/>
    <w:rsid w:val="00F92C9B"/>
    <w:rsid w:val="00FD6BA3"/>
    <w:rsid w:val="00FF7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C9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2C9B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2C9B"/>
    <w:pPr>
      <w:keepNext/>
      <w:ind w:left="-540" w:firstLine="180"/>
      <w:jc w:val="both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2C9B"/>
    <w:pPr>
      <w:keepNext/>
      <w:jc w:val="center"/>
      <w:outlineLvl w:val="2"/>
    </w:pPr>
    <w:rPr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2C9B"/>
    <w:pPr>
      <w:keepNext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92C9B"/>
    <w:pPr>
      <w:keepNext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92C9B"/>
    <w:pPr>
      <w:keepNext/>
      <w:jc w:val="center"/>
      <w:outlineLvl w:val="5"/>
    </w:pPr>
    <w:rPr>
      <w:b/>
      <w:sz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92C9B"/>
    <w:pPr>
      <w:keepNext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92C9B"/>
    <w:pPr>
      <w:keepNext/>
      <w:jc w:val="both"/>
      <w:outlineLvl w:val="7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2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123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23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23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123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1235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E1235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E1235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92C9B"/>
    <w:pPr>
      <w:jc w:val="both"/>
    </w:pPr>
    <w:rPr>
      <w:rFonts w:ascii="Arial Black" w:hAnsi="Arial Black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E1235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92C9B"/>
    <w:pPr>
      <w:ind w:firstLine="567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1235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92C9B"/>
    <w:pPr>
      <w:ind w:firstLine="36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123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A2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235"/>
    <w:rPr>
      <w:sz w:val="0"/>
      <w:szCs w:val="0"/>
    </w:rPr>
  </w:style>
  <w:style w:type="paragraph" w:styleId="BodyText2">
    <w:name w:val="Body Text 2"/>
    <w:basedOn w:val="Normal"/>
    <w:link w:val="BodyText2Char"/>
    <w:uiPriority w:val="99"/>
    <w:rsid w:val="00BD64C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1235"/>
    <w:rPr>
      <w:sz w:val="24"/>
      <w:szCs w:val="24"/>
    </w:rPr>
  </w:style>
  <w:style w:type="paragraph" w:customStyle="1" w:styleId="ConsPlusNormal">
    <w:name w:val="ConsPlusNormal"/>
    <w:uiPriority w:val="99"/>
    <w:rsid w:val="00BD64C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BD64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7A794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4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205</Words>
  <Characters>1175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1</dc:creator>
  <cp:keywords/>
  <dc:description/>
  <cp:lastModifiedBy>1</cp:lastModifiedBy>
  <cp:revision>3</cp:revision>
  <cp:lastPrinted>2015-04-02T06:45:00Z</cp:lastPrinted>
  <dcterms:created xsi:type="dcterms:W3CDTF">2017-09-28T10:34:00Z</dcterms:created>
  <dcterms:modified xsi:type="dcterms:W3CDTF">2018-08-21T05:19:00Z</dcterms:modified>
</cp:coreProperties>
</file>