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EA1" w:rsidRPr="00503ECA" w:rsidRDefault="00741EA1" w:rsidP="00600588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03ECA">
        <w:rPr>
          <w:rFonts w:ascii="Times New Roman" w:hAnsi="Times New Roman" w:cs="Times New Roman"/>
          <w:sz w:val="28"/>
          <w:szCs w:val="28"/>
        </w:rPr>
        <w:t xml:space="preserve">                       ПРИЛОЖЕНИЕ № 1</w:t>
      </w:r>
    </w:p>
    <w:p w:rsidR="00741EA1" w:rsidRPr="00503ECA" w:rsidRDefault="00741EA1" w:rsidP="00600588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503ECA">
        <w:rPr>
          <w:rFonts w:ascii="Times New Roman" w:hAnsi="Times New Roman"/>
          <w:sz w:val="28"/>
          <w:szCs w:val="28"/>
        </w:rPr>
        <w:t xml:space="preserve">                                      к программе</w:t>
      </w:r>
    </w:p>
    <w:p w:rsidR="00741EA1" w:rsidRPr="00503ECA" w:rsidRDefault="00741EA1" w:rsidP="00600588">
      <w:pPr>
        <w:pStyle w:val="BodyText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3E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«Молодежь станицы»  Старотитаровского сельского поселения</w:t>
      </w:r>
    </w:p>
    <w:p w:rsidR="00741EA1" w:rsidRPr="00503ECA" w:rsidRDefault="00741EA1" w:rsidP="00600588">
      <w:pPr>
        <w:pStyle w:val="BodyText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3E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Темрюкского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Pr="00503ECA">
        <w:rPr>
          <w:rFonts w:ascii="Times New Roman" w:hAnsi="Times New Roman"/>
          <w:sz w:val="28"/>
          <w:szCs w:val="28"/>
        </w:rPr>
        <w:t xml:space="preserve"> год</w:t>
      </w:r>
    </w:p>
    <w:p w:rsidR="00741EA1" w:rsidRDefault="00741EA1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741EA1" w:rsidRPr="00AA03A8" w:rsidRDefault="00741EA1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EA1" w:rsidRDefault="00741EA1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741EA1" w:rsidRPr="00503ECA" w:rsidRDefault="00741EA1" w:rsidP="00646C29">
      <w:pPr>
        <w:pStyle w:val="BodyText2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3ECA">
        <w:rPr>
          <w:rFonts w:ascii="Times New Roman" w:hAnsi="Times New Roman"/>
          <w:b/>
          <w:sz w:val="28"/>
          <w:szCs w:val="28"/>
        </w:rPr>
        <w:t>«Молодежь станицы» Старотитаровского сельского поселения Темрюкского района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503EC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41EA1" w:rsidRPr="00ED639C" w:rsidRDefault="00741EA1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8880"/>
        <w:gridCol w:w="2160"/>
        <w:gridCol w:w="2880"/>
      </w:tblGrid>
      <w:tr w:rsidR="00741EA1" w:rsidRPr="00525A13" w:rsidTr="0060058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8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EA1" w:rsidRPr="00525A13" w:rsidRDefault="00741EA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741EA1" w:rsidRPr="00525A13" w:rsidTr="0060058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EA1" w:rsidRPr="00525A13" w:rsidRDefault="00741EA1" w:rsidP="0042043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741EA1" w:rsidRPr="00525A13" w:rsidTr="0060058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525A13" w:rsidRDefault="00741EA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EA1" w:rsidRPr="00525A13" w:rsidRDefault="00741EA1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741EA1" w:rsidRPr="00B73C78" w:rsidTr="0060058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704E08" w:rsidRDefault="00741EA1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741EA1" w:rsidRPr="007F548D" w:rsidRDefault="00741EA1" w:rsidP="00646C29">
            <w:pPr>
              <w:pStyle w:val="BodyText2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548D">
              <w:rPr>
                <w:rFonts w:ascii="Times New Roman" w:hAnsi="Times New Roman"/>
                <w:b/>
              </w:rPr>
              <w:t>Муниципальная программа «Молодежь станицы» Старотитаровского сельского посе</w:t>
            </w:r>
            <w:r>
              <w:rPr>
                <w:rFonts w:ascii="Times New Roman" w:hAnsi="Times New Roman"/>
                <w:b/>
              </w:rPr>
              <w:t>ления Темрюкского района на 2019</w:t>
            </w:r>
            <w:r w:rsidRPr="007F548D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741EA1" w:rsidRPr="00646C29" w:rsidTr="0060058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646C29" w:rsidRDefault="00741EA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646C29" w:rsidRDefault="00741EA1" w:rsidP="00580B3C">
            <w:pPr>
              <w:shd w:val="clear" w:color="auto" w:fill="FFFFFF"/>
              <w:tabs>
                <w:tab w:val="left" w:pos="284"/>
              </w:tabs>
              <w:ind w:left="19" w:right="19"/>
              <w:jc w:val="both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  <w:bCs/>
              </w:rPr>
              <w:t>количество молодежи, участвующей в мероприятиях,</w:t>
            </w:r>
            <w:r w:rsidRPr="00646C29">
              <w:rPr>
                <w:rFonts w:ascii="Times New Roman" w:hAnsi="Times New Roman"/>
              </w:rPr>
              <w:t xml:space="preserve"> направленных  на    гражданское   становление    и    духовно-нравственное   воспитание   молодежи;</w:t>
            </w:r>
          </w:p>
          <w:p w:rsidR="00741EA1" w:rsidRPr="00646C29" w:rsidRDefault="00741EA1" w:rsidP="003322E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B73C78" w:rsidRDefault="00741EA1" w:rsidP="0060058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EA1" w:rsidRPr="00646C29" w:rsidRDefault="00741EA1" w:rsidP="00646C29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  <w:r w:rsidRPr="00646C29">
              <w:rPr>
                <w:rFonts w:ascii="Times New Roman" w:hAnsi="Times New Roman"/>
              </w:rPr>
              <w:t>50</w:t>
            </w:r>
          </w:p>
        </w:tc>
      </w:tr>
      <w:tr w:rsidR="00741EA1" w:rsidRPr="00646C29" w:rsidTr="00600588">
        <w:trPr>
          <w:trHeight w:val="36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646C29" w:rsidRDefault="00741EA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1.2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646C29" w:rsidRDefault="00741EA1" w:rsidP="00580B3C">
            <w:pPr>
              <w:shd w:val="clear" w:color="auto" w:fill="FFFFFF"/>
              <w:tabs>
                <w:tab w:val="left" w:pos="284"/>
              </w:tabs>
              <w:ind w:left="19" w:right="19"/>
              <w:jc w:val="both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  <w:bCs/>
              </w:rPr>
              <w:t xml:space="preserve">количество молодежи, участвующей в мероприятиях, </w:t>
            </w:r>
            <w:r w:rsidRPr="00646C29">
              <w:rPr>
                <w:rFonts w:ascii="Times New Roman" w:hAnsi="Times New Roman"/>
              </w:rPr>
              <w:t>направленных на творческое развитие молодежи;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Default="00741EA1" w:rsidP="0060058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EA1" w:rsidRPr="00646C29" w:rsidRDefault="00741EA1" w:rsidP="00646C2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646C29">
              <w:rPr>
                <w:rFonts w:ascii="Times New Roman" w:hAnsi="Times New Roman"/>
              </w:rPr>
              <w:t>00</w:t>
            </w:r>
          </w:p>
        </w:tc>
      </w:tr>
      <w:tr w:rsidR="00741EA1" w:rsidRPr="00646C29" w:rsidTr="00600588">
        <w:trPr>
          <w:trHeight w:val="16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646C29" w:rsidRDefault="00741EA1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1.3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646C29" w:rsidRDefault="00741EA1" w:rsidP="00580B3C">
            <w:pPr>
              <w:shd w:val="clear" w:color="auto" w:fill="FFFFFF"/>
              <w:tabs>
                <w:tab w:val="left" w:pos="284"/>
              </w:tabs>
              <w:ind w:left="19" w:right="19"/>
              <w:jc w:val="both"/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</w:rPr>
              <w:t>количество человек принявших участие в мероприятии, направленного на пропаганду негативного отношения молодежи к алкоголю, наркотическим средствам и табакокурению, пропаганда ЗОЖ в молодежной среде;</w:t>
            </w:r>
          </w:p>
          <w:p w:rsidR="00741EA1" w:rsidRPr="00646C29" w:rsidRDefault="00741EA1" w:rsidP="00981ABD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Default="00741EA1" w:rsidP="0060058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EA1" w:rsidRPr="00646C29" w:rsidRDefault="00741EA1" w:rsidP="00646C2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646C29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741EA1" w:rsidRPr="00646C29" w:rsidTr="00600588">
        <w:trPr>
          <w:trHeight w:val="10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646C29" w:rsidRDefault="00741EA1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Pr="00646C29" w:rsidRDefault="00741EA1" w:rsidP="00981ABD">
            <w:pPr>
              <w:rPr>
                <w:rFonts w:ascii="Times New Roman" w:hAnsi="Times New Roman"/>
              </w:rPr>
            </w:pPr>
            <w:r w:rsidRPr="00646C29">
              <w:rPr>
                <w:rFonts w:ascii="Times New Roman" w:hAnsi="Times New Roman"/>
                <w:bCs/>
              </w:rPr>
              <w:t xml:space="preserve">количество молодежи, участвующей в </w:t>
            </w:r>
            <w:r w:rsidRPr="00646C29">
              <w:rPr>
                <w:rFonts w:ascii="Times New Roman" w:hAnsi="Times New Roman"/>
              </w:rPr>
              <w:t>мероприятиях, направленных на организацию и проведение молодежной, дворовой, досуговой, спортивно-оздоровительной площадки для подростков и молодежи станицы.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A1" w:rsidRDefault="00741EA1" w:rsidP="0060058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EA1" w:rsidRPr="00646C29" w:rsidRDefault="00741EA1" w:rsidP="00646C2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646C29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0</w:t>
            </w:r>
          </w:p>
        </w:tc>
      </w:tr>
      <w:bookmarkEnd w:id="0"/>
    </w:tbl>
    <w:p w:rsidR="00741EA1" w:rsidRDefault="00741EA1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741EA1" w:rsidRDefault="00741EA1" w:rsidP="00861A1C">
      <w:pPr>
        <w:rPr>
          <w:rFonts w:ascii="Times New Roman" w:hAnsi="Times New Roman"/>
          <w:sz w:val="28"/>
          <w:szCs w:val="28"/>
        </w:rPr>
      </w:pPr>
    </w:p>
    <w:p w:rsidR="00741EA1" w:rsidRDefault="00741EA1" w:rsidP="00861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741EA1" w:rsidRDefault="00741EA1" w:rsidP="00861A1C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41EA1" w:rsidRPr="00481C03" w:rsidRDefault="00741EA1" w:rsidP="00861A1C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Т.М.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Егорова </w:t>
      </w:r>
    </w:p>
    <w:sectPr w:rsidR="00741EA1" w:rsidRPr="00481C03" w:rsidSect="00600588">
      <w:headerReference w:type="default" r:id="rId7"/>
      <w:pgSz w:w="16840" w:h="11907" w:orient="landscape" w:code="9"/>
      <w:pgMar w:top="567" w:right="902" w:bottom="170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EA1" w:rsidRDefault="00741EA1">
      <w:r>
        <w:separator/>
      </w:r>
    </w:p>
  </w:endnote>
  <w:endnote w:type="continuationSeparator" w:id="0">
    <w:p w:rsidR="00741EA1" w:rsidRDefault="00741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EA1" w:rsidRDefault="00741EA1">
      <w:r>
        <w:separator/>
      </w:r>
    </w:p>
  </w:footnote>
  <w:footnote w:type="continuationSeparator" w:id="0">
    <w:p w:rsidR="00741EA1" w:rsidRDefault="00741E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EA1" w:rsidRDefault="00741EA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41EA1" w:rsidRDefault="00741E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57BA"/>
    <w:rsid w:val="00063B62"/>
    <w:rsid w:val="0006685C"/>
    <w:rsid w:val="000726A5"/>
    <w:rsid w:val="000759BE"/>
    <w:rsid w:val="00083DC5"/>
    <w:rsid w:val="000A2474"/>
    <w:rsid w:val="000C13B0"/>
    <w:rsid w:val="000D4DBF"/>
    <w:rsid w:val="000E5D81"/>
    <w:rsid w:val="000E625F"/>
    <w:rsid w:val="000E75E6"/>
    <w:rsid w:val="00100110"/>
    <w:rsid w:val="001047A9"/>
    <w:rsid w:val="00105934"/>
    <w:rsid w:val="00112F6D"/>
    <w:rsid w:val="00113092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94EC9"/>
    <w:rsid w:val="001A2E14"/>
    <w:rsid w:val="001A603E"/>
    <w:rsid w:val="001D5DD7"/>
    <w:rsid w:val="001E134E"/>
    <w:rsid w:val="001E6845"/>
    <w:rsid w:val="001F0456"/>
    <w:rsid w:val="001F331C"/>
    <w:rsid w:val="00203A4F"/>
    <w:rsid w:val="00207A02"/>
    <w:rsid w:val="00212098"/>
    <w:rsid w:val="00254740"/>
    <w:rsid w:val="002569A3"/>
    <w:rsid w:val="002613D3"/>
    <w:rsid w:val="00283B69"/>
    <w:rsid w:val="00291A18"/>
    <w:rsid w:val="0029386C"/>
    <w:rsid w:val="002B48CE"/>
    <w:rsid w:val="002B530D"/>
    <w:rsid w:val="002C059A"/>
    <w:rsid w:val="002E26F0"/>
    <w:rsid w:val="002F0BC6"/>
    <w:rsid w:val="0030427E"/>
    <w:rsid w:val="00306CE1"/>
    <w:rsid w:val="003322EB"/>
    <w:rsid w:val="00341333"/>
    <w:rsid w:val="00347146"/>
    <w:rsid w:val="00350D0F"/>
    <w:rsid w:val="00361515"/>
    <w:rsid w:val="00365218"/>
    <w:rsid w:val="003832F3"/>
    <w:rsid w:val="003B2794"/>
    <w:rsid w:val="003B31AF"/>
    <w:rsid w:val="003D305A"/>
    <w:rsid w:val="003D7EFE"/>
    <w:rsid w:val="003E0EDA"/>
    <w:rsid w:val="003E553F"/>
    <w:rsid w:val="003F61B9"/>
    <w:rsid w:val="00402439"/>
    <w:rsid w:val="00413351"/>
    <w:rsid w:val="00414EE4"/>
    <w:rsid w:val="0042043F"/>
    <w:rsid w:val="00434466"/>
    <w:rsid w:val="0043595F"/>
    <w:rsid w:val="004432CD"/>
    <w:rsid w:val="00447FF9"/>
    <w:rsid w:val="004725AA"/>
    <w:rsid w:val="00481C03"/>
    <w:rsid w:val="00483098"/>
    <w:rsid w:val="004B3210"/>
    <w:rsid w:val="004C1660"/>
    <w:rsid w:val="004C4FE7"/>
    <w:rsid w:val="004D4870"/>
    <w:rsid w:val="004F5CD8"/>
    <w:rsid w:val="00503ECA"/>
    <w:rsid w:val="00505E45"/>
    <w:rsid w:val="00514CFD"/>
    <w:rsid w:val="00525A13"/>
    <w:rsid w:val="00530099"/>
    <w:rsid w:val="005324F3"/>
    <w:rsid w:val="00557832"/>
    <w:rsid w:val="00561E7E"/>
    <w:rsid w:val="00566848"/>
    <w:rsid w:val="00566B60"/>
    <w:rsid w:val="00571B3C"/>
    <w:rsid w:val="0057575A"/>
    <w:rsid w:val="00580B3C"/>
    <w:rsid w:val="00594020"/>
    <w:rsid w:val="005953C9"/>
    <w:rsid w:val="005A1C38"/>
    <w:rsid w:val="005A3755"/>
    <w:rsid w:val="005C29EC"/>
    <w:rsid w:val="005D0C53"/>
    <w:rsid w:val="005D70B2"/>
    <w:rsid w:val="005E37F3"/>
    <w:rsid w:val="005F3817"/>
    <w:rsid w:val="00600588"/>
    <w:rsid w:val="00615189"/>
    <w:rsid w:val="00624DB5"/>
    <w:rsid w:val="00646C29"/>
    <w:rsid w:val="00654BFA"/>
    <w:rsid w:val="00656CCF"/>
    <w:rsid w:val="00657BA3"/>
    <w:rsid w:val="00665D47"/>
    <w:rsid w:val="00677AB3"/>
    <w:rsid w:val="006C0876"/>
    <w:rsid w:val="006D12E0"/>
    <w:rsid w:val="007020E4"/>
    <w:rsid w:val="00703C6F"/>
    <w:rsid w:val="00704E08"/>
    <w:rsid w:val="00741EA1"/>
    <w:rsid w:val="00754E4A"/>
    <w:rsid w:val="007769A7"/>
    <w:rsid w:val="00791DE4"/>
    <w:rsid w:val="007927BB"/>
    <w:rsid w:val="007A6384"/>
    <w:rsid w:val="007B4194"/>
    <w:rsid w:val="007C03F1"/>
    <w:rsid w:val="007F548D"/>
    <w:rsid w:val="008011C8"/>
    <w:rsid w:val="008078F2"/>
    <w:rsid w:val="00820110"/>
    <w:rsid w:val="00830C34"/>
    <w:rsid w:val="00834B40"/>
    <w:rsid w:val="00850011"/>
    <w:rsid w:val="00857DFE"/>
    <w:rsid w:val="00861A1C"/>
    <w:rsid w:val="008620B5"/>
    <w:rsid w:val="00863CB7"/>
    <w:rsid w:val="008716F1"/>
    <w:rsid w:val="00877B70"/>
    <w:rsid w:val="00897D68"/>
    <w:rsid w:val="008A3907"/>
    <w:rsid w:val="008C1A4B"/>
    <w:rsid w:val="008E418F"/>
    <w:rsid w:val="008F1DDB"/>
    <w:rsid w:val="008F1FBE"/>
    <w:rsid w:val="008F3336"/>
    <w:rsid w:val="008F523A"/>
    <w:rsid w:val="00904020"/>
    <w:rsid w:val="009156D9"/>
    <w:rsid w:val="0093264E"/>
    <w:rsid w:val="00944798"/>
    <w:rsid w:val="00947ED6"/>
    <w:rsid w:val="009561E5"/>
    <w:rsid w:val="00957A20"/>
    <w:rsid w:val="00981ABD"/>
    <w:rsid w:val="00987B0F"/>
    <w:rsid w:val="009A4821"/>
    <w:rsid w:val="009B3CD3"/>
    <w:rsid w:val="009D4504"/>
    <w:rsid w:val="009D6288"/>
    <w:rsid w:val="009E2E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A03A8"/>
    <w:rsid w:val="00AA54A5"/>
    <w:rsid w:val="00B017E7"/>
    <w:rsid w:val="00B06BE3"/>
    <w:rsid w:val="00B06E0A"/>
    <w:rsid w:val="00B12F0C"/>
    <w:rsid w:val="00B32552"/>
    <w:rsid w:val="00B35504"/>
    <w:rsid w:val="00B40A40"/>
    <w:rsid w:val="00B61B60"/>
    <w:rsid w:val="00B6664D"/>
    <w:rsid w:val="00B73C78"/>
    <w:rsid w:val="00B73D0F"/>
    <w:rsid w:val="00B76DE8"/>
    <w:rsid w:val="00B82743"/>
    <w:rsid w:val="00B8732B"/>
    <w:rsid w:val="00BA6DF6"/>
    <w:rsid w:val="00BE6E99"/>
    <w:rsid w:val="00C00096"/>
    <w:rsid w:val="00C0098D"/>
    <w:rsid w:val="00C00FB9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C7484"/>
    <w:rsid w:val="00CD22B3"/>
    <w:rsid w:val="00CD385D"/>
    <w:rsid w:val="00D03505"/>
    <w:rsid w:val="00D13AE8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A5811"/>
    <w:rsid w:val="00DC12AA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2108"/>
    <w:rsid w:val="00ED639C"/>
    <w:rsid w:val="00ED6B33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C4237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646C29"/>
    <w:pPr>
      <w:widowControl/>
      <w:autoSpaceDE/>
      <w:autoSpaceDN/>
      <w:adjustRightInd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B31AF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1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1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01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1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01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1</Pages>
  <Words>250</Words>
  <Characters>1430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23</cp:revision>
  <cp:lastPrinted>2017-10-24T07:34:00Z</cp:lastPrinted>
  <dcterms:created xsi:type="dcterms:W3CDTF">2014-11-12T06:42:00Z</dcterms:created>
  <dcterms:modified xsi:type="dcterms:W3CDTF">2018-09-18T10:50:00Z</dcterms:modified>
</cp:coreProperties>
</file>