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32" w:rsidRDefault="00160C32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60C32" w:rsidRPr="00B73C78" w:rsidRDefault="00160C32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160C32" w:rsidRDefault="00160C32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160C32" w:rsidRPr="00CC774C" w:rsidRDefault="00160C32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60C32" w:rsidRPr="00CC774C" w:rsidRDefault="00160C32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201</w:t>
      </w:r>
      <w:r>
        <w:rPr>
          <w:rFonts w:ascii="Times New Roman" w:hAnsi="Times New Roman" w:cs="Times New Roman"/>
          <w:sz w:val="28"/>
          <w:szCs w:val="28"/>
        </w:rPr>
        <w:t>8-2021</w:t>
      </w:r>
      <w:r w:rsidRPr="00CC774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160C32" w:rsidRDefault="00160C32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441"/>
        <w:gridCol w:w="4315"/>
        <w:gridCol w:w="1190"/>
        <w:gridCol w:w="70"/>
        <w:gridCol w:w="650"/>
        <w:gridCol w:w="1080"/>
        <w:gridCol w:w="1080"/>
        <w:gridCol w:w="1080"/>
        <w:gridCol w:w="900"/>
        <w:gridCol w:w="720"/>
        <w:gridCol w:w="2573"/>
      </w:tblGrid>
      <w:tr w:rsidR="00160C32" w:rsidRPr="00DA586D" w:rsidTr="00304C41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60C32" w:rsidRPr="001913AC" w:rsidRDefault="00160C32" w:rsidP="00304C41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0C32" w:rsidRPr="00CC774C" w:rsidRDefault="00160C32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поселения Темрюкского района»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8-2021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  <w:p w:rsidR="00160C32" w:rsidRPr="0095474D" w:rsidRDefault="00160C32" w:rsidP="00304C41">
            <w:pPr>
              <w:jc w:val="center"/>
            </w:pPr>
          </w:p>
        </w:tc>
      </w:tr>
      <w:tr w:rsidR="00160C32" w:rsidRPr="00DA586D" w:rsidTr="00304C41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60C32" w:rsidRPr="00DA586D" w:rsidRDefault="00160C3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0C32" w:rsidRPr="00DA586D" w:rsidRDefault="00160C32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DA586D" w:rsidTr="00304C41">
        <w:tc>
          <w:tcPr>
            <w:tcW w:w="8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 xml:space="preserve">Статус  (1) 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160C32" w:rsidRPr="00DA586D" w:rsidTr="00304C41">
        <w:tc>
          <w:tcPr>
            <w:tcW w:w="8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304C41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 xml:space="preserve"> год реализации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DA586D" w:rsidRDefault="00160C32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5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60C32" w:rsidRPr="00CA48A1" w:rsidRDefault="00160C32" w:rsidP="00AD7DE3">
            <w:pPr>
              <w:pStyle w:val="a2"/>
            </w:pPr>
            <w:r w:rsidRPr="00CA48A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 « Развитие культуры  Старотитаровского сельского поселения Темрюкского района» на 2018-2021 годы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A05FAF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8A1">
              <w:rPr>
                <w:rFonts w:ascii="Times New Roman" w:hAnsi="Times New Roman" w:cs="Times New Roman"/>
              </w:rPr>
              <w:t>2018-2021 гг.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5C5B42" w:rsidRDefault="00160C32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5C5B42" w:rsidRDefault="00160C32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 w:rsidRPr="00A05FAF">
              <w:rPr>
                <w:rFonts w:ascii="Times New Roman" w:hAnsi="Times New Roman"/>
              </w:rPr>
              <w:t>%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jc w:val="center"/>
              <w:rPr>
                <w:rFonts w:ascii="Times New Roman" w:hAnsi="Times New Roman"/>
              </w:rPr>
            </w:pPr>
            <w:r w:rsidRPr="00A05FAF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A05FAF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5C5B42" w:rsidRDefault="00160C32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322EB" w:rsidRDefault="00160C32" w:rsidP="006B18FE">
            <w:pPr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 народного 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 xml:space="preserve">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 xml:space="preserve">художественного творчества, организация и проведение </w:t>
            </w:r>
            <w:r>
              <w:rPr>
                <w:rFonts w:ascii="Times New Roman" w:hAnsi="Times New Roman"/>
                <w:color w:val="000000"/>
                <w:spacing w:val="12"/>
              </w:rPr>
              <w:t>массовых</w:t>
            </w:r>
            <w:bookmarkStart w:id="0" w:name="_GoBack"/>
            <w:bookmarkEnd w:id="0"/>
            <w:r w:rsidRPr="0091283C">
              <w:rPr>
                <w:rFonts w:ascii="Times New Roman" w:hAnsi="Times New Roman"/>
                <w:color w:val="000000"/>
                <w:spacing w:val="12"/>
              </w:rPr>
              <w:t xml:space="preserve">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2E72F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ш</w:t>
            </w:r>
            <w:r w:rsidRPr="002E72F5">
              <w:rPr>
                <w:rFonts w:ascii="Times New Roman" w:hAnsi="Times New Roman"/>
              </w:rPr>
              <w:t>т.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2E72F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2E72F5">
            <w:pPr>
              <w:ind w:firstLine="0"/>
              <w:rPr>
                <w:rFonts w:ascii="Times New Roman" w:hAnsi="Times New Roman"/>
              </w:rPr>
            </w:pPr>
            <w:r w:rsidRPr="002E72F5"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2E72F5">
            <w:pPr>
              <w:pStyle w:val="a1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2E72F5">
            <w:pPr>
              <w:ind w:firstLine="0"/>
            </w:pPr>
            <w:r w:rsidRPr="002E72F5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2E72F5">
            <w:pPr>
              <w:ind w:firstLine="0"/>
            </w:pPr>
            <w:r w:rsidRPr="002E72F5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jc w:val="center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1283C" w:rsidRDefault="00160C32" w:rsidP="00A05FAF">
            <w:pPr>
              <w:shd w:val="clear" w:color="auto" w:fill="FFFFFF"/>
              <w:tabs>
                <w:tab w:val="left" w:pos="1114"/>
              </w:tabs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увеличение количества  творческих коллективов, выявление талантливой молодежи;</w:t>
            </w:r>
          </w:p>
          <w:p w:rsidR="00160C32" w:rsidRPr="0091283C" w:rsidRDefault="00160C32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1283C" w:rsidRDefault="00160C32" w:rsidP="00A05FAF">
            <w:pPr>
              <w:shd w:val="clear" w:color="auto" w:fill="FFFFFF"/>
              <w:tabs>
                <w:tab w:val="left" w:pos="1114"/>
              </w:tabs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160C32" w:rsidRPr="0091283C" w:rsidRDefault="00160C32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1283C" w:rsidRDefault="00160C32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организация участия в выездных мероприятиях (фестивалях-конкурсах).</w:t>
            </w:r>
          </w:p>
          <w:p w:rsidR="00160C32" w:rsidRPr="0091283C" w:rsidRDefault="00160C32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2E72F5">
            <w:pPr>
              <w:ind w:firstLine="0"/>
            </w:pPr>
            <w:r w:rsidRPr="00615D6A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2E72F5">
            <w:pPr>
              <w:ind w:firstLine="0"/>
            </w:pPr>
            <w:r w:rsidRPr="00615D6A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2E72F5">
            <w:pPr>
              <w:ind w:firstLine="0"/>
            </w:pPr>
            <w:r w:rsidRPr="00615D6A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F6779C" w:rsidRDefault="00160C32" w:rsidP="00A05FAF">
            <w:pPr>
              <w:ind w:firstLine="0"/>
              <w:jc w:val="left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B73C78" w:rsidRDefault="00160C32" w:rsidP="00A05FAF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B73C78" w:rsidRDefault="00160C32" w:rsidP="00A05FAF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2E72F5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9D5298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F6779C" w:rsidRDefault="00160C32" w:rsidP="00A05FA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2E72F5">
            <w:pPr>
              <w:ind w:firstLine="0"/>
            </w:pPr>
            <w:r w:rsidRPr="003914A4">
              <w:rPr>
                <w:rFonts w:ascii="Times New Roman" w:hAnsi="Times New Roman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2E72F5">
            <w:pPr>
              <w:ind w:firstLine="0"/>
            </w:pPr>
            <w:r w:rsidRPr="003914A4">
              <w:rPr>
                <w:rFonts w:ascii="Times New Roman" w:hAnsi="Times New Roman"/>
              </w:rPr>
              <w:t>100%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Default="00160C32" w:rsidP="002E72F5">
            <w:pPr>
              <w:ind w:firstLine="0"/>
            </w:pPr>
            <w:r w:rsidRPr="003914A4">
              <w:rPr>
                <w:rFonts w:ascii="Times New Roman" w:hAnsi="Times New Roman"/>
              </w:rPr>
              <w:t>100%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32" w:rsidRPr="00737DC2" w:rsidRDefault="00160C32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160C32" w:rsidRPr="00DA586D" w:rsidTr="00304C4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DA586D" w:rsidRDefault="00160C32" w:rsidP="00A05FAF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0C32" w:rsidRPr="00DA586D" w:rsidRDefault="00160C32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0C32" w:rsidRPr="00800322" w:rsidRDefault="00160C32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160C32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160C32" w:rsidRDefault="00160C3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C32" w:rsidRDefault="00160C3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C32" w:rsidRDefault="00160C3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C32" w:rsidRPr="002A665B" w:rsidRDefault="00160C3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160C32" w:rsidRPr="002A665B" w:rsidRDefault="00160C3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160C32" w:rsidRPr="002A665B" w:rsidRDefault="00160C32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160C32" w:rsidRPr="001913AC" w:rsidRDefault="00160C3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60C32" w:rsidRPr="001913AC" w:rsidRDefault="00160C3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60C32" w:rsidRPr="001913AC" w:rsidRDefault="00160C3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60C32" w:rsidRPr="001913AC" w:rsidRDefault="00160C3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60C32" w:rsidRPr="001913AC" w:rsidRDefault="00160C3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60C32" w:rsidRPr="001913AC" w:rsidRDefault="00160C32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 w:rsidRPr="001913AC">
              <w:rPr>
                <w:rFonts w:ascii="Times New Roman" w:hAnsi="Times New Roman"/>
                <w:sz w:val="28"/>
                <w:szCs w:val="28"/>
              </w:rPr>
              <w:t>Я.И. Хвостик</w:t>
            </w:r>
          </w:p>
        </w:tc>
      </w:tr>
    </w:tbl>
    <w:p w:rsidR="00160C32" w:rsidRDefault="00160C32" w:rsidP="00570710">
      <w:pPr>
        <w:ind w:firstLine="0"/>
      </w:pPr>
    </w:p>
    <w:p w:rsidR="00160C32" w:rsidRDefault="00160C32" w:rsidP="00E15943">
      <w:pPr>
        <w:ind w:firstLine="0"/>
      </w:pPr>
    </w:p>
    <w:sectPr w:rsidR="00160C32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C32" w:rsidRDefault="00160C32" w:rsidP="00517686">
      <w:r>
        <w:separator/>
      </w:r>
    </w:p>
  </w:endnote>
  <w:endnote w:type="continuationSeparator" w:id="0">
    <w:p w:rsidR="00160C32" w:rsidRDefault="00160C32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C32" w:rsidRDefault="00160C32" w:rsidP="00517686">
      <w:r>
        <w:separator/>
      </w:r>
    </w:p>
  </w:footnote>
  <w:footnote w:type="continuationSeparator" w:id="0">
    <w:p w:rsidR="00160C32" w:rsidRDefault="00160C32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C32" w:rsidRPr="00517686" w:rsidRDefault="00160C32">
    <w:pPr>
      <w:pStyle w:val="Header"/>
      <w:jc w:val="center"/>
      <w:rPr>
        <w:rFonts w:ascii="Times New Roman" w:hAnsi="Times New Roman"/>
        <w:sz w:val="28"/>
        <w:szCs w:val="28"/>
      </w:rPr>
    </w:pPr>
  </w:p>
  <w:p w:rsidR="00160C32" w:rsidRDefault="00160C32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160C32" w:rsidRPr="00307D3B" w:rsidRDefault="00160C32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570710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C32" w:rsidRDefault="00160C32">
    <w:pPr>
      <w:pStyle w:val="Header"/>
      <w:jc w:val="center"/>
    </w:pPr>
  </w:p>
  <w:p w:rsidR="00160C32" w:rsidRDefault="00160C32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160C32" w:rsidRPr="00307D3B" w:rsidRDefault="00160C32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570710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160C32"/>
    <w:rsid w:val="00160F06"/>
    <w:rsid w:val="00163684"/>
    <w:rsid w:val="001913AC"/>
    <w:rsid w:val="002352D1"/>
    <w:rsid w:val="002A665B"/>
    <w:rsid w:val="002E72F5"/>
    <w:rsid w:val="00304C41"/>
    <w:rsid w:val="00307D3B"/>
    <w:rsid w:val="003322EB"/>
    <w:rsid w:val="00374A91"/>
    <w:rsid w:val="003914A4"/>
    <w:rsid w:val="003C4CD4"/>
    <w:rsid w:val="003D16CC"/>
    <w:rsid w:val="00442153"/>
    <w:rsid w:val="00455ADD"/>
    <w:rsid w:val="004D578E"/>
    <w:rsid w:val="004F6143"/>
    <w:rsid w:val="005114CD"/>
    <w:rsid w:val="00517686"/>
    <w:rsid w:val="00534EAA"/>
    <w:rsid w:val="005545E1"/>
    <w:rsid w:val="00570710"/>
    <w:rsid w:val="005B0CC2"/>
    <w:rsid w:val="005C5B42"/>
    <w:rsid w:val="005D3FB7"/>
    <w:rsid w:val="00615D6A"/>
    <w:rsid w:val="00647EBC"/>
    <w:rsid w:val="00690B54"/>
    <w:rsid w:val="006B18FE"/>
    <w:rsid w:val="006D15B0"/>
    <w:rsid w:val="00714A4B"/>
    <w:rsid w:val="00737DC2"/>
    <w:rsid w:val="007415D2"/>
    <w:rsid w:val="00800322"/>
    <w:rsid w:val="0091283C"/>
    <w:rsid w:val="0095474D"/>
    <w:rsid w:val="009816B2"/>
    <w:rsid w:val="009C5F06"/>
    <w:rsid w:val="009D4A78"/>
    <w:rsid w:val="009D5298"/>
    <w:rsid w:val="00A05FAF"/>
    <w:rsid w:val="00A32F69"/>
    <w:rsid w:val="00A52464"/>
    <w:rsid w:val="00AD7DE3"/>
    <w:rsid w:val="00AF430D"/>
    <w:rsid w:val="00B20904"/>
    <w:rsid w:val="00B26513"/>
    <w:rsid w:val="00B40A40"/>
    <w:rsid w:val="00B73C78"/>
    <w:rsid w:val="00C41C87"/>
    <w:rsid w:val="00CA48A1"/>
    <w:rsid w:val="00CC774C"/>
    <w:rsid w:val="00D56FDB"/>
    <w:rsid w:val="00D807EA"/>
    <w:rsid w:val="00DA586D"/>
    <w:rsid w:val="00DC465B"/>
    <w:rsid w:val="00DF5CD0"/>
    <w:rsid w:val="00E15943"/>
    <w:rsid w:val="00E675A1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B52A2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95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2</Pages>
  <Words>324</Words>
  <Characters>1847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28</cp:revision>
  <cp:lastPrinted>2015-10-30T12:31:00Z</cp:lastPrinted>
  <dcterms:created xsi:type="dcterms:W3CDTF">2014-07-17T06:37:00Z</dcterms:created>
  <dcterms:modified xsi:type="dcterms:W3CDTF">2018-09-06T12:49:00Z</dcterms:modified>
</cp:coreProperties>
</file>