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7C" w:rsidRPr="00C3705A" w:rsidRDefault="00BD417C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D417C" w:rsidRPr="00B73C78" w:rsidRDefault="00BD417C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D417C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BD417C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BD417C" w:rsidRPr="00145A0B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2019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BD417C" w:rsidRPr="00CC774C" w:rsidRDefault="00BD417C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BD417C" w:rsidRPr="00AA03A8" w:rsidRDefault="00BD417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7C" w:rsidRPr="00CC774C" w:rsidRDefault="00BD417C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2019 год</w:t>
      </w:r>
    </w:p>
    <w:p w:rsidR="00BD417C" w:rsidRPr="00CC774C" w:rsidRDefault="00BD417C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BD417C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BD417C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525A13" w:rsidRDefault="00BD417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D417C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704E08" w:rsidRDefault="00BD417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D417C" w:rsidRPr="00CC774C" w:rsidRDefault="00BD417C" w:rsidP="006F19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массового спорта на территории Старотитаровского сельского поселения Темрюкского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bookmarkEnd w:id="0"/>
      <w:tr w:rsidR="00BD417C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4A7082" w:rsidRDefault="00BD417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4A7082">
              <w:rPr>
                <w:rFonts w:ascii="Times New Roman" w:hAnsi="Times New Roman"/>
                <w:color w:val="000000"/>
              </w:rPr>
              <w:t>улучшение обеспечения материально-технической базы учреждения.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D417C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C5B42" w:rsidRDefault="00BD417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д</w:t>
            </w: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485E43" w:rsidRDefault="00BD417C" w:rsidP="002B6DF5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485E43" w:rsidRDefault="00BD417C" w:rsidP="002B6DF5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</w:t>
            </w:r>
          </w:p>
        </w:tc>
      </w:tr>
      <w:tr w:rsidR="00BD417C" w:rsidRPr="00525A13" w:rsidTr="00485E43">
        <w:trPr>
          <w:trHeight w:val="6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D66E15" w:rsidRDefault="00BD417C" w:rsidP="002B6D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B73C78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B73C78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</w:tr>
      <w:tr w:rsidR="00BD417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026A04" w:rsidRDefault="00BD417C" w:rsidP="002B6DF5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Default="00BD417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</w:tbl>
    <w:p w:rsidR="00BD417C" w:rsidRDefault="00BD417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D417C" w:rsidRDefault="00BD417C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BD417C" w:rsidRDefault="00BD417C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417C" w:rsidRPr="00481C03" w:rsidRDefault="00BD417C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BD417C" w:rsidRDefault="00BD417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BD417C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7C" w:rsidRDefault="00BD417C">
      <w:r>
        <w:separator/>
      </w:r>
    </w:p>
  </w:endnote>
  <w:endnote w:type="continuationSeparator" w:id="0">
    <w:p w:rsidR="00BD417C" w:rsidRDefault="00BD4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7C" w:rsidRDefault="00BD417C">
      <w:r>
        <w:separator/>
      </w:r>
    </w:p>
  </w:footnote>
  <w:footnote w:type="continuationSeparator" w:id="0">
    <w:p w:rsidR="00BD417C" w:rsidRDefault="00BD4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17C" w:rsidRDefault="00BD417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417C" w:rsidRDefault="00BD41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6F29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C0876"/>
    <w:rsid w:val="006D12E0"/>
    <w:rsid w:val="006F193B"/>
    <w:rsid w:val="007020E4"/>
    <w:rsid w:val="00703C6F"/>
    <w:rsid w:val="00704E08"/>
    <w:rsid w:val="007079C9"/>
    <w:rsid w:val="00733B8C"/>
    <w:rsid w:val="00754E4A"/>
    <w:rsid w:val="007769A7"/>
    <w:rsid w:val="0078186A"/>
    <w:rsid w:val="00791DE4"/>
    <w:rsid w:val="007927BB"/>
    <w:rsid w:val="007A638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D417C"/>
    <w:rsid w:val="00BE6E99"/>
    <w:rsid w:val="00C00096"/>
    <w:rsid w:val="00C0098D"/>
    <w:rsid w:val="00C20A12"/>
    <w:rsid w:val="00C30BB7"/>
    <w:rsid w:val="00C35519"/>
    <w:rsid w:val="00C3705A"/>
    <w:rsid w:val="00C504DD"/>
    <w:rsid w:val="00C602BF"/>
    <w:rsid w:val="00C726C7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E159BA"/>
    <w:rsid w:val="00E26412"/>
    <w:rsid w:val="00E268D6"/>
    <w:rsid w:val="00E3323E"/>
    <w:rsid w:val="00E34530"/>
    <w:rsid w:val="00E420C1"/>
    <w:rsid w:val="00E43EB1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7F5A"/>
    <w:rsid w:val="00F374C5"/>
    <w:rsid w:val="00F4148A"/>
    <w:rsid w:val="00F41761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256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2015-11-10T07:00:00Z</cp:lastPrinted>
  <dcterms:created xsi:type="dcterms:W3CDTF">2014-11-12T06:42:00Z</dcterms:created>
  <dcterms:modified xsi:type="dcterms:W3CDTF">2018-09-19T08:44:00Z</dcterms:modified>
</cp:coreProperties>
</file>