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B7" w:rsidRPr="00C3705A" w:rsidRDefault="00913FB7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 на 2019 год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13FB7" w:rsidRPr="00AA03A8" w:rsidRDefault="00913FB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13FB7" w:rsidRPr="00AA03A8" w:rsidRDefault="00913FB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»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3FB7" w:rsidRPr="00B73C78" w:rsidRDefault="00913FB7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3FB7" w:rsidRPr="00ED639C" w:rsidRDefault="00913FB7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913FB7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13FB7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3FB7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704E08" w:rsidRDefault="00913FB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13FB7" w:rsidRPr="008A3907" w:rsidRDefault="00913FB7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»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 на 2019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913FB7" w:rsidRPr="00B73C78" w:rsidRDefault="00913FB7">
            <w:pPr>
              <w:widowControl/>
              <w:autoSpaceDE/>
              <w:autoSpaceDN/>
              <w:adjustRightInd/>
            </w:pP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B73C78" w:rsidRDefault="00913FB7" w:rsidP="00C20A1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B73C78" w:rsidRDefault="00913FB7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B73C78" w:rsidRDefault="00913FB7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Default="00913FB7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913FB7" w:rsidRDefault="00913FB7" w:rsidP="00481C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Default="00913FB7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bookmarkEnd w:id="0"/>
    </w:tbl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p w:rsidR="00913FB7" w:rsidRDefault="00913FB7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Pr="00481C03" w:rsidRDefault="00913FB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913FB7" w:rsidRPr="00481C03" w:rsidSect="00C858E5">
      <w:headerReference w:type="default" r:id="rId7"/>
      <w:pgSz w:w="16840" w:h="11907" w:orient="landscape" w:code="9"/>
      <w:pgMar w:top="56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FB7" w:rsidRDefault="00913FB7">
      <w:r>
        <w:separator/>
      </w:r>
    </w:p>
  </w:endnote>
  <w:endnote w:type="continuationSeparator" w:id="0">
    <w:p w:rsidR="00913FB7" w:rsidRDefault="0091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FB7" w:rsidRDefault="00913FB7">
      <w:r>
        <w:separator/>
      </w:r>
    </w:p>
  </w:footnote>
  <w:footnote w:type="continuationSeparator" w:id="0">
    <w:p w:rsidR="00913FB7" w:rsidRDefault="00913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B7" w:rsidRDefault="00913FB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3FB7" w:rsidRDefault="00913F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2E8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2B9F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3FB7"/>
    <w:rsid w:val="009156D9"/>
    <w:rsid w:val="00942FF2"/>
    <w:rsid w:val="00944798"/>
    <w:rsid w:val="00947ED6"/>
    <w:rsid w:val="00955A74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5519"/>
    <w:rsid w:val="00C3705A"/>
    <w:rsid w:val="00C602BF"/>
    <w:rsid w:val="00C858E5"/>
    <w:rsid w:val="00C90698"/>
    <w:rsid w:val="00C9470A"/>
    <w:rsid w:val="00CB296B"/>
    <w:rsid w:val="00CB4542"/>
    <w:rsid w:val="00CB61F0"/>
    <w:rsid w:val="00CD22B3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64F4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9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4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9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202</Words>
  <Characters>1154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2014-11-26T09:06:00Z</cp:lastPrinted>
  <dcterms:created xsi:type="dcterms:W3CDTF">2014-11-12T06:42:00Z</dcterms:created>
  <dcterms:modified xsi:type="dcterms:W3CDTF">2018-09-18T05:20:00Z</dcterms:modified>
</cp:coreProperties>
</file>