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896" w:rsidRPr="00C3705A" w:rsidRDefault="00CC7896" w:rsidP="004B52C2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CC7896" w:rsidRPr="00B73C78" w:rsidRDefault="00CC7896" w:rsidP="004B52C2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CC7896" w:rsidRDefault="00CC7896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91283C">
        <w:rPr>
          <w:rFonts w:ascii="Times New Roman" w:hAnsi="Times New Roman" w:cs="Times New Roman"/>
          <w:sz w:val="28"/>
          <w:szCs w:val="28"/>
        </w:rPr>
        <w:t>«</w:t>
      </w:r>
      <w:r w:rsidRPr="00593C93">
        <w:rPr>
          <w:rFonts w:ascii="Times New Roman" w:hAnsi="Times New Roman"/>
          <w:sz w:val="28"/>
          <w:szCs w:val="28"/>
        </w:rPr>
        <w:t>Поддержка социально ориентированных</w:t>
      </w:r>
    </w:p>
    <w:p w:rsidR="00CC7896" w:rsidRDefault="00CC7896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 xml:space="preserve"> некоммерческих организаций, осуществляющих</w:t>
      </w:r>
    </w:p>
    <w:p w:rsidR="00CC7896" w:rsidRDefault="00CC7896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 xml:space="preserve"> 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3C93">
        <w:rPr>
          <w:rFonts w:ascii="Times New Roman" w:hAnsi="Times New Roman"/>
          <w:sz w:val="28"/>
          <w:szCs w:val="28"/>
        </w:rPr>
        <w:t xml:space="preserve">на территории Старотитаровского </w:t>
      </w:r>
    </w:p>
    <w:p w:rsidR="00CC7896" w:rsidRPr="00593C93" w:rsidRDefault="00CC7896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D66E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2019 год</w:t>
      </w:r>
    </w:p>
    <w:p w:rsidR="00CC7896" w:rsidRDefault="00CC7896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CC7896" w:rsidRPr="00AA03A8" w:rsidRDefault="00CC7896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D66E15">
        <w:rPr>
          <w:rFonts w:ascii="Times New Roman" w:hAnsi="Times New Roman"/>
          <w:b/>
          <w:sz w:val="28"/>
          <w:szCs w:val="28"/>
        </w:rPr>
        <w:t>«</w:t>
      </w:r>
      <w:r w:rsidRPr="00C32832">
        <w:rPr>
          <w:rFonts w:ascii="Times New Roman" w:hAnsi="Times New Roman"/>
          <w:b/>
          <w:sz w:val="28"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rFonts w:ascii="Times New Roman" w:hAnsi="Times New Roman"/>
          <w:b/>
          <w:sz w:val="28"/>
          <w:szCs w:val="28"/>
        </w:rPr>
        <w:t>территории Старотитаровского сельского поселения Темрюкского района</w:t>
      </w:r>
      <w:r>
        <w:rPr>
          <w:rFonts w:ascii="Times New Roman" w:hAnsi="Times New Roman"/>
          <w:b/>
          <w:sz w:val="28"/>
          <w:szCs w:val="28"/>
        </w:rPr>
        <w:t>» на 2019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C7896" w:rsidRPr="00ED639C" w:rsidRDefault="00CC7896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9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0680"/>
        <w:gridCol w:w="1676"/>
        <w:gridCol w:w="1800"/>
      </w:tblGrid>
      <w:tr w:rsidR="00CC7896" w:rsidRPr="00525A13" w:rsidTr="004C34B9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525A13" w:rsidRDefault="00CC789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0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525A13" w:rsidRDefault="00CC789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525A13" w:rsidRDefault="00CC789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896" w:rsidRPr="00525A13" w:rsidRDefault="00CC789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C7896" w:rsidRPr="00525A13" w:rsidTr="004C34B9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525A13" w:rsidRDefault="00CC7896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525A13" w:rsidRDefault="00CC7896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525A13" w:rsidRDefault="00CC7896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896" w:rsidRPr="00525A13" w:rsidRDefault="00CC7896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CC7896" w:rsidRPr="00525A13" w:rsidTr="004C34B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525A13" w:rsidRDefault="00CC789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0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525A13" w:rsidRDefault="00CC789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525A13" w:rsidRDefault="00CC789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896" w:rsidRPr="00525A13" w:rsidRDefault="00CC7896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CC7896" w:rsidRPr="00B73C78" w:rsidTr="004C34B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704E08" w:rsidRDefault="00CC7896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56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CC7896" w:rsidRPr="00D66E15" w:rsidRDefault="00CC7896" w:rsidP="00D66E15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>Муниципальная программа «</w:t>
            </w:r>
            <w:r w:rsidRPr="00593C93">
              <w:rPr>
                <w:rFonts w:ascii="Times New Roman" w:hAnsi="Times New Roman"/>
                <w:b/>
              </w:rPr>
              <w:t>Поддержка социально ориентированных некоммерческих организаций, осуществляющих деятельность на территории Старотитаровского сельского поселения Темрюкского района</w:t>
            </w:r>
            <w:r w:rsidRPr="00593C93">
              <w:rPr>
                <w:rFonts w:ascii="Times New Roman" w:hAnsi="Times New Roman"/>
                <w:b/>
                <w:bCs/>
              </w:rPr>
              <w:t>»</w:t>
            </w:r>
            <w:r>
              <w:rPr>
                <w:rFonts w:ascii="Times New Roman" w:hAnsi="Times New Roman"/>
                <w:b/>
                <w:bCs/>
              </w:rPr>
              <w:t xml:space="preserve"> на 2019 год</w:t>
            </w:r>
          </w:p>
        </w:tc>
      </w:tr>
      <w:tr w:rsidR="00CC7896" w:rsidRPr="00525A13" w:rsidTr="004C34B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Default="00CC7896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0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3322EB" w:rsidRDefault="00CC7896" w:rsidP="0091283C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D82408">
              <w:rPr>
                <w:rFonts w:ascii="Times New Roman" w:hAnsi="Times New Roman"/>
              </w:rPr>
              <w:t xml:space="preserve">участие в мероприятиях, направленных на повышение роли и значения ветеранского движения в </w:t>
            </w:r>
            <w:r>
              <w:rPr>
                <w:rFonts w:ascii="Times New Roman" w:hAnsi="Times New Roman"/>
              </w:rPr>
              <w:t xml:space="preserve">Старотитаровском сельском поселении  Темрюкского района </w:t>
            </w:r>
            <w:r w:rsidRPr="00D82408">
              <w:rPr>
                <w:rFonts w:ascii="Times New Roman" w:hAnsi="Times New Roman"/>
              </w:rPr>
              <w:t>для духовно – нравственного, патриотического воспитания подрастающего поколения на примерах трудовой и боевой славы ветеранов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B73C78" w:rsidRDefault="00CC7896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896" w:rsidRDefault="00CC7896" w:rsidP="006F67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</w:t>
            </w:r>
          </w:p>
          <w:p w:rsidR="00CC7896" w:rsidRPr="00DC211C" w:rsidRDefault="00CC7896" w:rsidP="006F67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CC7896" w:rsidRPr="00525A13" w:rsidTr="004C34B9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Default="00CC7896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0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91283C" w:rsidRDefault="00CC7896" w:rsidP="007D75A2">
            <w:pPr>
              <w:shd w:val="clear" w:color="auto" w:fill="FFFFFF"/>
              <w:tabs>
                <w:tab w:val="left" w:pos="1114"/>
              </w:tabs>
              <w:jc w:val="both"/>
              <w:rPr>
                <w:rFonts w:ascii="Times New Roman" w:hAnsi="Times New Roman"/>
              </w:rPr>
            </w:pPr>
            <w:r w:rsidRPr="00D82408">
              <w:rPr>
                <w:rFonts w:ascii="Times New Roman" w:hAnsi="Times New Roman"/>
              </w:rPr>
              <w:t>организация и проведение районных конференций, пленумов, президиумов, семинаров, «круглых столов» в общественных объединениях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Default="00CC7896" w:rsidP="00D8240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896" w:rsidRDefault="00CC7896" w:rsidP="006F67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</w:t>
            </w:r>
          </w:p>
        </w:tc>
      </w:tr>
      <w:tr w:rsidR="00CC7896" w:rsidRPr="00525A13" w:rsidTr="004C34B9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Default="00CC7896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10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7D75A2" w:rsidRDefault="00CC7896" w:rsidP="008A4B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7D75A2">
              <w:rPr>
                <w:rFonts w:ascii="Times New Roman" w:hAnsi="Times New Roman"/>
              </w:rPr>
              <w:t>роведение льготной подписки на периодические издания (газеты).</w:t>
            </w:r>
          </w:p>
          <w:p w:rsidR="00CC7896" w:rsidRPr="0091283C" w:rsidRDefault="00CC7896" w:rsidP="008A4BC6">
            <w:pPr>
              <w:rPr>
                <w:rFonts w:ascii="Times New Roman" w:hAnsi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Default="00CC7896" w:rsidP="00D8240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896" w:rsidRDefault="00CC7896" w:rsidP="006F67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bookmarkEnd w:id="0"/>
    </w:tbl>
    <w:p w:rsidR="00CC7896" w:rsidRDefault="00CC7896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CC7896" w:rsidRDefault="00CC7896" w:rsidP="002B324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C7896" w:rsidRDefault="00CC7896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CC7896" w:rsidRDefault="00CC7896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</w:p>
    <w:p w:rsidR="00CC7896" w:rsidRPr="00481C03" w:rsidRDefault="00CC7896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Т.И.Опарина     </w:t>
      </w:r>
    </w:p>
    <w:p w:rsidR="00CC7896" w:rsidRPr="00481C03" w:rsidRDefault="00CC7896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sectPr w:rsidR="00CC7896" w:rsidRPr="00481C03" w:rsidSect="004C34B9">
      <w:headerReference w:type="default" r:id="rId7"/>
      <w:pgSz w:w="16840" w:h="11907" w:orient="landscape" w:code="9"/>
      <w:pgMar w:top="567" w:right="902" w:bottom="54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896" w:rsidRDefault="00CC7896">
      <w:r>
        <w:separator/>
      </w:r>
    </w:p>
  </w:endnote>
  <w:endnote w:type="continuationSeparator" w:id="0">
    <w:p w:rsidR="00CC7896" w:rsidRDefault="00CC78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896" w:rsidRDefault="00CC7896">
      <w:r>
        <w:separator/>
      </w:r>
    </w:p>
  </w:footnote>
  <w:footnote w:type="continuationSeparator" w:id="0">
    <w:p w:rsidR="00CC7896" w:rsidRDefault="00CC78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896" w:rsidRDefault="00CC789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C7896" w:rsidRDefault="00CC789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1047A9"/>
    <w:rsid w:val="00105934"/>
    <w:rsid w:val="00112F6D"/>
    <w:rsid w:val="00115531"/>
    <w:rsid w:val="00117AE8"/>
    <w:rsid w:val="001302E5"/>
    <w:rsid w:val="001329B3"/>
    <w:rsid w:val="00134C5C"/>
    <w:rsid w:val="00141465"/>
    <w:rsid w:val="001424F4"/>
    <w:rsid w:val="001475FC"/>
    <w:rsid w:val="001560B5"/>
    <w:rsid w:val="00166536"/>
    <w:rsid w:val="001710EE"/>
    <w:rsid w:val="00175306"/>
    <w:rsid w:val="0018401A"/>
    <w:rsid w:val="001A603E"/>
    <w:rsid w:val="001C45E2"/>
    <w:rsid w:val="001C47F2"/>
    <w:rsid w:val="001C59AD"/>
    <w:rsid w:val="001E134E"/>
    <w:rsid w:val="001E6845"/>
    <w:rsid w:val="001F331C"/>
    <w:rsid w:val="00203A4F"/>
    <w:rsid w:val="00207A02"/>
    <w:rsid w:val="00244984"/>
    <w:rsid w:val="00254740"/>
    <w:rsid w:val="002569A3"/>
    <w:rsid w:val="002613D3"/>
    <w:rsid w:val="002872C1"/>
    <w:rsid w:val="00291A18"/>
    <w:rsid w:val="0029386C"/>
    <w:rsid w:val="002B324E"/>
    <w:rsid w:val="002B530D"/>
    <w:rsid w:val="002E26F0"/>
    <w:rsid w:val="002F0BC6"/>
    <w:rsid w:val="0030427E"/>
    <w:rsid w:val="00306CE1"/>
    <w:rsid w:val="003322EB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7FF9"/>
    <w:rsid w:val="004725AA"/>
    <w:rsid w:val="00481C03"/>
    <w:rsid w:val="00483098"/>
    <w:rsid w:val="004B0E59"/>
    <w:rsid w:val="004B3210"/>
    <w:rsid w:val="004B52C2"/>
    <w:rsid w:val="004C1660"/>
    <w:rsid w:val="004C34B9"/>
    <w:rsid w:val="004C4FE7"/>
    <w:rsid w:val="004D4870"/>
    <w:rsid w:val="004F02BA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3C93"/>
    <w:rsid w:val="00594020"/>
    <w:rsid w:val="005A1C38"/>
    <w:rsid w:val="005A3755"/>
    <w:rsid w:val="005B302E"/>
    <w:rsid w:val="005D0C53"/>
    <w:rsid w:val="005D70B2"/>
    <w:rsid w:val="005E37F3"/>
    <w:rsid w:val="0061479A"/>
    <w:rsid w:val="00615189"/>
    <w:rsid w:val="00624DB5"/>
    <w:rsid w:val="00637E89"/>
    <w:rsid w:val="00654BFA"/>
    <w:rsid w:val="00656CCF"/>
    <w:rsid w:val="00657BA3"/>
    <w:rsid w:val="00665D47"/>
    <w:rsid w:val="00677AB3"/>
    <w:rsid w:val="006C0876"/>
    <w:rsid w:val="006C25DE"/>
    <w:rsid w:val="006D12E0"/>
    <w:rsid w:val="006F6733"/>
    <w:rsid w:val="007020E4"/>
    <w:rsid w:val="00703C6F"/>
    <w:rsid w:val="00704E08"/>
    <w:rsid w:val="00754E4A"/>
    <w:rsid w:val="007769A7"/>
    <w:rsid w:val="0078186A"/>
    <w:rsid w:val="00791DE4"/>
    <w:rsid w:val="007927BB"/>
    <w:rsid w:val="007A6384"/>
    <w:rsid w:val="007B4194"/>
    <w:rsid w:val="007C03F1"/>
    <w:rsid w:val="007D75A2"/>
    <w:rsid w:val="007F16A9"/>
    <w:rsid w:val="008011C8"/>
    <w:rsid w:val="008078F2"/>
    <w:rsid w:val="00820110"/>
    <w:rsid w:val="00830C34"/>
    <w:rsid w:val="008349AC"/>
    <w:rsid w:val="00834B40"/>
    <w:rsid w:val="00850011"/>
    <w:rsid w:val="0085453F"/>
    <w:rsid w:val="00857DFE"/>
    <w:rsid w:val="008620B5"/>
    <w:rsid w:val="00863CB7"/>
    <w:rsid w:val="008716F1"/>
    <w:rsid w:val="0088778F"/>
    <w:rsid w:val="00897D68"/>
    <w:rsid w:val="008A3907"/>
    <w:rsid w:val="008A4BC6"/>
    <w:rsid w:val="008E418F"/>
    <w:rsid w:val="008F1DDB"/>
    <w:rsid w:val="008F1FBE"/>
    <w:rsid w:val="008F3336"/>
    <w:rsid w:val="008F523A"/>
    <w:rsid w:val="00904020"/>
    <w:rsid w:val="0091283C"/>
    <w:rsid w:val="009156D9"/>
    <w:rsid w:val="00944798"/>
    <w:rsid w:val="00947ED6"/>
    <w:rsid w:val="009561E5"/>
    <w:rsid w:val="00957A20"/>
    <w:rsid w:val="00981ABD"/>
    <w:rsid w:val="00982FCB"/>
    <w:rsid w:val="00985E2E"/>
    <w:rsid w:val="00987B0F"/>
    <w:rsid w:val="009B353F"/>
    <w:rsid w:val="009B3CD3"/>
    <w:rsid w:val="009C022E"/>
    <w:rsid w:val="009D4504"/>
    <w:rsid w:val="009D6288"/>
    <w:rsid w:val="009E00DE"/>
    <w:rsid w:val="009E3D0B"/>
    <w:rsid w:val="009E657C"/>
    <w:rsid w:val="009E769C"/>
    <w:rsid w:val="009F4E06"/>
    <w:rsid w:val="00A02454"/>
    <w:rsid w:val="00A1695C"/>
    <w:rsid w:val="00A36A1F"/>
    <w:rsid w:val="00A3740B"/>
    <w:rsid w:val="00A37834"/>
    <w:rsid w:val="00A64653"/>
    <w:rsid w:val="00A646A6"/>
    <w:rsid w:val="00A87FA6"/>
    <w:rsid w:val="00A93F62"/>
    <w:rsid w:val="00AA03A8"/>
    <w:rsid w:val="00B017E7"/>
    <w:rsid w:val="00B03C97"/>
    <w:rsid w:val="00B06BE3"/>
    <w:rsid w:val="00B12F0C"/>
    <w:rsid w:val="00B32552"/>
    <w:rsid w:val="00B35504"/>
    <w:rsid w:val="00B60F64"/>
    <w:rsid w:val="00B61B60"/>
    <w:rsid w:val="00B63615"/>
    <w:rsid w:val="00B6664D"/>
    <w:rsid w:val="00B73C78"/>
    <w:rsid w:val="00B73D0F"/>
    <w:rsid w:val="00B76DE8"/>
    <w:rsid w:val="00B8732B"/>
    <w:rsid w:val="00BA6DF6"/>
    <w:rsid w:val="00BE6E99"/>
    <w:rsid w:val="00BF3C29"/>
    <w:rsid w:val="00C00096"/>
    <w:rsid w:val="00C0098D"/>
    <w:rsid w:val="00C20A12"/>
    <w:rsid w:val="00C30BB7"/>
    <w:rsid w:val="00C32832"/>
    <w:rsid w:val="00C35519"/>
    <w:rsid w:val="00C3705A"/>
    <w:rsid w:val="00C602BF"/>
    <w:rsid w:val="00C726C7"/>
    <w:rsid w:val="00CA4F1F"/>
    <w:rsid w:val="00CB296B"/>
    <w:rsid w:val="00CB4542"/>
    <w:rsid w:val="00CB61F0"/>
    <w:rsid w:val="00CC3A25"/>
    <w:rsid w:val="00CC7896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82408"/>
    <w:rsid w:val="00D856C5"/>
    <w:rsid w:val="00DA0A23"/>
    <w:rsid w:val="00DA1849"/>
    <w:rsid w:val="00DC12AA"/>
    <w:rsid w:val="00DC12F9"/>
    <w:rsid w:val="00DC211C"/>
    <w:rsid w:val="00DC3963"/>
    <w:rsid w:val="00DE02F8"/>
    <w:rsid w:val="00E13FE9"/>
    <w:rsid w:val="00E159BA"/>
    <w:rsid w:val="00E22394"/>
    <w:rsid w:val="00E26412"/>
    <w:rsid w:val="00E34530"/>
    <w:rsid w:val="00E420C1"/>
    <w:rsid w:val="00E43EB1"/>
    <w:rsid w:val="00E82D20"/>
    <w:rsid w:val="00E86F36"/>
    <w:rsid w:val="00EA7C72"/>
    <w:rsid w:val="00EC3760"/>
    <w:rsid w:val="00EC3CEF"/>
    <w:rsid w:val="00ED639C"/>
    <w:rsid w:val="00ED6B33"/>
    <w:rsid w:val="00EE372C"/>
    <w:rsid w:val="00F031F6"/>
    <w:rsid w:val="00F13654"/>
    <w:rsid w:val="00F27F5A"/>
    <w:rsid w:val="00F374C5"/>
    <w:rsid w:val="00F4148A"/>
    <w:rsid w:val="00F44C8C"/>
    <w:rsid w:val="00F51FC1"/>
    <w:rsid w:val="00F62AD5"/>
    <w:rsid w:val="00F96BA9"/>
    <w:rsid w:val="00FA18FF"/>
    <w:rsid w:val="00FA62FA"/>
    <w:rsid w:val="00FA6A7A"/>
    <w:rsid w:val="00FD078A"/>
    <w:rsid w:val="00FD7228"/>
    <w:rsid w:val="00FE3735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4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4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4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4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4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42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97</TotalTime>
  <Pages>1</Pages>
  <Words>231</Words>
  <Characters>1320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25</cp:revision>
  <cp:lastPrinted>2014-12-09T12:10:00Z</cp:lastPrinted>
  <dcterms:created xsi:type="dcterms:W3CDTF">2014-11-12T06:42:00Z</dcterms:created>
  <dcterms:modified xsi:type="dcterms:W3CDTF">2018-09-19T10:19:00Z</dcterms:modified>
</cp:coreProperties>
</file>